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0015DA" w:rsidRDefault="00270778" w:rsidP="002968BB">
      <w:pPr>
        <w:pStyle w:val="eTask"/>
        <w:rPr>
          <w:lang w:val="en-GB"/>
        </w:rPr>
      </w:pPr>
      <w:r w:rsidRPr="000015DA">
        <w:rPr>
          <w:lang w:val="en-GB"/>
        </w:rPr>
        <w:t>Assign the following modulation principle in the right-hand column to its name in the left-hand column.</w:t>
      </w:r>
    </w:p>
    <w:p w:rsidR="003264F1" w:rsidRPr="000015DA" w:rsidRDefault="003264F1" w:rsidP="003264F1">
      <w:pPr>
        <w:rPr>
          <w:lang w:val="en-GB"/>
        </w:rPr>
      </w:pP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0015DA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  <w:r w:rsidRPr="000015DA">
              <w:rPr>
                <w:lang w:val="en-GB"/>
              </w:rPr>
              <w:t>phase of optical carrier is changed by π every bit regardless of the data traffic, no matter if it’s 0 or 1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</w:tr>
      <w:tr w:rsidR="00270778" w:rsidRPr="000015DA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  <w:r w:rsidRPr="000015DA">
              <w:rPr>
                <w:lang w:val="en-GB"/>
              </w:rPr>
              <w:t>A binary 0 is encoded as absence of power during the bit interval (zero voltage)</w:t>
            </w:r>
            <w:proofErr w:type="gramStart"/>
            <w:r w:rsidRPr="000015DA">
              <w:rPr>
                <w:lang w:val="en-GB"/>
              </w:rPr>
              <w:t>,</w:t>
            </w:r>
            <w:proofErr w:type="gramEnd"/>
            <w:r w:rsidRPr="000015DA">
              <w:rPr>
                <w:lang w:val="en-GB"/>
              </w:rPr>
              <w:t xml:space="preserve"> while a binary 1 is encoded alternately as a positive voltage or a negative voltage. A binary 1 is referred to as a mark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</w:tr>
      <w:tr w:rsidR="00270778" w:rsidRPr="000015DA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  <w:r w:rsidRPr="000015DA">
              <w:rPr>
                <w:lang w:val="en-GB"/>
              </w:rPr>
              <w:t>A 180-degree carrier phase reversal preceding a chip shall characterize a binary 1. The absence of a preceding phase reversal shall denote a binary 0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</w:tr>
      <w:tr w:rsidR="00270778" w:rsidRPr="000015DA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  <w:r w:rsidRPr="000015DA">
              <w:rPr>
                <w:lang w:val="en-GB"/>
              </w:rPr>
              <w:t>Pairs of bits are assigned a specific phase, as for example: 00 → 45°, 01 → 135°, 10 → 315°, 11 → 225°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</w:tr>
      <w:tr w:rsidR="00270778" w:rsidRPr="000015DA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  <w:r w:rsidRPr="000015DA">
              <w:rPr>
                <w:lang w:val="en-GB"/>
              </w:rPr>
              <w:t>A binary zero is represented by the absence of a laser pulse; binary 1s can be represented by a laser pulse with altered phase, based on the previous symbols in the following manner. Phase of a binary symbol is shifted by π if there is an odd number of binary 0 between two binary 1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</w:tr>
      <w:tr w:rsidR="00270778" w:rsidRPr="000015DA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0015DA" w:rsidP="00270778">
            <w:pPr>
              <w:rPr>
                <w:lang w:val="en-GB"/>
              </w:rPr>
            </w:pPr>
            <w:r w:rsidRPr="000015DA">
              <w:rPr>
                <w:lang w:val="en-GB"/>
              </w:rPr>
              <w:t>The</w:t>
            </w:r>
            <w:r w:rsidR="00270778" w:rsidRPr="000015DA">
              <w:rPr>
                <w:lang w:val="en-GB"/>
              </w:rPr>
              <w:t xml:space="preserve"> pairs of bits correspond to a given phase shift from a reference (initial) phase, or, in other words, by 90° between the </w:t>
            </w:r>
            <w:r w:rsidRPr="000015DA">
              <w:rPr>
                <w:lang w:val="en-GB"/>
              </w:rPr>
              <w:t>neighbouring</w:t>
            </w:r>
            <w:r w:rsidR="00270778" w:rsidRPr="000015DA">
              <w:rPr>
                <w:lang w:val="en-GB"/>
              </w:rPr>
              <w:t xml:space="preserve"> symbols. The initial phase can be 0° or non-zero. 00 → shift by 0° from the initial phase; 01 → shift by 90° from the initial phase;</w:t>
            </w:r>
          </w:p>
          <w:p w:rsidR="00270778" w:rsidRPr="000015DA" w:rsidRDefault="00270778" w:rsidP="00270778">
            <w:pPr>
              <w:rPr>
                <w:lang w:val="en-GB"/>
              </w:rPr>
            </w:pPr>
            <w:r w:rsidRPr="000015DA">
              <w:rPr>
                <w:lang w:val="en-GB"/>
              </w:rPr>
              <w:t>10 → shift by 180° from the initial phase; 11 → shift by 270° from the initial phase</w:t>
            </w:r>
          </w:p>
        </w:tc>
      </w:tr>
    </w:tbl>
    <w:p w:rsidR="003264F1" w:rsidRPr="000015DA" w:rsidRDefault="003264F1" w:rsidP="00270778">
      <w:pPr>
        <w:rPr>
          <w:lang w:val="en-GB"/>
        </w:rPr>
      </w:pPr>
    </w:p>
    <w:p w:rsidR="00766135" w:rsidRPr="000015DA" w:rsidRDefault="00270778" w:rsidP="00766135">
      <w:pPr>
        <w:pStyle w:val="eTask"/>
        <w:rPr>
          <w:lang w:val="en-GB"/>
        </w:rPr>
      </w:pPr>
      <w:r w:rsidRPr="000015DA">
        <w:rPr>
          <w:lang w:val="en-GB"/>
        </w:rPr>
        <w:lastRenderedPageBreak/>
        <w:t>Tick all the boxes, which refer to the main benefits of (D</w:t>
      </w:r>
      <w:proofErr w:type="gramStart"/>
      <w:r w:rsidRPr="000015DA">
        <w:rPr>
          <w:lang w:val="en-GB"/>
        </w:rPr>
        <w:t>)QPSK</w:t>
      </w:r>
      <w:proofErr w:type="gramEnd"/>
      <w:r w:rsidRPr="000015DA">
        <w:rPr>
          <w:lang w:val="en-GB"/>
        </w:rPr>
        <w:t xml:space="preserve"> modulations.</w:t>
      </w: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pStyle w:val="eCheckBoxText"/>
        <w:rPr>
          <w:b/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symbol</w:t>
      </w:r>
      <w:proofErr w:type="gramEnd"/>
      <w:r w:rsidRPr="000015DA">
        <w:rPr>
          <w:lang w:val="en-GB"/>
        </w:rPr>
        <w:t xml:space="preserve"> rate is 2x slower than the bit rate</w:t>
      </w:r>
    </w:p>
    <w:p w:rsidR="00270778" w:rsidRPr="000015DA" w:rsidRDefault="00270778" w:rsidP="00270778">
      <w:pPr>
        <w:pStyle w:val="eCheckBoxText"/>
        <w:rPr>
          <w:b/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symbol</w:t>
      </w:r>
      <w:proofErr w:type="gramEnd"/>
      <w:r w:rsidRPr="000015DA">
        <w:rPr>
          <w:lang w:val="en-GB"/>
        </w:rPr>
        <w:t xml:space="preserve"> rate is 2x faster than the bit rate</w:t>
      </w:r>
    </w:p>
    <w:p w:rsidR="00270778" w:rsidRPr="000015DA" w:rsidRDefault="00270778" w:rsidP="00270778">
      <w:pPr>
        <w:pStyle w:val="eCheckBoxText"/>
        <w:rPr>
          <w:b/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robustness</w:t>
      </w:r>
      <w:proofErr w:type="gramEnd"/>
      <w:r w:rsidRPr="000015DA">
        <w:rPr>
          <w:lang w:val="en-GB"/>
        </w:rPr>
        <w:t xml:space="preserve"> against polarization mode dispersion due to its longer symbol duration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r w:rsidRPr="000015DA">
        <w:rPr>
          <w:lang w:val="en-GB"/>
        </w:rPr>
        <w:t>increased tolerance to chromatic dispersion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narrow</w:t>
      </w:r>
      <w:proofErr w:type="gramEnd"/>
      <w:r w:rsidRPr="000015DA">
        <w:rPr>
          <w:lang w:val="en-GB"/>
        </w:rPr>
        <w:t xml:space="preserve"> optical spectrum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broad</w:t>
      </w:r>
      <w:proofErr w:type="gramEnd"/>
      <w:r w:rsidRPr="000015DA">
        <w:rPr>
          <w:lang w:val="en-GB"/>
        </w:rPr>
        <w:t xml:space="preserve"> optical spectrum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r w:rsidRPr="000015DA">
        <w:rPr>
          <w:lang w:val="en-GB"/>
        </w:rPr>
        <w:t>promising even for terabit transmission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error</w:t>
      </w:r>
      <w:proofErr w:type="gramEnd"/>
      <w:r w:rsidRPr="000015DA">
        <w:rPr>
          <w:lang w:val="en-GB"/>
        </w:rPr>
        <w:t xml:space="preserve"> detection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error</w:t>
      </w:r>
      <w:proofErr w:type="gramEnd"/>
      <w:r w:rsidRPr="000015DA">
        <w:rPr>
          <w:lang w:val="en-GB"/>
        </w:rPr>
        <w:t xml:space="preserve"> correction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r w:rsidRPr="000015DA">
        <w:rPr>
          <w:lang w:val="en-GB"/>
        </w:rPr>
        <w:t>improved synchronization compared to DPSK and BPSK</w:t>
      </w:r>
    </w:p>
    <w:p w:rsidR="00270778" w:rsidRPr="000015DA" w:rsidRDefault="00270778" w:rsidP="00270778">
      <w:pPr>
        <w:pStyle w:val="eCheckBoxText"/>
        <w:rPr>
          <w:lang w:val="en-GB"/>
        </w:rPr>
      </w:pPr>
      <w:r w:rsidRPr="000015DA">
        <w:rPr>
          <w:rStyle w:val="eCheckBoxSquareChar"/>
          <w:lang w:val="en-GB"/>
        </w:rPr>
        <w:t>□</w:t>
      </w:r>
      <w:r w:rsidRPr="000015DA">
        <w:rPr>
          <w:rStyle w:val="eCheckBoxSquareChar"/>
          <w:lang w:val="en-GB"/>
        </w:rPr>
        <w:tab/>
      </w:r>
      <w:proofErr w:type="gramStart"/>
      <w:r w:rsidRPr="000015DA">
        <w:rPr>
          <w:lang w:val="en-GB"/>
        </w:rPr>
        <w:t>elimination</w:t>
      </w:r>
      <w:proofErr w:type="gramEnd"/>
      <w:r w:rsidRPr="000015DA">
        <w:rPr>
          <w:lang w:val="en-GB"/>
        </w:rPr>
        <w:t xml:space="preserve"> of Far End Crosstalk</w:t>
      </w: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pStyle w:val="eLineBottom"/>
        <w:rPr>
          <w:lang w:val="en-GB"/>
        </w:rPr>
      </w:pPr>
    </w:p>
    <w:p w:rsidR="00270778" w:rsidRPr="000015DA" w:rsidRDefault="00270778" w:rsidP="00270778">
      <w:pPr>
        <w:pStyle w:val="eCheckBoxText"/>
        <w:rPr>
          <w:lang w:val="en-GB"/>
        </w:rPr>
      </w:pPr>
    </w:p>
    <w:p w:rsidR="00270778" w:rsidRPr="000015DA" w:rsidRDefault="00270778" w:rsidP="00270778">
      <w:pPr>
        <w:pStyle w:val="eTask"/>
        <w:rPr>
          <w:lang w:val="en-GB"/>
        </w:rPr>
      </w:pPr>
      <w:r w:rsidRPr="000015DA">
        <w:rPr>
          <w:lang w:val="en-GB"/>
        </w:rPr>
        <w:t>Which modulation principle is illustrated in the following figure?</w:t>
      </w: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  <w:r w:rsidRPr="000015DA">
        <w:rPr>
          <w:noProof/>
        </w:rPr>
        <w:drawing>
          <wp:inline distT="0" distB="0" distL="0" distR="0" wp14:anchorId="347FD434" wp14:editId="26FC8E35">
            <wp:extent cx="5760720" cy="1902460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K-R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84D63" wp14:editId="07EDA968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QPSK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84D63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" filled="f" strokeweight=".5pt">
                <v:textbox inset="1mm,,1mm"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QPSK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8B779" wp14:editId="6EF37BBD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OOK-RZ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8B779"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OOK-RZ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EF940" wp14:editId="3E0CBBD4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OOK-NRZ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F940"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3tRyZjQIAAIo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OOK-NRZ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8E9AF9" wp14:editId="3EDBE599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PM-QPSK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9AF9"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8tkQIAAJI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bOhgFYQbnDufDQLVZw8rbCet+J&#10;EB+Fx03CfuN1iA/40QawSdBTnK3B//obn/A44CjlrMHNLHj4uRFecWa+WRz9i9F4TKucHuPJ51N8&#10;+GPJ6lhiN/U1YOdHeIecTCThoxlI7aF+xiOyIK8oElai74LHgbyO3b3AIyTVYpFAuLxOxDu7dJJM&#10;U5Nozp7aZ+FdP78RJ/8ehh0Wszdj3GFJ08JiE0FXacapzl1V+/rj4qct6Y8UXZbjd0IdTun8NwA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KA48tkQIAAJI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PM-QPSK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3FFB1" wp14:editId="5574EC5C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CSRZ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3FFB1"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BtLya6lAIAAJI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CSRZ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9C7512" wp14:editId="6A43D960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DPSK-RZ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C7512"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" filled="f" strokeweight=".5pt">
                <v:textbox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DPSK-RZ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>
      <w:pPr>
        <w:rPr>
          <w:lang w:val="en-GB"/>
        </w:rPr>
      </w:pPr>
      <w:r w:rsidRPr="000015DA">
        <w:rPr>
          <w:lang w:val="en-GB"/>
        </w:rPr>
        <w:br w:type="page"/>
      </w:r>
    </w:p>
    <w:p w:rsidR="00270778" w:rsidRPr="000015DA" w:rsidRDefault="00270778" w:rsidP="00270778">
      <w:pPr>
        <w:pStyle w:val="eTask"/>
        <w:rPr>
          <w:lang w:val="en-GB"/>
        </w:rPr>
      </w:pPr>
      <w:r w:rsidRPr="000015DA">
        <w:rPr>
          <w:lang w:val="en-GB"/>
        </w:rPr>
        <w:lastRenderedPageBreak/>
        <w:t>Write “intensity modulation”, “phase modulation</w:t>
      </w:r>
      <w:r w:rsidR="00337AFB" w:rsidRPr="00865394">
        <w:rPr>
          <w:lang w:val="en-GB"/>
        </w:rPr>
        <w:t>”</w:t>
      </w:r>
      <w:r w:rsidR="00337AFB">
        <w:rPr>
          <w:lang w:val="en-GB"/>
        </w:rPr>
        <w:t>,</w:t>
      </w:r>
      <w:r w:rsidR="00337AFB" w:rsidRPr="00865394">
        <w:rPr>
          <w:lang w:val="en-GB"/>
        </w:rPr>
        <w:t xml:space="preserve"> </w:t>
      </w:r>
      <w:r w:rsidR="00337AFB">
        <w:rPr>
          <w:lang w:val="en-GB"/>
        </w:rPr>
        <w:t>“multi-carrier modulation”</w:t>
      </w:r>
      <w:bookmarkStart w:id="0" w:name="_GoBack"/>
      <w:bookmarkEnd w:id="0"/>
      <w:r w:rsidRPr="000015DA">
        <w:rPr>
          <w:lang w:val="en-GB"/>
        </w:rPr>
        <w:t xml:space="preserve"> or “frequency modulation” next to the following modulation formats listed in the right-hand column.</w:t>
      </w:r>
    </w:p>
    <w:p w:rsidR="00270778" w:rsidRPr="000015DA" w:rsidRDefault="00270778" w:rsidP="00270778">
      <w:pPr>
        <w:rPr>
          <w:lang w:val="en-GB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0015DA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  <w:r w:rsidRPr="000015DA">
              <w:rPr>
                <w:b/>
                <w:lang w:val="en-GB"/>
              </w:rPr>
              <w:t>Type of modulation format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0015DA" w:rsidRDefault="00270778" w:rsidP="00B30D27">
            <w:pPr>
              <w:spacing w:before="120" w:after="120"/>
              <w:rPr>
                <w:b/>
                <w:lang w:val="en-GB"/>
              </w:rPr>
            </w:pPr>
            <w:r w:rsidRPr="000015DA">
              <w:rPr>
                <w:b/>
                <w:lang w:val="en-GB"/>
              </w:rPr>
              <w:t>Name of modulation format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b/>
                <w:lang w:val="en-GB"/>
              </w:rPr>
            </w:pPr>
            <w:r w:rsidRPr="000015DA">
              <w:rPr>
                <w:lang w:val="en-GB"/>
              </w:rPr>
              <w:t xml:space="preserve">OFDM 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CSRZ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QPSK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DMT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OOK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VDMT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DPSK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0015DA" w:rsidRDefault="00270778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DB</w:t>
            </w:r>
          </w:p>
        </w:tc>
      </w:tr>
    </w:tbl>
    <w:p w:rsidR="00270778" w:rsidRPr="000015DA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0015DA" w:rsidRPr="000015DA" w:rsidRDefault="000015D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0730C9" w:rsidRDefault="000730C9">
      <w:pPr>
        <w:rPr>
          <w:b/>
          <w:lang w:val="en-GB"/>
        </w:rPr>
      </w:pPr>
      <w:r>
        <w:rPr>
          <w:lang w:val="en-GB"/>
        </w:rPr>
        <w:br w:type="page"/>
      </w:r>
    </w:p>
    <w:p w:rsidR="000015DA" w:rsidRDefault="00EE2045" w:rsidP="000015DA">
      <w:pPr>
        <w:pStyle w:val="eTask"/>
        <w:rPr>
          <w:lang w:val="en-GB"/>
        </w:rPr>
      </w:pPr>
      <w:r>
        <w:rPr>
          <w:lang w:val="en-GB"/>
        </w:rPr>
        <w:lastRenderedPageBreak/>
        <w:t>Modulate the following binary data using OOK, CSRZ and DB modulation.</w:t>
      </w:r>
    </w:p>
    <w:p w:rsidR="007470CA" w:rsidRPr="000015DA" w:rsidRDefault="007470CA" w:rsidP="007470CA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0015DA" w:rsidRDefault="00EE2045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lang w:val="en-GB"/>
        </w:rPr>
        <w:t>The data is 01001110.</w:t>
      </w: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6875CC" w:rsidRDefault="006875CC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lang w:val="en-GB"/>
        </w:rPr>
        <w:t>Example:</w:t>
      </w: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9724D5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D5" w:rsidRDefault="009724D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D5" w:rsidRDefault="009724D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5" w:rsidRDefault="009724D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+90</w:t>
            </w:r>
            <w:r>
              <w:rPr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</w:tbl>
    <w:p w:rsidR="009724D5" w:rsidRDefault="009724D5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4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7470CA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</w:tbl>
    <w:p w:rsidR="00E268F8" w:rsidRDefault="00E268F8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4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470CA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7470CA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</w:tbl>
    <w:p w:rsidR="007470CA" w:rsidRPr="000015D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sectPr w:rsidR="007470CA" w:rsidRPr="000015DA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A63" w:rsidRDefault="00AF0A63" w:rsidP="00861A1A">
      <w:r>
        <w:separator/>
      </w:r>
    </w:p>
  </w:endnote>
  <w:endnote w:type="continuationSeparator" w:id="0">
    <w:p w:rsidR="00AF0A63" w:rsidRDefault="00AF0A6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270778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:rsidR="00BF5E09" w:rsidRPr="00270778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A63" w:rsidRDefault="00AF0A63" w:rsidP="00861A1A">
      <w:r>
        <w:separator/>
      </w:r>
    </w:p>
  </w:footnote>
  <w:footnote w:type="continuationSeparator" w:id="0">
    <w:p w:rsidR="00AF0A63" w:rsidRDefault="00AF0A6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270778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70778">
      <w:rPr>
        <w:rFonts w:ascii="Calibri" w:hAnsi="Calibri"/>
        <w:smallCaps/>
        <w:noProof/>
        <w:sz w:val="20"/>
        <w:szCs w:val="20"/>
        <w:lang w:val="en-US"/>
      </w:rPr>
      <w:t>MODERN MODULATION METHODS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730C9"/>
    <w:rsid w:val="00073ADF"/>
    <w:rsid w:val="0007473C"/>
    <w:rsid w:val="000750C9"/>
    <w:rsid w:val="00087EAC"/>
    <w:rsid w:val="00094A16"/>
    <w:rsid w:val="000A233F"/>
    <w:rsid w:val="000A55B3"/>
    <w:rsid w:val="000C26DD"/>
    <w:rsid w:val="000C4D15"/>
    <w:rsid w:val="000C6B3A"/>
    <w:rsid w:val="000F506D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F6290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37AFB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4F88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2E60"/>
    <w:rsid w:val="005832C4"/>
    <w:rsid w:val="00587966"/>
    <w:rsid w:val="00587A91"/>
    <w:rsid w:val="005A5C87"/>
    <w:rsid w:val="005A7541"/>
    <w:rsid w:val="005B2E55"/>
    <w:rsid w:val="005B37E2"/>
    <w:rsid w:val="005B460C"/>
    <w:rsid w:val="005D23EE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875CC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286"/>
    <w:rsid w:val="007460F9"/>
    <w:rsid w:val="007470CA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03DDF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24D5"/>
    <w:rsid w:val="00974B16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0A63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268F8"/>
    <w:rsid w:val="00E352FF"/>
    <w:rsid w:val="00E41087"/>
    <w:rsid w:val="00E433EA"/>
    <w:rsid w:val="00E516D7"/>
    <w:rsid w:val="00E5359D"/>
    <w:rsid w:val="00E54A46"/>
    <w:rsid w:val="00E56B5F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2045"/>
    <w:rsid w:val="00EE3197"/>
    <w:rsid w:val="00EF2951"/>
    <w:rsid w:val="00F168D6"/>
    <w:rsid w:val="00F24638"/>
    <w:rsid w:val="00F248A4"/>
    <w:rsid w:val="00F46B18"/>
    <w:rsid w:val="00F51C9D"/>
    <w:rsid w:val="00F606AC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BC8162-661D-4F4C-9DE9-179F3CDB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40</TotalTime>
  <Pages>4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Ivan Pravda</cp:lastModifiedBy>
  <cp:revision>14</cp:revision>
  <cp:lastPrinted>2013-05-24T15:00:00Z</cp:lastPrinted>
  <dcterms:created xsi:type="dcterms:W3CDTF">2016-07-29T08:51:00Z</dcterms:created>
  <dcterms:modified xsi:type="dcterms:W3CDTF">2017-08-02T13:12:00Z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