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159" w:rsidRDefault="003903CB" w:rsidP="00311326">
      <w:pPr>
        <w:pStyle w:val="eTask"/>
      </w:pPr>
      <w:r>
        <w:t>Select correct statements</w:t>
      </w:r>
      <w:r w:rsidR="00104245" w:rsidRPr="0069754F">
        <w:t>:</w:t>
      </w:r>
      <w:r w:rsidR="008426C2" w:rsidRPr="0069754F">
        <w:t xml:space="preserve"> </w:t>
      </w:r>
      <w:r w:rsidR="00076439" w:rsidRPr="0069754F">
        <w:rPr>
          <w:rStyle w:val="eAbbreviationMeaning"/>
          <w:color w:val="auto"/>
        </w:rPr>
        <w:t>s</w:t>
      </w:r>
      <w:r w:rsidR="008426C2" w:rsidRPr="0069754F">
        <w:rPr>
          <w:rStyle w:val="eAbbreviationMeaning"/>
          <w:color w:val="auto"/>
        </w:rPr>
        <w:t>oft</w:t>
      </w:r>
      <w:r>
        <w:rPr>
          <w:rStyle w:val="eAbbreviationMeaning"/>
          <w:color w:val="auto"/>
        </w:rPr>
        <w:t>ware as a service</w:t>
      </w:r>
      <w:r w:rsidR="008426C2" w:rsidRPr="0069754F">
        <w:rPr>
          <w:rStyle w:val="eAbbreviationMeaning"/>
          <w:color w:val="auto"/>
        </w:rPr>
        <w:t xml:space="preserve"> </w:t>
      </w:r>
      <w:r w:rsidR="008426C2" w:rsidRPr="0069754F">
        <w:t>(</w:t>
      </w:r>
      <w:proofErr w:type="spellStart"/>
      <w:r w:rsidR="008426C2" w:rsidRPr="0069754F">
        <w:rPr>
          <w:rStyle w:val="eAbbreviation"/>
          <w:color w:val="auto"/>
          <w:lang w:val="sk-SK"/>
        </w:rPr>
        <w:t>SaaS</w:t>
      </w:r>
      <w:proofErr w:type="spellEnd"/>
      <w:r w:rsidR="008426C2" w:rsidRPr="0069754F">
        <w:t>)</w:t>
      </w:r>
      <w:bookmarkStart w:id="0" w:name="_GoBack"/>
      <w:bookmarkEnd w:id="0"/>
    </w:p>
    <w:p w:rsidR="00A93A21" w:rsidRPr="00A93A21" w:rsidRDefault="00A93A21" w:rsidP="00A93A21">
      <w:pPr>
        <w:rPr>
          <w:rStyle w:val="eCheckBoxSquareChar"/>
          <w:sz w:val="24"/>
        </w:rPr>
      </w:pPr>
    </w:p>
    <w:p w:rsidR="00A93A21" w:rsidRPr="00D57AAB" w:rsidRDefault="00A8158E" w:rsidP="00A93A21">
      <w:pPr>
        <w:pStyle w:val="eCheckBoxText"/>
      </w:pPr>
      <w:r w:rsidRPr="00A8158E">
        <w:rPr>
          <w:rStyle w:val="eCheckBoxSquareChar"/>
          <w:b/>
          <w:color w:val="FF0000"/>
        </w:rPr>
        <w:t>x</w:t>
      </w:r>
      <w:r w:rsidR="00A93A21" w:rsidRPr="00D57AAB">
        <w:rPr>
          <w:szCs w:val="40"/>
        </w:rPr>
        <w:tab/>
      </w:r>
      <w:r w:rsidR="00A93A21" w:rsidRPr="00A8158E">
        <w:rPr>
          <w:b/>
          <w:color w:val="FF0000"/>
          <w:szCs w:val="40"/>
        </w:rPr>
        <w:t>is a service providing software on demand</w:t>
      </w: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rPr>
          <w:szCs w:val="40"/>
        </w:rPr>
        <w:tab/>
      </w:r>
      <w:r w:rsidRPr="00D57AAB">
        <w:t>SaaS is not used for game purposes</w:t>
      </w: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rPr>
          <w:szCs w:val="40"/>
        </w:rPr>
        <w:tab/>
        <w:t>is a service providing free software</w:t>
      </w:r>
    </w:p>
    <w:p w:rsidR="00A93A21" w:rsidRPr="00D57AAB" w:rsidRDefault="00A8158E" w:rsidP="00A93A21">
      <w:pPr>
        <w:pStyle w:val="eCheckBoxText"/>
      </w:pPr>
      <w:r w:rsidRPr="00A8158E">
        <w:rPr>
          <w:rStyle w:val="eCheckBoxSquareChar"/>
          <w:b/>
          <w:color w:val="FF0000"/>
        </w:rPr>
        <w:t>x</w:t>
      </w:r>
      <w:r w:rsidR="00A93A21" w:rsidRPr="00D57AAB">
        <w:rPr>
          <w:szCs w:val="40"/>
        </w:rPr>
        <w:tab/>
      </w:r>
      <w:r w:rsidR="00A93A21" w:rsidRPr="00A8158E">
        <w:rPr>
          <w:b/>
          <w:color w:val="FF0000"/>
          <w:szCs w:val="40"/>
        </w:rPr>
        <w:t>delivers and licenses software to users</w:t>
      </w:r>
    </w:p>
    <w:p w:rsidR="00A93A21" w:rsidRPr="00D57AAB" w:rsidRDefault="00A8158E" w:rsidP="00A93A21">
      <w:pPr>
        <w:pStyle w:val="eCheckBoxText"/>
      </w:pPr>
      <w:r w:rsidRPr="00A8158E">
        <w:rPr>
          <w:rStyle w:val="eCheckBoxSquareChar"/>
          <w:b/>
          <w:color w:val="FF0000"/>
        </w:rPr>
        <w:t>x</w:t>
      </w:r>
      <w:r w:rsidR="00A93A21" w:rsidRPr="00D57AAB">
        <w:rPr>
          <w:szCs w:val="40"/>
        </w:rPr>
        <w:tab/>
      </w:r>
      <w:r w:rsidR="00A93A21" w:rsidRPr="00A8158E">
        <w:rPr>
          <w:b/>
          <w:color w:val="FF0000"/>
          <w:szCs w:val="40"/>
        </w:rPr>
        <w:t>is a service accessible using web browser</w:t>
      </w: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rPr>
          <w:szCs w:val="40"/>
        </w:rPr>
        <w:tab/>
        <w:t>has problems with software compatibility</w:t>
      </w: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rPr>
          <w:szCs w:val="40"/>
        </w:rPr>
        <w:tab/>
        <w:t>has insufficient global availability</w:t>
      </w:r>
    </w:p>
    <w:p w:rsidR="00CE4558" w:rsidRDefault="00CE4558" w:rsidP="00A93A21">
      <w:pPr>
        <w:pStyle w:val="eLineBottom"/>
      </w:pPr>
    </w:p>
    <w:p w:rsidR="00A93A21" w:rsidRPr="0069754F" w:rsidRDefault="00A93A21" w:rsidP="00CE4558"/>
    <w:p w:rsidR="00EB5344" w:rsidRPr="0069754F" w:rsidRDefault="005A2E42" w:rsidP="00311326">
      <w:pPr>
        <w:pStyle w:val="eTask"/>
      </w:pPr>
      <w:r>
        <w:t>Fill in sentence</w:t>
      </w:r>
      <w:r w:rsidR="00DA1D67">
        <w:t>!</w:t>
      </w:r>
    </w:p>
    <w:p w:rsidR="000D0084" w:rsidRDefault="000D0084" w:rsidP="000D0084"/>
    <w:p w:rsidR="000D0084" w:rsidRDefault="00A93A21" w:rsidP="007B46D4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Personal computer</m:t>
                </m:r>
              </m:e>
              <m:e>
                <m:r>
                  <m:rPr>
                    <m:sty m:val="b"/>
                  </m:rPr>
                  <w:rPr>
                    <w:rFonts w:ascii="Cambria Math" w:hAnsi="Cambria Math"/>
                    <w:color w:val="FF0000"/>
                  </w:rPr>
                  <m:t>Personal cloud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Hard disk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USB</m:t>
                </m:r>
              </m:e>
            </m:eqArr>
          </m:e>
        </m:d>
      </m:oMath>
      <w:r w:rsidR="00B907AC" w:rsidRPr="0069754F">
        <w:t xml:space="preserve"> </w:t>
      </w:r>
      <w:r w:rsidR="005A2E42" w:rsidRPr="005A2E42">
        <w:t>provides users with the ability to upload, store, synchronize, stream, retrieve and share content.</w:t>
      </w:r>
    </w:p>
    <w:p w:rsidR="00B907AC" w:rsidRPr="0069754F" w:rsidRDefault="00B907AC" w:rsidP="00B907AC">
      <w:pPr>
        <w:pStyle w:val="eLineBottom"/>
      </w:pPr>
    </w:p>
    <w:p w:rsidR="00B907AC" w:rsidRPr="0069754F" w:rsidRDefault="00B907AC" w:rsidP="000D0084"/>
    <w:p w:rsidR="00076439" w:rsidRPr="00A93A21" w:rsidRDefault="00F4463C" w:rsidP="00311326">
      <w:pPr>
        <w:pStyle w:val="eTask"/>
        <w:rPr>
          <w:rStyle w:val="eAbbreviationMeaning"/>
          <w:b/>
          <w:i w:val="0"/>
          <w:color w:val="auto"/>
          <w:lang w:eastAsia="cs-CZ"/>
        </w:rPr>
      </w:pPr>
      <w:r>
        <w:t>Choose correct option:</w:t>
      </w:r>
      <w:r w:rsidR="00076439" w:rsidRPr="00311326">
        <w:t xml:space="preserve"> </w:t>
      </w:r>
      <w:r w:rsidR="00D973EC" w:rsidRPr="00311326">
        <w:rPr>
          <w:rStyle w:val="eAbbreviationMeaning"/>
          <w:color w:val="auto"/>
          <w:lang w:eastAsia="cs-CZ"/>
        </w:rPr>
        <w:t>VoD</w:t>
      </w:r>
      <w:r>
        <w:rPr>
          <w:rStyle w:val="eAbbreviationMeaning"/>
          <w:color w:val="auto"/>
          <w:lang w:eastAsia="cs-CZ"/>
        </w:rPr>
        <w:t xml:space="preserve"> as an abbreviation means</w:t>
      </w:r>
    </w:p>
    <w:p w:rsidR="00A93A21" w:rsidRPr="00A93A21" w:rsidRDefault="00A93A21" w:rsidP="00A93A21">
      <w:pPr>
        <w:rPr>
          <w:rStyle w:val="eCheckBoxSquareChar"/>
          <w:sz w:val="24"/>
        </w:rPr>
      </w:pP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tab/>
      </w:r>
      <w:r w:rsidRPr="00A93A21">
        <w:rPr>
          <w:szCs w:val="40"/>
        </w:rPr>
        <w:t>voice</w:t>
      </w:r>
      <w:r w:rsidRPr="00A93A21">
        <w:rPr>
          <w:rStyle w:val="eCheckBoxTextChar"/>
        </w:rPr>
        <w:t xml:space="preserve"> on demand</w:t>
      </w: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tab/>
      </w:r>
      <w:r w:rsidRPr="00A93A21">
        <w:rPr>
          <w:szCs w:val="40"/>
        </w:rPr>
        <w:t>video</w:t>
      </w:r>
      <w:r w:rsidRPr="00A93A21">
        <w:rPr>
          <w:rStyle w:val="eCheckBoxTextChar"/>
        </w:rPr>
        <w:t xml:space="preserve"> data</w:t>
      </w:r>
    </w:p>
    <w:p w:rsidR="00A93A21" w:rsidRPr="00D57AAB" w:rsidRDefault="00A8158E" w:rsidP="00A93A21">
      <w:pPr>
        <w:pStyle w:val="eCheckBoxText"/>
      </w:pPr>
      <w:r w:rsidRPr="00A8158E">
        <w:rPr>
          <w:rStyle w:val="eCheckBoxSquareChar"/>
          <w:b/>
          <w:color w:val="FF0000"/>
        </w:rPr>
        <w:t>x</w:t>
      </w:r>
      <w:r w:rsidR="00A93A21" w:rsidRPr="00D57AAB">
        <w:tab/>
      </w:r>
      <w:r w:rsidR="00A93A21" w:rsidRPr="00A8158E">
        <w:rPr>
          <w:b/>
          <w:color w:val="FF0000"/>
          <w:szCs w:val="40"/>
        </w:rPr>
        <w:t>video</w:t>
      </w:r>
      <w:r w:rsidR="00A93A21" w:rsidRPr="00A8158E">
        <w:rPr>
          <w:rStyle w:val="eCheckBoxTextChar"/>
          <w:b/>
          <w:color w:val="FF0000"/>
        </w:rPr>
        <w:t xml:space="preserve"> on demand</w:t>
      </w: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tab/>
      </w:r>
      <w:r w:rsidRPr="00A93A21">
        <w:rPr>
          <w:szCs w:val="40"/>
        </w:rPr>
        <w:t>voice</w:t>
      </w:r>
      <w:r w:rsidRPr="00A93A21">
        <w:rPr>
          <w:rStyle w:val="eCheckBoxTextChar"/>
        </w:rPr>
        <w:t xml:space="preserve"> data</w:t>
      </w:r>
    </w:p>
    <w:p w:rsidR="00B907AC" w:rsidRPr="0069754F" w:rsidRDefault="00B907AC" w:rsidP="00B907AC">
      <w:pPr>
        <w:pStyle w:val="eLineBottom"/>
      </w:pPr>
    </w:p>
    <w:p w:rsidR="00B907AC" w:rsidRPr="0069754F" w:rsidRDefault="00B907AC" w:rsidP="000D0084"/>
    <w:p w:rsidR="00A93A21" w:rsidRDefault="00A93A21">
      <w:pPr>
        <w:rPr>
          <w:b/>
        </w:rPr>
      </w:pPr>
      <w:r>
        <w:br w:type="page"/>
      </w:r>
    </w:p>
    <w:p w:rsidR="005A5809" w:rsidRDefault="009256B9" w:rsidP="00311326">
      <w:pPr>
        <w:pStyle w:val="eTask"/>
      </w:pPr>
      <w:r w:rsidRPr="009256B9">
        <w:lastRenderedPageBreak/>
        <w:t>Assign the terms from the left column to the corresp</w:t>
      </w:r>
      <w:r>
        <w:t>onding definitions on the right</w:t>
      </w:r>
      <w:r w:rsidR="00DA1D67">
        <w:t>!</w:t>
      </w:r>
    </w:p>
    <w:p w:rsidR="009256B9" w:rsidRPr="0069754F" w:rsidRDefault="00A8158E" w:rsidP="009256B9"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599FE0" wp14:editId="615720CD">
                <wp:simplePos x="0" y="0"/>
                <wp:positionH relativeFrom="column">
                  <wp:posOffset>1955548</wp:posOffset>
                </wp:positionH>
                <wp:positionV relativeFrom="page">
                  <wp:posOffset>2838091</wp:posOffset>
                </wp:positionV>
                <wp:extent cx="1095112" cy="1250422"/>
                <wp:effectExtent l="0" t="0" r="29210" b="26035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5112" cy="1250422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EAD711" id="Přímá spojnice 10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54pt,223.45pt" to="240.25pt,3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" strokecolor="red" strokeweight="1.25pt">
                <w10:wrap anchory="page"/>
              </v:lin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923CCD" wp14:editId="133366A2">
                <wp:simplePos x="0" y="0"/>
                <wp:positionH relativeFrom="column">
                  <wp:posOffset>1955548</wp:posOffset>
                </wp:positionH>
                <wp:positionV relativeFrom="page">
                  <wp:posOffset>2208362</wp:posOffset>
                </wp:positionV>
                <wp:extent cx="1086485" cy="1285240"/>
                <wp:effectExtent l="0" t="0" r="37465" b="2921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6485" cy="128524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C47313" id="Přímá spojnice 9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154pt,173.9pt" to="239.55pt,2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" strokecolor="red" strokeweight="1.25pt">
                <w10:wrap anchory="page"/>
              </v:lin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F50661" wp14:editId="1402938E">
                <wp:simplePos x="0" y="0"/>
                <wp:positionH relativeFrom="column">
                  <wp:posOffset>1955548</wp:posOffset>
                </wp:positionH>
                <wp:positionV relativeFrom="page">
                  <wp:posOffset>1578634</wp:posOffset>
                </wp:positionV>
                <wp:extent cx="1086485" cy="2510155"/>
                <wp:effectExtent l="0" t="0" r="37465" b="23495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6485" cy="251015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867387" id="Přímá spojnice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154pt,124.3pt" to="239.55pt,3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" strokecolor="red" strokeweight="1.25pt">
                <w10:wrap anchory="page"/>
              </v:lin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359AB" wp14:editId="49F3DFF8">
                <wp:simplePos x="0" y="0"/>
                <wp:positionH relativeFrom="column">
                  <wp:posOffset>1955548</wp:posOffset>
                </wp:positionH>
                <wp:positionV relativeFrom="page">
                  <wp:posOffset>1578634</wp:posOffset>
                </wp:positionV>
                <wp:extent cx="1086485" cy="629285"/>
                <wp:effectExtent l="0" t="0" r="37465" b="18415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6485" cy="62928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8C8B13" id="Přímá spojnice 8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154pt,124.3pt" to="239.55pt,1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" strokecolor="red" strokeweight="1.25pt">
                <w10:wrap anchory="page"/>
              </v:line>
            </w:pict>
          </mc:Fallback>
        </mc:AlternateContent>
      </w:r>
    </w:p>
    <w:tbl>
      <w:tblPr>
        <w:tblStyle w:val="Mkatabulky"/>
        <w:tblW w:w="9179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643"/>
      </w:tblGrid>
      <w:tr w:rsidR="005A5809" w:rsidRPr="0069754F" w:rsidTr="00A93A21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A5809" w:rsidRPr="00A93A21" w:rsidRDefault="005A5809" w:rsidP="00A93A21">
            <w:pPr>
              <w:jc w:val="center"/>
              <w:rPr>
                <w:b/>
              </w:rPr>
            </w:pPr>
            <w:r w:rsidRPr="00A93A21">
              <w:t>Catch-up TV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5A5809" w:rsidRPr="0069754F" w:rsidRDefault="00DA1D67" w:rsidP="00A93A21">
            <w:pPr>
              <w:rPr>
                <w:b/>
              </w:rPr>
            </w:pPr>
            <w:r>
              <w:t>users pay for every watching</w:t>
            </w:r>
            <w:r w:rsidR="005A5809" w:rsidRPr="0069754F">
              <w:t xml:space="preserve"> (pay-per-view)</w:t>
            </w:r>
          </w:p>
        </w:tc>
      </w:tr>
      <w:tr w:rsidR="00A93A21" w:rsidRPr="0069754F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A93A21" w:rsidRDefault="00A93A21" w:rsidP="00A93A2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3A21" w:rsidRPr="0069754F" w:rsidRDefault="00A93A21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Default="00A93A21" w:rsidP="00A93A21"/>
        </w:tc>
      </w:tr>
      <w:tr w:rsidR="005A5809" w:rsidRPr="0069754F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809" w:rsidRPr="0069754F" w:rsidRDefault="005A5809" w:rsidP="00A93A21">
            <w:pPr>
              <w:jc w:val="center"/>
              <w:rPr>
                <w:b/>
              </w:rPr>
            </w:pPr>
            <w:r w:rsidRPr="0069754F">
              <w:t>transa</w:t>
            </w:r>
            <w:r w:rsidR="009256B9">
              <w:t xml:space="preserve">ctional </w:t>
            </w:r>
            <w:proofErr w:type="spellStart"/>
            <w:r w:rsidR="009256B9">
              <w:t>VoD</w:t>
            </w:r>
            <w:proofErr w:type="spellEnd"/>
            <w:r w:rsidR="009256B9">
              <w:t xml:space="preserve"> service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69754F" w:rsidRDefault="00DA1D67" w:rsidP="00A93A21">
            <w:r>
              <w:t xml:space="preserve">Users can watch a program broadcasted </w:t>
            </w:r>
            <w:r w:rsidRPr="00DA1D67">
              <w:t>in multiple copies at short time intervals</w:t>
            </w:r>
          </w:p>
        </w:tc>
      </w:tr>
      <w:tr w:rsidR="00A93A21" w:rsidRPr="0069754F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69754F" w:rsidRDefault="00A93A21" w:rsidP="00A93A2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3A21" w:rsidRPr="0069754F" w:rsidRDefault="00A93A21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Default="00A93A21" w:rsidP="00A93A21"/>
        </w:tc>
      </w:tr>
      <w:tr w:rsidR="005A5809" w:rsidRPr="0069754F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69754F" w:rsidRDefault="009256B9" w:rsidP="00A93A21">
            <w:pPr>
              <w:jc w:val="center"/>
              <w:rPr>
                <w:b/>
              </w:rPr>
            </w:pPr>
            <w:r>
              <w:t xml:space="preserve">subscription </w:t>
            </w:r>
            <w:proofErr w:type="spellStart"/>
            <w:r>
              <w:t>VoD</w:t>
            </w:r>
            <w:proofErr w:type="spellEnd"/>
            <w:r>
              <w:t xml:space="preserve"> service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5809" w:rsidRPr="0069754F" w:rsidRDefault="00A8158E" w:rsidP="005A5809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B0D946F" wp14:editId="6304384B">
                      <wp:simplePos x="0" y="0"/>
                      <wp:positionH relativeFrom="column">
                        <wp:posOffset>-66675</wp:posOffset>
                      </wp:positionH>
                      <wp:positionV relativeFrom="page">
                        <wp:posOffset>211455</wp:posOffset>
                      </wp:positionV>
                      <wp:extent cx="1086485" cy="638175"/>
                      <wp:effectExtent l="0" t="0" r="37465" b="28575"/>
                      <wp:wrapNone/>
                      <wp:docPr id="11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6485" cy="6381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1FC271" id="Přímá spojnice 1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25pt,16.65pt" to="80.3pt,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69754F" w:rsidRDefault="00DA1D67" w:rsidP="00A93A21">
            <w:pPr>
              <w:rPr>
                <w:b/>
              </w:rPr>
            </w:pPr>
            <w:r>
              <w:rPr>
                <w:bCs/>
              </w:rPr>
              <w:t>users don’t pay for content</w:t>
            </w:r>
          </w:p>
        </w:tc>
      </w:tr>
      <w:tr w:rsidR="00A93A21" w:rsidRPr="0069754F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Default="00A93A21" w:rsidP="00A93A2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3A21" w:rsidRPr="0069754F" w:rsidRDefault="00A93A21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Default="00A93A21" w:rsidP="00A93A21">
            <w:pPr>
              <w:rPr>
                <w:bCs/>
              </w:rPr>
            </w:pPr>
          </w:p>
        </w:tc>
      </w:tr>
      <w:tr w:rsidR="005A5809" w:rsidRPr="0069754F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69754F" w:rsidRDefault="00DA1D67" w:rsidP="00A93A21">
            <w:pPr>
              <w:jc w:val="center"/>
              <w:rPr>
                <w:b/>
              </w:rPr>
            </w:pPr>
            <w:r>
              <w:t xml:space="preserve">near </w:t>
            </w:r>
            <w:proofErr w:type="spellStart"/>
            <w:r w:rsidR="009256B9">
              <w:t>VoD</w:t>
            </w:r>
            <w:proofErr w:type="spellEnd"/>
            <w:r w:rsidR="009256B9">
              <w:t xml:space="preserve"> service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69754F" w:rsidRDefault="00DA1D67" w:rsidP="00A93A21">
            <w:pPr>
              <w:rPr>
                <w:b/>
              </w:rPr>
            </w:pPr>
            <w:r>
              <w:t>users</w:t>
            </w:r>
            <w:r w:rsidRPr="00DA1D67">
              <w:t xml:space="preserve"> </w:t>
            </w:r>
            <w:r>
              <w:t>pay</w:t>
            </w:r>
            <w:r w:rsidRPr="00DA1D67">
              <w:t xml:space="preserve"> a monthly fee to access unlimited programs</w:t>
            </w:r>
          </w:p>
        </w:tc>
      </w:tr>
      <w:tr w:rsidR="00A93A21" w:rsidRPr="0069754F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Default="00A93A21" w:rsidP="00A93A2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3A21" w:rsidRPr="0069754F" w:rsidRDefault="00A93A21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Default="00A93A21" w:rsidP="00A93A21"/>
        </w:tc>
      </w:tr>
      <w:tr w:rsidR="005A5809" w:rsidRPr="0069754F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A5809" w:rsidRPr="0069754F" w:rsidRDefault="009256B9" w:rsidP="00A93A21">
            <w:pPr>
              <w:jc w:val="center"/>
              <w:rPr>
                <w:b/>
              </w:rPr>
            </w:pPr>
            <w:r>
              <w:t xml:space="preserve">advertising </w:t>
            </w:r>
            <w:proofErr w:type="spellStart"/>
            <w:r>
              <w:t>VoD</w:t>
            </w:r>
            <w:proofErr w:type="spellEnd"/>
            <w:r>
              <w:t xml:space="preserve"> service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</w:tcBorders>
            <w:vAlign w:val="center"/>
          </w:tcPr>
          <w:p w:rsidR="005A5809" w:rsidRPr="0069754F" w:rsidRDefault="009256B9" w:rsidP="00A93A21">
            <w:pPr>
              <w:rPr>
                <w:b/>
              </w:rPr>
            </w:pPr>
            <w:r w:rsidRPr="009256B9">
              <w:t xml:space="preserve">users </w:t>
            </w:r>
            <w:r>
              <w:t>can</w:t>
            </w:r>
            <w:r w:rsidRPr="009256B9">
              <w:t xml:space="preserve"> watch TV shows and series after their original broadcasting</w:t>
            </w:r>
          </w:p>
        </w:tc>
      </w:tr>
    </w:tbl>
    <w:p w:rsidR="00CE4558" w:rsidRPr="0069754F" w:rsidRDefault="00CE4558" w:rsidP="00CE4558">
      <w:pPr>
        <w:pStyle w:val="eLineBottom"/>
      </w:pPr>
    </w:p>
    <w:p w:rsidR="00B907AC" w:rsidRPr="0069754F" w:rsidRDefault="00B907AC" w:rsidP="00311326"/>
    <w:p w:rsidR="00AB1276" w:rsidRPr="0069754F" w:rsidRDefault="00DA1D67" w:rsidP="00311326">
      <w:pPr>
        <w:pStyle w:val="eTask"/>
      </w:pPr>
      <w:r>
        <w:t>Choose correct option!</w:t>
      </w:r>
      <w:r w:rsidR="00567A18" w:rsidRPr="0069754F">
        <w:t xml:space="preserve"> </w:t>
      </w:r>
    </w:p>
    <w:p w:rsidR="00311326" w:rsidRDefault="00311326" w:rsidP="00311326"/>
    <w:p w:rsidR="00567A18" w:rsidRDefault="00E97D50" w:rsidP="00311326">
      <w:r w:rsidRPr="00D57AAB">
        <w:t>_______________</w:t>
      </w:r>
      <w:r w:rsidR="00567A18" w:rsidRPr="0069754F">
        <w:t xml:space="preserve"> </w:t>
      </w:r>
      <w:r>
        <w:t>–</w:t>
      </w:r>
      <w:r w:rsidR="00567A18" w:rsidRPr="0069754F">
        <w:t xml:space="preserve"> </w:t>
      </w:r>
      <w:r w:rsidR="00DA1D67">
        <w:t>content is available after last byte of content is downloaded</w:t>
      </w:r>
      <w:r w:rsidR="00567A18" w:rsidRPr="0069754F">
        <w:t>.</w:t>
      </w:r>
    </w:p>
    <w:p w:rsidR="00311326" w:rsidRPr="0069754F" w:rsidRDefault="00311326" w:rsidP="00311326"/>
    <w:p w:rsidR="00A93A21" w:rsidRDefault="00E97D50" w:rsidP="00A93A21">
      <w:pPr>
        <w:pStyle w:val="Odstavecseseznamem"/>
        <w:numPr>
          <w:ilvl w:val="0"/>
          <w:numId w:val="11"/>
        </w:numPr>
      </w:pPr>
      <w:r>
        <w:t>S</w:t>
      </w:r>
      <w:r w:rsidR="00567A18" w:rsidRPr="00D57AAB">
        <w:t>treaming</w:t>
      </w:r>
    </w:p>
    <w:p w:rsidR="00A93A21" w:rsidRPr="00A016BD" w:rsidRDefault="00E97D50" w:rsidP="00A93A21">
      <w:pPr>
        <w:pStyle w:val="Odstavecseseznamem"/>
        <w:numPr>
          <w:ilvl w:val="0"/>
          <w:numId w:val="11"/>
        </w:numPr>
        <w:rPr>
          <w:b/>
          <w:color w:val="FF0000"/>
        </w:rPr>
      </w:pPr>
      <w:r w:rsidRPr="00A016BD">
        <w:rPr>
          <w:b/>
          <w:color w:val="FF0000"/>
        </w:rPr>
        <w:t>D</w:t>
      </w:r>
      <w:r w:rsidR="00DA1D67" w:rsidRPr="00A016BD">
        <w:rPr>
          <w:b/>
          <w:color w:val="FF0000"/>
        </w:rPr>
        <w:t>ownloading</w:t>
      </w:r>
    </w:p>
    <w:p w:rsidR="00A93A21" w:rsidRDefault="00E97D50" w:rsidP="00A93A21">
      <w:pPr>
        <w:pStyle w:val="Odstavecseseznamem"/>
        <w:numPr>
          <w:ilvl w:val="0"/>
          <w:numId w:val="11"/>
        </w:numPr>
      </w:pPr>
      <w:r>
        <w:t>P</w:t>
      </w:r>
      <w:r w:rsidR="00567A18" w:rsidRPr="00D57AAB">
        <w:t>rocessing</w:t>
      </w:r>
    </w:p>
    <w:p w:rsidR="00567A18" w:rsidRPr="00D57AAB" w:rsidRDefault="00E97D50" w:rsidP="00A93A21">
      <w:pPr>
        <w:pStyle w:val="Odstavecseseznamem"/>
        <w:numPr>
          <w:ilvl w:val="0"/>
          <w:numId w:val="11"/>
        </w:numPr>
      </w:pPr>
      <w:r>
        <w:t>C</w:t>
      </w:r>
      <w:r w:rsidR="00DA1D67" w:rsidRPr="00D57AAB">
        <w:t>oding</w:t>
      </w:r>
    </w:p>
    <w:p w:rsidR="00311326" w:rsidRPr="00D57AAB" w:rsidRDefault="00311326" w:rsidP="00311326"/>
    <w:p w:rsidR="00567A18" w:rsidRPr="00D57AAB" w:rsidRDefault="007B46D4" w:rsidP="00311326">
      <w:r w:rsidRPr="00D57AAB">
        <w:t>_______________</w:t>
      </w:r>
      <w:r w:rsidR="00567A18" w:rsidRPr="00D57AAB">
        <w:t xml:space="preserve"> </w:t>
      </w:r>
      <w:r w:rsidR="00E97D50">
        <w:t>–</w:t>
      </w:r>
      <w:r w:rsidR="00567A18" w:rsidRPr="00D57AAB">
        <w:t xml:space="preserve"> </w:t>
      </w:r>
      <w:r w:rsidR="00DA1D67" w:rsidRPr="00D57AAB">
        <w:t>content can be viewed by users before its complete download</w:t>
      </w:r>
      <w:r w:rsidR="00E97D50">
        <w:t>.</w:t>
      </w:r>
    </w:p>
    <w:p w:rsidR="00311326" w:rsidRPr="00D57AAB" w:rsidRDefault="00311326" w:rsidP="00311326"/>
    <w:p w:rsidR="00E97D50" w:rsidRPr="00A016BD" w:rsidRDefault="00E97D50" w:rsidP="00E97D50">
      <w:pPr>
        <w:pStyle w:val="Odstavecseseznamem"/>
        <w:numPr>
          <w:ilvl w:val="0"/>
          <w:numId w:val="12"/>
        </w:numPr>
        <w:rPr>
          <w:b/>
          <w:color w:val="FF0000"/>
        </w:rPr>
      </w:pPr>
      <w:r w:rsidRPr="00A016BD">
        <w:rPr>
          <w:b/>
          <w:color w:val="FF0000"/>
        </w:rPr>
        <w:t>S</w:t>
      </w:r>
      <w:r w:rsidR="00567A18" w:rsidRPr="00A016BD">
        <w:rPr>
          <w:b/>
          <w:color w:val="FF0000"/>
        </w:rPr>
        <w:t>treaming</w:t>
      </w:r>
    </w:p>
    <w:p w:rsidR="00E97D50" w:rsidRDefault="00E97D50" w:rsidP="00E97D50">
      <w:pPr>
        <w:pStyle w:val="Odstavecseseznamem"/>
        <w:numPr>
          <w:ilvl w:val="0"/>
          <w:numId w:val="12"/>
        </w:numPr>
      </w:pPr>
      <w:r>
        <w:t>D</w:t>
      </w:r>
      <w:r w:rsidR="00DA1D67" w:rsidRPr="00D57AAB">
        <w:t>ownloading</w:t>
      </w:r>
      <w:r w:rsidR="00567A18" w:rsidRPr="00D57AAB">
        <w:t xml:space="preserve"> </w:t>
      </w:r>
    </w:p>
    <w:p w:rsidR="00E97D50" w:rsidRDefault="00E97D50" w:rsidP="00E97D50">
      <w:pPr>
        <w:pStyle w:val="Odstavecseseznamem"/>
        <w:numPr>
          <w:ilvl w:val="0"/>
          <w:numId w:val="12"/>
        </w:numPr>
      </w:pPr>
      <w:r>
        <w:t>P</w:t>
      </w:r>
      <w:r w:rsidR="00567A18" w:rsidRPr="00D57AAB">
        <w:t xml:space="preserve">rocessing </w:t>
      </w:r>
    </w:p>
    <w:p w:rsidR="00567A18" w:rsidRPr="00D57AAB" w:rsidRDefault="00E97D50" w:rsidP="00E97D50">
      <w:pPr>
        <w:pStyle w:val="Odstavecseseznamem"/>
        <w:numPr>
          <w:ilvl w:val="0"/>
          <w:numId w:val="12"/>
        </w:numPr>
      </w:pPr>
      <w:r>
        <w:t>C</w:t>
      </w:r>
      <w:r w:rsidR="00DA1D67" w:rsidRPr="00D57AAB">
        <w:t>oding</w:t>
      </w:r>
    </w:p>
    <w:p w:rsidR="008B4839" w:rsidRPr="0069754F" w:rsidRDefault="008B4839" w:rsidP="00984188">
      <w:pPr>
        <w:pStyle w:val="eLineBottom"/>
      </w:pPr>
    </w:p>
    <w:p w:rsidR="00984188" w:rsidRPr="0069754F" w:rsidRDefault="00984188" w:rsidP="00311326"/>
    <w:p w:rsidR="00ED25FF" w:rsidRDefault="00F14B3B" w:rsidP="00311326">
      <w:pPr>
        <w:pStyle w:val="eTask"/>
      </w:pPr>
      <w:r>
        <w:t>Fill particular codecs and containers in corresponding blocks!</w:t>
      </w:r>
    </w:p>
    <w:p w:rsidR="00311326" w:rsidRPr="00311326" w:rsidRDefault="00311326" w:rsidP="00311326"/>
    <w:p w:rsidR="00D43FA0" w:rsidRPr="0069754F" w:rsidRDefault="00C12260" w:rsidP="00AB1276">
      <w:r w:rsidRPr="0069754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74B53D" wp14:editId="4059AFA4">
                <wp:simplePos x="0" y="0"/>
                <wp:positionH relativeFrom="column">
                  <wp:posOffset>3980815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3335" t="8255" r="7620" b="13335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5FF" w:rsidRPr="00ED25FF" w:rsidRDefault="00ED25FF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video </w:t>
                            </w:r>
                            <w:r w:rsidR="00D01007">
                              <w:rPr>
                                <w:b/>
                              </w:rPr>
                              <w:t>c</w:t>
                            </w:r>
                            <w:r>
                              <w:rPr>
                                <w:b/>
                              </w:rPr>
                              <w:t>onta</w:t>
                            </w:r>
                            <w:r w:rsidR="00D01007"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</w:rPr>
                              <w:t>ner</w:t>
                            </w:r>
                            <w:r w:rsidR="00D01007">
                              <w:rPr>
                                <w:b/>
                              </w:rPr>
                              <w:t>s</w:t>
                            </w:r>
                          </w:p>
                          <w:p w:rsidR="00ED25FF" w:rsidRDefault="00ED25FF" w:rsidP="00ED25FF"/>
                          <w:p w:rsidR="00A016BD" w:rsidRPr="00B840E2" w:rsidRDefault="00A016BD" w:rsidP="00A016B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11326">
                              <w:rPr>
                                <w:b/>
                                <w:color w:val="FF0000"/>
                              </w:rPr>
                              <w:t xml:space="preserve">ASF, MP4, </w:t>
                            </w:r>
                            <w:proofErr w:type="spellStart"/>
                            <w:r w:rsidRPr="00311326">
                              <w:rPr>
                                <w:b/>
                                <w:color w:val="FF0000"/>
                              </w:rPr>
                              <w:t>WebM</w:t>
                            </w:r>
                            <w:proofErr w:type="spellEnd"/>
                            <w:r w:rsidRPr="00311326">
                              <w:rPr>
                                <w:b/>
                                <w:color w:val="FF0000"/>
                              </w:rPr>
                              <w:t>, FLV</w:t>
                            </w:r>
                          </w:p>
                          <w:p w:rsidR="00BD6856" w:rsidRPr="00B840E2" w:rsidRDefault="00BD6856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D6856" w:rsidRPr="00ED25FF" w:rsidRDefault="00BD6856" w:rsidP="00ED25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4B53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13.45pt;margin-top:6.8pt;width:144.6pt;height:5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">
                <v:textbox>
                  <w:txbxContent>
                    <w:p w:rsidR="00ED25FF" w:rsidRPr="00ED25FF" w:rsidRDefault="00ED25FF" w:rsidP="00ED25F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video </w:t>
                      </w:r>
                      <w:r w:rsidR="00D01007">
                        <w:rPr>
                          <w:b/>
                        </w:rPr>
                        <w:t>c</w:t>
                      </w:r>
                      <w:r>
                        <w:rPr>
                          <w:b/>
                        </w:rPr>
                        <w:t>onta</w:t>
                      </w:r>
                      <w:r w:rsidR="00D01007">
                        <w:rPr>
                          <w:b/>
                        </w:rPr>
                        <w:t>i</w:t>
                      </w:r>
                      <w:r>
                        <w:rPr>
                          <w:b/>
                        </w:rPr>
                        <w:t>ner</w:t>
                      </w:r>
                      <w:r w:rsidR="00D01007">
                        <w:rPr>
                          <w:b/>
                        </w:rPr>
                        <w:t>s</w:t>
                      </w:r>
                    </w:p>
                    <w:p w:rsidR="00ED25FF" w:rsidRDefault="00ED25FF" w:rsidP="00ED25FF"/>
                    <w:p w:rsidR="00A016BD" w:rsidRPr="00B840E2" w:rsidRDefault="00A016BD" w:rsidP="00A016BD">
                      <w:pPr>
                        <w:jc w:val="center"/>
                        <w:rPr>
                          <w:b/>
                        </w:rPr>
                      </w:pPr>
                      <w:r w:rsidRPr="00311326">
                        <w:rPr>
                          <w:b/>
                          <w:color w:val="FF0000"/>
                        </w:rPr>
                        <w:t xml:space="preserve">ASF, MP4, </w:t>
                      </w:r>
                      <w:proofErr w:type="spellStart"/>
                      <w:r w:rsidRPr="00311326">
                        <w:rPr>
                          <w:b/>
                          <w:color w:val="FF0000"/>
                        </w:rPr>
                        <w:t>WebM</w:t>
                      </w:r>
                      <w:proofErr w:type="spellEnd"/>
                      <w:r w:rsidRPr="00311326">
                        <w:rPr>
                          <w:b/>
                          <w:color w:val="FF0000"/>
                        </w:rPr>
                        <w:t>, FLV</w:t>
                      </w:r>
                    </w:p>
                    <w:p w:rsidR="00BD6856" w:rsidRPr="00B840E2" w:rsidRDefault="00BD685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:rsidR="00BD6856" w:rsidRPr="00ED25FF" w:rsidRDefault="00BD6856" w:rsidP="00ED25FF"/>
                  </w:txbxContent>
                </v:textbox>
              </v:shape>
            </w:pict>
          </mc:Fallback>
        </mc:AlternateContent>
      </w:r>
      <w:r w:rsidRPr="0069754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B3EF2F" wp14:editId="50EBB84A">
                <wp:simplePos x="0" y="0"/>
                <wp:positionH relativeFrom="column">
                  <wp:posOffset>1994535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8255" t="8255" r="12700" b="13335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5FF" w:rsidRDefault="00ED25FF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video</w:t>
                            </w:r>
                            <w:r w:rsidRPr="00ED25FF">
                              <w:rPr>
                                <w:b/>
                              </w:rPr>
                              <w:t xml:space="preserve"> </w:t>
                            </w:r>
                            <w:r w:rsidR="00D01007">
                              <w:rPr>
                                <w:b/>
                              </w:rPr>
                              <w:t>c</w:t>
                            </w:r>
                            <w:r w:rsidRPr="00ED25FF">
                              <w:rPr>
                                <w:b/>
                              </w:rPr>
                              <w:t>ode</w:t>
                            </w:r>
                            <w:r w:rsidR="00D01007">
                              <w:rPr>
                                <w:b/>
                              </w:rPr>
                              <w:t>cs</w:t>
                            </w:r>
                          </w:p>
                          <w:p w:rsidR="00BD6856" w:rsidRDefault="00BD685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016BD" w:rsidRPr="00ED25FF" w:rsidRDefault="00A016BD" w:rsidP="00A016B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11326">
                              <w:rPr>
                                <w:b/>
                                <w:color w:val="FF0000"/>
                              </w:rPr>
                              <w:t>H.264, VP8</w:t>
                            </w:r>
                          </w:p>
                          <w:p w:rsidR="00BD6856" w:rsidRPr="00ED25FF" w:rsidRDefault="00BD6856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D6856" w:rsidRPr="00ED25FF" w:rsidRDefault="00BD685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D25FF" w:rsidRDefault="00ED25FF" w:rsidP="00ED25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3EF2F" id="Text Box 9" o:spid="_x0000_s1027" type="#_x0000_t202" style="position:absolute;margin-left:157.05pt;margin-top:6.8pt;width:144.6pt;height:5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">
                <v:textbox>
                  <w:txbxContent>
                    <w:p w:rsidR="00ED25FF" w:rsidRDefault="00ED25FF" w:rsidP="00ED25F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video</w:t>
                      </w:r>
                      <w:r w:rsidRPr="00ED25FF">
                        <w:rPr>
                          <w:b/>
                        </w:rPr>
                        <w:t xml:space="preserve"> </w:t>
                      </w:r>
                      <w:r w:rsidR="00D01007">
                        <w:rPr>
                          <w:b/>
                        </w:rPr>
                        <w:t>c</w:t>
                      </w:r>
                      <w:r w:rsidRPr="00ED25FF">
                        <w:rPr>
                          <w:b/>
                        </w:rPr>
                        <w:t>ode</w:t>
                      </w:r>
                      <w:r w:rsidR="00D01007">
                        <w:rPr>
                          <w:b/>
                        </w:rPr>
                        <w:t>cs</w:t>
                      </w:r>
                    </w:p>
                    <w:p w:rsidR="00BD6856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:rsidR="00A016BD" w:rsidRPr="00ED25FF" w:rsidRDefault="00A016BD" w:rsidP="00A016BD">
                      <w:pPr>
                        <w:jc w:val="center"/>
                        <w:rPr>
                          <w:b/>
                        </w:rPr>
                      </w:pPr>
                      <w:r w:rsidRPr="00311326">
                        <w:rPr>
                          <w:b/>
                          <w:color w:val="FF0000"/>
                        </w:rPr>
                        <w:t>H.264, VP8</w:t>
                      </w:r>
                    </w:p>
                    <w:p w:rsidR="00BD6856" w:rsidRPr="00ED25FF" w:rsidRDefault="00BD685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:rsidR="00BD6856" w:rsidRPr="00ED25FF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:rsidR="00ED25FF" w:rsidRDefault="00ED25FF" w:rsidP="00ED25FF"/>
                  </w:txbxContent>
                </v:textbox>
              </v:shape>
            </w:pict>
          </mc:Fallback>
        </mc:AlternateContent>
      </w:r>
      <w:r w:rsidRPr="0069754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09BD08" wp14:editId="56A5C70D">
                <wp:simplePos x="0" y="0"/>
                <wp:positionH relativeFrom="column">
                  <wp:posOffset>8255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2700" t="8255" r="8255" b="1333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5FF" w:rsidRDefault="00ED25FF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D25FF">
                              <w:rPr>
                                <w:b/>
                              </w:rPr>
                              <w:t xml:space="preserve">audio </w:t>
                            </w:r>
                            <w:r w:rsidR="00F14B3B">
                              <w:rPr>
                                <w:b/>
                              </w:rPr>
                              <w:t>codecs</w:t>
                            </w:r>
                          </w:p>
                          <w:p w:rsidR="00BD6856" w:rsidRDefault="00BD685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016BD" w:rsidRPr="00ED25FF" w:rsidRDefault="00A016BD" w:rsidP="00A016B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11326">
                              <w:rPr>
                                <w:b/>
                                <w:color w:val="FF0000"/>
                              </w:rPr>
                              <w:t>MP3, AAC, VORBIS</w:t>
                            </w:r>
                          </w:p>
                          <w:p w:rsidR="00BD6856" w:rsidRPr="00ED25FF" w:rsidRDefault="00BD6856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D6856" w:rsidRPr="00ED25FF" w:rsidRDefault="00BD685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9BD08" id="Text Box 5" o:spid="_x0000_s1028" type="#_x0000_t202" style="position:absolute;margin-left:.65pt;margin-top:6.8pt;width:144.6pt;height:5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">
                <v:textbox>
                  <w:txbxContent>
                    <w:p w:rsidR="00ED25FF" w:rsidRDefault="00ED25FF" w:rsidP="00ED25FF">
                      <w:pPr>
                        <w:jc w:val="center"/>
                        <w:rPr>
                          <w:b/>
                        </w:rPr>
                      </w:pPr>
                      <w:r w:rsidRPr="00ED25FF">
                        <w:rPr>
                          <w:b/>
                        </w:rPr>
                        <w:t xml:space="preserve">audio </w:t>
                      </w:r>
                      <w:r w:rsidR="00F14B3B">
                        <w:rPr>
                          <w:b/>
                        </w:rPr>
                        <w:t>codecs</w:t>
                      </w:r>
                    </w:p>
                    <w:p w:rsidR="00BD6856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:rsidR="00A016BD" w:rsidRPr="00ED25FF" w:rsidRDefault="00A016BD" w:rsidP="00A016BD">
                      <w:pPr>
                        <w:jc w:val="center"/>
                        <w:rPr>
                          <w:b/>
                        </w:rPr>
                      </w:pPr>
                      <w:r w:rsidRPr="00311326">
                        <w:rPr>
                          <w:b/>
                          <w:color w:val="FF0000"/>
                        </w:rPr>
                        <w:t>MP3, AAC, VORBIS</w:t>
                      </w:r>
                    </w:p>
                    <w:p w:rsidR="00BD6856" w:rsidRPr="00ED25FF" w:rsidRDefault="00BD685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:rsidR="00BD6856" w:rsidRPr="00ED25FF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1EA9" w:rsidRPr="0069754F" w:rsidRDefault="00A61EA9" w:rsidP="00AB1276"/>
    <w:p w:rsidR="00D43FA0" w:rsidRPr="0069754F" w:rsidRDefault="00D43FA0" w:rsidP="00AB1276">
      <w:pPr>
        <w:rPr>
          <w:rFonts w:ascii="Adobe Caslon Pro" w:hAnsi="Adobe Caslon Pro"/>
          <w:b/>
        </w:rPr>
      </w:pPr>
    </w:p>
    <w:p w:rsidR="00A61EA9" w:rsidRPr="0069754F" w:rsidRDefault="00A61EA9" w:rsidP="00AB1276">
      <w:pPr>
        <w:rPr>
          <w:rFonts w:ascii="Adobe Caslon Pro" w:hAnsi="Adobe Caslon Pro"/>
          <w:b/>
        </w:rPr>
      </w:pPr>
    </w:p>
    <w:p w:rsidR="00A61EA9" w:rsidRPr="0069754F" w:rsidRDefault="00A61EA9" w:rsidP="00AB1276">
      <w:pPr>
        <w:rPr>
          <w:rFonts w:ascii="Adobe Caslon Pro" w:hAnsi="Adobe Caslon Pro"/>
          <w:b/>
        </w:rPr>
      </w:pPr>
    </w:p>
    <w:p w:rsidR="00CE4558" w:rsidRPr="00AC1FF1" w:rsidRDefault="00D43FA0" w:rsidP="00311326">
      <w:pPr>
        <w:jc w:val="center"/>
        <w:rPr>
          <w:lang w:val="de-DE"/>
        </w:rPr>
      </w:pPr>
      <w:r w:rsidRPr="00AC1FF1">
        <w:rPr>
          <w:lang w:val="de-DE"/>
        </w:rPr>
        <w:t>VORBIS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H.264</w:t>
      </w:r>
      <w:r w:rsidR="00311326" w:rsidRPr="00AC1FF1">
        <w:rPr>
          <w:lang w:val="de-DE"/>
        </w:rPr>
        <w:t xml:space="preserve">       </w:t>
      </w:r>
      <w:proofErr w:type="spellStart"/>
      <w:r w:rsidRPr="00AC1FF1">
        <w:rPr>
          <w:lang w:val="de-DE"/>
        </w:rPr>
        <w:t>WebM</w:t>
      </w:r>
      <w:proofErr w:type="spellEnd"/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ASF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FLV</w:t>
      </w:r>
      <w:r w:rsidR="00311326" w:rsidRPr="00AC1FF1">
        <w:rPr>
          <w:lang w:val="de-DE"/>
        </w:rPr>
        <w:t xml:space="preserve">      </w:t>
      </w:r>
      <w:r w:rsidRPr="00AC1FF1">
        <w:rPr>
          <w:lang w:val="de-DE"/>
        </w:rPr>
        <w:t xml:space="preserve"> MP3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VP8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AAC</w:t>
      </w:r>
    </w:p>
    <w:p w:rsidR="00B907AC" w:rsidRPr="00AC1FF1" w:rsidRDefault="00B907AC" w:rsidP="003B32B7">
      <w:pPr>
        <w:pStyle w:val="eLineBottom"/>
        <w:rPr>
          <w:lang w:val="de-DE"/>
        </w:rPr>
      </w:pPr>
    </w:p>
    <w:p w:rsidR="00A61EA9" w:rsidRPr="00AC1FF1" w:rsidRDefault="00A61EA9" w:rsidP="00A61EA9">
      <w:pPr>
        <w:rPr>
          <w:lang w:val="de-DE"/>
        </w:rPr>
      </w:pPr>
    </w:p>
    <w:p w:rsidR="00A61EA9" w:rsidRPr="00311326" w:rsidRDefault="00D01007" w:rsidP="00311326">
      <w:pPr>
        <w:pStyle w:val="eTask"/>
      </w:pPr>
      <w:r>
        <w:t>Fill in sentences!</w:t>
      </w:r>
      <w:r w:rsidR="00A61EA9" w:rsidRPr="00311326">
        <w:t xml:space="preserve"> </w:t>
      </w:r>
    </w:p>
    <w:p w:rsidR="00B907AC" w:rsidRPr="0069754F" w:rsidRDefault="00B907AC" w:rsidP="00690423"/>
    <w:p w:rsidR="005C6F71" w:rsidRPr="0069754F" w:rsidRDefault="004D52FB" w:rsidP="00E97D50">
      <w:pPr>
        <w:spacing w:line="480" w:lineRule="auto"/>
      </w:pPr>
      <w:r w:rsidRPr="004D52FB">
        <w:t xml:space="preserve">A streaming server delivers the bit stream to a streaming client using a </w:t>
      </w:r>
      <w:r w:rsidR="00A016BD" w:rsidRPr="004D52FB">
        <w:rPr>
          <w:b/>
          <w:color w:val="FF0000"/>
        </w:rPr>
        <w:t>transport protocol</w:t>
      </w:r>
      <w:r w:rsidRPr="004D52FB">
        <w:t>.</w:t>
      </w:r>
    </w:p>
    <w:p w:rsidR="003B32B7" w:rsidRPr="0069754F" w:rsidRDefault="004D52FB" w:rsidP="00384A80">
      <w:pPr>
        <w:spacing w:line="480" w:lineRule="auto"/>
      </w:pPr>
      <w:r w:rsidRPr="004D52FB">
        <w:t xml:space="preserve">A streaming server </w:t>
      </w:r>
      <w:r>
        <w:t xml:space="preserve">supporting adaptive bit rate streaming </w:t>
      </w:r>
      <w:r w:rsidRPr="004D52FB">
        <w:t xml:space="preserve">delivers the bit stream to a streaming client using </w:t>
      </w:r>
      <w:r w:rsidR="00A016BD" w:rsidRPr="004D52FB">
        <w:rPr>
          <w:b/>
          <w:color w:val="FF0000"/>
        </w:rPr>
        <w:t>HTTP protocol</w:t>
      </w:r>
      <w:r w:rsidRPr="00D57AAB">
        <w:t>.</w:t>
      </w:r>
    </w:p>
    <w:p w:rsidR="00384A80" w:rsidRDefault="005C6F71" w:rsidP="00384A80">
      <w:pPr>
        <w:pStyle w:val="eLineBottom"/>
      </w:pPr>
      <w:r w:rsidRPr="0069754F">
        <w:t xml:space="preserve"> </w:t>
      </w:r>
    </w:p>
    <w:p w:rsidR="00384A80" w:rsidRDefault="00384A80" w:rsidP="00384A80"/>
    <w:p w:rsidR="009C1AA6" w:rsidRPr="00311326" w:rsidRDefault="004D52FB" w:rsidP="00311326">
      <w:pPr>
        <w:pStyle w:val="eTask"/>
      </w:pPr>
      <w:r>
        <w:t xml:space="preserve">Explain two types of </w:t>
      </w:r>
      <w:proofErr w:type="spellStart"/>
      <w:r w:rsidR="006D6028" w:rsidRPr="00311326">
        <w:t>CloudGaming</w:t>
      </w:r>
      <w:proofErr w:type="spellEnd"/>
      <w:r>
        <w:t xml:space="preserve"> service!</w:t>
      </w:r>
      <w:r w:rsidR="009C1AA6" w:rsidRPr="00311326">
        <w:t xml:space="preserve"> </w:t>
      </w:r>
    </w:p>
    <w:p w:rsidR="00B907AC" w:rsidRPr="0069754F" w:rsidRDefault="00B907AC" w:rsidP="007B46D4"/>
    <w:p w:rsidR="00D57AAB" w:rsidRPr="0069754F" w:rsidRDefault="00E97D50" w:rsidP="00A016BD">
      <w:pPr>
        <w:spacing w:line="480" w:lineRule="auto"/>
      </w:pPr>
      <w:r>
        <w:t>C</w:t>
      </w:r>
      <w:r w:rsidR="004D52FB" w:rsidRPr="004D52FB">
        <w:t>loud gaming based on video streaming</w:t>
      </w:r>
      <w:r w:rsidR="006D6028" w:rsidRPr="0069754F">
        <w:t xml:space="preserve"> </w:t>
      </w:r>
      <w:r w:rsidR="004D52FB">
        <w:t>–</w:t>
      </w:r>
      <w:r w:rsidR="006D6028" w:rsidRPr="0069754F">
        <w:t xml:space="preserve"> </w:t>
      </w:r>
      <w:r w:rsidR="00A016BD" w:rsidRPr="004D52FB">
        <w:rPr>
          <w:b/>
          <w:color w:val="FF0000"/>
        </w:rPr>
        <w:t>video data of a game is streamed from game company’s server (cloud) where particular game is executed and rendered to video data</w:t>
      </w:r>
      <w:r>
        <w:t>.</w:t>
      </w:r>
    </w:p>
    <w:p w:rsidR="00384A80" w:rsidRDefault="00384A80" w:rsidP="00384A80"/>
    <w:p w:rsidR="00E97D50" w:rsidRPr="0069754F" w:rsidRDefault="00E97D50" w:rsidP="00A016BD">
      <w:pPr>
        <w:spacing w:line="480" w:lineRule="auto"/>
      </w:pPr>
      <w:r>
        <w:t>C</w:t>
      </w:r>
      <w:r w:rsidR="004D52FB" w:rsidRPr="004D52FB">
        <w:t>loud gaming based on file streaming</w:t>
      </w:r>
      <w:r w:rsidR="006D6028" w:rsidRPr="0069754F">
        <w:t xml:space="preserve"> </w:t>
      </w:r>
      <w:r w:rsidR="00D57AAB">
        <w:t>–</w:t>
      </w:r>
      <w:r w:rsidR="00A016BD" w:rsidRPr="004D52FB">
        <w:rPr>
          <w:b/>
          <w:color w:val="FF0000"/>
        </w:rPr>
        <w:t xml:space="preserve">small part of the game is downloaded </w:t>
      </w:r>
      <w:r w:rsidR="00A016BD">
        <w:rPr>
          <w:b/>
          <w:color w:val="FF0000"/>
        </w:rPr>
        <w:t xml:space="preserve">from game server </w:t>
      </w:r>
      <w:r w:rsidR="00A016BD" w:rsidRPr="004D52FB">
        <w:rPr>
          <w:b/>
          <w:color w:val="FF0000"/>
        </w:rPr>
        <w:t>to user’s device and quickly executed. The rest of the game data is downloaded to the device during playing</w:t>
      </w:r>
      <w:r>
        <w:t>.</w:t>
      </w:r>
    </w:p>
    <w:p w:rsidR="00384A80" w:rsidRPr="0069754F" w:rsidRDefault="00384A80" w:rsidP="00E97D50">
      <w:pPr>
        <w:pStyle w:val="eLineBottom"/>
      </w:pPr>
    </w:p>
    <w:p w:rsidR="00E97D50" w:rsidRDefault="00E97D50" w:rsidP="00E97D50"/>
    <w:p w:rsidR="00E96FAC" w:rsidRPr="00311326" w:rsidRDefault="00384A80" w:rsidP="00384A80">
      <w:pPr>
        <w:pStyle w:val="eTask"/>
      </w:pPr>
      <w:r>
        <w:t>Fill in sentences!</w:t>
      </w:r>
    </w:p>
    <w:p w:rsidR="00E96FAC" w:rsidRDefault="00E96FAC" w:rsidP="007B46D4">
      <w:proofErr w:type="spellStart"/>
      <w:r w:rsidRPr="0069754F">
        <w:t>HbbTV</w:t>
      </w:r>
      <w:proofErr w:type="spellEnd"/>
      <w:r w:rsidRPr="0069754F">
        <w:t xml:space="preserve"> </w:t>
      </w:r>
      <w:r w:rsidR="00D40833" w:rsidRPr="00D40833">
        <w:t xml:space="preserve">is an international standard (specification) </w:t>
      </w:r>
      <w:r w:rsidR="00D40833">
        <w:t xml:space="preserve">which </w:t>
      </w:r>
      <w:r w:rsidR="00D40833" w:rsidRPr="00D40833">
        <w:t>defin</w:t>
      </w:r>
      <w:r w:rsidR="00D40833">
        <w:t>es</w:t>
      </w:r>
      <w:r w:rsidR="00D40833" w:rsidRPr="00D40833">
        <w:t xml:space="preserve"> a delivery of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de-DE"/>
                  </w:rPr>
                  <m:t>analog</m:t>
                </m:r>
              </m:e>
              <m:e>
                <w:proofErr w:type="spellStart"/>
                <m:r>
                  <m:rPr>
                    <m:nor/>
                  </m:rPr>
                  <w:rPr>
                    <w:strike/>
                    <w:lang w:val="de-DE"/>
                  </w:rPr>
                  <m:t>terrestrial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b/>
                    <w:color w:val="FF0000"/>
                    <w:lang w:val="de-DE"/>
                  </w:rPr>
                  <m:t>digital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diskrete</m:t>
                </m:r>
              </m:e>
            </m:eqArr>
          </m:e>
        </m:d>
      </m:oMath>
      <w:r w:rsidR="00D40833">
        <w:t xml:space="preserve"> </w:t>
      </w:r>
      <w:r w:rsidR="00D40833" w:rsidRPr="00D40833">
        <w:t>interactive TV to the users through a common user interface on TVs or set-top-boxes.</w:t>
      </w:r>
    </w:p>
    <w:p w:rsidR="00384A80" w:rsidRPr="0069754F" w:rsidRDefault="00384A80" w:rsidP="00384A80">
      <w:pPr>
        <w:pStyle w:val="eLineBottom"/>
      </w:pPr>
    </w:p>
    <w:p w:rsidR="00984188" w:rsidRPr="00D40833" w:rsidRDefault="00984188" w:rsidP="007B46D4">
      <w:pPr>
        <w:rPr>
          <w:lang w:val="de-DE"/>
        </w:rPr>
      </w:pPr>
    </w:p>
    <w:p w:rsidR="00B31FDE" w:rsidRPr="00311326" w:rsidRDefault="00DB729D" w:rsidP="00311326">
      <w:pPr>
        <w:pStyle w:val="eTask"/>
      </w:pPr>
      <w:r>
        <w:t>Name three HbbTV services for</w:t>
      </w:r>
      <w:r w:rsidR="00B31FDE" w:rsidRPr="00311326">
        <w:t>:</w:t>
      </w:r>
    </w:p>
    <w:p w:rsidR="00B907AC" w:rsidRPr="0069754F" w:rsidRDefault="00B907AC" w:rsidP="007B46D4"/>
    <w:p w:rsidR="00B31FDE" w:rsidRPr="0069754F" w:rsidRDefault="00DB729D" w:rsidP="007B46D4">
      <w:r>
        <w:t>Video on demand service</w:t>
      </w:r>
      <w:r w:rsidR="00B31FDE" w:rsidRPr="0069754F">
        <w:t xml:space="preserve">: </w:t>
      </w:r>
      <w:r w:rsidR="00A016BD" w:rsidRPr="007B46D4">
        <w:rPr>
          <w:b/>
          <w:color w:val="FF0000"/>
        </w:rPr>
        <w:t xml:space="preserve">catch-up TV, start-over, push </w:t>
      </w:r>
      <w:proofErr w:type="spellStart"/>
      <w:r w:rsidR="00A016BD" w:rsidRPr="007B46D4">
        <w:rPr>
          <w:b/>
          <w:color w:val="FF0000"/>
        </w:rPr>
        <w:t>VoD</w:t>
      </w:r>
      <w:proofErr w:type="spellEnd"/>
      <w:r w:rsidR="00A016BD" w:rsidRPr="007B46D4">
        <w:rPr>
          <w:b/>
          <w:color w:val="FF0000"/>
        </w:rPr>
        <w:t xml:space="preserve">, </w:t>
      </w:r>
      <w:r w:rsidR="00A016BD">
        <w:rPr>
          <w:b/>
          <w:color w:val="FF0000"/>
        </w:rPr>
        <w:t>live streaming</w:t>
      </w:r>
      <w:r w:rsidR="00A016BD">
        <w:rPr>
          <w:b/>
          <w:color w:val="FF0000"/>
        </w:rPr>
        <w:t>.</w:t>
      </w:r>
    </w:p>
    <w:p w:rsidR="007B46D4" w:rsidRDefault="007B46D4" w:rsidP="007B46D4"/>
    <w:p w:rsidR="00A016BD" w:rsidRPr="007B46D4" w:rsidRDefault="00DB729D" w:rsidP="00A016BD">
      <w:pPr>
        <w:rPr>
          <w:b/>
          <w:color w:val="FF0000"/>
        </w:rPr>
      </w:pPr>
      <w:r>
        <w:t>I</w:t>
      </w:r>
      <w:r w:rsidR="00B31FDE" w:rsidRPr="0069754F">
        <w:t>nforma</w:t>
      </w:r>
      <w:r>
        <w:t>tion services:</w:t>
      </w:r>
      <w:r w:rsidR="00B31FDE" w:rsidRPr="0069754F">
        <w:t xml:space="preserve"> </w:t>
      </w:r>
      <w:r w:rsidR="00A016BD" w:rsidRPr="00DB729D">
        <w:rPr>
          <w:b/>
          <w:color w:val="FF0000"/>
        </w:rPr>
        <w:t>news</w:t>
      </w:r>
      <w:r w:rsidR="00A016BD" w:rsidRPr="007B46D4">
        <w:rPr>
          <w:b/>
          <w:color w:val="FF0000"/>
        </w:rPr>
        <w:t xml:space="preserve">, </w:t>
      </w:r>
      <w:r w:rsidR="00A016BD">
        <w:rPr>
          <w:b/>
          <w:color w:val="FF0000"/>
        </w:rPr>
        <w:t>weather</w:t>
      </w:r>
      <w:r w:rsidR="00A016BD" w:rsidRPr="007B46D4">
        <w:rPr>
          <w:b/>
          <w:color w:val="FF0000"/>
        </w:rPr>
        <w:t xml:space="preserve">, </w:t>
      </w:r>
      <w:r w:rsidR="00A016BD">
        <w:rPr>
          <w:b/>
          <w:color w:val="FF0000"/>
        </w:rPr>
        <w:t>traffic</w:t>
      </w:r>
      <w:r w:rsidR="00A016BD" w:rsidRPr="007B46D4">
        <w:rPr>
          <w:b/>
          <w:color w:val="FF0000"/>
        </w:rPr>
        <w:t xml:space="preserve">, </w:t>
      </w:r>
      <w:r w:rsidR="00A016BD">
        <w:rPr>
          <w:b/>
          <w:color w:val="FF0000"/>
        </w:rPr>
        <w:t>s</w:t>
      </w:r>
      <w:r w:rsidR="00A016BD" w:rsidRPr="007B46D4">
        <w:rPr>
          <w:b/>
          <w:color w:val="FF0000"/>
        </w:rPr>
        <w:t xml:space="preserve">port, </w:t>
      </w:r>
      <w:proofErr w:type="spellStart"/>
      <w:r w:rsidR="00A016BD" w:rsidRPr="007B46D4">
        <w:rPr>
          <w:b/>
          <w:color w:val="FF0000"/>
        </w:rPr>
        <w:t>eGovernment</w:t>
      </w:r>
      <w:proofErr w:type="spellEnd"/>
      <w:r w:rsidR="00A016BD" w:rsidRPr="007B46D4">
        <w:rPr>
          <w:b/>
          <w:color w:val="FF0000"/>
        </w:rPr>
        <w:t xml:space="preserve">, </w:t>
      </w:r>
      <w:r w:rsidR="00A016BD">
        <w:rPr>
          <w:b/>
          <w:color w:val="FF0000"/>
        </w:rPr>
        <w:t>enhanced</w:t>
      </w:r>
      <w:r w:rsidR="00A016BD" w:rsidRPr="007B46D4">
        <w:rPr>
          <w:b/>
          <w:color w:val="FF0000"/>
        </w:rPr>
        <w:t xml:space="preserve"> teletext, </w:t>
      </w:r>
    </w:p>
    <w:p w:rsidR="00B31FDE" w:rsidRPr="008732D8" w:rsidRDefault="00A016BD" w:rsidP="00A016BD">
      <w:r>
        <w:rPr>
          <w:b/>
          <w:color w:val="FF0000"/>
        </w:rPr>
        <w:t>guides</w:t>
      </w:r>
      <w:r w:rsidRPr="007B46D4">
        <w:rPr>
          <w:b/>
          <w:color w:val="FF0000"/>
        </w:rPr>
        <w:t>, EPG</w:t>
      </w:r>
      <w:r>
        <w:rPr>
          <w:b/>
          <w:color w:val="FF0000"/>
        </w:rPr>
        <w:t>.</w:t>
      </w:r>
    </w:p>
    <w:sectPr w:rsidR="00B31FDE" w:rsidRPr="008732D8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5F2" w:rsidRDefault="009C15F2" w:rsidP="00861A1A">
      <w:r>
        <w:separator/>
      </w:r>
    </w:p>
  </w:endnote>
  <w:endnote w:type="continuationSeparator" w:id="0">
    <w:p w:rsidR="009C15F2" w:rsidRDefault="009C15F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7DB45278" wp14:editId="09CCC02E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C1FF1" w:rsidRPr="00CA51B5" w:rsidRDefault="00AC1FF1" w:rsidP="00AC1FF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D973EC" w:rsidRPr="00CA51B5" w:rsidRDefault="00AC1FF1" w:rsidP="00AC1FF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5F2" w:rsidRDefault="009C15F2" w:rsidP="00861A1A">
      <w:r>
        <w:separator/>
      </w:r>
    </w:p>
  </w:footnote>
  <w:footnote w:type="continuationSeparator" w:id="0">
    <w:p w:rsidR="009C15F2" w:rsidRDefault="009C15F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311C1558" wp14:editId="1D6B9083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4293A644" wp14:editId="355E4CC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C822D2">
      <w:rPr>
        <w:rFonts w:ascii="Calibri" w:hAnsi="Calibri"/>
        <w:b/>
        <w:smallCaps/>
        <w:noProof/>
      </w:rPr>
      <w:t>WORKSHEET</w:t>
    </w:r>
  </w:p>
  <w:p w:rsidR="00D973EC" w:rsidRPr="00C148FD" w:rsidRDefault="00A016BD" w:rsidP="00DD1E80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B86444">
      <w:rPr>
        <w:rFonts w:ascii="Calibri" w:hAnsi="Calibri"/>
        <w:smallCaps/>
        <w:noProof/>
        <w:sz w:val="20"/>
        <w:szCs w:val="20"/>
      </w:rPr>
      <w:t>NEW GENERATION OF MULTIMEDIA SERVICES/APPLICATIONS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D0084"/>
    <w:rsid w:val="000F5362"/>
    <w:rsid w:val="00104245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63E70"/>
    <w:rsid w:val="00272012"/>
    <w:rsid w:val="00273D46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D7533"/>
    <w:rsid w:val="002D7AC0"/>
    <w:rsid w:val="002E301D"/>
    <w:rsid w:val="00304894"/>
    <w:rsid w:val="00304ADA"/>
    <w:rsid w:val="00306B9F"/>
    <w:rsid w:val="00307892"/>
    <w:rsid w:val="00311326"/>
    <w:rsid w:val="00315203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623C"/>
    <w:rsid w:val="003F7F87"/>
    <w:rsid w:val="00402B09"/>
    <w:rsid w:val="00417ED2"/>
    <w:rsid w:val="00425C7B"/>
    <w:rsid w:val="00457B2D"/>
    <w:rsid w:val="0046567F"/>
    <w:rsid w:val="00472203"/>
    <w:rsid w:val="00475954"/>
    <w:rsid w:val="00492966"/>
    <w:rsid w:val="004A01E5"/>
    <w:rsid w:val="004A7B44"/>
    <w:rsid w:val="004C0E36"/>
    <w:rsid w:val="004C6FC0"/>
    <w:rsid w:val="004D52FB"/>
    <w:rsid w:val="004E5E95"/>
    <w:rsid w:val="004E70EA"/>
    <w:rsid w:val="004F0CDB"/>
    <w:rsid w:val="004F5AFF"/>
    <w:rsid w:val="00501A9F"/>
    <w:rsid w:val="0051036E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423"/>
    <w:rsid w:val="00690FB1"/>
    <w:rsid w:val="0069754F"/>
    <w:rsid w:val="006A24C7"/>
    <w:rsid w:val="006A633B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3574D"/>
    <w:rsid w:val="007460F9"/>
    <w:rsid w:val="0076745A"/>
    <w:rsid w:val="007738BD"/>
    <w:rsid w:val="007837ED"/>
    <w:rsid w:val="00790D07"/>
    <w:rsid w:val="007A11F2"/>
    <w:rsid w:val="007B46D4"/>
    <w:rsid w:val="007C0FDD"/>
    <w:rsid w:val="007C308E"/>
    <w:rsid w:val="007C5B85"/>
    <w:rsid w:val="007E16D1"/>
    <w:rsid w:val="007E5FF0"/>
    <w:rsid w:val="007E6CED"/>
    <w:rsid w:val="007F60D6"/>
    <w:rsid w:val="00801EBC"/>
    <w:rsid w:val="00802588"/>
    <w:rsid w:val="00807BFE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732D8"/>
    <w:rsid w:val="00882BE0"/>
    <w:rsid w:val="008836CE"/>
    <w:rsid w:val="0088727F"/>
    <w:rsid w:val="00891FF5"/>
    <w:rsid w:val="00893E89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56B9"/>
    <w:rsid w:val="0094072E"/>
    <w:rsid w:val="00942396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84188"/>
    <w:rsid w:val="009A4551"/>
    <w:rsid w:val="009A5F9E"/>
    <w:rsid w:val="009B5E16"/>
    <w:rsid w:val="009B638C"/>
    <w:rsid w:val="009C15F2"/>
    <w:rsid w:val="009C1AA6"/>
    <w:rsid w:val="009C238F"/>
    <w:rsid w:val="009C5C13"/>
    <w:rsid w:val="009C7B24"/>
    <w:rsid w:val="009E2A2A"/>
    <w:rsid w:val="009F6E5E"/>
    <w:rsid w:val="00A016BD"/>
    <w:rsid w:val="00A17111"/>
    <w:rsid w:val="00A25134"/>
    <w:rsid w:val="00A25C4B"/>
    <w:rsid w:val="00A26A28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603A"/>
    <w:rsid w:val="00A8158E"/>
    <w:rsid w:val="00A8234A"/>
    <w:rsid w:val="00A86AE2"/>
    <w:rsid w:val="00A93A21"/>
    <w:rsid w:val="00A97C95"/>
    <w:rsid w:val="00AA0506"/>
    <w:rsid w:val="00AA5B23"/>
    <w:rsid w:val="00AB1276"/>
    <w:rsid w:val="00AB7103"/>
    <w:rsid w:val="00AC1FF1"/>
    <w:rsid w:val="00AC4ED9"/>
    <w:rsid w:val="00AC6380"/>
    <w:rsid w:val="00AD2F36"/>
    <w:rsid w:val="00AD3CB1"/>
    <w:rsid w:val="00AD5F36"/>
    <w:rsid w:val="00AD6E4D"/>
    <w:rsid w:val="00AF5281"/>
    <w:rsid w:val="00B01599"/>
    <w:rsid w:val="00B141A2"/>
    <w:rsid w:val="00B15DB4"/>
    <w:rsid w:val="00B177D0"/>
    <w:rsid w:val="00B3151A"/>
    <w:rsid w:val="00B31FDE"/>
    <w:rsid w:val="00B37307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F6B"/>
    <w:rsid w:val="00BC732E"/>
    <w:rsid w:val="00BD3D30"/>
    <w:rsid w:val="00BD5509"/>
    <w:rsid w:val="00BD6856"/>
    <w:rsid w:val="00BD7612"/>
    <w:rsid w:val="00BE6648"/>
    <w:rsid w:val="00BF5E09"/>
    <w:rsid w:val="00BF6970"/>
    <w:rsid w:val="00C12260"/>
    <w:rsid w:val="00C148FD"/>
    <w:rsid w:val="00C2393A"/>
    <w:rsid w:val="00C33DFB"/>
    <w:rsid w:val="00C4465F"/>
    <w:rsid w:val="00C5580D"/>
    <w:rsid w:val="00C57915"/>
    <w:rsid w:val="00C7264E"/>
    <w:rsid w:val="00C767C9"/>
    <w:rsid w:val="00C822D2"/>
    <w:rsid w:val="00C878F0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2347"/>
    <w:rsid w:val="00D973EC"/>
    <w:rsid w:val="00DA18A6"/>
    <w:rsid w:val="00DA1D67"/>
    <w:rsid w:val="00DA1F5C"/>
    <w:rsid w:val="00DA24E3"/>
    <w:rsid w:val="00DB2F24"/>
    <w:rsid w:val="00DB674B"/>
    <w:rsid w:val="00DB729D"/>
    <w:rsid w:val="00DC1DC7"/>
    <w:rsid w:val="00DD085D"/>
    <w:rsid w:val="00DD1E80"/>
    <w:rsid w:val="00DD34CF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48A6"/>
    <w:rsid w:val="00F82C59"/>
    <w:rsid w:val="00F871C6"/>
    <w:rsid w:val="00F8749B"/>
    <w:rsid w:val="00FA4570"/>
    <w:rsid w:val="00FA74D9"/>
    <w:rsid w:val="00FB201E"/>
    <w:rsid w:val="00FC5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232069"/>
  <w15:docId w15:val="{8C69CFD5-EE20-4FE9-B93B-E8C21794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94610B-A1D5-4D17-BBEF-E78811F86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386</Words>
  <Characters>2282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2</cp:revision>
  <cp:lastPrinted>2013-05-24T14:00:00Z</cp:lastPrinted>
  <dcterms:created xsi:type="dcterms:W3CDTF">2016-02-08T17:19:00Z</dcterms:created>
  <dcterms:modified xsi:type="dcterms:W3CDTF">2016-02-08T17:19:00Z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