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1E0867" w:rsidRDefault="004404A6" w:rsidP="00F16BCC">
      <w:pPr>
        <w:pStyle w:val="eTask"/>
        <w:rPr>
          <w:szCs w:val="20"/>
        </w:rPr>
      </w:pPr>
      <w:r w:rsidRPr="001E0867">
        <w:t>Face recognition systems fall into two categories</w:t>
      </w:r>
      <w:r w:rsidR="002A07CC" w:rsidRPr="001E0867">
        <w:t>:</w:t>
      </w:r>
    </w:p>
    <w:p w:rsidR="002A07CC" w:rsidRPr="001E0867" w:rsidRDefault="002A07CC" w:rsidP="00F16BCC"/>
    <w:p w:rsidR="002A07CC" w:rsidRPr="001E0867" w:rsidRDefault="002A07CC" w:rsidP="00F16BCC">
      <w:pPr>
        <w:pStyle w:val="eCheckBoxText"/>
        <w:rPr>
          <w:rStyle w:val="eTerm"/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Pr="001E0867">
        <w:rPr>
          <w:lang w:val="en-US"/>
        </w:rPr>
        <w:t>Aut</w:t>
      </w:r>
      <w:r w:rsidR="004404A6" w:rsidRPr="001E0867">
        <w:rPr>
          <w:lang w:val="en-US"/>
        </w:rPr>
        <w:t>horization and verification</w:t>
      </w:r>
    </w:p>
    <w:p w:rsidR="002A07CC" w:rsidRPr="001E0867" w:rsidRDefault="002A07CC" w:rsidP="00F16BCC">
      <w:pPr>
        <w:pStyle w:val="eCheckBoxText"/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C4F90" w:rsidRPr="00CC4F90">
        <w:t>Authorization and identification</w:t>
      </w:r>
    </w:p>
    <w:p w:rsidR="002A07CC" w:rsidRPr="00265ECD" w:rsidRDefault="00265ECD" w:rsidP="00F16BCC">
      <w:pPr>
        <w:pStyle w:val="eCheckBoxText"/>
        <w:rPr>
          <w:rStyle w:val="eTerm"/>
          <w:color w:val="FF0000"/>
          <w:sz w:val="20"/>
          <w:szCs w:val="20"/>
          <w:lang w:val="en-US"/>
        </w:rPr>
      </w:pPr>
      <w:proofErr w:type="gramStart"/>
      <w:r w:rsidRPr="00265ECD">
        <w:rPr>
          <w:rStyle w:val="eCheckBoxSquareChar"/>
          <w:b/>
          <w:color w:val="FF0000"/>
          <w:lang w:val="en-US"/>
        </w:rPr>
        <w:t>x</w:t>
      </w:r>
      <w:proofErr w:type="gramEnd"/>
      <w:r w:rsidR="00F16BCC" w:rsidRPr="00265ECD">
        <w:rPr>
          <w:color w:val="FF0000"/>
          <w:szCs w:val="40"/>
          <w:lang w:val="en-US"/>
        </w:rPr>
        <w:tab/>
      </w:r>
      <w:r w:rsidR="004404A6" w:rsidRPr="00265ECD">
        <w:rPr>
          <w:color w:val="FF0000"/>
          <w:lang w:val="en-US"/>
        </w:rPr>
        <w:t>Verification and identification</w:t>
      </w:r>
    </w:p>
    <w:p w:rsidR="002A07CC" w:rsidRPr="001E0867" w:rsidRDefault="002A07CC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4404A6" w:rsidRPr="001E0867">
        <w:rPr>
          <w:lang w:val="en-US"/>
        </w:rPr>
        <w:t>Face recognition and determination</w:t>
      </w:r>
    </w:p>
    <w:p w:rsidR="008938AC" w:rsidRPr="001E0867" w:rsidRDefault="008938AC" w:rsidP="00F16BCC">
      <w:pPr>
        <w:pStyle w:val="eLineBottom"/>
      </w:pPr>
    </w:p>
    <w:p w:rsidR="00D9194C" w:rsidRPr="001E0867" w:rsidRDefault="00D9194C" w:rsidP="00F16BCC"/>
    <w:p w:rsidR="00F0467D" w:rsidRPr="001E0867" w:rsidRDefault="004404A6" w:rsidP="00F16BCC">
      <w:pPr>
        <w:pStyle w:val="eTask"/>
      </w:pPr>
      <w:r w:rsidRPr="001E0867">
        <w:rPr>
          <w:lang w:val="cs-CZ"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0867">
        <w:t>Facial features are defined as</w:t>
      </w:r>
      <w:r w:rsidR="002A07CC" w:rsidRPr="001E0867">
        <w:t xml:space="preserve">:  </w:t>
      </w:r>
    </w:p>
    <w:p w:rsidR="00F0467D" w:rsidRPr="001E0867" w:rsidRDefault="00F0467D" w:rsidP="00F16BCC"/>
    <w:p w:rsidR="00F0467D" w:rsidRPr="00265ECD" w:rsidRDefault="00265ECD" w:rsidP="00F16BCC">
      <w:pPr>
        <w:pStyle w:val="eCheckBoxText"/>
        <w:rPr>
          <w:color w:val="FF000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F0467D" w:rsidRPr="00265ECD">
        <w:rPr>
          <w:color w:val="FF0000"/>
          <w:lang w:val="en-US"/>
        </w:rPr>
        <w:tab/>
      </w:r>
      <w:r w:rsidR="005B5A96" w:rsidRPr="00265ECD">
        <w:rPr>
          <w:color w:val="FF0000"/>
          <w:lang w:val="en-US"/>
        </w:rPr>
        <w:t>F</w:t>
      </w:r>
      <w:r w:rsidR="004404A6" w:rsidRPr="00265ECD">
        <w:rPr>
          <w:color w:val="FF0000"/>
          <w:lang w:val="en-US"/>
        </w:rPr>
        <w:t>eatures extracted from an image of the subject's face</w:t>
      </w:r>
    </w:p>
    <w:p w:rsidR="00F0467D" w:rsidRPr="001E0867" w:rsidRDefault="009E1B9A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0467D" w:rsidRPr="001E0867">
        <w:rPr>
          <w:lang w:val="en-US"/>
        </w:rPr>
        <w:tab/>
      </w:r>
      <w:r w:rsidR="005B5A96">
        <w:rPr>
          <w:rStyle w:val="hps"/>
          <w:lang w:val="en-US"/>
        </w:rPr>
        <w:t>S</w:t>
      </w:r>
      <w:r w:rsidR="004404A6" w:rsidRPr="001E0867">
        <w:rPr>
          <w:rStyle w:val="hps"/>
          <w:lang w:val="en-US"/>
        </w:rPr>
        <w:t>ymptoms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the main features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a human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face</w:t>
      </w:r>
    </w:p>
    <w:p w:rsidR="00F0467D" w:rsidRPr="001E0867" w:rsidRDefault="009E1B9A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0467D" w:rsidRPr="001E0867">
        <w:rPr>
          <w:lang w:val="en-US"/>
        </w:rPr>
        <w:tab/>
      </w:r>
      <w:r w:rsidR="005B5A96">
        <w:rPr>
          <w:lang w:val="en-US"/>
        </w:rPr>
        <w:t>F</w:t>
      </w:r>
      <w:r w:rsidR="004404A6" w:rsidRPr="001E0867">
        <w:rPr>
          <w:lang w:val="en-US"/>
        </w:rPr>
        <w:t>eatures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outline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a man's face</w:t>
      </w:r>
    </w:p>
    <w:p w:rsidR="00F0467D" w:rsidRPr="001E0867" w:rsidRDefault="00F0467D" w:rsidP="00F16BCC">
      <w:pPr>
        <w:pStyle w:val="eLineBottom"/>
      </w:pPr>
    </w:p>
    <w:p w:rsidR="00D9194C" w:rsidRPr="001E0867" w:rsidRDefault="00D9194C" w:rsidP="00F16BCC"/>
    <w:p w:rsidR="00F0467D" w:rsidRPr="001E0867" w:rsidRDefault="001E0867" w:rsidP="00F16BCC">
      <w:pPr>
        <w:pStyle w:val="eTask"/>
      </w:pPr>
      <w:r w:rsidRPr="001E0867">
        <w:t>Face recognition system works usually in two main phases</w:t>
      </w:r>
      <w:r w:rsidR="009E1B9A" w:rsidRPr="001E0867">
        <w:t>:</w:t>
      </w:r>
    </w:p>
    <w:p w:rsidR="009E1B9A" w:rsidRPr="001E0867" w:rsidRDefault="009E1B9A" w:rsidP="00F16BCC">
      <w:pPr>
        <w:pStyle w:val="eTask"/>
        <w:numPr>
          <w:ilvl w:val="0"/>
          <w:numId w:val="0"/>
        </w:numPr>
        <w:ind w:left="720"/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en-US"/>
        </w:rPr>
      </w:pPr>
      <w:r w:rsidRPr="001E0867">
        <w:rPr>
          <w:noProof/>
          <w:lang w:val="en-US" w:eastAsia="sk-SK"/>
        </w:rPr>
        <w:t>1.</w:t>
      </w:r>
      <w:r w:rsidRPr="001E0867">
        <w:rPr>
          <w:lang w:val="en-US"/>
        </w:rPr>
        <w:tab/>
      </w:r>
      <w:r w:rsidR="001224EA">
        <w:rPr>
          <w:lang w:val="en-US"/>
        </w:rPr>
        <w:t>The f</w:t>
      </w:r>
      <w:r w:rsidR="001E0867" w:rsidRPr="001E0867">
        <w:rPr>
          <w:lang w:val="en-US"/>
        </w:rPr>
        <w:t>irst phase</w:t>
      </w:r>
      <w:r w:rsidRPr="001E0867">
        <w:rPr>
          <w:lang w:val="en-US"/>
        </w:rPr>
        <w:t>:</w:t>
      </w:r>
      <w:r w:rsidR="00F16BCC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training process</w:t>
      </w:r>
    </w:p>
    <w:p w:rsidR="009E1B9A" w:rsidRPr="001E0867" w:rsidRDefault="009E1B9A" w:rsidP="00F16BCC">
      <w:pPr>
        <w:tabs>
          <w:tab w:val="left" w:pos="2410"/>
        </w:tabs>
        <w:rPr>
          <w:lang w:val="en-US"/>
        </w:rPr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lang w:val="en-US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1224EA">
        <w:rPr>
          <w:lang w:val="en-US"/>
        </w:rPr>
        <w:t>The s</w:t>
      </w:r>
      <w:r w:rsidR="001E0867" w:rsidRPr="001E0867">
        <w:rPr>
          <w:lang w:val="en-US"/>
        </w:rPr>
        <w:t>econd phase</w:t>
      </w:r>
      <w:r w:rsidRPr="001E0867">
        <w:rPr>
          <w:lang w:val="en-US"/>
        </w:rPr>
        <w:t>:</w:t>
      </w:r>
      <w:r w:rsidR="00F16BCC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classification of users</w:t>
      </w:r>
    </w:p>
    <w:p w:rsidR="009E1B9A" w:rsidRDefault="009E1B9A" w:rsidP="00F16BCC">
      <w:pPr>
        <w:rPr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D9194C" w:rsidRPr="001E0867" w:rsidRDefault="00D9194C" w:rsidP="00F16BCC">
      <w:pPr>
        <w:rPr>
          <w:lang w:val="en-US"/>
        </w:rPr>
      </w:pPr>
    </w:p>
    <w:p w:rsidR="00F0467D" w:rsidRPr="001E0867" w:rsidRDefault="005B5A96" w:rsidP="00F16BCC">
      <w:pPr>
        <w:pStyle w:val="eTask"/>
      </w:pPr>
      <w:r>
        <w:t>Arrange the sub</w:t>
      </w:r>
      <w:r w:rsidR="001E0867" w:rsidRPr="001E0867">
        <w:t xml:space="preserve"> process of facial recognition gradually from image acquisition to face</w:t>
      </w:r>
      <w:r>
        <w:t xml:space="preserve"> </w:t>
      </w:r>
      <w:r w:rsidRPr="001E0867">
        <w:t>tracking</w:t>
      </w:r>
      <w:r w:rsidR="001E0867" w:rsidRPr="001E0867">
        <w:t>.</w:t>
      </w:r>
    </w:p>
    <w:p w:rsidR="00F0467D" w:rsidRPr="001E0867" w:rsidRDefault="00F0467D" w:rsidP="00F16BCC"/>
    <w:p w:rsidR="00D9194C" w:rsidRPr="001E0867" w:rsidRDefault="00F0467D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1.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image acquisition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face localizatio</w:t>
      </w:r>
      <w:r w:rsidR="00265ECD">
        <w:rPr>
          <w:lang w:val="en-US"/>
        </w:rPr>
        <w:t xml:space="preserve">n </w:t>
      </w:r>
      <w:r w:rsidR="00265ECD" w:rsidRPr="00265ECD">
        <w:rPr>
          <w:b/>
          <w:color w:val="FF0000"/>
          <w:lang w:val="en-US"/>
        </w:rPr>
        <w:t>(2)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2.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face localization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face tracking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8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3.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training process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feature extraction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6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4.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pre-processing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image acquisition</w:t>
      </w:r>
      <w:r w:rsidRPr="001E0867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1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5.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normalization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training process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3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rStyle w:val="eTerm"/>
          <w:bCs/>
          <w:iCs/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6.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feature extraction</w:t>
      </w:r>
      <w:r w:rsidR="00F16BCC">
        <w:rPr>
          <w:lang w:val="en-US"/>
        </w:rPr>
        <w:tab/>
      </w:r>
      <w:r w:rsidR="005B5A96">
        <w:rPr>
          <w:lang w:val="en-US"/>
        </w:rPr>
        <w:t>normalization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5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7.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classification of faces</w:t>
      </w:r>
      <w:r w:rsidR="00F16BCC">
        <w:rPr>
          <w:lang w:val="en-US"/>
        </w:rPr>
        <w:tab/>
      </w:r>
      <w:r w:rsidR="005B5A96">
        <w:rPr>
          <w:lang w:val="en-US"/>
        </w:rPr>
        <w:t>classification of faces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7</w:t>
      </w:r>
      <w:r w:rsidR="00265ECD" w:rsidRPr="00265ECD">
        <w:rPr>
          <w:b/>
          <w:color w:val="FF0000"/>
          <w:lang w:val="en-US"/>
        </w:rPr>
        <w:t>)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8.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face tracking</w:t>
      </w:r>
      <w:r w:rsidR="00F16BCC">
        <w:rPr>
          <w:lang w:val="en-US"/>
        </w:rPr>
        <w:tab/>
      </w:r>
      <w:r w:rsidR="005B5A96">
        <w:rPr>
          <w:lang w:val="en-US"/>
        </w:rPr>
        <w:t>p</w:t>
      </w:r>
      <w:r w:rsidRPr="001E0867">
        <w:rPr>
          <w:lang w:val="en-US"/>
        </w:rPr>
        <w:t>re</w:t>
      </w:r>
      <w:r w:rsidR="005B5A96">
        <w:rPr>
          <w:lang w:val="en-US"/>
        </w:rPr>
        <w:t>-processing</w:t>
      </w:r>
      <w:r w:rsidR="00265ECD">
        <w:rPr>
          <w:lang w:val="en-US"/>
        </w:rPr>
        <w:t xml:space="preserve"> </w:t>
      </w:r>
      <w:r w:rsidR="00265ECD" w:rsidRPr="00265ECD">
        <w:rPr>
          <w:b/>
          <w:color w:val="FF0000"/>
          <w:lang w:val="en-US"/>
        </w:rPr>
        <w:t>(</w:t>
      </w:r>
      <w:r w:rsidR="00265ECD">
        <w:rPr>
          <w:b/>
          <w:color w:val="FF0000"/>
          <w:lang w:val="en-US"/>
        </w:rPr>
        <w:t>4</w:t>
      </w:r>
      <w:r w:rsidR="00265ECD" w:rsidRPr="00265ECD">
        <w:rPr>
          <w:b/>
          <w:color w:val="FF0000"/>
          <w:lang w:val="en-US"/>
        </w:rPr>
        <w:t>)</w:t>
      </w:r>
    </w:p>
    <w:p w:rsidR="00F0467D" w:rsidRPr="001E0867" w:rsidRDefault="00F0467D" w:rsidP="00F16BCC">
      <w:pPr>
        <w:rPr>
          <w:lang w:val="en-US"/>
        </w:rPr>
      </w:pPr>
    </w:p>
    <w:p w:rsidR="00F16BCC" w:rsidRDefault="00F16BCC">
      <w:pPr>
        <w:rPr>
          <w:b/>
          <w:noProof/>
          <w:lang w:val="en-US" w:eastAsia="sk-SK"/>
        </w:rPr>
      </w:pPr>
      <w:r>
        <w:br w:type="page"/>
      </w:r>
      <w:bookmarkStart w:id="0" w:name="_GoBack"/>
      <w:bookmarkEnd w:id="0"/>
    </w:p>
    <w:p w:rsidR="00D9194C" w:rsidRPr="001E0867" w:rsidRDefault="00F16BCC" w:rsidP="00F16BCC">
      <w:pPr>
        <w:pStyle w:val="eTask"/>
      </w:pPr>
      <w:r w:rsidRPr="001E0867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38364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5A96" w:rsidRPr="001C217C">
        <w:t>Iris based identification consists of</w:t>
      </w:r>
      <w:r w:rsidR="005B5A96">
        <w:t>:</w:t>
      </w:r>
    </w:p>
    <w:p w:rsidR="00C45D0F" w:rsidRPr="001E0867" w:rsidRDefault="00C45D0F" w:rsidP="00F16BCC"/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1.</w:t>
      </w:r>
      <w:r w:rsidR="00D9194C" w:rsidRPr="001E0867">
        <w:rPr>
          <w:noProof/>
          <w:lang w:val="en-US" w:eastAsia="sk-SK"/>
        </w:rPr>
        <w:tab/>
      </w:r>
      <w:r w:rsidR="00265ECD" w:rsidRPr="00265ECD">
        <w:rPr>
          <w:b/>
          <w:color w:val="FF0000"/>
          <w:lang w:val="en-US"/>
        </w:rPr>
        <w:t>iris localization</w:t>
      </w:r>
    </w:p>
    <w:p w:rsidR="00C45D0F" w:rsidRPr="001E0867" w:rsidRDefault="00C45D0F" w:rsidP="00F16BCC">
      <w:pPr>
        <w:rPr>
          <w:lang w:val="en-US"/>
        </w:rPr>
      </w:pPr>
    </w:p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feature extraction</w:t>
      </w:r>
    </w:p>
    <w:p w:rsidR="00C45D0F" w:rsidRPr="001E0867" w:rsidRDefault="00C45D0F" w:rsidP="00F16BCC">
      <w:pPr>
        <w:rPr>
          <w:noProof/>
          <w:lang w:val="en-US" w:eastAsia="sk-SK"/>
        </w:rPr>
      </w:pPr>
    </w:p>
    <w:p w:rsidR="00C45D0F" w:rsidRPr="001E0867" w:rsidRDefault="00C45D0F" w:rsidP="00C45D0F">
      <w:pPr>
        <w:rPr>
          <w:rStyle w:val="eTerm"/>
          <w:lang w:val="en-US"/>
        </w:rPr>
      </w:pPr>
      <w:r w:rsidRPr="001E0867">
        <w:rPr>
          <w:noProof/>
          <w:lang w:val="en-US" w:eastAsia="sk-SK"/>
        </w:rPr>
        <w:t>3.</w:t>
      </w:r>
      <w:r w:rsidRPr="001E0867">
        <w:rPr>
          <w:lang w:val="en-US"/>
        </w:rPr>
        <w:tab/>
      </w:r>
      <w:r w:rsidR="00265ECD" w:rsidRPr="00265ECD">
        <w:rPr>
          <w:b/>
          <w:color w:val="FF0000"/>
          <w:lang w:val="en-US"/>
        </w:rPr>
        <w:t>classification</w:t>
      </w:r>
    </w:p>
    <w:p w:rsidR="00C45D0F" w:rsidRPr="001E0867" w:rsidRDefault="00C45D0F" w:rsidP="00F16BCC">
      <w:pPr>
        <w:rPr>
          <w:rStyle w:val="eTerm"/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45D0F" w:rsidRPr="001E0867" w:rsidRDefault="00C45D0F" w:rsidP="00F16BCC">
      <w:pPr>
        <w:pStyle w:val="eTask"/>
      </w:pPr>
      <w:r w:rsidRPr="001E0867">
        <w:t xml:space="preserve"> </w:t>
      </w:r>
      <w:r w:rsidR="003D474B" w:rsidRPr="003D474B">
        <w:t xml:space="preserve">Main advantages </w:t>
      </w:r>
      <w:r w:rsidR="003D474B">
        <w:t xml:space="preserve">of 3D face analysis compared </w:t>
      </w:r>
      <w:r w:rsidR="003D474B" w:rsidRPr="003D474B">
        <w:t>to 2D face analysis are</w:t>
      </w:r>
      <w:r w:rsidR="003D474B">
        <w:t>:</w:t>
      </w:r>
    </w:p>
    <w:p w:rsidR="00C45D0F" w:rsidRPr="001E0867" w:rsidRDefault="00C45D0F" w:rsidP="00F16BCC"/>
    <w:p w:rsidR="00C45D0F" w:rsidRPr="00265ECD" w:rsidRDefault="00265ECD" w:rsidP="00F16BCC">
      <w:pPr>
        <w:pStyle w:val="eCheckBoxText"/>
        <w:rPr>
          <w:rStyle w:val="eTerm"/>
          <w:color w:val="FF000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F16BCC" w:rsidRPr="00265ECD">
        <w:rPr>
          <w:color w:val="FF0000"/>
          <w:szCs w:val="40"/>
          <w:lang w:val="en-US"/>
        </w:rPr>
        <w:tab/>
      </w:r>
      <w:r w:rsidR="003D474B" w:rsidRPr="00265ECD">
        <w:rPr>
          <w:b/>
          <w:color w:val="FF0000"/>
          <w:lang w:val="en-US"/>
        </w:rPr>
        <w:t>less sensitive to appearance variations</w:t>
      </w:r>
    </w:p>
    <w:p w:rsidR="00C45D0F" w:rsidRPr="00265ECD" w:rsidRDefault="00265ECD" w:rsidP="00F16BCC">
      <w:pPr>
        <w:pStyle w:val="eCheckBoxText"/>
        <w:rPr>
          <w:color w:val="FF0000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F16BCC" w:rsidRPr="00265ECD">
        <w:rPr>
          <w:color w:val="FF0000"/>
          <w:szCs w:val="40"/>
        </w:rPr>
        <w:tab/>
      </w:r>
      <w:r w:rsidR="003D474B" w:rsidRPr="00265ECD">
        <w:rPr>
          <w:b/>
          <w:color w:val="FF0000"/>
          <w:szCs w:val="40"/>
        </w:rPr>
        <w:t>e</w:t>
      </w:r>
      <w:r w:rsidR="003D474B" w:rsidRPr="00265ECD">
        <w:rPr>
          <w:b/>
          <w:color w:val="FF0000"/>
        </w:rPr>
        <w:t>asier to handle pose variations</w:t>
      </w:r>
    </w:p>
    <w:p w:rsidR="00C45D0F" w:rsidRPr="00265ECD" w:rsidRDefault="00265ECD" w:rsidP="00F16BCC">
      <w:pPr>
        <w:pStyle w:val="eCheckBoxText"/>
        <w:rPr>
          <w:rStyle w:val="eTerm"/>
          <w:color w:val="FF0000"/>
          <w:sz w:val="20"/>
          <w:szCs w:val="2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C45D0F" w:rsidRPr="00265ECD">
        <w:rPr>
          <w:color w:val="FF0000"/>
          <w:szCs w:val="40"/>
          <w:lang w:val="en-US"/>
        </w:rPr>
        <w:tab/>
      </w:r>
      <w:r w:rsidR="003D474B" w:rsidRPr="00265ECD">
        <w:rPr>
          <w:b/>
          <w:color w:val="FF0000"/>
          <w:lang w:val="en-US"/>
        </w:rPr>
        <w:t>projective nature of 2D images</w:t>
      </w:r>
    </w:p>
    <w:p w:rsidR="00C45D0F" w:rsidRPr="001E0867" w:rsidRDefault="00C45D0F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1612E">
        <w:rPr>
          <w:lang w:val="en-US"/>
        </w:rPr>
        <w:t>are affected by use of cosmetics</w:t>
      </w:r>
    </w:p>
    <w:p w:rsidR="00C45D0F" w:rsidRPr="001E0867" w:rsidRDefault="00C45D0F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1612E">
        <w:rPr>
          <w:lang w:val="en-US"/>
        </w:rPr>
        <w:t xml:space="preserve">are </w:t>
      </w:r>
      <w:r w:rsidR="00C1612E" w:rsidRPr="001C217C">
        <w:rPr>
          <w:lang w:val="en-US"/>
        </w:rPr>
        <w:t>affected by illumination variations</w:t>
      </w:r>
    </w:p>
    <w:p w:rsidR="001E514B" w:rsidRDefault="001E514B" w:rsidP="00F16BCC">
      <w:pPr>
        <w:pStyle w:val="eLineBottom"/>
        <w:rPr>
          <w:lang w:val="en-US"/>
        </w:rPr>
      </w:pPr>
    </w:p>
    <w:p w:rsidR="00F16BCC" w:rsidRPr="001E0867" w:rsidRDefault="00F16BCC" w:rsidP="00F16BCC">
      <w:pPr>
        <w:rPr>
          <w:lang w:val="en-US"/>
        </w:rPr>
      </w:pPr>
    </w:p>
    <w:p w:rsidR="001E514B" w:rsidRPr="001E0867" w:rsidRDefault="00C1612E" w:rsidP="00F16BCC">
      <w:pPr>
        <w:pStyle w:val="eTask"/>
      </w:pPr>
      <w:r w:rsidRPr="00C1612E">
        <w:t>The basic 3D face recognition methods</w:t>
      </w:r>
      <w:r>
        <w:t xml:space="preserve"> are:</w:t>
      </w:r>
    </w:p>
    <w:p w:rsidR="001E514B" w:rsidRPr="001E0867" w:rsidRDefault="001E514B" w:rsidP="00F16BCC"/>
    <w:p w:rsidR="001E514B" w:rsidRPr="00265ECD" w:rsidRDefault="00265ECD" w:rsidP="00F16BCC">
      <w:pPr>
        <w:pStyle w:val="eCheckBoxText"/>
        <w:rPr>
          <w:b/>
          <w:color w:val="FF000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1E514B" w:rsidRPr="00265ECD">
        <w:rPr>
          <w:b/>
          <w:color w:val="FF0000"/>
          <w:szCs w:val="40"/>
          <w:lang w:val="en-US"/>
        </w:rPr>
        <w:tab/>
      </w:r>
      <w:r w:rsidR="00C1612E" w:rsidRPr="00265ECD">
        <w:rPr>
          <w:b/>
          <w:color w:val="FF0000"/>
          <w:lang w:val="en-US"/>
        </w:rPr>
        <w:t>Surface-based 3D face recognition</w:t>
      </w:r>
    </w:p>
    <w:p w:rsidR="001E514B" w:rsidRPr="001E0867" w:rsidRDefault="001E514B" w:rsidP="00F16BCC">
      <w:pPr>
        <w:pStyle w:val="eCheckBoxText"/>
        <w:rPr>
          <w:rStyle w:val="eCheckBoxSquareChar"/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C1612E">
        <w:rPr>
          <w:szCs w:val="40"/>
          <w:lang w:val="en-US"/>
        </w:rPr>
        <w:t xml:space="preserve">Details-based 3D </w:t>
      </w:r>
      <w:r w:rsidR="00C1612E">
        <w:rPr>
          <w:lang w:val="en-US"/>
        </w:rPr>
        <w:t>face recognition</w:t>
      </w:r>
    </w:p>
    <w:p w:rsidR="001E514B" w:rsidRPr="00265ECD" w:rsidRDefault="00265ECD" w:rsidP="00F16BCC">
      <w:pPr>
        <w:pStyle w:val="eCheckBoxText"/>
        <w:rPr>
          <w:b/>
          <w:color w:val="FF000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1E514B" w:rsidRPr="00265ECD">
        <w:rPr>
          <w:b/>
          <w:color w:val="FF0000"/>
          <w:szCs w:val="40"/>
          <w:lang w:val="en-US"/>
        </w:rPr>
        <w:tab/>
      </w:r>
      <w:r w:rsidR="00C1612E" w:rsidRPr="00265ECD">
        <w:rPr>
          <w:b/>
          <w:color w:val="FF0000"/>
          <w:lang w:val="en-US"/>
        </w:rPr>
        <w:t>Appearance-based 3D face recognition</w:t>
      </w:r>
    </w:p>
    <w:p w:rsidR="001E514B" w:rsidRPr="00265ECD" w:rsidRDefault="00265ECD" w:rsidP="00F16BCC">
      <w:pPr>
        <w:pStyle w:val="eCheckBoxText"/>
        <w:rPr>
          <w:b/>
          <w:color w:val="FF0000"/>
          <w:lang w:val="en-US"/>
        </w:rPr>
      </w:pPr>
      <w:r w:rsidRPr="00265ECD">
        <w:rPr>
          <w:rStyle w:val="eCheckBoxSquareChar"/>
          <w:b/>
          <w:color w:val="FF0000"/>
          <w:lang w:val="en-US"/>
        </w:rPr>
        <w:t>x</w:t>
      </w:r>
      <w:r w:rsidR="001E514B" w:rsidRPr="00265ECD">
        <w:rPr>
          <w:b/>
          <w:color w:val="FF0000"/>
          <w:szCs w:val="40"/>
          <w:lang w:val="en-US"/>
        </w:rPr>
        <w:tab/>
      </w:r>
      <w:r w:rsidR="00C1612E" w:rsidRPr="00265ECD">
        <w:rPr>
          <w:b/>
          <w:color w:val="FF0000"/>
          <w:lang w:val="en-US"/>
        </w:rPr>
        <w:t>Model-based 3D face recognition</w:t>
      </w:r>
    </w:p>
    <w:p w:rsidR="00F16BCC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1612E" w:rsidRPr="00C1612E" w:rsidRDefault="00C1612E" w:rsidP="00F16BCC">
      <w:pPr>
        <w:pStyle w:val="eTask"/>
      </w:pPr>
      <w:r w:rsidRPr="00C1612E">
        <w:t xml:space="preserve">Arrange the sub process of </w:t>
      </w:r>
      <w:r>
        <w:t>the main 3D face recognition process:</w:t>
      </w:r>
    </w:p>
    <w:p w:rsidR="001E514B" w:rsidRPr="001E0867" w:rsidRDefault="001E514B" w:rsidP="00F16BCC"/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  <w:r w:rsidRPr="001E0867">
        <w:rPr>
          <w:lang w:val="en-US"/>
        </w:rPr>
        <w:t>1.</w:t>
      </w:r>
      <w:r w:rsidRPr="001E0867">
        <w:rPr>
          <w:lang w:val="en-US"/>
        </w:rPr>
        <w:tab/>
      </w:r>
      <w:r w:rsidR="00265ECD" w:rsidRPr="00BC2402">
        <w:rPr>
          <w:b/>
          <w:color w:val="FF0000"/>
          <w:lang w:val="en-US"/>
        </w:rPr>
        <w:t>3D facial surface capturing</w:t>
      </w:r>
      <w:r w:rsidR="00F16BCC">
        <w:rPr>
          <w:lang w:val="en-US"/>
        </w:rPr>
        <w:tab/>
      </w:r>
      <w:r w:rsidRPr="001E0867">
        <w:rPr>
          <w:lang w:val="en-US"/>
        </w:rPr>
        <w:t>pre</w:t>
      </w:r>
      <w:r w:rsidR="00BC2402">
        <w:rPr>
          <w:lang w:val="en-US"/>
        </w:rPr>
        <w:t>-</w:t>
      </w:r>
      <w:r w:rsidR="001224EA">
        <w:rPr>
          <w:lang w:val="en-US"/>
        </w:rPr>
        <w:t>processing</w:t>
      </w:r>
      <w:r w:rsidR="00BC2402" w:rsidRPr="00BC2402">
        <w:rPr>
          <w:b/>
          <w:color w:val="FF0000"/>
          <w:lang w:val="en-US"/>
        </w:rPr>
        <w:t xml:space="preserve"> (2)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2.</w:t>
      </w:r>
      <w:r w:rsidRPr="001E0867">
        <w:rPr>
          <w:lang w:val="en-US"/>
        </w:rPr>
        <w:tab/>
      </w:r>
      <w:r w:rsidR="00265ECD" w:rsidRPr="00BC2402">
        <w:rPr>
          <w:b/>
          <w:color w:val="FF0000"/>
          <w:lang w:val="en-US"/>
        </w:rPr>
        <w:t>pre-processing</w:t>
      </w:r>
      <w:r w:rsidR="00F16BCC">
        <w:rPr>
          <w:lang w:val="en-US"/>
        </w:rPr>
        <w:tab/>
      </w:r>
      <w:r w:rsidR="001224EA">
        <w:rPr>
          <w:lang w:val="en-US"/>
        </w:rPr>
        <w:t>feature extraction</w:t>
      </w:r>
      <w:r w:rsidR="00BC2402" w:rsidRPr="00BC2402">
        <w:rPr>
          <w:b/>
          <w:color w:val="FF0000"/>
          <w:lang w:val="en-US"/>
        </w:rPr>
        <w:t xml:space="preserve"> (</w:t>
      </w:r>
      <w:r w:rsidR="00BC2402">
        <w:rPr>
          <w:b/>
          <w:color w:val="FF0000"/>
          <w:lang w:val="en-US"/>
        </w:rPr>
        <w:t>3</w:t>
      </w:r>
      <w:r w:rsidR="00BC2402" w:rsidRPr="00BC2402">
        <w:rPr>
          <w:b/>
          <w:color w:val="FF0000"/>
          <w:lang w:val="en-US"/>
        </w:rPr>
        <w:t>)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3.</w:t>
      </w:r>
      <w:r w:rsidRPr="001E0867">
        <w:rPr>
          <w:lang w:val="en-US"/>
        </w:rPr>
        <w:tab/>
      </w:r>
      <w:r w:rsidR="00265ECD" w:rsidRPr="00BC2402">
        <w:rPr>
          <w:b/>
          <w:color w:val="FF0000"/>
          <w:lang w:val="en-US"/>
        </w:rPr>
        <w:t>feature extraction</w:t>
      </w:r>
      <w:r w:rsidR="00F16BCC">
        <w:rPr>
          <w:lang w:val="en-US"/>
        </w:rPr>
        <w:tab/>
      </w:r>
      <w:r w:rsidR="001224EA">
        <w:rPr>
          <w:lang w:val="en-US"/>
        </w:rPr>
        <w:t>measurement of the distance</w:t>
      </w:r>
      <w:r w:rsidR="00BC2402" w:rsidRPr="00BC2402">
        <w:rPr>
          <w:b/>
          <w:color w:val="FF0000"/>
          <w:lang w:val="en-US"/>
        </w:rPr>
        <w:t xml:space="preserve"> (</w:t>
      </w:r>
      <w:r w:rsidR="00BC2402">
        <w:rPr>
          <w:b/>
          <w:color w:val="FF0000"/>
          <w:lang w:val="en-US"/>
        </w:rPr>
        <w:t>4</w:t>
      </w:r>
      <w:r w:rsidR="00BC2402" w:rsidRPr="00BC2402">
        <w:rPr>
          <w:b/>
          <w:color w:val="FF0000"/>
          <w:lang w:val="en-US"/>
        </w:rPr>
        <w:t>)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4.</w:t>
      </w:r>
      <w:r w:rsidRPr="001E0867">
        <w:rPr>
          <w:lang w:val="en-US"/>
        </w:rPr>
        <w:tab/>
      </w:r>
      <w:r w:rsidR="00BC2402" w:rsidRPr="00BC2402">
        <w:rPr>
          <w:b/>
          <w:color w:val="FF0000"/>
          <w:lang w:val="en-US"/>
        </w:rPr>
        <w:t>measurement of the distance</w:t>
      </w:r>
      <w:r w:rsidR="00F16BCC">
        <w:rPr>
          <w:lang w:val="en-US"/>
        </w:rPr>
        <w:tab/>
      </w:r>
      <w:r w:rsidRPr="001E0867">
        <w:rPr>
          <w:lang w:val="en-US"/>
        </w:rPr>
        <w:t xml:space="preserve">3D </w:t>
      </w:r>
      <w:r w:rsidR="001224EA">
        <w:rPr>
          <w:lang w:val="en-US"/>
        </w:rPr>
        <w:t>facial surface capturing</w:t>
      </w:r>
      <w:r w:rsidR="00BC2402" w:rsidRPr="00BC2402">
        <w:rPr>
          <w:b/>
          <w:color w:val="FF0000"/>
          <w:lang w:val="en-US"/>
        </w:rPr>
        <w:t xml:space="preserve"> (</w:t>
      </w:r>
      <w:r w:rsidR="00BC2402">
        <w:rPr>
          <w:b/>
          <w:color w:val="FF0000"/>
          <w:lang w:val="en-US"/>
        </w:rPr>
        <w:t>1</w:t>
      </w:r>
      <w:r w:rsidR="00BC2402" w:rsidRPr="00BC2402">
        <w:rPr>
          <w:b/>
          <w:color w:val="FF0000"/>
          <w:lang w:val="en-US"/>
        </w:rPr>
        <w:t>)</w:t>
      </w:r>
    </w:p>
    <w:sectPr w:rsidR="001E514B" w:rsidRPr="001E0867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E1B" w:rsidRDefault="00017E1B" w:rsidP="00861A1A">
      <w:r>
        <w:separator/>
      </w:r>
    </w:p>
  </w:endnote>
  <w:endnote w:type="continuationSeparator" w:id="0">
    <w:p w:rsidR="00017E1B" w:rsidRDefault="00017E1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93996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C93996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E1B" w:rsidRDefault="00017E1B" w:rsidP="00861A1A">
      <w:r>
        <w:separator/>
      </w:r>
    </w:p>
  </w:footnote>
  <w:footnote w:type="continuationSeparator" w:id="0">
    <w:p w:rsidR="00017E1B" w:rsidRDefault="00017E1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404A6" w:rsidRPr="002B41A8">
      <w:rPr>
        <w:rFonts w:ascii="Calibri" w:hAnsi="Calibri"/>
        <w:b/>
        <w:smallCaps/>
        <w:noProof/>
      </w:rPr>
      <w:t>WORKSHEET</w:t>
    </w:r>
  </w:p>
  <w:p w:rsidR="004404A6" w:rsidRPr="00C148FD" w:rsidRDefault="00E5320C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E016E">
      <w:rPr>
        <w:rFonts w:ascii="Calibri" w:hAnsi="Calibri"/>
        <w:smallCaps/>
        <w:noProof/>
        <w:sz w:val="20"/>
        <w:szCs w:val="20"/>
        <w:lang w:val="en-US"/>
      </w:rPr>
      <w:t>USER IDENTIFICATION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BBC4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17E1B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48F8"/>
    <w:rsid w:val="003724B0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86B3A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627E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93996"/>
    <w:rsid w:val="00CA51B5"/>
    <w:rsid w:val="00CB1345"/>
    <w:rsid w:val="00CC2293"/>
    <w:rsid w:val="00CC266E"/>
    <w:rsid w:val="00CC4F90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20C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68D6"/>
    <w:rsid w:val="00F16BCC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6A0C0"/>
  <w15:docId w15:val="{8DC844B2-1915-41AA-87C9-22E4A848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12</TotalTime>
  <Pages>2</Pages>
  <Words>260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6</cp:revision>
  <cp:lastPrinted>2013-05-24T15:00:00Z</cp:lastPrinted>
  <dcterms:created xsi:type="dcterms:W3CDTF">2016-07-28T12:20:00Z</dcterms:created>
  <dcterms:modified xsi:type="dcterms:W3CDTF">2017-09-29T10:22:00Z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