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8A0046" w:rsidRDefault="00905FFC" w:rsidP="00336F49">
      <w:pPr>
        <w:pStyle w:val="eTask"/>
      </w:pPr>
      <w:r w:rsidRPr="008A0046">
        <w:t>Fill in the gap</w:t>
      </w:r>
      <w:r w:rsidR="006F29BC">
        <w:t>.</w:t>
      </w:r>
    </w:p>
    <w:p w:rsidR="002A4E00" w:rsidRPr="008A0046" w:rsidRDefault="002A4E00" w:rsidP="00414384">
      <w:pPr>
        <w:rPr>
          <w:lang w:val="en-US"/>
        </w:rPr>
      </w:pPr>
    </w:p>
    <w:p w:rsidR="00C148FD" w:rsidRPr="008A0046" w:rsidRDefault="00905FFC" w:rsidP="00414384">
      <w:pPr>
        <w:pStyle w:val="eText"/>
        <w:rPr>
          <w:lang w:val="en-US"/>
        </w:rPr>
      </w:pPr>
      <w:r w:rsidRPr="008A0046">
        <w:rPr>
          <w:lang w:val="en-US"/>
        </w:rPr>
        <w:t>For security reasons many systems and applications are get</w:t>
      </w:r>
      <w:r w:rsidR="00414384">
        <w:rPr>
          <w:lang w:val="en-US"/>
        </w:rPr>
        <w:t xml:space="preserve">ting to apply an authentication </w:t>
      </w:r>
      <w:r w:rsidRPr="008A0046">
        <w:rPr>
          <w:lang w:val="en-US"/>
        </w:rPr>
        <w:t xml:space="preserve">based on </w:t>
      </w:r>
      <w:r w:rsidR="00414384">
        <w:rPr>
          <w:lang w:val="en-US"/>
        </w:rPr>
        <w:t>_____________________________</w:t>
      </w:r>
      <w:r w:rsidR="00F331A6" w:rsidRPr="008A0046">
        <w:rPr>
          <w:lang w:val="en-US"/>
        </w:rPr>
        <w:t xml:space="preserve"> </w:t>
      </w:r>
      <w:r w:rsidRPr="008A0046">
        <w:rPr>
          <w:lang w:val="en-US"/>
        </w:rPr>
        <w:t>data.</w:t>
      </w:r>
    </w:p>
    <w:p w:rsidR="001922A0" w:rsidRPr="008A0046" w:rsidRDefault="001922A0" w:rsidP="00414384">
      <w:pPr>
        <w:pStyle w:val="eLineBottom"/>
        <w:rPr>
          <w:lang w:val="en-US"/>
        </w:rPr>
      </w:pPr>
    </w:p>
    <w:p w:rsidR="00985B1B" w:rsidRPr="008A0046" w:rsidRDefault="00985B1B" w:rsidP="00414384"/>
    <w:p w:rsidR="001922A0" w:rsidRPr="008A0046" w:rsidRDefault="00507561" w:rsidP="00336F49">
      <w:pPr>
        <w:pStyle w:val="eTask"/>
      </w:pPr>
      <w:r w:rsidRPr="008A0046">
        <w:t xml:space="preserve">The </w:t>
      </w:r>
      <w:r w:rsidR="00905FFC" w:rsidRPr="008A0046">
        <w:t xml:space="preserve">speaker </w:t>
      </w:r>
      <w:r w:rsidRPr="008A0046">
        <w:t>identification task involves 3 research areas</w:t>
      </w:r>
      <w:r w:rsidR="002A4E00" w:rsidRPr="008A0046">
        <w:t>:</w:t>
      </w:r>
    </w:p>
    <w:p w:rsidR="001E0F8B" w:rsidRPr="008A0046" w:rsidRDefault="001E0F8B" w:rsidP="00336F49"/>
    <w:p w:rsidR="002A4E00" w:rsidRPr="00414384" w:rsidRDefault="002A4E00" w:rsidP="00414384">
      <w:pPr>
        <w:pStyle w:val="eText"/>
      </w:pPr>
      <w:r w:rsidRPr="00414384">
        <w:t>1.</w:t>
      </w:r>
      <w:r w:rsidRPr="00414384">
        <w:tab/>
      </w:r>
      <w:r w:rsidR="00414384">
        <w:rPr>
          <w:lang w:val="en-US"/>
        </w:rPr>
        <w:t>_____________________________</w:t>
      </w:r>
    </w:p>
    <w:p w:rsidR="002A4E00" w:rsidRPr="00414384" w:rsidRDefault="002A4E00" w:rsidP="00414384">
      <w:pPr>
        <w:pStyle w:val="eText"/>
      </w:pPr>
      <w:r w:rsidRPr="00414384">
        <w:t>2.</w:t>
      </w:r>
      <w:r w:rsidRPr="00414384">
        <w:tab/>
      </w:r>
      <w:r w:rsidR="00414384">
        <w:rPr>
          <w:lang w:val="en-US"/>
        </w:rPr>
        <w:t>_____________________________</w:t>
      </w:r>
    </w:p>
    <w:p w:rsidR="002A4E00" w:rsidRPr="00414384" w:rsidRDefault="002A4E00" w:rsidP="00414384">
      <w:pPr>
        <w:pStyle w:val="eText"/>
      </w:pPr>
      <w:r w:rsidRPr="00414384">
        <w:t>3.</w:t>
      </w:r>
      <w:r w:rsidRPr="00414384">
        <w:tab/>
      </w:r>
      <w:r w:rsidR="00414384">
        <w:rPr>
          <w:lang w:val="en-US"/>
        </w:rPr>
        <w:t>_____________________________</w:t>
      </w:r>
    </w:p>
    <w:p w:rsidR="002A4E00" w:rsidRPr="008A0046" w:rsidRDefault="002A4E00" w:rsidP="00414384">
      <w:pPr>
        <w:pStyle w:val="eLineBottom"/>
        <w:rPr>
          <w:lang w:val="en-US"/>
        </w:rPr>
      </w:pPr>
    </w:p>
    <w:p w:rsidR="001E0F8B" w:rsidRPr="008A0046" w:rsidRDefault="001E0F8B" w:rsidP="00414384"/>
    <w:p w:rsidR="001E0F8B" w:rsidRPr="008A0046" w:rsidRDefault="00507561" w:rsidP="00336F49">
      <w:pPr>
        <w:pStyle w:val="eTask"/>
      </w:pPr>
      <w:r w:rsidRPr="008A0046">
        <w:t>Speech features for identification are divided into more levels</w:t>
      </w:r>
      <w:r w:rsidR="001E0F8B" w:rsidRPr="008A0046">
        <w:t>:</w:t>
      </w:r>
    </w:p>
    <w:p w:rsidR="002A4E00" w:rsidRPr="008A0046" w:rsidRDefault="002A4E00" w:rsidP="00414384"/>
    <w:p w:rsidR="002A4E00" w:rsidRPr="008A0046" w:rsidRDefault="002A4E00" w:rsidP="00336F49">
      <w:pPr>
        <w:rPr>
          <w:lang w:val="en-US"/>
        </w:rPr>
      </w:pPr>
      <w:r w:rsidRPr="008A0046">
        <w:rPr>
          <w:rStyle w:val="eCheckBoxSquareChar"/>
          <w:lang w:val="en-US"/>
        </w:rPr>
        <w:t>□</w:t>
      </w:r>
      <w:r w:rsidR="00507561" w:rsidRPr="008A0046">
        <w:rPr>
          <w:szCs w:val="40"/>
          <w:lang w:val="en-US"/>
        </w:rPr>
        <w:tab/>
      </w:r>
      <w:r w:rsidR="00507561" w:rsidRPr="008A0046">
        <w:rPr>
          <w:lang w:val="en-US"/>
        </w:rPr>
        <w:t>Acoustic</w:t>
      </w:r>
    </w:p>
    <w:p w:rsidR="002A4E00" w:rsidRPr="00336F49" w:rsidRDefault="002A4E00" w:rsidP="00336F49">
      <w:pPr>
        <w:rPr>
          <w:rStyle w:val="eCheckBoxTextChar"/>
        </w:rPr>
      </w:pPr>
      <w:r w:rsidRPr="008A0046">
        <w:rPr>
          <w:rStyle w:val="eCheckBoxSquareChar"/>
          <w:lang w:val="en-US"/>
        </w:rPr>
        <w:t>□</w:t>
      </w:r>
      <w:r w:rsidRPr="008A0046">
        <w:rPr>
          <w:szCs w:val="40"/>
          <w:lang w:val="en-US"/>
        </w:rPr>
        <w:tab/>
      </w:r>
      <w:r w:rsidR="00507561" w:rsidRPr="008A0046">
        <w:rPr>
          <w:lang w:val="en-US"/>
        </w:rPr>
        <w:t>Lower level features</w:t>
      </w:r>
    </w:p>
    <w:p w:rsidR="002A4E00" w:rsidRPr="008A0046" w:rsidRDefault="002A4E00" w:rsidP="00336F49">
      <w:pPr>
        <w:rPr>
          <w:rStyle w:val="eTerm"/>
          <w:lang w:val="en-US"/>
        </w:rPr>
      </w:pPr>
      <w:r w:rsidRPr="008A0046">
        <w:rPr>
          <w:rStyle w:val="eCheckBoxSquareChar"/>
          <w:lang w:val="en-US"/>
        </w:rPr>
        <w:t>□</w:t>
      </w:r>
      <w:r w:rsidR="00507561" w:rsidRPr="008A0046">
        <w:rPr>
          <w:szCs w:val="40"/>
          <w:lang w:val="en-US"/>
        </w:rPr>
        <w:tab/>
      </w:r>
      <w:r w:rsidR="00507561" w:rsidRPr="008A0046">
        <w:rPr>
          <w:lang w:val="en-US"/>
        </w:rPr>
        <w:t>Prosodic</w:t>
      </w:r>
    </w:p>
    <w:p w:rsidR="002A4E00" w:rsidRPr="008A0046" w:rsidRDefault="002A4E00" w:rsidP="00336F49">
      <w:pPr>
        <w:rPr>
          <w:rStyle w:val="eTerm"/>
          <w:lang w:val="en-US"/>
        </w:rPr>
      </w:pPr>
      <w:r w:rsidRPr="008A0046">
        <w:rPr>
          <w:rStyle w:val="eCheckBoxSquareChar"/>
          <w:lang w:val="en-US"/>
        </w:rPr>
        <w:t>□</w:t>
      </w:r>
      <w:r w:rsidR="00507561" w:rsidRPr="008A0046">
        <w:rPr>
          <w:rStyle w:val="eCheckBoxSquareChar"/>
          <w:lang w:val="en-US"/>
        </w:rPr>
        <w:tab/>
      </w:r>
      <w:r w:rsidR="00507561" w:rsidRPr="008A0046">
        <w:rPr>
          <w:lang w:val="en-US"/>
        </w:rPr>
        <w:t>Higher level features</w:t>
      </w:r>
    </w:p>
    <w:p w:rsidR="002A4E00" w:rsidRPr="008A0046" w:rsidRDefault="002A4E00" w:rsidP="00414384">
      <w:pPr>
        <w:pStyle w:val="eLineBottom"/>
        <w:rPr>
          <w:rStyle w:val="eTerm"/>
          <w:lang w:val="en-US"/>
        </w:rPr>
      </w:pPr>
    </w:p>
    <w:p w:rsidR="00985B1B" w:rsidRPr="008A0046" w:rsidRDefault="00985B1B" w:rsidP="00414384">
      <w:pPr>
        <w:rPr>
          <w:lang w:val="en-US"/>
        </w:rPr>
      </w:pPr>
    </w:p>
    <w:p w:rsidR="00985B1B" w:rsidRPr="008A0046" w:rsidRDefault="00507561" w:rsidP="00336F49">
      <w:pPr>
        <w:pStyle w:val="eTask"/>
      </w:pPr>
      <w:r w:rsidRPr="008A0046">
        <w:t>Which of the following categories does not belong to classification methods that are used to take decision about the speaker identity based on speech features</w:t>
      </w:r>
      <w:r w:rsidR="00985B1B" w:rsidRPr="008A0046">
        <w:t>:</w:t>
      </w:r>
    </w:p>
    <w:p w:rsidR="00985B1B" w:rsidRPr="008A0046" w:rsidRDefault="00985B1B" w:rsidP="00414384"/>
    <w:p w:rsidR="00985B1B" w:rsidRPr="008A0046" w:rsidRDefault="00985B1B" w:rsidP="00336F49">
      <w:pPr>
        <w:rPr>
          <w:lang w:val="en-US"/>
        </w:rPr>
      </w:pPr>
      <w:r w:rsidRPr="008A0046">
        <w:rPr>
          <w:rStyle w:val="eCheckBoxSquareChar"/>
          <w:lang w:val="en-US"/>
        </w:rPr>
        <w:t>□</w:t>
      </w:r>
      <w:r w:rsidRPr="008A0046">
        <w:rPr>
          <w:szCs w:val="40"/>
          <w:lang w:val="en-US"/>
        </w:rPr>
        <w:tab/>
      </w:r>
      <w:r w:rsidR="00507561" w:rsidRPr="008A0046">
        <w:rPr>
          <w:lang w:val="en-US"/>
        </w:rPr>
        <w:t>Parametric methods</w:t>
      </w:r>
    </w:p>
    <w:p w:rsidR="00985B1B" w:rsidRPr="008A0046" w:rsidRDefault="00985B1B" w:rsidP="00336F49">
      <w:pPr>
        <w:rPr>
          <w:rStyle w:val="eTerm"/>
          <w:lang w:val="en-US"/>
        </w:rPr>
      </w:pPr>
      <w:r w:rsidRPr="008A0046">
        <w:rPr>
          <w:rStyle w:val="eCheckBoxSquareChar"/>
          <w:lang w:val="en-US"/>
        </w:rPr>
        <w:t>□</w:t>
      </w:r>
      <w:r w:rsidRPr="008A0046">
        <w:rPr>
          <w:szCs w:val="40"/>
          <w:lang w:val="en-US"/>
        </w:rPr>
        <w:tab/>
      </w:r>
      <w:r w:rsidR="00507561" w:rsidRPr="008A0046">
        <w:rPr>
          <w:lang w:val="en-US"/>
        </w:rPr>
        <w:t>Approximation</w:t>
      </w:r>
      <w:r w:rsidRPr="008A0046">
        <w:rPr>
          <w:lang w:val="en-US"/>
        </w:rPr>
        <w:t xml:space="preserve"> </w:t>
      </w:r>
      <w:r w:rsidR="00507561" w:rsidRPr="008A0046">
        <w:rPr>
          <w:lang w:val="en-US"/>
        </w:rPr>
        <w:t>methods</w:t>
      </w:r>
    </w:p>
    <w:p w:rsidR="00985B1B" w:rsidRPr="008A0046" w:rsidRDefault="00985B1B" w:rsidP="00336F49">
      <w:pPr>
        <w:rPr>
          <w:rStyle w:val="eTerm"/>
          <w:lang w:val="en-US"/>
        </w:rPr>
      </w:pPr>
      <w:r w:rsidRPr="008A0046">
        <w:rPr>
          <w:rStyle w:val="eCheckBoxSquareChar"/>
          <w:lang w:val="en-US"/>
        </w:rPr>
        <w:t>□</w:t>
      </w:r>
      <w:r w:rsidRPr="008A0046">
        <w:rPr>
          <w:szCs w:val="40"/>
          <w:lang w:val="en-US"/>
        </w:rPr>
        <w:tab/>
      </w:r>
      <w:r w:rsidR="00507561" w:rsidRPr="008A0046">
        <w:rPr>
          <w:lang w:val="en-US"/>
        </w:rPr>
        <w:t>Non</w:t>
      </w:r>
      <w:r w:rsidRPr="008A0046">
        <w:rPr>
          <w:lang w:val="en-US"/>
        </w:rPr>
        <w:t>p</w:t>
      </w:r>
      <w:r w:rsidR="00507561" w:rsidRPr="008A0046">
        <w:rPr>
          <w:lang w:val="en-US"/>
        </w:rPr>
        <w:t>arametric</w:t>
      </w:r>
      <w:r w:rsidRPr="008A0046">
        <w:rPr>
          <w:lang w:val="en-US"/>
        </w:rPr>
        <w:t xml:space="preserve"> </w:t>
      </w:r>
      <w:r w:rsidR="00507561" w:rsidRPr="008A0046">
        <w:rPr>
          <w:lang w:val="en-US"/>
        </w:rPr>
        <w:t>methods</w:t>
      </w:r>
    </w:p>
    <w:p w:rsidR="00985B1B" w:rsidRPr="008A0046" w:rsidRDefault="00985B1B" w:rsidP="00336F49">
      <w:pPr>
        <w:rPr>
          <w:lang w:val="en-US"/>
        </w:rPr>
      </w:pPr>
      <w:r w:rsidRPr="008A0046">
        <w:rPr>
          <w:rStyle w:val="eCheckBoxSquareChar"/>
          <w:lang w:val="en-US"/>
        </w:rPr>
        <w:t>□</w:t>
      </w:r>
      <w:r w:rsidR="00507561" w:rsidRPr="008A0046">
        <w:rPr>
          <w:rStyle w:val="eCheckBoxSquareChar"/>
          <w:lang w:val="en-US"/>
        </w:rPr>
        <w:tab/>
      </w:r>
      <w:r w:rsidRPr="008A0046">
        <w:rPr>
          <w:lang w:val="en-US"/>
        </w:rPr>
        <w:t>Dis</w:t>
      </w:r>
      <w:r w:rsidR="00507561" w:rsidRPr="008A0046">
        <w:rPr>
          <w:lang w:val="en-US"/>
        </w:rPr>
        <w:t>criminative</w:t>
      </w:r>
      <w:r w:rsidRPr="008A0046">
        <w:rPr>
          <w:lang w:val="en-US"/>
        </w:rPr>
        <w:t xml:space="preserve"> </w:t>
      </w:r>
      <w:r w:rsidR="00507561" w:rsidRPr="008A0046">
        <w:rPr>
          <w:szCs w:val="20"/>
          <w:lang w:val="en-US"/>
        </w:rPr>
        <w:t>methods</w:t>
      </w:r>
    </w:p>
    <w:p w:rsidR="00F0467D" w:rsidRPr="008A0046" w:rsidRDefault="00F0467D" w:rsidP="00414384">
      <w:pPr>
        <w:pStyle w:val="eLineBottom"/>
        <w:rPr>
          <w:lang w:val="en-US"/>
        </w:rPr>
      </w:pPr>
    </w:p>
    <w:p w:rsidR="00985B1B" w:rsidRPr="008A0046" w:rsidRDefault="00985B1B" w:rsidP="00336F49">
      <w:pPr>
        <w:rPr>
          <w:lang w:val="en-US"/>
        </w:rPr>
      </w:pPr>
    </w:p>
    <w:p w:rsidR="00C444FD" w:rsidRPr="008A0046" w:rsidRDefault="00905FFC" w:rsidP="00336F49">
      <w:pPr>
        <w:pStyle w:val="eTask"/>
      </w:pPr>
      <w:r w:rsidRPr="008A0046">
        <w:t>The main purpose of the speech signal is to convey lexical information. However, it contains additional information e.g. speaker specific that include:</w:t>
      </w:r>
    </w:p>
    <w:p w:rsidR="00C444FD" w:rsidRPr="008A0046" w:rsidRDefault="00C444FD" w:rsidP="00414384"/>
    <w:p w:rsidR="00C444FD" w:rsidRPr="00414384" w:rsidRDefault="00C444FD" w:rsidP="00414384">
      <w:pPr>
        <w:pStyle w:val="eText"/>
      </w:pPr>
      <w:r w:rsidRPr="00414384">
        <w:t>1.</w:t>
      </w:r>
      <w:r w:rsidRPr="00414384">
        <w:tab/>
      </w:r>
      <w:r w:rsidR="006E04B9">
        <w:rPr>
          <w:lang w:val="en-US"/>
        </w:rPr>
        <w:t>_____________________________</w:t>
      </w:r>
    </w:p>
    <w:p w:rsidR="00C444FD" w:rsidRPr="00336F49" w:rsidRDefault="00C444FD" w:rsidP="00414384">
      <w:pPr>
        <w:pStyle w:val="eText"/>
      </w:pPr>
      <w:r w:rsidRPr="00414384">
        <w:t>2.</w:t>
      </w:r>
      <w:r w:rsidR="00414384">
        <w:tab/>
      </w:r>
      <w:r w:rsidR="006E04B9">
        <w:rPr>
          <w:lang w:val="en-US"/>
        </w:rPr>
        <w:t>_____________________________</w:t>
      </w:r>
    </w:p>
    <w:p w:rsidR="00C444FD" w:rsidRPr="00414384" w:rsidRDefault="00C444FD" w:rsidP="00414384">
      <w:pPr>
        <w:pStyle w:val="eText"/>
      </w:pPr>
      <w:r w:rsidRPr="00414384">
        <w:t>3.</w:t>
      </w:r>
      <w:r w:rsidR="00414384">
        <w:tab/>
      </w:r>
      <w:r w:rsidR="006E04B9">
        <w:rPr>
          <w:lang w:val="en-US"/>
        </w:rPr>
        <w:t>_____________________________</w:t>
      </w:r>
    </w:p>
    <w:p w:rsidR="002E1F57" w:rsidRPr="008A0046" w:rsidRDefault="004E016E" w:rsidP="00336F49">
      <w:pPr>
        <w:pStyle w:val="eTask"/>
      </w:pPr>
      <w:r w:rsidRPr="008A0046">
        <w:lastRenderedPageBreak/>
        <w:t>Assign the correct definition?</w:t>
      </w:r>
      <w:r w:rsidR="002E1F57" w:rsidRPr="008A0046">
        <w:t xml:space="preserve"> </w:t>
      </w:r>
    </w:p>
    <w:p w:rsidR="002E1F57" w:rsidRPr="008A0046" w:rsidRDefault="002E1F57" w:rsidP="00414384"/>
    <w:p w:rsidR="002E1F57" w:rsidRPr="00414384" w:rsidRDefault="002E1F57" w:rsidP="00414384">
      <w:pPr>
        <w:pStyle w:val="eText"/>
        <w:tabs>
          <w:tab w:val="left" w:pos="709"/>
          <w:tab w:val="left" w:pos="2835"/>
        </w:tabs>
      </w:pPr>
      <w:r w:rsidRPr="008A0046">
        <w:rPr>
          <w:lang w:val="en-US"/>
        </w:rPr>
        <w:t>1.</w:t>
      </w:r>
      <w:r w:rsidRPr="008A0046">
        <w:rPr>
          <w:lang w:val="en-US"/>
        </w:rPr>
        <w:tab/>
        <w:t>Identi</w:t>
      </w:r>
      <w:r w:rsidRPr="00414384">
        <w:t>fi</w:t>
      </w:r>
      <w:r w:rsidR="004E016E" w:rsidRPr="00414384">
        <w:t>cation</w:t>
      </w:r>
      <w:r w:rsidR="00414384" w:rsidRPr="00414384">
        <w:tab/>
        <w:t>__________________________</w:t>
      </w:r>
    </w:p>
    <w:p w:rsidR="002E1F57" w:rsidRPr="00336F49" w:rsidRDefault="002E1F57" w:rsidP="00414384">
      <w:pPr>
        <w:pStyle w:val="eText"/>
        <w:tabs>
          <w:tab w:val="left" w:pos="709"/>
          <w:tab w:val="left" w:pos="2835"/>
        </w:tabs>
      </w:pPr>
      <w:r w:rsidRPr="00414384">
        <w:t>2.</w:t>
      </w:r>
      <w:r w:rsidRPr="00414384">
        <w:tab/>
        <w:t>Aut</w:t>
      </w:r>
      <w:r w:rsidR="004E016E" w:rsidRPr="00414384">
        <w:t>hentication</w:t>
      </w:r>
      <w:r w:rsidR="00414384" w:rsidRPr="00414384">
        <w:tab/>
        <w:t>__________________________</w:t>
      </w:r>
    </w:p>
    <w:p w:rsidR="002E1F57" w:rsidRDefault="002E1F57" w:rsidP="00414384">
      <w:pPr>
        <w:pStyle w:val="eText"/>
        <w:tabs>
          <w:tab w:val="left" w:pos="709"/>
          <w:tab w:val="left" w:pos="2835"/>
        </w:tabs>
        <w:rPr>
          <w:lang w:val="en-US"/>
        </w:rPr>
      </w:pPr>
      <w:r w:rsidRPr="00414384">
        <w:t>3.</w:t>
      </w:r>
      <w:r w:rsidRPr="00414384">
        <w:tab/>
        <w:t>Aut</w:t>
      </w:r>
      <w:r w:rsidR="004E016E" w:rsidRPr="00414384">
        <w:t>horization</w:t>
      </w:r>
      <w:r w:rsidR="00414384" w:rsidRPr="00414384">
        <w:tab/>
        <w:t>______</w:t>
      </w:r>
      <w:r w:rsidR="00414384">
        <w:rPr>
          <w:lang w:val="en-US"/>
        </w:rPr>
        <w:t>____________________</w:t>
      </w:r>
    </w:p>
    <w:p w:rsidR="00414384" w:rsidRPr="008A0046" w:rsidRDefault="00414384" w:rsidP="00414384">
      <w:pPr>
        <w:pStyle w:val="eText"/>
        <w:tabs>
          <w:tab w:val="left" w:pos="709"/>
          <w:tab w:val="left" w:pos="2835"/>
        </w:tabs>
        <w:rPr>
          <w:lang w:val="en-US"/>
        </w:rPr>
      </w:pPr>
    </w:p>
    <w:p w:rsidR="002E1F57" w:rsidRPr="008A0046" w:rsidRDefault="002E1F57" w:rsidP="00336F49">
      <w:pPr>
        <w:rPr>
          <w:lang w:val="en-US"/>
        </w:rPr>
      </w:pPr>
      <w:r w:rsidRPr="00414384">
        <w:rPr>
          <w:b/>
          <w:lang w:val="en-US"/>
        </w:rPr>
        <w:t>1</w:t>
      </w:r>
      <w:r w:rsidR="00414384">
        <w:rPr>
          <w:lang w:val="en-US"/>
        </w:rPr>
        <w:t xml:space="preserve"> – </w:t>
      </w:r>
      <w:r w:rsidR="004E016E" w:rsidRPr="008A0046">
        <w:rPr>
          <w:lang w:val="en-US"/>
        </w:rPr>
        <w:t>after identification string or token is accepted, user has to prove his identity.</w:t>
      </w:r>
      <w:r w:rsidRPr="008A0046">
        <w:rPr>
          <w:lang w:val="en-US"/>
        </w:rPr>
        <w:t xml:space="preserve"> </w:t>
      </w:r>
    </w:p>
    <w:p w:rsidR="002E1F57" w:rsidRPr="008A0046" w:rsidRDefault="002E1F57" w:rsidP="00414384">
      <w:pPr>
        <w:ind w:left="364" w:hanging="364"/>
        <w:rPr>
          <w:lang w:val="en-US"/>
        </w:rPr>
      </w:pPr>
      <w:r w:rsidRPr="00414384">
        <w:rPr>
          <w:b/>
          <w:lang w:val="en-US"/>
        </w:rPr>
        <w:t>2</w:t>
      </w:r>
      <w:r w:rsidR="00414384">
        <w:rPr>
          <w:lang w:val="en-US"/>
        </w:rPr>
        <w:t xml:space="preserve"> – </w:t>
      </w:r>
      <w:r w:rsidR="008A0046" w:rsidRPr="008A0046">
        <w:rPr>
          <w:lang w:val="en-US"/>
        </w:rPr>
        <w:t>allow or deny user access to the requested content or to a set of actions under based on his access rights</w:t>
      </w:r>
    </w:p>
    <w:p w:rsidR="002E1F57" w:rsidRDefault="002E1F57" w:rsidP="00414384">
      <w:pPr>
        <w:rPr>
          <w:lang w:val="en-US"/>
        </w:rPr>
      </w:pPr>
      <w:r w:rsidRPr="00414384">
        <w:rPr>
          <w:b/>
          <w:lang w:val="en-US"/>
        </w:rPr>
        <w:t>3</w:t>
      </w:r>
      <w:r w:rsidR="00414384">
        <w:rPr>
          <w:lang w:val="en-US"/>
        </w:rPr>
        <w:t xml:space="preserve"> – </w:t>
      </w:r>
      <w:r w:rsidR="008A0046" w:rsidRPr="001C217C">
        <w:rPr>
          <w:lang w:val="en-US"/>
        </w:rPr>
        <w:t xml:space="preserve">user is identified by </w:t>
      </w:r>
      <w:r w:rsidR="008A0046" w:rsidRPr="008A0046">
        <w:t>token</w:t>
      </w:r>
      <w:r w:rsidR="008A0046" w:rsidRPr="001C217C">
        <w:rPr>
          <w:lang w:val="en-US"/>
        </w:rPr>
        <w:t xml:space="preserve"> or identification string (phone number or email address)</w:t>
      </w:r>
    </w:p>
    <w:p w:rsidR="008A0046" w:rsidRDefault="008A0046" w:rsidP="00414384">
      <w:pPr>
        <w:pStyle w:val="eLineBottom"/>
        <w:rPr>
          <w:lang w:val="en-US"/>
        </w:rPr>
      </w:pPr>
    </w:p>
    <w:p w:rsidR="00414384" w:rsidRPr="008A0046" w:rsidRDefault="00414384" w:rsidP="00336F49">
      <w:pPr>
        <w:rPr>
          <w:lang w:val="en-US"/>
        </w:rPr>
      </w:pPr>
    </w:p>
    <w:p w:rsidR="002E1F57" w:rsidRPr="008A0046" w:rsidRDefault="008A0046" w:rsidP="00336F49">
      <w:pPr>
        <w:pStyle w:val="eTask"/>
      </w:pPr>
      <w:r w:rsidRPr="008A0046">
        <w:t>Complete the entities involved in the authentication process</w:t>
      </w:r>
      <w:r w:rsidR="006F29BC">
        <w:t>.</w:t>
      </w:r>
    </w:p>
    <w:p w:rsidR="00C933EB" w:rsidRDefault="00C933EB" w:rsidP="00336F49"/>
    <w:p w:rsidR="00C933EB" w:rsidRDefault="003E2732" w:rsidP="00336F49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473DC1" wp14:editId="5218DACC">
                <wp:simplePos x="0" y="0"/>
                <wp:positionH relativeFrom="column">
                  <wp:posOffset>4796155</wp:posOffset>
                </wp:positionH>
                <wp:positionV relativeFrom="paragraph">
                  <wp:posOffset>360680</wp:posOffset>
                </wp:positionV>
                <wp:extent cx="1043940" cy="565150"/>
                <wp:effectExtent l="0" t="0" r="0" b="635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Default="003E2732" w:rsidP="003E2732">
                            <w:pPr>
                              <w:spacing w:line="360" w:lineRule="auto"/>
                            </w:pPr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473DC1" id="_x0000_t202" coordsize="21600,21600" o:spt="202" path="m,l,21600r21600,l21600,xe">
                <v:stroke joinstyle="miter"/>
                <v:path gradientshapeok="t" o:connecttype="rect"/>
              </v:shapetype>
              <v:shape id="Textové pole 24" o:spid="_x0000_s1026" type="#_x0000_t202" style="position:absolute;left:0;text-align:left;margin-left:377.65pt;margin-top:28.4pt;width:82.2pt;height:4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" filled="f" stroked="f" strokeweight=".5pt">
                <v:textbox>
                  <w:txbxContent>
                    <w:p w:rsidR="003E2732" w:rsidRDefault="003E2732" w:rsidP="003E2732">
                      <w:pPr>
                        <w:spacing w:line="360" w:lineRule="auto"/>
                      </w:pPr>
                      <w:r>
                        <w:t>______</w:t>
                      </w:r>
                      <w:r>
                        <w:t>___</w:t>
                      </w:r>
                      <w: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8E9B1A" wp14:editId="5FE109DD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933450" cy="56515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Default="003E2732" w:rsidP="003E2732">
                            <w:pPr>
                              <w:spacing w:line="360" w:lineRule="auto"/>
                            </w:pPr>
                            <w: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E9B1A" id="Textové pole 23" o:spid="_x0000_s1027" type="#_x0000_t202" style="position:absolute;left:0;text-align:left;margin-left:250.5pt;margin-top:12.15pt;width:73.5pt;height:4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" filled="f" stroked="f" strokeweight=".5pt">
                <v:textbox>
                  <w:txbxContent>
                    <w:p w:rsidR="003E2732" w:rsidRDefault="003E2732" w:rsidP="003E2732">
                      <w:pPr>
                        <w:spacing w:line="360" w:lineRule="auto"/>
                      </w:pPr>
                      <w: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443FD2" wp14:editId="705141A3">
                <wp:simplePos x="0" y="0"/>
                <wp:positionH relativeFrom="column">
                  <wp:posOffset>1384300</wp:posOffset>
                </wp:positionH>
                <wp:positionV relativeFrom="paragraph">
                  <wp:posOffset>1138555</wp:posOffset>
                </wp:positionV>
                <wp:extent cx="933450" cy="565150"/>
                <wp:effectExtent l="0" t="0" r="0" b="63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Default="003E2732" w:rsidP="003E2732">
                            <w:pPr>
                              <w:spacing w:line="360" w:lineRule="auto"/>
                            </w:pPr>
                            <w: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443FD2" id="Textové pole 22" o:spid="_x0000_s1028" type="#_x0000_t202" style="position:absolute;left:0;text-align:left;margin-left:109pt;margin-top:89.65pt;width:73.5pt;height:4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" filled="f" stroked="f" strokeweight=".5pt">
                <v:textbox>
                  <w:txbxContent>
                    <w:p w:rsidR="003E2732" w:rsidRDefault="003E2732" w:rsidP="003E2732">
                      <w:pPr>
                        <w:spacing w:line="360" w:lineRule="auto"/>
                      </w:pPr>
                      <w: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8500F0F" wp14:editId="325EB49A">
                <wp:simplePos x="0" y="0"/>
                <wp:positionH relativeFrom="column">
                  <wp:posOffset>1386205</wp:posOffset>
                </wp:positionH>
                <wp:positionV relativeFrom="paragraph">
                  <wp:posOffset>157480</wp:posOffset>
                </wp:positionV>
                <wp:extent cx="933450" cy="565150"/>
                <wp:effectExtent l="0" t="0" r="0" b="63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Default="003E2732" w:rsidP="003E2732">
                            <w:pPr>
                              <w:spacing w:line="360" w:lineRule="auto"/>
                            </w:pPr>
                            <w: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00F0F" id="Textové pole 21" o:spid="_x0000_s1029" type="#_x0000_t202" style="position:absolute;left:0;text-align:left;margin-left:109.15pt;margin-top:12.4pt;width:73.5pt;height:44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" filled="f" stroked="f" strokeweight=".5pt">
                <v:textbox>
                  <w:txbxContent>
                    <w:p w:rsidR="003E2732" w:rsidRDefault="003E2732" w:rsidP="003E2732">
                      <w:pPr>
                        <w:spacing w:line="360" w:lineRule="auto"/>
                      </w:pPr>
                      <w: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433F0D" wp14:editId="0CD6BE07">
                <wp:simplePos x="0" y="0"/>
                <wp:positionH relativeFrom="column">
                  <wp:posOffset>1392555</wp:posOffset>
                </wp:positionH>
                <wp:positionV relativeFrom="paragraph">
                  <wp:posOffset>2896397</wp:posOffset>
                </wp:positionV>
                <wp:extent cx="1105319" cy="454275"/>
                <wp:effectExtent l="0" t="0" r="0" b="31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319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3E273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E2732">
                              <w:rPr>
                                <w:sz w:val="22"/>
                                <w:szCs w:val="22"/>
                                <w:lang w:val="en"/>
                              </w:rPr>
                              <w:t>Availability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33F0D" id="Textové pole 19" o:spid="_x0000_s1030" type="#_x0000_t202" style="position:absolute;left:0;text-align:left;margin-left:109.65pt;margin-top:228.05pt;width:87.05pt;height:3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" filled="f" stroked="f" strokeweight=".5pt">
                <v:textbox>
                  <w:txbxContent>
                    <w:p w:rsidR="003E2732" w:rsidRPr="003E2732" w:rsidRDefault="003E2732" w:rsidP="003E273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E2732">
                        <w:rPr>
                          <w:sz w:val="22"/>
                          <w:szCs w:val="22"/>
                          <w:lang w:val="en"/>
                        </w:rPr>
                        <w:t>A</w:t>
                      </w:r>
                      <w:r w:rsidRPr="003E2732">
                        <w:rPr>
                          <w:sz w:val="22"/>
                          <w:szCs w:val="22"/>
                          <w:lang w:val="en"/>
                        </w:rPr>
                        <w:t>vailability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44C007" wp14:editId="598789D5">
                <wp:simplePos x="0" y="0"/>
                <wp:positionH relativeFrom="column">
                  <wp:posOffset>906632</wp:posOffset>
                </wp:positionH>
                <wp:positionV relativeFrom="paragraph">
                  <wp:posOffset>3633441</wp:posOffset>
                </wp:positionV>
                <wp:extent cx="4430926" cy="454275"/>
                <wp:effectExtent l="0" t="0" r="0" b="317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092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E2732">
                              <w:rPr>
                                <w:sz w:val="22"/>
                                <w:szCs w:val="22"/>
                                <w:lang w:val="en"/>
                              </w:rPr>
                              <w:t xml:space="preserve">Security and </w:t>
                            </w:r>
                            <w:r w:rsidR="00A32F5C">
                              <w:rPr>
                                <w:sz w:val="22"/>
                                <w:szCs w:val="22"/>
                                <w:lang w:val="en"/>
                              </w:rPr>
                              <w:t>V</w:t>
                            </w:r>
                            <w:r w:rsidRPr="003E2732">
                              <w:rPr>
                                <w:sz w:val="22"/>
                                <w:szCs w:val="22"/>
                                <w:lang w:val="en"/>
                              </w:rPr>
                              <w:t>ulnerability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44C007" id="_x0000_t202" coordsize="21600,21600" o:spt="202" path="m,l,21600r21600,l21600,xe">
                <v:stroke joinstyle="miter"/>
                <v:path gradientshapeok="t" o:connecttype="rect"/>
              </v:shapetype>
              <v:shape id="Textové pole 20" o:spid="_x0000_s1031" type="#_x0000_t202" style="position:absolute;left:0;text-align:left;margin-left:71.4pt;margin-top:286.1pt;width:348.9pt;height: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" filled="f" stroked="f" strokeweight=".5pt">
                <v:textbox>
                  <w:txbxContent>
                    <w:p w:rsidR="003E2732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E2732">
                        <w:rPr>
                          <w:sz w:val="22"/>
                          <w:szCs w:val="22"/>
                          <w:lang w:val="en"/>
                        </w:rPr>
                        <w:t xml:space="preserve">Security and </w:t>
                      </w:r>
                      <w:r w:rsidR="00A32F5C">
                        <w:rPr>
                          <w:sz w:val="22"/>
                          <w:szCs w:val="22"/>
                          <w:lang w:val="en"/>
                        </w:rPr>
                        <w:t>V</w:t>
                      </w:r>
                      <w:r w:rsidRPr="003E2732">
                        <w:rPr>
                          <w:sz w:val="22"/>
                          <w:szCs w:val="22"/>
                          <w:lang w:val="en"/>
                        </w:rPr>
                        <w:t>ulnerability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BFA08C" wp14:editId="357EF17A">
                <wp:simplePos x="0" y="0"/>
                <wp:positionH relativeFrom="column">
                  <wp:posOffset>2091675</wp:posOffset>
                </wp:positionH>
                <wp:positionV relativeFrom="paragraph">
                  <wp:posOffset>2073481</wp:posOffset>
                </wp:positionV>
                <wp:extent cx="3335697" cy="454275"/>
                <wp:effectExtent l="0" t="0" r="0" b="31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97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FA08C" id="Textové pole 18" o:spid="_x0000_s1032" type="#_x0000_t202" style="position:absolute;left:0;text-align:left;margin-left:164.7pt;margin-top:163.25pt;width:262.65pt;height:3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" filled="f" stroked="f" strokeweight=".5pt">
                <v:textbox>
                  <w:txbxContent>
                    <w:p w:rsidR="003E2732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Technology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02AE42" wp14:editId="1BE40B1F">
                <wp:simplePos x="0" y="0"/>
                <wp:positionH relativeFrom="column">
                  <wp:posOffset>673573</wp:posOffset>
                </wp:positionH>
                <wp:positionV relativeFrom="paragraph">
                  <wp:posOffset>2072005</wp:posOffset>
                </wp:positionV>
                <wp:extent cx="787546" cy="454275"/>
                <wp:effectExtent l="0" t="0" r="0" b="31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33EB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E2732">
                              <w:rPr>
                                <w:sz w:val="22"/>
                                <w:szCs w:val="22"/>
                              </w:rPr>
                              <w:t>H</w:t>
                            </w:r>
                            <w:r w:rsidR="00C933EB" w:rsidRPr="003E2732">
                              <w:rPr>
                                <w:sz w:val="22"/>
                                <w:szCs w:val="22"/>
                              </w:rPr>
                              <w:t>uman</w:t>
                            </w:r>
                          </w:p>
                          <w:p w:rsidR="00C933EB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f</w:t>
                            </w:r>
                            <w:r w:rsidR="00C933EB" w:rsidRPr="003E2732">
                              <w:rPr>
                                <w:sz w:val="22"/>
                                <w:szCs w:val="22"/>
                              </w:rPr>
                              <w:t>actors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2AE42" id="Textové pole 17" o:spid="_x0000_s1033" type="#_x0000_t202" style="position:absolute;left:0;text-align:left;margin-left:53.05pt;margin-top:163.15pt;width:62pt;height:35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" filled="f" stroked="f" strokeweight=".5pt">
                <v:textbox>
                  <w:txbxContent>
                    <w:p w:rsidR="00C933EB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3E2732">
                        <w:rPr>
                          <w:sz w:val="22"/>
                          <w:szCs w:val="22"/>
                        </w:rPr>
                        <w:t>H</w:t>
                      </w:r>
                      <w:r w:rsidR="00C933EB" w:rsidRPr="003E2732">
                        <w:rPr>
                          <w:sz w:val="22"/>
                          <w:szCs w:val="22"/>
                        </w:rPr>
                        <w:t>uman</w:t>
                      </w:r>
                      <w:proofErr w:type="spellEnd"/>
                    </w:p>
                    <w:p w:rsidR="00C933EB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sz w:val="22"/>
                          <w:szCs w:val="22"/>
                        </w:rPr>
                        <w:t>f</w:t>
                      </w:r>
                      <w:r w:rsidR="00C933EB" w:rsidRPr="003E2732">
                        <w:rPr>
                          <w:sz w:val="22"/>
                          <w:szCs w:val="22"/>
                        </w:rPr>
                        <w:t>actors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933EB">
        <w:rPr>
          <w:noProof/>
        </w:rPr>
        <w:drawing>
          <wp:inline distT="0" distB="0" distL="0" distR="0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44915" w:rsidRDefault="00B44915" w:rsidP="00336F49"/>
    <w:p w:rsidR="00336F49" w:rsidRPr="008A0046" w:rsidRDefault="00336F49" w:rsidP="00336F49"/>
    <w:p w:rsidR="00F42DC5" w:rsidRPr="008A0046" w:rsidRDefault="008213A2" w:rsidP="00336F49">
      <w:pPr>
        <w:rPr>
          <w:b/>
          <w:lang w:val="en-US"/>
        </w:rPr>
      </w:pPr>
      <w:r w:rsidRPr="008A0046">
        <w:rPr>
          <w:lang w:val="en-US"/>
        </w:rPr>
        <w:t>Auth</w:t>
      </w:r>
      <w:r>
        <w:rPr>
          <w:lang w:val="en-US"/>
        </w:rPr>
        <w:t>entication</w:t>
      </w:r>
      <w:r w:rsidR="008A0046">
        <w:rPr>
          <w:lang w:val="en-US"/>
        </w:rPr>
        <w:t xml:space="preserve"> </w:t>
      </w:r>
      <w:r w:rsidR="00F42DC5" w:rsidRPr="008A0046">
        <w:rPr>
          <w:lang w:val="en-US"/>
        </w:rPr>
        <w:t>mechani</w:t>
      </w:r>
      <w:r w:rsidR="008A0046">
        <w:rPr>
          <w:lang w:val="en-US"/>
        </w:rPr>
        <w:t>s</w:t>
      </w:r>
      <w:r w:rsidR="00F42DC5" w:rsidRPr="008A0046">
        <w:rPr>
          <w:lang w:val="en-US"/>
        </w:rPr>
        <w:t xml:space="preserve">m, </w:t>
      </w:r>
      <w:r w:rsidR="00A32F5C">
        <w:rPr>
          <w:lang w:val="en-US"/>
        </w:rPr>
        <w:t>S</w:t>
      </w:r>
      <w:r w:rsidR="00F42DC5" w:rsidRPr="008A0046">
        <w:rPr>
          <w:lang w:val="en-US"/>
        </w:rPr>
        <w:t>yst</w:t>
      </w:r>
      <w:r w:rsidR="008A0046">
        <w:rPr>
          <w:lang w:val="en-US"/>
        </w:rPr>
        <w:t>e</w:t>
      </w:r>
      <w:r w:rsidR="00F42DC5" w:rsidRPr="008A0046">
        <w:rPr>
          <w:lang w:val="en-US"/>
        </w:rPr>
        <w:t xml:space="preserve">m, </w:t>
      </w:r>
      <w:r w:rsidR="00A32F5C">
        <w:rPr>
          <w:lang w:val="en-US"/>
        </w:rPr>
        <w:t>D</w:t>
      </w:r>
      <w:r w:rsidR="008A0046">
        <w:rPr>
          <w:lang w:val="en-US"/>
        </w:rPr>
        <w:t>atabase</w:t>
      </w:r>
      <w:r w:rsidR="00F42DC5" w:rsidRPr="008A0046">
        <w:rPr>
          <w:lang w:val="en-US"/>
        </w:rPr>
        <w:t xml:space="preserve">, </w:t>
      </w:r>
      <w:r w:rsidR="00A32F5C">
        <w:rPr>
          <w:lang w:val="en-US"/>
        </w:rPr>
        <w:t>I</w:t>
      </w:r>
      <w:bookmarkStart w:id="0" w:name="_GoBack"/>
      <w:bookmarkEnd w:id="0"/>
      <w:r w:rsidR="008A0046">
        <w:rPr>
          <w:lang w:val="en-US"/>
        </w:rPr>
        <w:t xml:space="preserve">nput </w:t>
      </w:r>
      <w:r w:rsidR="00F42DC5" w:rsidRPr="008A0046">
        <w:rPr>
          <w:lang w:val="en-US"/>
        </w:rPr>
        <w:t>mechani</w:t>
      </w:r>
      <w:r w:rsidR="008A0046">
        <w:rPr>
          <w:lang w:val="en-US"/>
        </w:rPr>
        <w:t>s</w:t>
      </w:r>
      <w:r w:rsidR="00F42DC5" w:rsidRPr="008A0046">
        <w:rPr>
          <w:lang w:val="en-US"/>
        </w:rPr>
        <w:t>m</w:t>
      </w:r>
    </w:p>
    <w:p w:rsidR="003E2732" w:rsidRDefault="003E2732">
      <w:r>
        <w:br w:type="page"/>
      </w:r>
    </w:p>
    <w:p w:rsidR="00336F49" w:rsidRPr="00336F49" w:rsidRDefault="00336F49" w:rsidP="00336F49">
      <w:pPr>
        <w:pStyle w:val="eTask"/>
      </w:pPr>
      <w:r w:rsidRPr="00336F49">
        <w:lastRenderedPageBreak/>
        <w:t>Fill</w:t>
      </w:r>
      <w:r>
        <w:rPr>
          <w:lang w:val="en"/>
        </w:rPr>
        <w:t xml:space="preserve"> in objects belonging to access control model.</w:t>
      </w:r>
    </w:p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5FC540" wp14:editId="591EE64A">
                <wp:simplePos x="0" y="0"/>
                <wp:positionH relativeFrom="column">
                  <wp:posOffset>4452824</wp:posOffset>
                </wp:positionH>
                <wp:positionV relativeFrom="paragraph">
                  <wp:posOffset>120650</wp:posOffset>
                </wp:positionV>
                <wp:extent cx="1228725" cy="810260"/>
                <wp:effectExtent l="0" t="0" r="28575" b="2794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10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2EE86" id="Obdélník 28" o:spid="_x0000_s1026" style="position:absolute;margin-left:350.6pt;margin-top:9.5pt;width:96.75pt;height:6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98921F" wp14:editId="092A8954">
                <wp:simplePos x="0" y="0"/>
                <wp:positionH relativeFrom="column">
                  <wp:posOffset>2449678</wp:posOffset>
                </wp:positionH>
                <wp:positionV relativeFrom="paragraph">
                  <wp:posOffset>120650</wp:posOffset>
                </wp:positionV>
                <wp:extent cx="1228954" cy="810587"/>
                <wp:effectExtent l="0" t="0" r="28575" b="279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AB31E" id="Obdélník 26" o:spid="_x0000_s1026" style="position:absolute;margin-left:192.9pt;margin-top:9.5pt;width:96.75pt;height:6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7129B8" wp14:editId="6D5A3907">
                <wp:simplePos x="0" y="0"/>
                <wp:positionH relativeFrom="column">
                  <wp:posOffset>416941</wp:posOffset>
                </wp:positionH>
                <wp:positionV relativeFrom="paragraph">
                  <wp:posOffset>120701</wp:posOffset>
                </wp:positionV>
                <wp:extent cx="1228954" cy="810587"/>
                <wp:effectExtent l="0" t="0" r="28575" b="2794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B0517" id="Obdélník 25" o:spid="_x0000_s1026" style="position:absolute;margin-left:32.85pt;margin-top:9.5pt;width:96.75pt;height:63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" filled="f" strokecolor="black [3213]" strokeweight="1pt"/>
            </w:pict>
          </mc:Fallback>
        </mc:AlternateContent>
      </w:r>
    </w:p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BE11D8" wp14:editId="4DBF4131">
                <wp:simplePos x="0" y="0"/>
                <wp:positionH relativeFrom="column">
                  <wp:posOffset>3086989</wp:posOffset>
                </wp:positionH>
                <wp:positionV relativeFrom="paragraph">
                  <wp:posOffset>56693</wp:posOffset>
                </wp:positionV>
                <wp:extent cx="0" cy="1463040"/>
                <wp:effectExtent l="76200" t="0" r="57150" b="60960"/>
                <wp:wrapNone/>
                <wp:docPr id="36" name="Přímá spojnice se šipko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DE39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6" o:spid="_x0000_s1026" type="#_x0000_t32" style="position:absolute;margin-left:243.05pt;margin-top:4.45pt;width:0;height:11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" strokecolor="black [3213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34D7B5" wp14:editId="2F440B9A">
                <wp:simplePos x="0" y="0"/>
                <wp:positionH relativeFrom="column">
                  <wp:posOffset>5084064</wp:posOffset>
                </wp:positionH>
                <wp:positionV relativeFrom="paragraph">
                  <wp:posOffset>57277</wp:posOffset>
                </wp:positionV>
                <wp:extent cx="0" cy="462584"/>
                <wp:effectExtent l="76200" t="0" r="57150" b="52070"/>
                <wp:wrapNone/>
                <wp:docPr id="34" name="Přímá spojnice se šipko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DB1AFA" id="Přímá spojnice se šipkou 34" o:spid="_x0000_s1026" type="#_x0000_t32" style="position:absolute;margin-left:400.3pt;margin-top:4.5pt;width:0;height:36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" strokecolor="black [3213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07DEC68" wp14:editId="59E34D56">
                <wp:simplePos x="0" y="0"/>
                <wp:positionH relativeFrom="column">
                  <wp:posOffset>1018845</wp:posOffset>
                </wp:positionH>
                <wp:positionV relativeFrom="paragraph">
                  <wp:posOffset>54966</wp:posOffset>
                </wp:positionV>
                <wp:extent cx="0" cy="462584"/>
                <wp:effectExtent l="76200" t="0" r="57150" b="52070"/>
                <wp:wrapNone/>
                <wp:docPr id="33" name="Přímá spojnice se šipko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C7BFDB" id="Přímá spojnice se šipkou 33" o:spid="_x0000_s1026" type="#_x0000_t32" style="position:absolute;margin-left:80.2pt;margin-top:4.35pt;width:0;height:36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" strokecolor="black [3213]" strokeweight="1pt">
                <v:stroke endarrow="block"/>
              </v:shape>
            </w:pict>
          </mc:Fallback>
        </mc:AlternateContent>
      </w:r>
    </w:p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1ACA3E" wp14:editId="1ECD5284">
                <wp:simplePos x="0" y="0"/>
                <wp:positionH relativeFrom="column">
                  <wp:posOffset>4490745</wp:posOffset>
                </wp:positionH>
                <wp:positionV relativeFrom="paragraph">
                  <wp:posOffset>164465</wp:posOffset>
                </wp:positionV>
                <wp:extent cx="1228954" cy="810587"/>
                <wp:effectExtent l="0" t="0" r="28575" b="2794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EB398" id="Obdélník 30" o:spid="_x0000_s1026" style="position:absolute;margin-left:353.6pt;margin-top:12.95pt;width:96.75pt;height:6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E348F4" wp14:editId="3B7286F1">
                <wp:simplePos x="0" y="0"/>
                <wp:positionH relativeFrom="column">
                  <wp:posOffset>416560</wp:posOffset>
                </wp:positionH>
                <wp:positionV relativeFrom="paragraph">
                  <wp:posOffset>164719</wp:posOffset>
                </wp:positionV>
                <wp:extent cx="1228954" cy="810587"/>
                <wp:effectExtent l="0" t="0" r="28575" b="2794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B44CF" id="Obdélník 29" o:spid="_x0000_s1026" style="position:absolute;margin-left:32.8pt;margin-top:12.95pt;width:96.75pt;height:6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" filled="f" strokecolor="black [3213]" strokeweight="1pt"/>
            </w:pict>
          </mc:Fallback>
        </mc:AlternateContent>
      </w:r>
    </w:p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AF9E46" wp14:editId="7357AB48">
                <wp:simplePos x="0" y="0"/>
                <wp:positionH relativeFrom="column">
                  <wp:posOffset>3679292</wp:posOffset>
                </wp:positionH>
                <wp:positionV relativeFrom="paragraph">
                  <wp:posOffset>102718</wp:posOffset>
                </wp:positionV>
                <wp:extent cx="1455953" cy="584835"/>
                <wp:effectExtent l="38100" t="0" r="11430" b="100965"/>
                <wp:wrapNone/>
                <wp:docPr id="38" name="Pravoúhl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5953" cy="584835"/>
                        </a:xfrm>
                        <a:prstGeom prst="bentConnector3">
                          <a:avLst>
                            <a:gd name="adj1" fmla="val 74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DA426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8" o:spid="_x0000_s1026" type="#_x0000_t34" style="position:absolute;margin-left:289.7pt;margin-top:8.1pt;width:114.65pt;height:46.0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" adj="160" strokecolor="black [3213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52F0C8" wp14:editId="59EBD370">
                <wp:simplePos x="0" y="0"/>
                <wp:positionH relativeFrom="column">
                  <wp:posOffset>1016787</wp:posOffset>
                </wp:positionH>
                <wp:positionV relativeFrom="paragraph">
                  <wp:posOffset>102718</wp:posOffset>
                </wp:positionV>
                <wp:extent cx="1433780" cy="585216"/>
                <wp:effectExtent l="0" t="0" r="71755" b="100965"/>
                <wp:wrapNone/>
                <wp:docPr id="37" name="Pravoúhl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3780" cy="585216"/>
                        </a:xfrm>
                        <a:prstGeom prst="bentConnector3">
                          <a:avLst>
                            <a:gd name="adj1" fmla="val 489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24338" id="Pravoúhlá spojnice 37" o:spid="_x0000_s1026" type="#_x0000_t34" style="position:absolute;margin-left:80.05pt;margin-top:8.1pt;width:112.9pt;height:46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" adj="106" strokecolor="black [3213]" strokeweight="1pt">
                <v:stroke endarrow="block"/>
              </v:shape>
            </w:pict>
          </mc:Fallback>
        </mc:AlternateContent>
      </w:r>
    </w:p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1B6506" wp14:editId="00FF8242">
                <wp:simplePos x="0" y="0"/>
                <wp:positionH relativeFrom="column">
                  <wp:posOffset>2449195</wp:posOffset>
                </wp:positionH>
                <wp:positionV relativeFrom="paragraph">
                  <wp:posOffset>115037</wp:posOffset>
                </wp:positionV>
                <wp:extent cx="1228954" cy="810587"/>
                <wp:effectExtent l="0" t="0" r="28575" b="2794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BBACD7" id="Obdélník 31" o:spid="_x0000_s1026" style="position:absolute;margin-left:192.85pt;margin-top:9.05pt;width:96.75pt;height:6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" filled="f" strokecolor="black [3213]" strokeweight="1pt"/>
            </w:pict>
          </mc:Fallback>
        </mc:AlternateContent>
      </w:r>
    </w:p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34C0BE" wp14:editId="33D31DA8">
                <wp:simplePos x="0" y="0"/>
                <wp:positionH relativeFrom="column">
                  <wp:posOffset>3086989</wp:posOffset>
                </wp:positionH>
                <wp:positionV relativeFrom="paragraph">
                  <wp:posOffset>51613</wp:posOffset>
                </wp:positionV>
                <wp:extent cx="0" cy="469900"/>
                <wp:effectExtent l="76200" t="0" r="57150" b="63500"/>
                <wp:wrapNone/>
                <wp:docPr id="39" name="Přímá spojnice se šipko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BD26F6" id="Přímá spojnice se šipkou 39" o:spid="_x0000_s1026" type="#_x0000_t32" style="position:absolute;margin-left:243.05pt;margin-top:4.05pt;width:0;height:3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" strokecolor="black [3213]" strokeweight="1pt">
                <v:stroke endarrow="block"/>
              </v:shape>
            </w:pict>
          </mc:Fallback>
        </mc:AlternateContent>
      </w:r>
    </w:p>
    <w:p w:rsidR="00336F49" w:rsidRDefault="00336F49" w:rsidP="00336F49"/>
    <w:p w:rsidR="00336F49" w:rsidRDefault="00A869EB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203A0B8" wp14:editId="1039B8AB">
                <wp:simplePos x="0" y="0"/>
                <wp:positionH relativeFrom="column">
                  <wp:posOffset>2532075</wp:posOffset>
                </wp:positionH>
                <wp:positionV relativeFrom="paragraph">
                  <wp:posOffset>167005</wp:posOffset>
                </wp:positionV>
                <wp:extent cx="1123950" cy="742950"/>
                <wp:effectExtent l="0" t="0" r="0" b="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69EB" w:rsidRPr="0011203C" w:rsidRDefault="00A869EB" w:rsidP="00A869EB">
                            <w:pPr>
                              <w:jc w:val="center"/>
                            </w:pPr>
                            <w:r w:rsidRPr="0011203C">
                              <w:t>Operation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3A0B8" id="_x0000_t202" coordsize="21600,21600" o:spt="202" path="m,l,21600r21600,l21600,xe">
                <v:stroke joinstyle="miter"/>
                <v:path gradientshapeok="t" o:connecttype="rect"/>
              </v:shapetype>
              <v:shape id="Textové pole 46" o:spid="_x0000_s1034" type="#_x0000_t202" style="position:absolute;margin-left:199.4pt;margin-top:13.15pt;width:88.5pt;height:58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" filled="f" stroked="f" strokeweight=".5pt">
                <v:textbox>
                  <w:txbxContent>
                    <w:p w:rsidR="00A869EB" w:rsidRPr="0011203C" w:rsidRDefault="00A869EB" w:rsidP="00A869EB">
                      <w:pPr>
                        <w:jc w:val="center"/>
                      </w:pPr>
                      <w:proofErr w:type="spellStart"/>
                      <w:r w:rsidRPr="0011203C">
                        <w:t>Operation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394F2D7" wp14:editId="64350828">
                <wp:simplePos x="0" y="0"/>
                <wp:positionH relativeFrom="column">
                  <wp:posOffset>2703525</wp:posOffset>
                </wp:positionH>
                <wp:positionV relativeFrom="paragraph">
                  <wp:posOffset>170180</wp:posOffset>
                </wp:positionV>
                <wp:extent cx="768706" cy="768706"/>
                <wp:effectExtent l="0" t="0" r="0" b="0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706" cy="76870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F349AD" id="Ovál 32" o:spid="_x0000_s1026" style="position:absolute;margin-left:212.9pt;margin-top:13.4pt;width:60.55pt;height:60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" fillcolor="#bfbfbf [2412]" stroked="f" strokeweight="1pt"/>
            </w:pict>
          </mc:Fallback>
        </mc:AlternateContent>
      </w:r>
    </w:p>
    <w:p w:rsidR="00336F49" w:rsidRPr="00336F49" w:rsidRDefault="00336F49" w:rsidP="00336F49">
      <w:pPr>
        <w:rPr>
          <w:lang w:val="en-US"/>
        </w:rPr>
      </w:pPr>
    </w:p>
    <w:p w:rsidR="00B44915" w:rsidRPr="008A0046" w:rsidRDefault="00B44915" w:rsidP="001E514B">
      <w:pPr>
        <w:pStyle w:val="eCheckBoxText"/>
        <w:rPr>
          <w:rStyle w:val="eTerm"/>
          <w:bCs/>
          <w:iCs/>
          <w:lang w:val="en-US"/>
        </w:rPr>
      </w:pPr>
    </w:p>
    <w:p w:rsidR="00B44915" w:rsidRPr="008A0046" w:rsidRDefault="00B44915" w:rsidP="001E514B">
      <w:pPr>
        <w:pStyle w:val="eCheckBoxText"/>
        <w:rPr>
          <w:rStyle w:val="eTerm"/>
          <w:bCs/>
          <w:iCs/>
          <w:lang w:val="en-US"/>
        </w:rPr>
      </w:pPr>
    </w:p>
    <w:p w:rsidR="00B44915" w:rsidRPr="008A0046" w:rsidRDefault="00B44915" w:rsidP="001E514B">
      <w:pPr>
        <w:pStyle w:val="eCheckBoxText"/>
        <w:rPr>
          <w:rStyle w:val="eTerm"/>
          <w:bCs/>
          <w:iCs/>
          <w:lang w:val="en-US"/>
        </w:rPr>
      </w:pPr>
    </w:p>
    <w:p w:rsidR="00B44915" w:rsidRDefault="00B44915" w:rsidP="001E514B">
      <w:pPr>
        <w:pStyle w:val="eCheckBoxText"/>
        <w:rPr>
          <w:lang w:val="en-US"/>
        </w:rPr>
      </w:pPr>
    </w:p>
    <w:p w:rsidR="00336F49" w:rsidRDefault="00336F49" w:rsidP="001E514B">
      <w:pPr>
        <w:pStyle w:val="eCheckBoxText"/>
        <w:rPr>
          <w:lang w:val="en-US"/>
        </w:rPr>
      </w:pPr>
    </w:p>
    <w:p w:rsidR="00336F49" w:rsidRPr="008A0046" w:rsidRDefault="00336F49" w:rsidP="001E514B">
      <w:pPr>
        <w:pStyle w:val="eCheckBoxText"/>
        <w:rPr>
          <w:lang w:val="en-US"/>
        </w:rPr>
      </w:pPr>
    </w:p>
    <w:p w:rsidR="00B44915" w:rsidRPr="008A0046" w:rsidRDefault="00B44915" w:rsidP="00336F49">
      <w:pPr>
        <w:rPr>
          <w:lang w:val="en-US"/>
        </w:rPr>
      </w:pPr>
      <w:r w:rsidRPr="008A0046">
        <w:rPr>
          <w:lang w:val="en-US"/>
        </w:rPr>
        <w:t>Subje</w:t>
      </w:r>
      <w:r w:rsidR="00A976EE">
        <w:rPr>
          <w:lang w:val="en-US"/>
        </w:rPr>
        <w:t>c</w:t>
      </w:r>
      <w:r w:rsidRPr="008A0046">
        <w:rPr>
          <w:lang w:val="en-US"/>
        </w:rPr>
        <w:t xml:space="preserve">t, </w:t>
      </w:r>
      <w:r w:rsidR="00A869EB">
        <w:rPr>
          <w:lang w:val="en-US"/>
        </w:rPr>
        <w:t>O</w:t>
      </w:r>
      <w:r w:rsidR="00A976EE">
        <w:rPr>
          <w:lang w:val="en-US"/>
        </w:rPr>
        <w:t>bjec</w:t>
      </w:r>
      <w:r w:rsidRPr="008A0046">
        <w:rPr>
          <w:lang w:val="en-US"/>
        </w:rPr>
        <w:t xml:space="preserve">t, </w:t>
      </w:r>
      <w:r w:rsidR="00A869EB">
        <w:rPr>
          <w:lang w:val="en-US"/>
        </w:rPr>
        <w:t>O</w:t>
      </w:r>
      <w:r w:rsidRPr="008A0046">
        <w:rPr>
          <w:lang w:val="en-US"/>
        </w:rPr>
        <w:t>per</w:t>
      </w:r>
      <w:r w:rsidR="00A976EE">
        <w:rPr>
          <w:lang w:val="en-US"/>
        </w:rPr>
        <w:t>ation</w:t>
      </w:r>
      <w:r w:rsidRPr="008A0046">
        <w:rPr>
          <w:lang w:val="en-US"/>
        </w:rPr>
        <w:t xml:space="preserve">, </w:t>
      </w:r>
      <w:r w:rsidR="00A869EB">
        <w:rPr>
          <w:lang w:val="en-US"/>
        </w:rPr>
        <w:t>P</w:t>
      </w:r>
      <w:r w:rsidR="00A976EE">
        <w:rPr>
          <w:lang w:val="en-US"/>
        </w:rPr>
        <w:t>ermission</w:t>
      </w:r>
      <w:r w:rsidRPr="008A0046">
        <w:rPr>
          <w:lang w:val="en-US"/>
        </w:rPr>
        <w:t xml:space="preserve">, </w:t>
      </w:r>
      <w:r w:rsidR="00A869EB">
        <w:rPr>
          <w:lang w:val="en-US"/>
        </w:rPr>
        <w:t>C</w:t>
      </w:r>
      <w:r w:rsidR="00A976EE">
        <w:rPr>
          <w:lang w:val="en-US"/>
        </w:rPr>
        <w:t>lassification</w:t>
      </w:r>
      <w:r w:rsidRPr="008A0046">
        <w:rPr>
          <w:lang w:val="en-US"/>
        </w:rPr>
        <w:t xml:space="preserve">, </w:t>
      </w:r>
      <w:r w:rsidR="00A869EB">
        <w:rPr>
          <w:lang w:val="en-US"/>
        </w:rPr>
        <w:t>R</w:t>
      </w:r>
      <w:r w:rsidR="00A976EE">
        <w:rPr>
          <w:lang w:val="en-US"/>
        </w:rPr>
        <w:t>ole</w:t>
      </w:r>
    </w:p>
    <w:sectPr w:rsidR="00B44915" w:rsidRPr="008A004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462" w:rsidRDefault="00771462" w:rsidP="00861A1A">
      <w:r>
        <w:separator/>
      </w:r>
    </w:p>
  </w:endnote>
  <w:endnote w:type="continuationSeparator" w:id="0">
    <w:p w:rsidR="00771462" w:rsidRDefault="0077146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462" w:rsidRDefault="00771462" w:rsidP="00861A1A">
      <w:r>
        <w:separator/>
      </w:r>
    </w:p>
  </w:footnote>
  <w:footnote w:type="continuationSeparator" w:id="0">
    <w:p w:rsidR="00771462" w:rsidRDefault="0077146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4E016E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0C25E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E016E">
      <w:rPr>
        <w:rFonts w:ascii="Calibri" w:hAnsi="Calibri"/>
        <w:smallCaps/>
        <w:noProof/>
        <w:sz w:val="20"/>
        <w:szCs w:val="20"/>
        <w:lang w:val="en-US"/>
      </w:rPr>
      <w:t>USER IDENTIFICATION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A409BB4"/>
    <w:lvl w:ilvl="0" w:tplc="E91EC4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25E5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B3A72"/>
    <w:rsid w:val="001D00A1"/>
    <w:rsid w:val="001E0F8B"/>
    <w:rsid w:val="001E514B"/>
    <w:rsid w:val="001F6290"/>
    <w:rsid w:val="0020224F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304ADA"/>
    <w:rsid w:val="00306B9F"/>
    <w:rsid w:val="00307892"/>
    <w:rsid w:val="00315203"/>
    <w:rsid w:val="00336F49"/>
    <w:rsid w:val="00337851"/>
    <w:rsid w:val="00347E4D"/>
    <w:rsid w:val="00351AF3"/>
    <w:rsid w:val="0039238A"/>
    <w:rsid w:val="003944C2"/>
    <w:rsid w:val="003B1326"/>
    <w:rsid w:val="003C13BC"/>
    <w:rsid w:val="003C5B45"/>
    <w:rsid w:val="003D41BB"/>
    <w:rsid w:val="003E01BE"/>
    <w:rsid w:val="003E2732"/>
    <w:rsid w:val="003F03EB"/>
    <w:rsid w:val="003F6027"/>
    <w:rsid w:val="003F623C"/>
    <w:rsid w:val="003F7F87"/>
    <w:rsid w:val="00402B09"/>
    <w:rsid w:val="00414384"/>
    <w:rsid w:val="00417ED2"/>
    <w:rsid w:val="0046567F"/>
    <w:rsid w:val="00472203"/>
    <w:rsid w:val="00475954"/>
    <w:rsid w:val="00492966"/>
    <w:rsid w:val="004955A7"/>
    <w:rsid w:val="004A01E5"/>
    <w:rsid w:val="004A1EC0"/>
    <w:rsid w:val="004A7B44"/>
    <w:rsid w:val="004B6F8D"/>
    <w:rsid w:val="004C0E36"/>
    <w:rsid w:val="004D5C21"/>
    <w:rsid w:val="004E016E"/>
    <w:rsid w:val="004E5E95"/>
    <w:rsid w:val="004E70EA"/>
    <w:rsid w:val="004F5AFF"/>
    <w:rsid w:val="00507561"/>
    <w:rsid w:val="005132B0"/>
    <w:rsid w:val="005154BC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04B9"/>
    <w:rsid w:val="006E6D59"/>
    <w:rsid w:val="006F0D5B"/>
    <w:rsid w:val="006F29BC"/>
    <w:rsid w:val="006F787A"/>
    <w:rsid w:val="00710301"/>
    <w:rsid w:val="00734028"/>
    <w:rsid w:val="0073574D"/>
    <w:rsid w:val="007460F9"/>
    <w:rsid w:val="00753333"/>
    <w:rsid w:val="0076745A"/>
    <w:rsid w:val="00771462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13A2"/>
    <w:rsid w:val="00825830"/>
    <w:rsid w:val="00826CB2"/>
    <w:rsid w:val="00830375"/>
    <w:rsid w:val="00831014"/>
    <w:rsid w:val="00832323"/>
    <w:rsid w:val="00861A1A"/>
    <w:rsid w:val="00861EAE"/>
    <w:rsid w:val="00864D93"/>
    <w:rsid w:val="00875F1F"/>
    <w:rsid w:val="00882BE0"/>
    <w:rsid w:val="008836CE"/>
    <w:rsid w:val="00891FF5"/>
    <w:rsid w:val="00893E89"/>
    <w:rsid w:val="008A0046"/>
    <w:rsid w:val="008A3619"/>
    <w:rsid w:val="008B05F5"/>
    <w:rsid w:val="008B6CCD"/>
    <w:rsid w:val="008C64E0"/>
    <w:rsid w:val="008D38F1"/>
    <w:rsid w:val="008D6149"/>
    <w:rsid w:val="008F1B37"/>
    <w:rsid w:val="008F5585"/>
    <w:rsid w:val="00905FFC"/>
    <w:rsid w:val="00912A69"/>
    <w:rsid w:val="00914456"/>
    <w:rsid w:val="009151B7"/>
    <w:rsid w:val="00916DC9"/>
    <w:rsid w:val="0093254C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0B74"/>
    <w:rsid w:val="009C7B24"/>
    <w:rsid w:val="009E1B9A"/>
    <w:rsid w:val="009E2A2A"/>
    <w:rsid w:val="009F6E5E"/>
    <w:rsid w:val="00A17111"/>
    <w:rsid w:val="00A26A28"/>
    <w:rsid w:val="00A32F5C"/>
    <w:rsid w:val="00A41E41"/>
    <w:rsid w:val="00A50FFF"/>
    <w:rsid w:val="00A527AF"/>
    <w:rsid w:val="00A54992"/>
    <w:rsid w:val="00A633E1"/>
    <w:rsid w:val="00A65E53"/>
    <w:rsid w:val="00A8234A"/>
    <w:rsid w:val="00A869EB"/>
    <w:rsid w:val="00A976EE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43A2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4FD"/>
    <w:rsid w:val="00C45D0F"/>
    <w:rsid w:val="00C5580D"/>
    <w:rsid w:val="00C57915"/>
    <w:rsid w:val="00C7264E"/>
    <w:rsid w:val="00C767C9"/>
    <w:rsid w:val="00C878F0"/>
    <w:rsid w:val="00C933EB"/>
    <w:rsid w:val="00C97B84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5DB86C"/>
  <w15:docId w15:val="{0A958C77-7A72-4E15-9005-D7A7353A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336F49"/>
    <w:pPr>
      <w:numPr>
        <w:numId w:val="2"/>
      </w:numPr>
      <w:tabs>
        <w:tab w:val="left" w:pos="426"/>
      </w:tabs>
      <w:ind w:left="322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</TotalTime>
  <Pages>3</Pages>
  <Words>248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6</cp:revision>
  <cp:lastPrinted>2013-05-24T15:00:00Z</cp:lastPrinted>
  <dcterms:created xsi:type="dcterms:W3CDTF">2016-07-28T13:14:00Z</dcterms:created>
  <dcterms:modified xsi:type="dcterms:W3CDTF">2016-07-28T13:28:00Z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