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783" w:rsidRPr="00E8580B" w:rsidRDefault="007E5FF0" w:rsidP="00F12783">
      <w:pPr>
        <w:pStyle w:val="eTask"/>
        <w:ind w:left="284" w:hanging="284"/>
        <w:rPr>
          <w:noProof/>
          <w:lang w:val="sk-SK" w:eastAsia="sk-SK"/>
        </w:rPr>
      </w:pPr>
      <w:r>
        <w:rPr>
          <w:lang w:val="en-US"/>
        </w:rPr>
        <w:t>Match the four different</w:t>
      </w:r>
      <w:r w:rsidR="002048F2">
        <w:rPr>
          <w:lang w:val="en-US"/>
        </w:rPr>
        <w:t xml:space="preserve"> layers of IPv6</w:t>
      </w:r>
      <w:r>
        <w:rPr>
          <w:lang w:val="en-US"/>
        </w:rPr>
        <w:t xml:space="preserve"> shown</w:t>
      </w:r>
      <w:r w:rsidR="00B51A79">
        <w:rPr>
          <w:lang w:val="en-US"/>
        </w:rPr>
        <w:t xml:space="preserve"> </w:t>
      </w:r>
      <w:r>
        <w:rPr>
          <w:lang w:val="en-US"/>
        </w:rPr>
        <w:t>on</w:t>
      </w:r>
      <w:r w:rsidR="00B51A79">
        <w:rPr>
          <w:lang w:val="en-US"/>
        </w:rPr>
        <w:t xml:space="preserve"> the left column to the corresponding de</w:t>
      </w:r>
      <w:r>
        <w:rPr>
          <w:lang w:val="en-US"/>
        </w:rPr>
        <w:t>scriptions</w:t>
      </w:r>
      <w:r w:rsidR="00B51A79">
        <w:rPr>
          <w:lang w:val="en-US"/>
        </w:rPr>
        <w:t xml:space="preserve"> on the right</w:t>
      </w:r>
      <w:r>
        <w:rPr>
          <w:lang w:val="en-US"/>
        </w:rPr>
        <w:t xml:space="preserve"> column</w:t>
      </w:r>
      <w:r w:rsidR="00F12783" w:rsidRPr="00C930BE">
        <w:rPr>
          <w:lang w:val="en-US"/>
        </w:rPr>
        <w:t>.</w:t>
      </w:r>
    </w:p>
    <w:p w:rsidR="00F12783" w:rsidRPr="009A7ECB" w:rsidRDefault="00F12783" w:rsidP="006728BF">
      <w:pPr>
        <w:rPr>
          <w:noProof/>
          <w:lang w:val="sk-SK" w:eastAsia="sk-SK"/>
        </w:rPr>
      </w:pP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1363"/>
        <w:gridCol w:w="1926"/>
        <w:gridCol w:w="5639"/>
      </w:tblGrid>
      <w:tr w:rsidR="00A25C4B" w:rsidRPr="00614201" w:rsidTr="006728BF">
        <w:tc>
          <w:tcPr>
            <w:tcW w:w="116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25C4B" w:rsidRPr="00614201" w:rsidRDefault="002048F2" w:rsidP="00384585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n-US"/>
              </w:rPr>
            </w:pPr>
            <w:r w:rsidRPr="002048F2">
              <w:rPr>
                <w:b w:val="0"/>
                <w:lang w:val="en-US"/>
              </w:rPr>
              <w:t>Object Sensing Layer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5C4B" w:rsidRPr="00614201" w:rsidRDefault="00A25C4B" w:rsidP="00384585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</w:p>
        </w:tc>
        <w:tc>
          <w:tcPr>
            <w:tcW w:w="577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25C4B" w:rsidRPr="006728BF" w:rsidRDefault="00372F8C" w:rsidP="006728BF">
            <w:pPr>
              <w:rPr>
                <w:lang w:val="en-US"/>
              </w:rPr>
            </w:pPr>
            <w:r w:rsidRPr="006728BF">
              <w:rPr>
                <w:lang w:val="en-US"/>
              </w:rPr>
              <w:t>Transparent transmission of data through communication networks.</w:t>
            </w:r>
          </w:p>
        </w:tc>
      </w:tr>
      <w:tr w:rsidR="00A25C4B" w:rsidRPr="00614201" w:rsidTr="006728BF"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25C4B" w:rsidRPr="00614201" w:rsidRDefault="00A25C4B" w:rsidP="00384585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n-US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A25C4B" w:rsidRPr="00614201" w:rsidRDefault="00A25C4B" w:rsidP="00384585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</w:p>
        </w:tc>
        <w:tc>
          <w:tcPr>
            <w:tcW w:w="5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25C4B" w:rsidRPr="00614201" w:rsidRDefault="00A25C4B" w:rsidP="006728BF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</w:p>
        </w:tc>
      </w:tr>
      <w:tr w:rsidR="00A25C4B" w:rsidRPr="00614201" w:rsidTr="006728BF"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C4B" w:rsidRPr="00614201" w:rsidRDefault="00372F8C" w:rsidP="00384585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n-US"/>
              </w:rPr>
            </w:pPr>
            <w:r w:rsidRPr="00372F8C">
              <w:rPr>
                <w:b w:val="0"/>
                <w:lang w:val="en-US"/>
              </w:rPr>
              <w:t>Information Integration Layer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5C4B" w:rsidRPr="00614201" w:rsidRDefault="00A25C4B" w:rsidP="00384585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25C4B" w:rsidRPr="006728BF" w:rsidRDefault="002048F2" w:rsidP="006728BF">
            <w:pPr>
              <w:rPr>
                <w:lang w:val="en-US"/>
              </w:rPr>
            </w:pPr>
            <w:r w:rsidRPr="006728BF">
              <w:rPr>
                <w:lang w:val="en-US"/>
              </w:rPr>
              <w:t>Provides content services to users.</w:t>
            </w:r>
          </w:p>
        </w:tc>
      </w:tr>
      <w:tr w:rsidR="00A25C4B" w:rsidRPr="00614201" w:rsidTr="006728BF"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25C4B" w:rsidRPr="00614201" w:rsidRDefault="00A25C4B" w:rsidP="00384585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n-US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A25C4B" w:rsidRPr="00614201" w:rsidRDefault="00A25C4B" w:rsidP="00384585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</w:p>
        </w:tc>
        <w:tc>
          <w:tcPr>
            <w:tcW w:w="5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25C4B" w:rsidRPr="00614201" w:rsidRDefault="00A25C4B" w:rsidP="006728BF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</w:p>
        </w:tc>
      </w:tr>
      <w:tr w:rsidR="00A25C4B" w:rsidRPr="00614201" w:rsidTr="006728BF"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C4B" w:rsidRPr="00614201" w:rsidRDefault="002048F2" w:rsidP="00384585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n-US"/>
              </w:rPr>
            </w:pPr>
            <w:r w:rsidRPr="002048F2">
              <w:rPr>
                <w:b w:val="0"/>
                <w:lang w:val="en-US"/>
              </w:rPr>
              <w:t>Application Service Layer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5C4B" w:rsidRPr="00614201" w:rsidRDefault="00A25C4B" w:rsidP="00384585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25C4B" w:rsidRPr="006728BF" w:rsidRDefault="001B232C" w:rsidP="006728BF">
            <w:pPr>
              <w:rPr>
                <w:lang w:val="en-US"/>
              </w:rPr>
            </w:pPr>
            <w:r w:rsidRPr="006728BF">
              <w:rPr>
                <w:lang w:val="en-US"/>
              </w:rPr>
              <w:t xml:space="preserve">Provides </w:t>
            </w:r>
            <w:r w:rsidR="002048F2" w:rsidRPr="006728BF">
              <w:rPr>
                <w:lang w:val="en-US"/>
              </w:rPr>
              <w:t>information into usable knowledge for services and final users.</w:t>
            </w:r>
          </w:p>
        </w:tc>
      </w:tr>
      <w:tr w:rsidR="00A25C4B" w:rsidRPr="00614201" w:rsidTr="006728BF"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25C4B" w:rsidRPr="00614201" w:rsidRDefault="00A25C4B" w:rsidP="00384585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n-US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A25C4B" w:rsidRPr="00614201" w:rsidRDefault="00A25C4B" w:rsidP="00384585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</w:p>
        </w:tc>
        <w:tc>
          <w:tcPr>
            <w:tcW w:w="5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25C4B" w:rsidRPr="00614201" w:rsidRDefault="00A25C4B" w:rsidP="006728BF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</w:p>
        </w:tc>
      </w:tr>
      <w:tr w:rsidR="00A25C4B" w:rsidRPr="00614201" w:rsidTr="006728BF">
        <w:tc>
          <w:tcPr>
            <w:tcW w:w="116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25C4B" w:rsidRPr="00614201" w:rsidRDefault="002048F2" w:rsidP="00384585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n-US"/>
              </w:rPr>
            </w:pPr>
            <w:r w:rsidRPr="002048F2">
              <w:rPr>
                <w:b w:val="0"/>
                <w:lang w:val="en-US"/>
              </w:rPr>
              <w:t>Data Exchange Layer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5C4B" w:rsidRPr="00614201" w:rsidRDefault="00A25C4B" w:rsidP="00384585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25C4B" w:rsidRPr="006728BF" w:rsidRDefault="002048F2" w:rsidP="006728BF">
            <w:pPr>
              <w:rPr>
                <w:lang w:val="en-US"/>
              </w:rPr>
            </w:pPr>
            <w:r w:rsidRPr="006728BF">
              <w:rPr>
                <w:lang w:val="en-US"/>
              </w:rPr>
              <w:t>Sensing the physical objects and obtaining data.</w:t>
            </w:r>
          </w:p>
        </w:tc>
      </w:tr>
    </w:tbl>
    <w:p w:rsidR="00F12783" w:rsidRPr="00B51A79" w:rsidRDefault="00F12783" w:rsidP="006728BF">
      <w:pPr>
        <w:rPr>
          <w:lang w:val="en-GB"/>
        </w:rPr>
      </w:pPr>
    </w:p>
    <w:p w:rsidR="00F12783" w:rsidRPr="00A65E53" w:rsidRDefault="00F12783" w:rsidP="00F12783">
      <w:pPr>
        <w:pStyle w:val="eLineBottom"/>
        <w:rPr>
          <w:lang w:val="en-US"/>
        </w:rPr>
      </w:pPr>
    </w:p>
    <w:p w:rsidR="00F12783" w:rsidRDefault="00F12783" w:rsidP="006728BF">
      <w:pPr>
        <w:rPr>
          <w:lang w:val="en-GB"/>
        </w:rPr>
      </w:pPr>
    </w:p>
    <w:p w:rsidR="00CE070B" w:rsidRDefault="00CE070B" w:rsidP="00A41A9A">
      <w:pPr>
        <w:pStyle w:val="eTask"/>
        <w:rPr>
          <w:lang w:val="en-US"/>
        </w:rPr>
      </w:pPr>
      <w:r>
        <w:rPr>
          <w:lang w:val="en-US"/>
        </w:rPr>
        <w:t>Modify the following text</w:t>
      </w:r>
      <w:r w:rsidR="00CA6BDC">
        <w:rPr>
          <w:lang w:val="en-US"/>
        </w:rPr>
        <w:t>s</w:t>
      </w:r>
      <w:r>
        <w:rPr>
          <w:lang w:val="en-US"/>
        </w:rPr>
        <w:t xml:space="preserve"> so that the statement is true.</w:t>
      </w:r>
    </w:p>
    <w:p w:rsidR="00CE070B" w:rsidRDefault="00CE070B" w:rsidP="006728BF">
      <w:pPr>
        <w:rPr>
          <w:lang w:val="en-US"/>
        </w:rPr>
      </w:pPr>
    </w:p>
    <w:p w:rsidR="00180ECB" w:rsidRPr="006728BF" w:rsidRDefault="001D2E38" w:rsidP="006728BF">
      <w:pPr>
        <w:rPr>
          <w:lang w:val="en-US"/>
        </w:rPr>
      </w:pPr>
      <w:r w:rsidRPr="006728BF">
        <w:rPr>
          <w:lang w:val="en-US"/>
        </w:rPr>
        <w:t>Cloud computing is one of the enabling platforms</w:t>
      </w:r>
      <w:r w:rsidR="006728BF" w:rsidRPr="006728BF">
        <w:rPr>
          <w:lang w:val="en-US"/>
        </w:rPr>
        <w:t xml:space="preserve"> </w:t>
      </w: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 xml:space="preserve">to establish a common set of standards 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to support IoT</m:t>
                  </m:r>
                </m:e>
              </m:mr>
            </m:m>
          </m:e>
        </m:d>
      </m:oMath>
      <w:r w:rsidR="006728BF" w:rsidRPr="006728BF">
        <w:rPr>
          <w:lang w:val="en-US"/>
        </w:rPr>
        <w:t>.</w:t>
      </w:r>
    </w:p>
    <w:p w:rsidR="00CA6BDC" w:rsidRPr="006728BF" w:rsidRDefault="00CA6BDC" w:rsidP="006728BF">
      <w:pPr>
        <w:rPr>
          <w:lang w:val="en-US"/>
        </w:rPr>
      </w:pPr>
    </w:p>
    <w:p w:rsidR="00CA6BDC" w:rsidRPr="006728BF" w:rsidRDefault="00360ECE" w:rsidP="006728BF">
      <w:pPr>
        <w:rPr>
          <w:lang w:val="en-US"/>
        </w:rPr>
      </w:pPr>
      <w:r w:rsidRPr="006728BF">
        <w:rPr>
          <w:lang w:val="en-US"/>
        </w:rPr>
        <w:t xml:space="preserve">IPsec (IP security) </w:t>
      </w:r>
      <w:r w:rsidR="00CA6BDC" w:rsidRPr="006728BF">
        <w:rPr>
          <w:lang w:val="en-US"/>
        </w:rPr>
        <w:t xml:space="preserve">stands for </w:t>
      </w: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solve security problems</m:t>
                  </m:r>
                  <m:r>
                    <m:rPr>
                      <m:sty m:val="p"/>
                    </m:rPr>
                    <w:rPr>
                      <w:rFonts w:ascii="Cambria Math"/>
                      <w:lang w:val="en-US"/>
                    </w:rPr>
                    <m:t xml:space="preserve">  </m:t>
                  </m:r>
                </m:e>
              </m:mr>
              <m:mr>
                <m:e>
                  <w:proofErr w:type="gramStart"/>
                  <m:r>
                    <m:rPr>
                      <m:nor/>
                    </m:rPr>
                    <w:rPr>
                      <w:lang w:val="en-US"/>
                    </w:rPr>
                    <m:t>WiFi  access</m:t>
                  </m:r>
                  <w:proofErr w:type="gramEnd"/>
                </m:e>
              </m:mr>
            </m:m>
          </m:e>
        </m:d>
      </m:oMath>
      <w:r w:rsidR="006728BF" w:rsidRPr="006728BF">
        <w:rPr>
          <w:lang w:val="en-US"/>
        </w:rPr>
        <w:t>.</w:t>
      </w:r>
      <w:bookmarkStart w:id="0" w:name="_GoBack"/>
      <w:bookmarkEnd w:id="0"/>
    </w:p>
    <w:p w:rsidR="00180ECB" w:rsidRPr="00A65E53" w:rsidRDefault="00180ECB" w:rsidP="00180ECB">
      <w:pPr>
        <w:pStyle w:val="eLineBottom"/>
        <w:rPr>
          <w:lang w:val="en-US"/>
        </w:rPr>
      </w:pPr>
    </w:p>
    <w:p w:rsidR="00180ECB" w:rsidRDefault="00180ECB" w:rsidP="00180ECB">
      <w:pPr>
        <w:rPr>
          <w:lang w:val="en-US"/>
        </w:rPr>
      </w:pPr>
    </w:p>
    <w:p w:rsidR="00210701" w:rsidRDefault="00A41A9A" w:rsidP="008E2BA0">
      <w:pPr>
        <w:pStyle w:val="eTask"/>
        <w:rPr>
          <w:lang w:val="en-US"/>
        </w:rPr>
      </w:pPr>
      <w:r>
        <w:rPr>
          <w:lang w:val="en-US"/>
        </w:rPr>
        <w:t xml:space="preserve">Here is a series of </w:t>
      </w:r>
      <w:r w:rsidR="00A7603A">
        <w:rPr>
          <w:lang w:val="en-US"/>
        </w:rPr>
        <w:t>application fields of IoT</w:t>
      </w:r>
      <w:r>
        <w:rPr>
          <w:lang w:val="en-US"/>
        </w:rPr>
        <w:t>. Match each item on the left column to the corresponding item on the right column.</w:t>
      </w:r>
    </w:p>
    <w:p w:rsidR="00A41A9A" w:rsidRDefault="00A41A9A" w:rsidP="00A41A9A">
      <w:pPr>
        <w:pStyle w:val="eTask"/>
        <w:numPr>
          <w:ilvl w:val="0"/>
          <w:numId w:val="0"/>
        </w:numPr>
        <w:ind w:left="360" w:hanging="360"/>
        <w:rPr>
          <w:lang w:val="en-US"/>
        </w:rPr>
      </w:pP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1643"/>
        <w:gridCol w:w="1687"/>
        <w:gridCol w:w="5598"/>
      </w:tblGrid>
      <w:tr w:rsidR="00614201" w:rsidRPr="00614201" w:rsidTr="007F60D6">
        <w:tc>
          <w:tcPr>
            <w:tcW w:w="159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14201" w:rsidRPr="00614201" w:rsidRDefault="00CE5FBD" w:rsidP="00801EBC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  <w:lang w:val="en-US"/>
              </w:rPr>
            </w:pPr>
            <w:r w:rsidRPr="00CE5FBD">
              <w:rPr>
                <w:b w:val="0"/>
                <w:lang w:val="en-US"/>
              </w:rPr>
              <w:t>Automotive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201" w:rsidRPr="00614201" w:rsidRDefault="00614201" w:rsidP="00801EBC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b w:val="0"/>
                <w:lang w:val="en-US"/>
              </w:rPr>
            </w:pPr>
          </w:p>
        </w:tc>
        <w:tc>
          <w:tcPr>
            <w:tcW w:w="5636" w:type="dxa"/>
            <w:tcBorders>
              <w:left w:val="single" w:sz="4" w:space="0" w:color="auto"/>
              <w:bottom w:val="single" w:sz="4" w:space="0" w:color="auto"/>
            </w:tcBorders>
          </w:tcPr>
          <w:p w:rsidR="00614201" w:rsidRPr="006728BF" w:rsidRDefault="00CE5FBD" w:rsidP="00801EBC">
            <w:pPr>
              <w:spacing w:before="60" w:after="60"/>
              <w:rPr>
                <w:lang w:val="en-US"/>
              </w:rPr>
            </w:pPr>
            <w:r w:rsidRPr="006728BF">
              <w:rPr>
                <w:lang w:val="en-US"/>
              </w:rPr>
              <w:t>Integration of security services</w:t>
            </w:r>
          </w:p>
        </w:tc>
      </w:tr>
      <w:tr w:rsidR="00614201" w:rsidRPr="00614201" w:rsidTr="007F60D6"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14201" w:rsidRPr="00614201" w:rsidRDefault="00614201" w:rsidP="00801EBC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14201" w:rsidRPr="00614201" w:rsidRDefault="00614201" w:rsidP="00801EBC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b w:val="0"/>
                <w:lang w:val="en-US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4201" w:rsidRPr="00614201" w:rsidRDefault="00614201" w:rsidP="00801EBC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b w:val="0"/>
                <w:lang w:val="en-US"/>
              </w:rPr>
            </w:pPr>
          </w:p>
        </w:tc>
      </w:tr>
      <w:tr w:rsidR="00614201" w:rsidRPr="00614201" w:rsidTr="007F60D6">
        <w:tc>
          <w:tcPr>
            <w:tcW w:w="15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201" w:rsidRPr="00614201" w:rsidRDefault="00CE5FBD" w:rsidP="00801EBC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  <w:lang w:val="en-US"/>
              </w:rPr>
            </w:pPr>
            <w:r w:rsidRPr="00CE5FBD">
              <w:rPr>
                <w:b w:val="0"/>
                <w:lang w:val="en-US"/>
              </w:rPr>
              <w:t>Education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201" w:rsidRPr="00614201" w:rsidRDefault="00614201" w:rsidP="00801EBC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b w:val="0"/>
                <w:lang w:val="en-US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4201" w:rsidRPr="006728BF" w:rsidRDefault="00CE5FBD" w:rsidP="00801EBC">
            <w:pPr>
              <w:spacing w:before="60" w:after="60"/>
              <w:rPr>
                <w:lang w:val="en-US"/>
              </w:rPr>
            </w:pPr>
            <w:r w:rsidRPr="006728BF">
              <w:rPr>
                <w:lang w:val="en-US"/>
              </w:rPr>
              <w:t>Prevent overproduction</w:t>
            </w:r>
          </w:p>
        </w:tc>
      </w:tr>
      <w:tr w:rsidR="00614201" w:rsidRPr="00614201" w:rsidTr="007F60D6"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14201" w:rsidRPr="00614201" w:rsidRDefault="00614201" w:rsidP="00801EBC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14201" w:rsidRPr="00614201" w:rsidRDefault="00614201" w:rsidP="00801EBC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b w:val="0"/>
                <w:lang w:val="en-US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4201" w:rsidRPr="00614201" w:rsidRDefault="00614201" w:rsidP="00801EBC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b w:val="0"/>
                <w:lang w:val="en-US"/>
              </w:rPr>
            </w:pPr>
          </w:p>
        </w:tc>
      </w:tr>
      <w:tr w:rsidR="00614201" w:rsidRPr="00614201" w:rsidTr="007F60D6">
        <w:tc>
          <w:tcPr>
            <w:tcW w:w="15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201" w:rsidRPr="00614201" w:rsidRDefault="00CE5FBD" w:rsidP="00801EBC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  <w:lang w:val="en-US"/>
              </w:rPr>
            </w:pPr>
            <w:r w:rsidRPr="00CE5FBD">
              <w:rPr>
                <w:b w:val="0"/>
                <w:lang w:val="en-US"/>
              </w:rPr>
              <w:t>Manufacturing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201" w:rsidRPr="00614201" w:rsidRDefault="00614201" w:rsidP="00801EBC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b w:val="0"/>
                <w:lang w:val="en-US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4201" w:rsidRPr="006728BF" w:rsidRDefault="00CE5FBD" w:rsidP="00801EBC">
            <w:pPr>
              <w:spacing w:before="60" w:after="60"/>
              <w:rPr>
                <w:lang w:val="en-US"/>
              </w:rPr>
            </w:pPr>
            <w:r w:rsidRPr="006728BF">
              <w:rPr>
                <w:lang w:val="en-US"/>
              </w:rPr>
              <w:t>GPS tracking</w:t>
            </w:r>
          </w:p>
        </w:tc>
      </w:tr>
      <w:tr w:rsidR="00614201" w:rsidRPr="00614201" w:rsidTr="007F60D6"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14201" w:rsidRPr="00614201" w:rsidRDefault="00614201" w:rsidP="00801EBC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14201" w:rsidRPr="00614201" w:rsidRDefault="00614201" w:rsidP="00801EBC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b w:val="0"/>
                <w:lang w:val="en-US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4201" w:rsidRPr="00614201" w:rsidRDefault="00614201" w:rsidP="00801EBC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b w:val="0"/>
                <w:lang w:val="en-US"/>
              </w:rPr>
            </w:pPr>
          </w:p>
        </w:tc>
      </w:tr>
      <w:tr w:rsidR="00614201" w:rsidRPr="00614201" w:rsidTr="007F60D6">
        <w:tc>
          <w:tcPr>
            <w:tcW w:w="159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14201" w:rsidRPr="00614201" w:rsidRDefault="00CE5FBD" w:rsidP="00801EBC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  <w:lang w:val="en-US"/>
              </w:rPr>
            </w:pPr>
            <w:r w:rsidRPr="00CE5FBD">
              <w:rPr>
                <w:b w:val="0"/>
                <w:lang w:val="en-US"/>
              </w:rPr>
              <w:t>Smart cities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201" w:rsidRPr="00614201" w:rsidRDefault="00614201" w:rsidP="00801EBC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b w:val="0"/>
                <w:lang w:val="en-US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</w:tcBorders>
          </w:tcPr>
          <w:p w:rsidR="00614201" w:rsidRPr="006728BF" w:rsidRDefault="00CE5FBD" w:rsidP="00801EBC">
            <w:pPr>
              <w:spacing w:before="60" w:after="60"/>
              <w:rPr>
                <w:lang w:val="en-US"/>
              </w:rPr>
            </w:pPr>
            <w:r w:rsidRPr="006728BF">
              <w:rPr>
                <w:lang w:val="en-US"/>
              </w:rPr>
              <w:t>Interchange of reports and results in real time</w:t>
            </w:r>
          </w:p>
        </w:tc>
      </w:tr>
    </w:tbl>
    <w:p w:rsidR="00210701" w:rsidRPr="006728BF" w:rsidRDefault="00210701" w:rsidP="006728BF">
      <w:pPr>
        <w:rPr>
          <w:lang w:val="en-US"/>
        </w:rPr>
      </w:pPr>
    </w:p>
    <w:p w:rsidR="006728BF" w:rsidRDefault="006728BF">
      <w:pPr>
        <w:rPr>
          <w:b/>
          <w:lang w:val="en-US"/>
        </w:rPr>
      </w:pPr>
      <w:r>
        <w:rPr>
          <w:lang w:val="en-US"/>
        </w:rPr>
        <w:br w:type="page"/>
      </w:r>
    </w:p>
    <w:p w:rsidR="00457B2D" w:rsidRPr="00A65E53" w:rsidRDefault="00457B2D" w:rsidP="00457B2D">
      <w:pPr>
        <w:pStyle w:val="eTask"/>
        <w:rPr>
          <w:lang w:val="en-US"/>
        </w:rPr>
      </w:pPr>
      <w:r>
        <w:rPr>
          <w:lang w:val="en-US"/>
        </w:rPr>
        <w:lastRenderedPageBreak/>
        <w:t xml:space="preserve">List </w:t>
      </w:r>
      <w:r w:rsidRPr="006D4596">
        <w:rPr>
          <w:lang w:val="en-US"/>
        </w:rPr>
        <w:t xml:space="preserve">three basic </w:t>
      </w:r>
      <w:r>
        <w:rPr>
          <w:lang w:val="en-US"/>
        </w:rPr>
        <w:t>applications of IoT for Smart Cities</w:t>
      </w:r>
      <w:r w:rsidRPr="006D4596">
        <w:rPr>
          <w:lang w:val="en-US"/>
        </w:rPr>
        <w:t>.</w:t>
      </w:r>
    </w:p>
    <w:p w:rsidR="00457B2D" w:rsidRPr="00A65E53" w:rsidRDefault="00457B2D" w:rsidP="006728BF">
      <w:pPr>
        <w:rPr>
          <w:lang w:val="en-US"/>
        </w:rPr>
      </w:pPr>
    </w:p>
    <w:p w:rsidR="00457B2D" w:rsidRDefault="00457B2D" w:rsidP="00457B2D">
      <w:r w:rsidRPr="00C92DC7">
        <w:t>1</w:t>
      </w:r>
      <w:r>
        <w:t>.</w:t>
      </w:r>
      <w:r>
        <w:tab/>
        <w:t>__________________</w:t>
      </w:r>
    </w:p>
    <w:p w:rsidR="00457B2D" w:rsidRPr="00C92DC7" w:rsidRDefault="00457B2D" w:rsidP="00457B2D"/>
    <w:p w:rsidR="00457B2D" w:rsidRDefault="00457B2D" w:rsidP="00457B2D">
      <w:pPr>
        <w:rPr>
          <w:noProof/>
          <w:lang w:val="sk-SK" w:eastAsia="sk-SK"/>
        </w:rPr>
      </w:pPr>
      <w:r w:rsidRPr="001922A0">
        <w:rPr>
          <w:noProof/>
          <w:lang w:val="sk-SK" w:eastAsia="sk-SK"/>
        </w:rPr>
        <w:t>2.</w:t>
      </w:r>
      <w:r>
        <w:tab/>
        <w:t>__________________</w:t>
      </w:r>
    </w:p>
    <w:p w:rsidR="00457B2D" w:rsidRPr="001922A0" w:rsidRDefault="00457B2D" w:rsidP="00457B2D">
      <w:pPr>
        <w:rPr>
          <w:noProof/>
          <w:lang w:val="sk-SK" w:eastAsia="sk-SK"/>
        </w:rPr>
      </w:pPr>
    </w:p>
    <w:p w:rsidR="00457B2D" w:rsidRPr="001922A0" w:rsidRDefault="00457B2D" w:rsidP="00457B2D">
      <w:pPr>
        <w:rPr>
          <w:noProof/>
          <w:lang w:val="sk-SK" w:eastAsia="sk-SK"/>
        </w:rPr>
      </w:pPr>
      <w:r w:rsidRPr="001922A0">
        <w:rPr>
          <w:noProof/>
          <w:lang w:val="sk-SK" w:eastAsia="sk-SK"/>
        </w:rPr>
        <w:t>3.</w:t>
      </w:r>
      <w:r>
        <w:tab/>
        <w:t>__________________</w:t>
      </w:r>
    </w:p>
    <w:p w:rsidR="001922A0" w:rsidRPr="00A65E53" w:rsidRDefault="001922A0" w:rsidP="006728BF">
      <w:pPr>
        <w:rPr>
          <w:lang w:val="en-US"/>
        </w:rPr>
      </w:pPr>
    </w:p>
    <w:p w:rsidR="00137397" w:rsidRPr="00A65E53" w:rsidRDefault="00137397" w:rsidP="00137397">
      <w:pPr>
        <w:pStyle w:val="eLineBottom"/>
        <w:rPr>
          <w:lang w:val="en-US"/>
        </w:rPr>
      </w:pPr>
    </w:p>
    <w:p w:rsidR="00137397" w:rsidRDefault="00137397" w:rsidP="00C148FD">
      <w:pPr>
        <w:rPr>
          <w:lang w:val="en-US"/>
        </w:rPr>
      </w:pPr>
    </w:p>
    <w:p w:rsidR="009B5E16" w:rsidRPr="009A7ECB" w:rsidRDefault="009B5E16" w:rsidP="009B5E16">
      <w:pPr>
        <w:pStyle w:val="eTask"/>
        <w:ind w:left="284" w:hanging="284"/>
        <w:rPr>
          <w:noProof/>
          <w:lang w:val="sk-SK" w:eastAsia="sk-SK"/>
        </w:rPr>
      </w:pPr>
      <w:r>
        <w:rPr>
          <w:lang w:val="en-US"/>
        </w:rPr>
        <w:t xml:space="preserve">Modify </w:t>
      </w:r>
      <w:r w:rsidRPr="00C930BE">
        <w:rPr>
          <w:lang w:val="en-US"/>
        </w:rPr>
        <w:t>the following text so that the statement is true.</w:t>
      </w:r>
    </w:p>
    <w:p w:rsidR="00F55FED" w:rsidRPr="009B5E16" w:rsidRDefault="00F55FED" w:rsidP="006728BF">
      <w:pPr>
        <w:rPr>
          <w:lang w:val="sk-SK"/>
        </w:rPr>
      </w:pPr>
    </w:p>
    <w:p w:rsidR="00F55FED" w:rsidRDefault="009B5E16" w:rsidP="006728BF">
      <w:pPr>
        <w:rPr>
          <w:lang w:val="en-US"/>
        </w:rPr>
      </w:pPr>
      <w:r w:rsidRPr="009B5E16">
        <w:rPr>
          <w:lang w:val="en-US"/>
        </w:rPr>
        <w:t>IPv6 add</w:t>
      </w:r>
      <w:r>
        <w:rPr>
          <w:lang w:val="en-US"/>
        </w:rPr>
        <w:t xml:space="preserve">resses are represented as </w:t>
      </w: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four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eight</m:t>
                  </m:r>
                </m:e>
              </m:mr>
            </m:m>
          </m:e>
        </m:d>
      </m:oMath>
      <w:r w:rsidR="009567ED">
        <w:rPr>
          <w:lang w:val="en-US"/>
        </w:rPr>
        <w:t xml:space="preserve"> </w:t>
      </w:r>
      <w:r w:rsidRPr="009B5E16">
        <w:rPr>
          <w:lang w:val="en-US"/>
        </w:rPr>
        <w:t>groups of four hexadecimal digits</w:t>
      </w:r>
      <w:r>
        <w:rPr>
          <w:lang w:val="en-US"/>
        </w:rPr>
        <w:t>.</w:t>
      </w:r>
    </w:p>
    <w:p w:rsidR="00F55FED" w:rsidRPr="00A65E53" w:rsidRDefault="00F55FED" w:rsidP="00C148FD">
      <w:pPr>
        <w:pStyle w:val="eLineBottom"/>
        <w:rPr>
          <w:lang w:val="en-US"/>
        </w:rPr>
      </w:pPr>
    </w:p>
    <w:p w:rsidR="00C148FD" w:rsidRPr="00A65E53" w:rsidRDefault="00C148FD" w:rsidP="00C148FD">
      <w:pPr>
        <w:rPr>
          <w:lang w:val="en-US"/>
        </w:rPr>
      </w:pPr>
    </w:p>
    <w:p w:rsidR="00137397" w:rsidRPr="00A65E53" w:rsidRDefault="00B141A2" w:rsidP="00B141A2">
      <w:pPr>
        <w:pStyle w:val="eTask"/>
        <w:rPr>
          <w:lang w:val="en-US"/>
        </w:rPr>
      </w:pPr>
      <w:r>
        <w:rPr>
          <w:lang w:val="en-US"/>
        </w:rPr>
        <w:t>List</w:t>
      </w:r>
      <w:r w:rsidR="00F55FED">
        <w:rPr>
          <w:lang w:val="en-US"/>
        </w:rPr>
        <w:t xml:space="preserve"> </w:t>
      </w:r>
      <w:r w:rsidR="00FC57C5">
        <w:rPr>
          <w:lang w:val="en-US"/>
        </w:rPr>
        <w:t>four</w:t>
      </w:r>
      <w:r w:rsidR="00137397" w:rsidRPr="006D4596">
        <w:rPr>
          <w:lang w:val="en-US"/>
        </w:rPr>
        <w:t xml:space="preserve"> basic </w:t>
      </w:r>
      <w:r>
        <w:rPr>
          <w:lang w:val="en-US"/>
        </w:rPr>
        <w:t xml:space="preserve">applications of IoT in </w:t>
      </w:r>
      <w:r w:rsidRPr="00B141A2">
        <w:rPr>
          <w:lang w:val="en-US"/>
        </w:rPr>
        <w:tab/>
        <w:t>Energy services</w:t>
      </w:r>
      <w:r w:rsidR="00137397" w:rsidRPr="006D4596">
        <w:rPr>
          <w:lang w:val="en-US"/>
        </w:rPr>
        <w:t>.</w:t>
      </w:r>
    </w:p>
    <w:p w:rsidR="00137397" w:rsidRPr="00A65E53" w:rsidRDefault="00137397" w:rsidP="006728BF">
      <w:pPr>
        <w:rPr>
          <w:lang w:val="en-US"/>
        </w:rPr>
      </w:pPr>
    </w:p>
    <w:p w:rsidR="00137397" w:rsidRDefault="00137397" w:rsidP="00137397">
      <w:r w:rsidRPr="00C92DC7">
        <w:t>1</w:t>
      </w:r>
      <w:r>
        <w:t>.</w:t>
      </w:r>
      <w:r>
        <w:tab/>
        <w:t>__________________</w:t>
      </w:r>
    </w:p>
    <w:p w:rsidR="00137397" w:rsidRPr="00C92DC7" w:rsidRDefault="00137397" w:rsidP="00137397"/>
    <w:p w:rsidR="00137397" w:rsidRDefault="00137397" w:rsidP="00137397">
      <w:pPr>
        <w:rPr>
          <w:noProof/>
          <w:lang w:val="sk-SK" w:eastAsia="sk-SK"/>
        </w:rPr>
      </w:pPr>
      <w:r w:rsidRPr="001922A0">
        <w:rPr>
          <w:noProof/>
          <w:lang w:val="sk-SK" w:eastAsia="sk-SK"/>
        </w:rPr>
        <w:t>2.</w:t>
      </w:r>
      <w:r>
        <w:tab/>
        <w:t>__________________</w:t>
      </w:r>
    </w:p>
    <w:p w:rsidR="00137397" w:rsidRPr="001922A0" w:rsidRDefault="00137397" w:rsidP="00137397">
      <w:pPr>
        <w:rPr>
          <w:noProof/>
          <w:lang w:val="sk-SK" w:eastAsia="sk-SK"/>
        </w:rPr>
      </w:pPr>
    </w:p>
    <w:p w:rsidR="00137397" w:rsidRDefault="00137397" w:rsidP="00137397">
      <w:r w:rsidRPr="001922A0">
        <w:rPr>
          <w:noProof/>
          <w:lang w:val="sk-SK" w:eastAsia="sk-SK"/>
        </w:rPr>
        <w:t>3.</w:t>
      </w:r>
      <w:r>
        <w:tab/>
        <w:t>__________________</w:t>
      </w:r>
    </w:p>
    <w:p w:rsidR="00FC57C5" w:rsidRDefault="00FC57C5" w:rsidP="00137397"/>
    <w:p w:rsidR="006728BF" w:rsidRDefault="00FC57C5" w:rsidP="006728BF">
      <w:r>
        <w:t xml:space="preserve">4. </w:t>
      </w:r>
      <w:r w:rsidR="006728BF">
        <w:tab/>
        <w:t>__________________</w:t>
      </w:r>
    </w:p>
    <w:p w:rsidR="00FC57C5" w:rsidRDefault="00FC57C5" w:rsidP="00137397">
      <w:pPr>
        <w:rPr>
          <w:u w:val="single"/>
        </w:rPr>
      </w:pPr>
    </w:p>
    <w:p w:rsidR="00137397" w:rsidRPr="00A65E53" w:rsidRDefault="00137397" w:rsidP="00137397">
      <w:pPr>
        <w:pStyle w:val="eLineBottom"/>
        <w:rPr>
          <w:lang w:val="en-US"/>
        </w:rPr>
      </w:pPr>
    </w:p>
    <w:p w:rsidR="00223478" w:rsidRDefault="00223478" w:rsidP="00C148FD">
      <w:pPr>
        <w:pStyle w:val="eCheckBoxText"/>
        <w:rPr>
          <w:lang w:val="en-US"/>
        </w:rPr>
      </w:pPr>
    </w:p>
    <w:p w:rsidR="00686ACE" w:rsidRPr="00686ACE" w:rsidRDefault="00686ACE" w:rsidP="00A25134">
      <w:pPr>
        <w:pStyle w:val="eTask"/>
        <w:rPr>
          <w:noProof/>
          <w:lang w:val="sk-SK" w:eastAsia="sk-SK"/>
        </w:rPr>
      </w:pPr>
      <w:r w:rsidRPr="00686ACE">
        <w:rPr>
          <w:noProof/>
          <w:lang w:val="sk-SK" w:eastAsia="sk-SK"/>
        </w:rPr>
        <w:t>Fill the table by ordering the following elements from top to down in function of their relevance in IoT: Phones, Smart TV, media players, Notebook, eReaders.</w:t>
      </w:r>
    </w:p>
    <w:p w:rsidR="00A57E9D" w:rsidRPr="006728BF" w:rsidRDefault="00A57E9D" w:rsidP="006728BF">
      <w:pPr>
        <w:rPr>
          <w:u w:val="single"/>
        </w:rPr>
      </w:pPr>
    </w:p>
    <w:tbl>
      <w:tblPr>
        <w:tblStyle w:val="Mkatabulky"/>
        <w:tblW w:w="0" w:type="auto"/>
        <w:tblInd w:w="1951" w:type="dxa"/>
        <w:tblLook w:val="04A0" w:firstRow="1" w:lastRow="0" w:firstColumn="1" w:lastColumn="0" w:noHBand="0" w:noVBand="1"/>
      </w:tblPr>
      <w:tblGrid>
        <w:gridCol w:w="2552"/>
      </w:tblGrid>
      <w:tr w:rsidR="00686ACE" w:rsidTr="006728BF">
        <w:tc>
          <w:tcPr>
            <w:tcW w:w="2552" w:type="dxa"/>
            <w:tcBorders>
              <w:bottom w:val="single" w:sz="4" w:space="0" w:color="auto"/>
            </w:tcBorders>
          </w:tcPr>
          <w:p w:rsidR="006728BF" w:rsidRDefault="006728BF" w:rsidP="006728BF">
            <w:pPr>
              <w:pStyle w:val="eTask"/>
              <w:numPr>
                <w:ilvl w:val="0"/>
                <w:numId w:val="0"/>
              </w:numPr>
              <w:spacing w:before="60" w:after="60" w:line="276" w:lineRule="auto"/>
              <w:rPr>
                <w:lang w:val="en-US"/>
              </w:rPr>
            </w:pPr>
          </w:p>
        </w:tc>
      </w:tr>
      <w:tr w:rsidR="00686ACE" w:rsidTr="006728BF">
        <w:tc>
          <w:tcPr>
            <w:tcW w:w="2552" w:type="dxa"/>
            <w:tcBorders>
              <w:top w:val="single" w:sz="4" w:space="0" w:color="auto"/>
            </w:tcBorders>
          </w:tcPr>
          <w:p w:rsidR="006728BF" w:rsidRDefault="006728BF" w:rsidP="006728BF">
            <w:pPr>
              <w:pStyle w:val="eTask"/>
              <w:numPr>
                <w:ilvl w:val="0"/>
                <w:numId w:val="0"/>
              </w:numPr>
              <w:spacing w:before="60" w:after="60" w:line="276" w:lineRule="auto"/>
              <w:rPr>
                <w:lang w:val="en-US"/>
              </w:rPr>
            </w:pPr>
          </w:p>
        </w:tc>
      </w:tr>
      <w:tr w:rsidR="00686ACE" w:rsidTr="00D46C4F">
        <w:tc>
          <w:tcPr>
            <w:tcW w:w="2552" w:type="dxa"/>
          </w:tcPr>
          <w:p w:rsidR="00686ACE" w:rsidRDefault="00686ACE" w:rsidP="006728BF">
            <w:pPr>
              <w:pStyle w:val="eTask"/>
              <w:numPr>
                <w:ilvl w:val="0"/>
                <w:numId w:val="0"/>
              </w:numPr>
              <w:spacing w:before="60" w:after="60" w:line="276" w:lineRule="auto"/>
              <w:rPr>
                <w:lang w:val="en-US"/>
              </w:rPr>
            </w:pPr>
          </w:p>
        </w:tc>
      </w:tr>
      <w:tr w:rsidR="00686ACE" w:rsidTr="00D46C4F">
        <w:tc>
          <w:tcPr>
            <w:tcW w:w="2552" w:type="dxa"/>
          </w:tcPr>
          <w:p w:rsidR="00686ACE" w:rsidRDefault="00686ACE" w:rsidP="006728BF">
            <w:pPr>
              <w:pStyle w:val="eTask"/>
              <w:numPr>
                <w:ilvl w:val="0"/>
                <w:numId w:val="0"/>
              </w:numPr>
              <w:spacing w:before="60" w:after="60" w:line="276" w:lineRule="auto"/>
              <w:rPr>
                <w:lang w:val="en-US"/>
              </w:rPr>
            </w:pPr>
          </w:p>
        </w:tc>
      </w:tr>
      <w:tr w:rsidR="00686ACE" w:rsidTr="00D46C4F">
        <w:tc>
          <w:tcPr>
            <w:tcW w:w="2552" w:type="dxa"/>
          </w:tcPr>
          <w:p w:rsidR="00686ACE" w:rsidRDefault="00686ACE" w:rsidP="006728BF">
            <w:pPr>
              <w:pStyle w:val="eTask"/>
              <w:numPr>
                <w:ilvl w:val="0"/>
                <w:numId w:val="0"/>
              </w:numPr>
              <w:spacing w:before="60" w:after="60" w:line="276" w:lineRule="auto"/>
              <w:rPr>
                <w:lang w:val="en-US"/>
              </w:rPr>
            </w:pPr>
          </w:p>
        </w:tc>
      </w:tr>
    </w:tbl>
    <w:p w:rsidR="005F6159" w:rsidRPr="00A65E53" w:rsidRDefault="005F6159" w:rsidP="006728BF">
      <w:pPr>
        <w:rPr>
          <w:lang w:val="en-US"/>
        </w:rPr>
      </w:pPr>
    </w:p>
    <w:sectPr w:rsidR="005F6159" w:rsidRPr="00A65E53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7A6" w:rsidRDefault="00F047A6" w:rsidP="00861A1A">
      <w:r>
        <w:separator/>
      </w:r>
    </w:p>
  </w:endnote>
  <w:endnote w:type="continuationSeparator" w:id="0">
    <w:p w:rsidR="00F047A6" w:rsidRDefault="00F047A6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C4465F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project has been funded with support from the European Commission.</w:t>
          </w:r>
        </w:p>
        <w:p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publication [communication] reflects the views only of the author, and the Commission cannot be held responsible for any use which may be made of the information contained therein.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4252F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</w:t>
          </w:r>
          <w:r w:rsidR="004252F5">
            <w:rPr>
              <w:sz w:val="16"/>
              <w:szCs w:val="16"/>
            </w:rPr>
            <w:t>2</w:t>
          </w:r>
          <w:r w:rsidRPr="00CA51B5">
            <w:rPr>
              <w:sz w:val="16"/>
              <w:szCs w:val="16"/>
            </w:rPr>
            <w:t>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7A6" w:rsidRDefault="00F047A6" w:rsidP="00861A1A">
      <w:r>
        <w:separator/>
      </w:r>
    </w:p>
  </w:footnote>
  <w:footnote w:type="continuationSeparator" w:id="0">
    <w:p w:rsidR="00F047A6" w:rsidRDefault="00F047A6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C4465F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F623C">
      <w:rPr>
        <w:b/>
        <w:noProof/>
        <w:sz w:val="32"/>
        <w:szCs w:val="32"/>
      </w:rPr>
      <w:tab/>
    </w:r>
    <w:r w:rsidR="003F623C" w:rsidRPr="002B41A8">
      <w:rPr>
        <w:rFonts w:ascii="Calibri" w:hAnsi="Calibri"/>
        <w:b/>
        <w:smallCaps/>
        <w:noProof/>
      </w:rPr>
      <w:t>WORKSHEET</w:t>
    </w:r>
  </w:p>
  <w:p w:rsidR="00C148FD" w:rsidRPr="00C148FD" w:rsidRDefault="004252F5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>INTERNET OF THINGS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EF3B0D"/>
    <w:multiLevelType w:val="hybridMultilevel"/>
    <w:tmpl w:val="B28E9A4A"/>
    <w:lvl w:ilvl="0" w:tplc="419422C8">
      <w:start w:val="1"/>
      <w:numFmt w:val="decimal"/>
      <w:pStyle w:val="eTask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465F"/>
    <w:rsid w:val="00002163"/>
    <w:rsid w:val="0000673F"/>
    <w:rsid w:val="00016AD8"/>
    <w:rsid w:val="00017595"/>
    <w:rsid w:val="00021197"/>
    <w:rsid w:val="00030EDA"/>
    <w:rsid w:val="00045BEB"/>
    <w:rsid w:val="00073ADF"/>
    <w:rsid w:val="0007473C"/>
    <w:rsid w:val="000750C9"/>
    <w:rsid w:val="00087EAC"/>
    <w:rsid w:val="00094A16"/>
    <w:rsid w:val="000A233F"/>
    <w:rsid w:val="000A55B3"/>
    <w:rsid w:val="000B1FC9"/>
    <w:rsid w:val="000C4911"/>
    <w:rsid w:val="000C6B3A"/>
    <w:rsid w:val="000F5362"/>
    <w:rsid w:val="00112B88"/>
    <w:rsid w:val="001301D8"/>
    <w:rsid w:val="0013693D"/>
    <w:rsid w:val="00136968"/>
    <w:rsid w:val="00137397"/>
    <w:rsid w:val="0014373A"/>
    <w:rsid w:val="00151ED1"/>
    <w:rsid w:val="00154968"/>
    <w:rsid w:val="00160E07"/>
    <w:rsid w:val="00164458"/>
    <w:rsid w:val="00165F85"/>
    <w:rsid w:val="00170E72"/>
    <w:rsid w:val="0017377E"/>
    <w:rsid w:val="00180ECB"/>
    <w:rsid w:val="001840EA"/>
    <w:rsid w:val="00184907"/>
    <w:rsid w:val="00185BED"/>
    <w:rsid w:val="001922A0"/>
    <w:rsid w:val="00195A08"/>
    <w:rsid w:val="00197A00"/>
    <w:rsid w:val="001B057D"/>
    <w:rsid w:val="001B232C"/>
    <w:rsid w:val="001D00A1"/>
    <w:rsid w:val="001D0C07"/>
    <w:rsid w:val="001D2E38"/>
    <w:rsid w:val="001F6290"/>
    <w:rsid w:val="002048F2"/>
    <w:rsid w:val="00206E34"/>
    <w:rsid w:val="00210701"/>
    <w:rsid w:val="00213F2C"/>
    <w:rsid w:val="00223478"/>
    <w:rsid w:val="00225015"/>
    <w:rsid w:val="00234FA5"/>
    <w:rsid w:val="002365C9"/>
    <w:rsid w:val="00263E70"/>
    <w:rsid w:val="00272012"/>
    <w:rsid w:val="002825A8"/>
    <w:rsid w:val="00283A7C"/>
    <w:rsid w:val="002850DE"/>
    <w:rsid w:val="00292860"/>
    <w:rsid w:val="002976A9"/>
    <w:rsid w:val="002A6130"/>
    <w:rsid w:val="002B0278"/>
    <w:rsid w:val="002B0866"/>
    <w:rsid w:val="002B41A8"/>
    <w:rsid w:val="002E301D"/>
    <w:rsid w:val="00304ADA"/>
    <w:rsid w:val="00306B9F"/>
    <w:rsid w:val="00307892"/>
    <w:rsid w:val="00315203"/>
    <w:rsid w:val="00337851"/>
    <w:rsid w:val="00341CCC"/>
    <w:rsid w:val="00347E4D"/>
    <w:rsid w:val="00351AF3"/>
    <w:rsid w:val="00355B0A"/>
    <w:rsid w:val="00360ECE"/>
    <w:rsid w:val="00372F8C"/>
    <w:rsid w:val="00377E75"/>
    <w:rsid w:val="00390305"/>
    <w:rsid w:val="0039238A"/>
    <w:rsid w:val="003B1326"/>
    <w:rsid w:val="003C5B45"/>
    <w:rsid w:val="003D41BB"/>
    <w:rsid w:val="003E01BE"/>
    <w:rsid w:val="003E5AAC"/>
    <w:rsid w:val="003F03EB"/>
    <w:rsid w:val="003F623C"/>
    <w:rsid w:val="003F7F87"/>
    <w:rsid w:val="00402B09"/>
    <w:rsid w:val="00417ED2"/>
    <w:rsid w:val="004252F5"/>
    <w:rsid w:val="00457B2D"/>
    <w:rsid w:val="0046567F"/>
    <w:rsid w:val="00472203"/>
    <w:rsid w:val="00475954"/>
    <w:rsid w:val="00492966"/>
    <w:rsid w:val="004A01E5"/>
    <w:rsid w:val="004A7B44"/>
    <w:rsid w:val="004C0E36"/>
    <w:rsid w:val="004E5E95"/>
    <w:rsid w:val="004E70EA"/>
    <w:rsid w:val="004F0CDB"/>
    <w:rsid w:val="004F5AFF"/>
    <w:rsid w:val="00501A9F"/>
    <w:rsid w:val="005132B0"/>
    <w:rsid w:val="00517E3A"/>
    <w:rsid w:val="0052284C"/>
    <w:rsid w:val="00561B7B"/>
    <w:rsid w:val="00561C5A"/>
    <w:rsid w:val="005728B3"/>
    <w:rsid w:val="005738D5"/>
    <w:rsid w:val="0057504E"/>
    <w:rsid w:val="00576BC2"/>
    <w:rsid w:val="005832C4"/>
    <w:rsid w:val="00587966"/>
    <w:rsid w:val="005A3EAE"/>
    <w:rsid w:val="005A6F6C"/>
    <w:rsid w:val="005B2E55"/>
    <w:rsid w:val="005B37E2"/>
    <w:rsid w:val="005B460C"/>
    <w:rsid w:val="005D7525"/>
    <w:rsid w:val="005E1AB1"/>
    <w:rsid w:val="005E20B2"/>
    <w:rsid w:val="005E5A22"/>
    <w:rsid w:val="005F5FA1"/>
    <w:rsid w:val="005F6159"/>
    <w:rsid w:val="00614201"/>
    <w:rsid w:val="00617D04"/>
    <w:rsid w:val="00625B5A"/>
    <w:rsid w:val="0063686B"/>
    <w:rsid w:val="006435FE"/>
    <w:rsid w:val="0064494B"/>
    <w:rsid w:val="006630B2"/>
    <w:rsid w:val="0066326F"/>
    <w:rsid w:val="00665D43"/>
    <w:rsid w:val="006728BF"/>
    <w:rsid w:val="0068067D"/>
    <w:rsid w:val="0068131D"/>
    <w:rsid w:val="00686ACE"/>
    <w:rsid w:val="00690FB1"/>
    <w:rsid w:val="006A24C7"/>
    <w:rsid w:val="006A633B"/>
    <w:rsid w:val="006B5D59"/>
    <w:rsid w:val="006C65DA"/>
    <w:rsid w:val="006D39B2"/>
    <w:rsid w:val="006D3F30"/>
    <w:rsid w:val="006D4596"/>
    <w:rsid w:val="006D50FA"/>
    <w:rsid w:val="006F0D5B"/>
    <w:rsid w:val="006F787A"/>
    <w:rsid w:val="00703374"/>
    <w:rsid w:val="00710301"/>
    <w:rsid w:val="0073574D"/>
    <w:rsid w:val="007460F9"/>
    <w:rsid w:val="0076745A"/>
    <w:rsid w:val="007738BD"/>
    <w:rsid w:val="007837ED"/>
    <w:rsid w:val="00790D07"/>
    <w:rsid w:val="007C0FDD"/>
    <w:rsid w:val="007C308E"/>
    <w:rsid w:val="007C5B85"/>
    <w:rsid w:val="007E16D1"/>
    <w:rsid w:val="007E5FF0"/>
    <w:rsid w:val="007E6CED"/>
    <w:rsid w:val="007F60D6"/>
    <w:rsid w:val="00801EBC"/>
    <w:rsid w:val="00802588"/>
    <w:rsid w:val="00807BFE"/>
    <w:rsid w:val="00813612"/>
    <w:rsid w:val="0081479C"/>
    <w:rsid w:val="00825830"/>
    <w:rsid w:val="00826CB2"/>
    <w:rsid w:val="00830375"/>
    <w:rsid w:val="00831014"/>
    <w:rsid w:val="00832323"/>
    <w:rsid w:val="00857403"/>
    <w:rsid w:val="00861A1A"/>
    <w:rsid w:val="00864D93"/>
    <w:rsid w:val="00882BE0"/>
    <w:rsid w:val="008836CE"/>
    <w:rsid w:val="0088727F"/>
    <w:rsid w:val="00891FF5"/>
    <w:rsid w:val="00893E89"/>
    <w:rsid w:val="008A3619"/>
    <w:rsid w:val="008A36F4"/>
    <w:rsid w:val="008B05F5"/>
    <w:rsid w:val="008B6CCD"/>
    <w:rsid w:val="008C57F6"/>
    <w:rsid w:val="008C64E0"/>
    <w:rsid w:val="008D38F1"/>
    <w:rsid w:val="008E2BA0"/>
    <w:rsid w:val="008F1B37"/>
    <w:rsid w:val="008F5585"/>
    <w:rsid w:val="008F6597"/>
    <w:rsid w:val="00912A69"/>
    <w:rsid w:val="00916DC9"/>
    <w:rsid w:val="0094072E"/>
    <w:rsid w:val="00950649"/>
    <w:rsid w:val="0095346A"/>
    <w:rsid w:val="00955A25"/>
    <w:rsid w:val="009567ED"/>
    <w:rsid w:val="009634D4"/>
    <w:rsid w:val="00963F86"/>
    <w:rsid w:val="0097175A"/>
    <w:rsid w:val="00974B16"/>
    <w:rsid w:val="009802AD"/>
    <w:rsid w:val="009A5F9E"/>
    <w:rsid w:val="009B5E16"/>
    <w:rsid w:val="009B638C"/>
    <w:rsid w:val="009C7B24"/>
    <w:rsid w:val="009E2A2A"/>
    <w:rsid w:val="009F6E5E"/>
    <w:rsid w:val="00A17111"/>
    <w:rsid w:val="00A25134"/>
    <w:rsid w:val="00A25C4B"/>
    <w:rsid w:val="00A26A28"/>
    <w:rsid w:val="00A41A9A"/>
    <w:rsid w:val="00A41E41"/>
    <w:rsid w:val="00A50FFF"/>
    <w:rsid w:val="00A527AF"/>
    <w:rsid w:val="00A54992"/>
    <w:rsid w:val="00A57E9D"/>
    <w:rsid w:val="00A633E1"/>
    <w:rsid w:val="00A65E53"/>
    <w:rsid w:val="00A7603A"/>
    <w:rsid w:val="00A8234A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41A2"/>
    <w:rsid w:val="00B15DB4"/>
    <w:rsid w:val="00B177D0"/>
    <w:rsid w:val="00B3151A"/>
    <w:rsid w:val="00B37307"/>
    <w:rsid w:val="00B464CD"/>
    <w:rsid w:val="00B5145B"/>
    <w:rsid w:val="00B51A79"/>
    <w:rsid w:val="00B707D0"/>
    <w:rsid w:val="00B75FF7"/>
    <w:rsid w:val="00B77B6F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3D30"/>
    <w:rsid w:val="00BD7612"/>
    <w:rsid w:val="00BE6648"/>
    <w:rsid w:val="00BF5E09"/>
    <w:rsid w:val="00BF6970"/>
    <w:rsid w:val="00C148FD"/>
    <w:rsid w:val="00C2393A"/>
    <w:rsid w:val="00C4465F"/>
    <w:rsid w:val="00C5580D"/>
    <w:rsid w:val="00C57915"/>
    <w:rsid w:val="00C7264E"/>
    <w:rsid w:val="00C767C9"/>
    <w:rsid w:val="00C878F0"/>
    <w:rsid w:val="00CA51B5"/>
    <w:rsid w:val="00CA6BDC"/>
    <w:rsid w:val="00CC2293"/>
    <w:rsid w:val="00CC266E"/>
    <w:rsid w:val="00CE070B"/>
    <w:rsid w:val="00CE09BA"/>
    <w:rsid w:val="00CE5FBD"/>
    <w:rsid w:val="00CF4DFA"/>
    <w:rsid w:val="00D060B3"/>
    <w:rsid w:val="00D06992"/>
    <w:rsid w:val="00D1690E"/>
    <w:rsid w:val="00D20A5C"/>
    <w:rsid w:val="00D2650E"/>
    <w:rsid w:val="00D3228E"/>
    <w:rsid w:val="00D33524"/>
    <w:rsid w:val="00D46C4F"/>
    <w:rsid w:val="00D573B0"/>
    <w:rsid w:val="00D62073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21EA"/>
    <w:rsid w:val="00E8518C"/>
    <w:rsid w:val="00E879F9"/>
    <w:rsid w:val="00E90BD9"/>
    <w:rsid w:val="00EA1BDF"/>
    <w:rsid w:val="00EA1CC3"/>
    <w:rsid w:val="00EB6B74"/>
    <w:rsid w:val="00EB6E4B"/>
    <w:rsid w:val="00EC77B0"/>
    <w:rsid w:val="00ED2956"/>
    <w:rsid w:val="00EE3197"/>
    <w:rsid w:val="00EF2951"/>
    <w:rsid w:val="00F047A6"/>
    <w:rsid w:val="00F12783"/>
    <w:rsid w:val="00F168D6"/>
    <w:rsid w:val="00F24638"/>
    <w:rsid w:val="00F248A4"/>
    <w:rsid w:val="00F43BD5"/>
    <w:rsid w:val="00F46B18"/>
    <w:rsid w:val="00F55FED"/>
    <w:rsid w:val="00F748A6"/>
    <w:rsid w:val="00F82C59"/>
    <w:rsid w:val="00F871C6"/>
    <w:rsid w:val="00F8749B"/>
    <w:rsid w:val="00FA74D9"/>
    <w:rsid w:val="00FB201E"/>
    <w:rsid w:val="00FC5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04CC363"/>
  <w15:docId w15:val="{3F2605E4-B040-4D7E-9341-1AE53B9B1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CE070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Wireless%20Networks\Module_01_B_EN\TechPedia_worksheet_template_E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4</TotalTime>
  <Pages>2</Pages>
  <Words>235</Words>
  <Characters>1388</Characters>
  <Application>Microsoft Office Word</Application>
  <DocSecurity>0</DocSecurity>
  <Lines>11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>1</vt:lpstr>
    </vt:vector>
  </TitlesOfParts>
  <Company>ČVUT FEL Praha</Company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Marek Nevosad</cp:lastModifiedBy>
  <cp:revision>4</cp:revision>
  <cp:lastPrinted>2013-05-24T14:00:00Z</cp:lastPrinted>
  <dcterms:created xsi:type="dcterms:W3CDTF">2015-10-26T08:14:00Z</dcterms:created>
  <dcterms:modified xsi:type="dcterms:W3CDTF">2017-09-26T15:06:00Z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