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59B58" w14:textId="0EFB7C92" w:rsidR="001922A0" w:rsidRPr="00A67360" w:rsidRDefault="00094AE3" w:rsidP="00BF590A">
      <w:pPr>
        <w:pStyle w:val="eTask"/>
      </w:pPr>
      <w:r>
        <w:t xml:space="preserve">List the authentication categories </w:t>
      </w:r>
    </w:p>
    <w:p w14:paraId="5BD52A80" w14:textId="77777777" w:rsidR="001922A0" w:rsidRPr="00A67360" w:rsidRDefault="001922A0" w:rsidP="00683A34">
      <w:pPr>
        <w:rPr>
          <w:lang w:val="en-US"/>
        </w:rPr>
      </w:pPr>
    </w:p>
    <w:p w14:paraId="1BCC5ECC" w14:textId="33C76022" w:rsidR="00EB6B74" w:rsidRPr="00A67360" w:rsidRDefault="00EB6B74" w:rsidP="004A7E5F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="009444E2">
        <w:rPr>
          <w:lang w:val="en-US"/>
        </w:rPr>
        <w:t>_________________________________________</w:t>
      </w:r>
    </w:p>
    <w:p w14:paraId="0A5D79FA" w14:textId="77777777" w:rsidR="00EB6B74" w:rsidRPr="00A67360" w:rsidRDefault="00EB6B74" w:rsidP="004A7E5F">
      <w:pPr>
        <w:ind w:left="992" w:hanging="425"/>
        <w:rPr>
          <w:lang w:val="en-US"/>
        </w:rPr>
      </w:pPr>
    </w:p>
    <w:p w14:paraId="3F1D1255" w14:textId="5FE677EB" w:rsidR="00EB6B74" w:rsidRPr="00A67360" w:rsidRDefault="00EB6B74" w:rsidP="004A7E5F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r w:rsidR="009444E2">
        <w:rPr>
          <w:lang w:val="en-US"/>
        </w:rPr>
        <w:t>_________________________________________</w:t>
      </w:r>
    </w:p>
    <w:p w14:paraId="59552EA7" w14:textId="77777777" w:rsidR="00EB6B74" w:rsidRPr="00A67360" w:rsidRDefault="00EB6B74" w:rsidP="004A7E5F">
      <w:pPr>
        <w:ind w:left="992" w:hanging="425"/>
        <w:rPr>
          <w:noProof/>
          <w:lang w:val="en-US" w:eastAsia="sk-SK"/>
        </w:rPr>
      </w:pPr>
    </w:p>
    <w:p w14:paraId="33EBAC76" w14:textId="279357E7" w:rsidR="00EB6B74" w:rsidRPr="00A67360" w:rsidRDefault="00EB6B74" w:rsidP="004A7E5F">
      <w:pPr>
        <w:ind w:left="992" w:hanging="425"/>
        <w:rPr>
          <w:lang w:val="en-US"/>
        </w:rPr>
      </w:pPr>
      <w:r w:rsidRPr="00A67360">
        <w:rPr>
          <w:noProof/>
          <w:lang w:val="en-US" w:eastAsia="sk-SK"/>
        </w:rPr>
        <w:t>3.</w:t>
      </w:r>
      <w:r w:rsidRPr="00A67360">
        <w:rPr>
          <w:lang w:val="en-US"/>
        </w:rPr>
        <w:tab/>
      </w:r>
      <w:r w:rsidR="009444E2">
        <w:rPr>
          <w:lang w:val="en-US"/>
        </w:rPr>
        <w:t>_________________________________________</w:t>
      </w:r>
    </w:p>
    <w:p w14:paraId="1380E4E9" w14:textId="3700F1D8" w:rsidR="004A7E5F" w:rsidRPr="00A67360" w:rsidRDefault="004A7E5F" w:rsidP="00891E04">
      <w:pPr>
        <w:rPr>
          <w:noProof/>
          <w:lang w:val="en-US" w:eastAsia="sk-SK"/>
        </w:rPr>
      </w:pPr>
    </w:p>
    <w:p w14:paraId="52DA87B3" w14:textId="77777777" w:rsidR="00C148FD" w:rsidRPr="00A67360" w:rsidRDefault="00C148FD" w:rsidP="00BF590A">
      <w:pPr>
        <w:pStyle w:val="eLineBottom"/>
        <w:ind w:left="154"/>
        <w:rPr>
          <w:lang w:val="en-US"/>
        </w:rPr>
      </w:pPr>
    </w:p>
    <w:p w14:paraId="2494BBB1" w14:textId="77777777" w:rsidR="00C148FD" w:rsidRPr="00A67360" w:rsidRDefault="00C148FD" w:rsidP="00BF590A">
      <w:pPr>
        <w:ind w:left="154"/>
        <w:rPr>
          <w:lang w:val="en-US"/>
        </w:rPr>
      </w:pPr>
    </w:p>
    <w:p w14:paraId="78F12AB9" w14:textId="77777777" w:rsidR="00C148FD" w:rsidRPr="00A67360" w:rsidRDefault="00BC1E8F" w:rsidP="00BF590A">
      <w:pPr>
        <w:pStyle w:val="eTask"/>
      </w:pPr>
      <w:r w:rsidRPr="00A67360">
        <w:t>Correct the text so that the following statement</w:t>
      </w:r>
      <w:r w:rsidR="006E21B3" w:rsidRPr="00A67360">
        <w:t>s</w:t>
      </w:r>
      <w:r w:rsidRPr="00A67360">
        <w:t xml:space="preserve"> </w:t>
      </w:r>
      <w:r w:rsidR="006E21B3" w:rsidRPr="00A67360">
        <w:t>are</w:t>
      </w:r>
      <w:r w:rsidRPr="00A67360">
        <w:t xml:space="preserve"> true</w:t>
      </w:r>
    </w:p>
    <w:p w14:paraId="5700E89A" w14:textId="77777777" w:rsidR="00BC1E8F" w:rsidRPr="00A67360" w:rsidRDefault="00BC1E8F" w:rsidP="00BF590A">
      <w:pPr>
        <w:pStyle w:val="eTask"/>
        <w:numPr>
          <w:ilvl w:val="0"/>
          <w:numId w:val="0"/>
        </w:numPr>
        <w:ind w:left="154"/>
      </w:pPr>
    </w:p>
    <w:p w14:paraId="26B5F596" w14:textId="034B0720" w:rsidR="002C2402" w:rsidRPr="002C2402" w:rsidRDefault="002C2402" w:rsidP="00612072">
      <w:pPr>
        <w:pStyle w:val="eCheckBoxText"/>
        <w:spacing w:line="360" w:lineRule="auto"/>
        <w:ind w:left="708" w:firstLine="0"/>
        <w:rPr>
          <w:lang w:val="en-US"/>
        </w:rPr>
      </w:pPr>
      <w:r>
        <w:rPr>
          <w:lang w:val="en-US"/>
        </w:rPr>
        <w:t>A</w:t>
      </w:r>
      <w:r w:rsidRPr="002C2402">
        <w:rPr>
          <w:lang w:val="en-US"/>
        </w:rPr>
        <w:t>n entity of or group of entities seeking authentication</w:t>
      </w:r>
      <w:r>
        <w:rPr>
          <w:lang w:val="en-US"/>
        </w:rPr>
        <w:t xml:space="preserve"> uses a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 distinguishing characteristic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 characetirstic</m:t>
                </m:r>
              </m:e>
            </m:eqArr>
          </m:e>
        </m:d>
      </m:oMath>
      <w:r w:rsidR="00612072">
        <w:rPr>
          <w:lang w:val="en-US"/>
        </w:rPr>
        <w:t xml:space="preserve"> </w:t>
      </w:r>
      <w:r w:rsidRPr="002C2402">
        <w:rPr>
          <w:lang w:val="en-US"/>
        </w:rPr>
        <w:t>from the entity/entities being authenticated</w:t>
      </w:r>
      <w:r w:rsidR="00612072">
        <w:rPr>
          <w:lang w:val="en-US"/>
        </w:rPr>
        <w:t>.</w:t>
      </w:r>
    </w:p>
    <w:p w14:paraId="2C0532CA" w14:textId="110AF790" w:rsidR="00480AAC" w:rsidRDefault="002249BE" w:rsidP="00480AAC">
      <w:pPr>
        <w:pStyle w:val="eCheckBoxText"/>
        <w:spacing w:line="360" w:lineRule="auto"/>
        <w:ind w:left="708" w:firstLine="0"/>
        <w:rPr>
          <w:lang w:val="en-US"/>
        </w:rPr>
      </w:pPr>
      <w:r>
        <w:rPr>
          <w:lang w:val="en-US"/>
        </w:rPr>
        <w:t>The process of authentication involve</w:t>
      </w:r>
      <w:r w:rsidR="002C4D9F">
        <w:rPr>
          <w:lang w:val="en-US"/>
        </w:rPr>
        <w:t xml:space="preserve">s </w:t>
      </w:r>
      <m:oMath>
        <m:d>
          <m:dPr>
            <m:ctrlPr>
              <w:rPr>
                <w:rFonts w:ascii="Cambria Math" w:hAnsi="Cambria Math"/>
                <w:iCs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involves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does not involve </m:t>
                </m:r>
              </m:e>
            </m:eqArr>
          </m:e>
        </m:d>
      </m:oMath>
      <w:r w:rsidR="00480AAC">
        <w:rPr>
          <w:lang w:val="en-US"/>
        </w:rPr>
        <w:t xml:space="preserve"> </w:t>
      </w:r>
      <w:r w:rsidR="00480AAC" w:rsidRPr="00480AAC">
        <w:rPr>
          <w:lang w:val="en-US"/>
        </w:rPr>
        <w:t>an authenticator and an authenticating mechanism</w:t>
      </w:r>
      <w:r w:rsidR="00480AAC">
        <w:rPr>
          <w:lang w:val="en-US"/>
        </w:rPr>
        <w:t xml:space="preserve">. </w:t>
      </w:r>
    </w:p>
    <w:p w14:paraId="0013FEFE" w14:textId="0282BE58" w:rsidR="00325096" w:rsidRDefault="00F0452D" w:rsidP="00EE5C7A">
      <w:pPr>
        <w:pStyle w:val="eCheckBoxText"/>
        <w:spacing w:line="360" w:lineRule="auto"/>
        <w:ind w:left="708" w:firstLine="0"/>
        <w:rPr>
          <w:lang w:val="en-US"/>
        </w:rPr>
      </w:pPr>
      <w:r>
        <w:rPr>
          <w:lang w:val="en-US"/>
        </w:rPr>
        <w:t xml:space="preserve">The </w:t>
      </w:r>
      <w:r w:rsidR="00EC3030">
        <w:rPr>
          <w:lang w:val="en-US"/>
        </w:rPr>
        <w:t>“</w:t>
      </w:r>
      <w:r>
        <w:rPr>
          <w:lang w:val="en-US"/>
        </w:rPr>
        <w:t xml:space="preserve">what you </w:t>
      </w:r>
      <w:r w:rsidR="00EC3030">
        <w:rPr>
          <w:lang w:val="en-US"/>
        </w:rPr>
        <w:t>know”</w:t>
      </w:r>
      <w:r w:rsidR="00763CFE">
        <w:rPr>
          <w:lang w:val="en-US"/>
        </w:rPr>
        <w:t xml:space="preserve"> </w:t>
      </w:r>
      <w:r w:rsidR="00EC3030">
        <w:rPr>
          <w:lang w:val="en-US"/>
        </w:rPr>
        <w:t xml:space="preserve">authentication involves </w:t>
      </w:r>
      <m:oMath>
        <m:d>
          <m:dPr>
            <m:ctrlPr>
              <w:rPr>
                <w:rFonts w:ascii="Cambria Math" w:hAnsi="Cambria Math"/>
                <w:iCs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fingerprints,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passwords</m:t>
                </m:r>
                <m:ctrlPr>
                  <w:rPr>
                    <w:rFonts w:ascii="Cambria Math" w:eastAsia="Cambria Math" w:hAnsi="Cambria Math" w:cs="Cambria Math"/>
                    <w:iCs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smart cards </m:t>
                </m:r>
              </m:e>
            </m:eqArr>
          </m:e>
        </m:d>
      </m:oMath>
      <w:r w:rsidR="00480AAC">
        <w:rPr>
          <w:lang w:val="en-US"/>
        </w:rPr>
        <w:t xml:space="preserve"> </w:t>
      </w:r>
      <w:r w:rsidR="00EE5C7A">
        <w:rPr>
          <w:lang w:val="en-US"/>
        </w:rPr>
        <w:t xml:space="preserve">in the authentication process. </w:t>
      </w:r>
    </w:p>
    <w:p w14:paraId="36754E20" w14:textId="77777777" w:rsidR="002249BE" w:rsidRDefault="002249BE" w:rsidP="002C2402">
      <w:pPr>
        <w:pStyle w:val="eCheckBoxText"/>
        <w:spacing w:line="360" w:lineRule="auto"/>
        <w:ind w:left="708" w:firstLine="0"/>
        <w:rPr>
          <w:lang w:val="en-US"/>
        </w:rPr>
      </w:pPr>
    </w:p>
    <w:p w14:paraId="34154E08" w14:textId="77777777" w:rsidR="006E598F" w:rsidRPr="00A67360" w:rsidRDefault="006E598F" w:rsidP="00480AAC">
      <w:pPr>
        <w:pStyle w:val="eLineBottom"/>
        <w:rPr>
          <w:lang w:val="en-US"/>
        </w:rPr>
      </w:pPr>
    </w:p>
    <w:p w14:paraId="305F5B07" w14:textId="77777777" w:rsidR="00F1459B" w:rsidRPr="00A67360" w:rsidRDefault="00F1459B" w:rsidP="00F1459B">
      <w:pPr>
        <w:rPr>
          <w:lang w:val="en-US"/>
        </w:rPr>
      </w:pPr>
    </w:p>
    <w:p w14:paraId="0FC58BB5" w14:textId="77777777" w:rsidR="007B78CE" w:rsidRDefault="009C3A3C" w:rsidP="007B78CE">
      <w:pPr>
        <w:pStyle w:val="eTask"/>
      </w:pPr>
      <w:r w:rsidRPr="00A67360">
        <w:t>Choose correct labels from list and write them into the image</w:t>
      </w:r>
      <w:r w:rsidR="00683A34" w:rsidRPr="00A67360">
        <w:t xml:space="preserve"> to describe </w:t>
      </w:r>
      <w:r w:rsidR="00AC271A">
        <w:t>how slated hashing works.</w:t>
      </w:r>
    </w:p>
    <w:p w14:paraId="6DE3AF26" w14:textId="0921A5A4" w:rsidR="007B78CE" w:rsidRDefault="00435DED" w:rsidP="007B78CE">
      <w:pPr>
        <w:pStyle w:val="eTask"/>
        <w:numPr>
          <w:ilvl w:val="0"/>
          <w:numId w:val="0"/>
        </w:numPr>
        <w:ind w:left="720"/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DC3AF9" wp14:editId="1DCF5DB7">
                <wp:simplePos x="0" y="0"/>
                <wp:positionH relativeFrom="column">
                  <wp:posOffset>548745</wp:posOffset>
                </wp:positionH>
                <wp:positionV relativeFrom="paragraph">
                  <wp:posOffset>140395</wp:posOffset>
                </wp:positionV>
                <wp:extent cx="859155" cy="512445"/>
                <wp:effectExtent l="0" t="0" r="17145" b="20955"/>
                <wp:wrapNone/>
                <wp:docPr id="1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C354232" id="Pravokotnik: zaokroženi vogali 9" o:spid="_x0000_s1026" style="position:absolute;margin-left:43.2pt;margin-top:11.05pt;width:67.65pt;height:40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" filled="f" strokecolor="black [3213]" strokeweight="1pt">
                <v:stroke joinstyle="miter"/>
              </v:roundrect>
            </w:pict>
          </mc:Fallback>
        </mc:AlternateContent>
      </w:r>
    </w:p>
    <w:p w14:paraId="0E8EF2F7" w14:textId="0C98CB16" w:rsidR="007B78CE" w:rsidRPr="0029783D" w:rsidRDefault="00435DED" w:rsidP="007B78CE">
      <w:pPr>
        <w:pStyle w:val="eTask"/>
        <w:numPr>
          <w:ilvl w:val="0"/>
          <w:numId w:val="0"/>
        </w:numPr>
        <w:ind w:left="360"/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53D0D5" wp14:editId="77B5A6B8">
                <wp:simplePos x="0" y="0"/>
                <wp:positionH relativeFrom="column">
                  <wp:posOffset>1897380</wp:posOffset>
                </wp:positionH>
                <wp:positionV relativeFrom="paragraph">
                  <wp:posOffset>15240</wp:posOffset>
                </wp:positionV>
                <wp:extent cx="859155" cy="512445"/>
                <wp:effectExtent l="0" t="0" r="17145" b="20955"/>
                <wp:wrapNone/>
                <wp:docPr id="1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C595517" id="Pravokotnik: zaokroženi vogali 9" o:spid="_x0000_s1026" style="position:absolute;margin-left:149.4pt;margin-top:1.2pt;width:67.65pt;height:40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" filled="f" strokecolor="black [3213]" strokeweight="1pt">
                <v:stroke joinstyle="miter"/>
              </v:roundrect>
            </w:pict>
          </mc:Fallback>
        </mc:AlternateContent>
      </w:r>
      <w:r w:rsidR="007B78CE"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F399A" wp14:editId="1E0211C7">
                <wp:simplePos x="0" y="0"/>
                <wp:positionH relativeFrom="column">
                  <wp:posOffset>1649730</wp:posOffset>
                </wp:positionH>
                <wp:positionV relativeFrom="paragraph">
                  <wp:posOffset>979170</wp:posOffset>
                </wp:positionV>
                <wp:extent cx="1350615" cy="369332"/>
                <wp:effectExtent l="0" t="0" r="0" b="0"/>
                <wp:wrapNone/>
                <wp:docPr id="4" name="PoljeZ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78E7CE" w14:textId="77777777" w:rsidR="007B78CE" w:rsidRPr="0029783D" w:rsidRDefault="007B78CE" w:rsidP="007B78CE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5AF399A" id="_x0000_t202" coordsize="21600,21600" o:spt="202" path="m,l,21600r21600,l21600,xe">
                <v:stroke joinstyle="miter"/>
                <v:path gradientshapeok="t" o:connecttype="rect"/>
              </v:shapetype>
              <v:shape id="PoljeZBesedilom 6" o:spid="_x0000_s1026" type="#_x0000_t202" style="position:absolute;left:0;text-align:left;margin-left:129.9pt;margin-top:77.1pt;width:106.35pt;height:2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" filled="f" stroked="f">
                <v:textbox style="mso-fit-shape-to-text:t">
                  <w:txbxContent>
                    <w:p w14:paraId="3778E7CE" w14:textId="77777777" w:rsidR="007B78CE" w:rsidRPr="0029783D" w:rsidRDefault="007B78CE" w:rsidP="007B78CE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qwe963</w:t>
                      </w:r>
                    </w:p>
                  </w:txbxContent>
                </v:textbox>
              </v:shape>
            </w:pict>
          </mc:Fallback>
        </mc:AlternateContent>
      </w:r>
      <w:r w:rsidR="007B78CE"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AD661C" wp14:editId="4B3310DF">
                <wp:simplePos x="0" y="0"/>
                <wp:positionH relativeFrom="column">
                  <wp:posOffset>2313940</wp:posOffset>
                </wp:positionH>
                <wp:positionV relativeFrom="paragraph">
                  <wp:posOffset>559435</wp:posOffset>
                </wp:positionV>
                <wp:extent cx="11353" cy="419917"/>
                <wp:effectExtent l="38100" t="0" r="65405" b="56515"/>
                <wp:wrapNone/>
                <wp:docPr id="24" name="Raven puščični povezovalnik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0DAC0D-BEC4-4F09-B315-1F10E50A1D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53" cy="419917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A72E8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23" o:spid="_x0000_s1026" type="#_x0000_t32" style="position:absolute;margin-left:182.2pt;margin-top:44.05pt;width:.9pt;height:33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1D0B9FC9" w14:textId="676E46A3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</w:p>
    <w:p w14:paraId="61FDA262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</w:p>
    <w:p w14:paraId="5A4B6490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1B068B" wp14:editId="04D6B993">
                <wp:simplePos x="0" y="0"/>
                <wp:positionH relativeFrom="column">
                  <wp:posOffset>898230</wp:posOffset>
                </wp:positionH>
                <wp:positionV relativeFrom="paragraph">
                  <wp:posOffset>3314</wp:posOffset>
                </wp:positionV>
                <wp:extent cx="183711" cy="394133"/>
                <wp:effectExtent l="38100" t="0" r="26035" b="63500"/>
                <wp:wrapNone/>
                <wp:docPr id="23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9EB64-E0E2-42AD-9194-6CA753ABB1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3711" cy="39413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5CD1A8F" id="Raven puščični povezovalnik 22" o:spid="_x0000_s1026" type="#_x0000_t32" style="position:absolute;margin-left:70.75pt;margin-top:.25pt;width:14.45pt;height:31.0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195DD5C9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</w:p>
    <w:p w14:paraId="3FDF41F5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9DCEC" wp14:editId="75BD28A0">
                <wp:simplePos x="0" y="0"/>
                <wp:positionH relativeFrom="column">
                  <wp:posOffset>243466</wp:posOffset>
                </wp:positionH>
                <wp:positionV relativeFrom="paragraph">
                  <wp:posOffset>96564</wp:posOffset>
                </wp:positionV>
                <wp:extent cx="1350615" cy="369332"/>
                <wp:effectExtent l="0" t="0" r="0" b="0"/>
                <wp:wrapNone/>
                <wp:docPr id="6" name="PoljeZBesedilo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C3A61-7D9B-4621-B0B6-50CCA42F71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619644" w14:textId="77777777" w:rsidR="007B78CE" w:rsidRPr="0029783D" w:rsidRDefault="007B78CE" w:rsidP="007B78CE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C99DCEC" id="PoljeZBesedilom 5" o:spid="_x0000_s1027" type="#_x0000_t202" style="position:absolute;left:0;text-align:left;margin-left:19.15pt;margin-top:7.6pt;width:106.35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" filled="f" stroked="f">
                <v:textbox style="mso-fit-shape-to-text:t">
                  <w:txbxContent>
                    <w:p w14:paraId="34619644" w14:textId="77777777" w:rsidR="007B78CE" w:rsidRPr="0029783D" w:rsidRDefault="007B78CE" w:rsidP="007B78CE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</w:t>
                      </w:r>
                    </w:p>
                  </w:txbxContent>
                </v:textbox>
              </v:shape>
            </w:pict>
          </mc:Fallback>
        </mc:AlternateContent>
      </w:r>
    </w:p>
    <w:p w14:paraId="72F227D9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</w:p>
    <w:p w14:paraId="4EEF937C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</w:p>
    <w:p w14:paraId="57F9EC5D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CC6960" wp14:editId="60F36D67">
                <wp:simplePos x="0" y="0"/>
                <wp:positionH relativeFrom="column">
                  <wp:posOffset>939165</wp:posOffset>
                </wp:positionH>
                <wp:positionV relativeFrom="paragraph">
                  <wp:posOffset>33655</wp:posOffset>
                </wp:positionV>
                <wp:extent cx="263525" cy="704215"/>
                <wp:effectExtent l="0" t="0" r="60325" b="57785"/>
                <wp:wrapNone/>
                <wp:docPr id="17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774EA9-767E-443C-8DE8-F1D8510962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525" cy="70421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19F75ED" id="Raven puščični povezovalnik 22" o:spid="_x0000_s1026" type="#_x0000_t32" style="position:absolute;margin-left:73.95pt;margin-top:2.65pt;width:20.75pt;height:55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B8E70D" wp14:editId="5184C75F">
                <wp:simplePos x="0" y="0"/>
                <wp:positionH relativeFrom="column">
                  <wp:posOffset>1437292</wp:posOffset>
                </wp:positionH>
                <wp:positionV relativeFrom="paragraph">
                  <wp:posOffset>34168</wp:posOffset>
                </wp:positionV>
                <wp:extent cx="1041349" cy="696680"/>
                <wp:effectExtent l="38100" t="0" r="26035" b="65405"/>
                <wp:wrapNone/>
                <wp:docPr id="19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B0A86-1176-4E45-A0D6-57ECC56FCF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41349" cy="69668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0C58F3" id="Raven puščični povezovalnik 22" o:spid="_x0000_s1026" type="#_x0000_t32" style="position:absolute;margin-left:113.15pt;margin-top:2.7pt;width:82pt;height:54.8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29ED9057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</w:p>
    <w:p w14:paraId="19C72A4E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</w:p>
    <w:p w14:paraId="08AEBDDE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E165D8" wp14:editId="7B0D039B">
                <wp:simplePos x="0" y="0"/>
                <wp:positionH relativeFrom="column">
                  <wp:posOffset>2450048</wp:posOffset>
                </wp:positionH>
                <wp:positionV relativeFrom="paragraph">
                  <wp:posOffset>3758</wp:posOffset>
                </wp:positionV>
                <wp:extent cx="1348717" cy="742946"/>
                <wp:effectExtent l="0" t="0" r="23495" b="19685"/>
                <wp:wrapNone/>
                <wp:docPr id="10" name="Pravokotnik: zaokroženi vogali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80268-842B-49CE-88BA-D5E2CA1F4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17" cy="7429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1BDA3BCF" id="Pravokotnik: zaokroženi vogali 9" o:spid="_x0000_s1026" style="position:absolute;margin-left:192.9pt;margin-top:.3pt;width:106.2pt;height:5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" filled="f" strokecolor="black [3213]" strokeweight="1pt">
                <v:stroke joinstyle="miter"/>
              </v:roundrect>
            </w:pict>
          </mc:Fallback>
        </mc:AlternateContent>
      </w:r>
    </w:p>
    <w:p w14:paraId="32B6A4B9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504021" wp14:editId="4AB8FE57">
                <wp:simplePos x="0" y="0"/>
                <wp:positionH relativeFrom="column">
                  <wp:posOffset>2496820</wp:posOffset>
                </wp:positionH>
                <wp:positionV relativeFrom="paragraph">
                  <wp:posOffset>66441</wp:posOffset>
                </wp:positionV>
                <wp:extent cx="1264734" cy="523220"/>
                <wp:effectExtent l="0" t="0" r="0" b="0"/>
                <wp:wrapNone/>
                <wp:docPr id="3" name="PoljeZBesedil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734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CE6CAC" w14:textId="681471EC" w:rsidR="007B78CE" w:rsidRPr="0029783D" w:rsidRDefault="007B78CE" w:rsidP="007B78CE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D504021" id="PoljeZBesedilom 10" o:spid="_x0000_s1028" type="#_x0000_t202" style="position:absolute;left:0;text-align:left;margin-left:196.6pt;margin-top:5.25pt;width:99.6pt;height:41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" filled="f" stroked="f">
                <v:textbox style="mso-fit-shape-to-text:t">
                  <w:txbxContent>
                    <w:p w14:paraId="1ECE6CAC" w14:textId="681471EC" w:rsidR="007B78CE" w:rsidRPr="0029783D" w:rsidRDefault="007B78CE" w:rsidP="007B78CE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022CF8" wp14:editId="0C83E603">
                <wp:simplePos x="0" y="0"/>
                <wp:positionH relativeFrom="column">
                  <wp:posOffset>4478046</wp:posOffset>
                </wp:positionH>
                <wp:positionV relativeFrom="paragraph">
                  <wp:posOffset>5550</wp:posOffset>
                </wp:positionV>
                <wp:extent cx="1987463" cy="368935"/>
                <wp:effectExtent l="0" t="0" r="0" b="0"/>
                <wp:wrapNone/>
                <wp:docPr id="15" name="PoljeZBesedilo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24E9E3-A62B-4760-AB69-A23AB1C3AE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46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2BBE46" w14:textId="77777777" w:rsidR="007B78CE" w:rsidRPr="0029783D" w:rsidRDefault="007B78CE" w:rsidP="007B78CE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5ede2394533faa2ff9e809bc8be124e3a50907a6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6022CF8" id="PoljeZBesedilom 14" o:spid="_x0000_s1029" type="#_x0000_t202" style="position:absolute;left:0;text-align:left;margin-left:352.6pt;margin-top:.45pt;width:156.5pt;height:29.0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" filled="f" stroked="f">
                <v:textbox style="mso-fit-shape-to-text:t">
                  <w:txbxContent>
                    <w:p w14:paraId="702BBE46" w14:textId="77777777" w:rsidR="007B78CE" w:rsidRPr="0029783D" w:rsidRDefault="007B78CE" w:rsidP="007B78CE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5ede2394533faa2ff9e809bc8be124e3a50907a6</w:t>
                      </w:r>
                    </w:p>
                  </w:txbxContent>
                </v:textbox>
              </v:shape>
            </w:pict>
          </mc:Fallback>
        </mc:AlternateContent>
      </w: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BB23E" wp14:editId="3091D45C">
                <wp:simplePos x="0" y="0"/>
                <wp:positionH relativeFrom="column">
                  <wp:posOffset>283923</wp:posOffset>
                </wp:positionH>
                <wp:positionV relativeFrom="paragraph">
                  <wp:posOffset>137621</wp:posOffset>
                </wp:positionV>
                <wp:extent cx="2098564" cy="369332"/>
                <wp:effectExtent l="0" t="0" r="0" b="0"/>
                <wp:wrapNone/>
                <wp:docPr id="9" name="PoljeZBesedilo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CB0BE2-EE19-45D1-9C91-8FA686808C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56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2F81AF" w14:textId="77777777" w:rsidR="007B78CE" w:rsidRPr="0029783D" w:rsidRDefault="007B78CE" w:rsidP="007B78CE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B1BB23E" id="PoljeZBesedilom 8" o:spid="_x0000_s1030" type="#_x0000_t202" style="position:absolute;left:0;text-align:left;margin-left:22.35pt;margin-top:10.85pt;width:165.25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" filled="f" stroked="f">
                <v:textbox style="mso-fit-shape-to-text:t">
                  <w:txbxContent>
                    <w:p w14:paraId="592F81AF" w14:textId="77777777" w:rsidR="007B78CE" w:rsidRPr="0029783D" w:rsidRDefault="007B78CE" w:rsidP="007B78CE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abc123qwe963</w:t>
                      </w:r>
                    </w:p>
                  </w:txbxContent>
                </v:textbox>
              </v:shape>
            </w:pict>
          </mc:Fallback>
        </mc:AlternateContent>
      </w:r>
    </w:p>
    <w:p w14:paraId="23DA1417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8C8D1C" wp14:editId="5C0E5425">
                <wp:simplePos x="0" y="0"/>
                <wp:positionH relativeFrom="column">
                  <wp:posOffset>3922317</wp:posOffset>
                </wp:positionH>
                <wp:positionV relativeFrom="paragraph">
                  <wp:posOffset>100895</wp:posOffset>
                </wp:positionV>
                <wp:extent cx="599018" cy="0"/>
                <wp:effectExtent l="0" t="76200" r="10795" b="95250"/>
                <wp:wrapNone/>
                <wp:docPr id="5" name="Raven puščični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018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B9A952" id="Raven puščični povezovalnik 11" o:spid="_x0000_s1026" type="#_x0000_t32" style="position:absolute;margin-left:308.85pt;margin-top:7.95pt;width:47.1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BEFBA4" wp14:editId="35C88125">
                <wp:simplePos x="0" y="0"/>
                <wp:positionH relativeFrom="column">
                  <wp:posOffset>1980226</wp:posOffset>
                </wp:positionH>
                <wp:positionV relativeFrom="paragraph">
                  <wp:posOffset>121041</wp:posOffset>
                </wp:positionV>
                <wp:extent cx="448624" cy="0"/>
                <wp:effectExtent l="0" t="76200" r="27940" b="95250"/>
                <wp:wrapNone/>
                <wp:docPr id="16" name="Raven puščični povezovalnik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C3865-AF2F-4AB0-A0C0-DA598588641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8624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0122F55" id="Raven puščični povezovalnik 15" o:spid="_x0000_s1026" type="#_x0000_t32" style="position:absolute;margin-left:155.9pt;margin-top:9.55pt;width:35.3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004189C1" w14:textId="77777777" w:rsidR="007B78CE" w:rsidRPr="0029783D" w:rsidRDefault="007B78CE" w:rsidP="007B78CE">
      <w:pPr>
        <w:pStyle w:val="eTask"/>
        <w:numPr>
          <w:ilvl w:val="0"/>
          <w:numId w:val="0"/>
        </w:numPr>
        <w:ind w:left="360"/>
      </w:pPr>
    </w:p>
    <w:p w14:paraId="73C6E31E" w14:textId="77777777" w:rsidR="007B78CE" w:rsidRDefault="007B78CE" w:rsidP="007B78CE">
      <w:pPr>
        <w:pStyle w:val="eTask"/>
        <w:numPr>
          <w:ilvl w:val="0"/>
          <w:numId w:val="0"/>
        </w:numPr>
        <w:ind w:left="360"/>
      </w:pPr>
    </w:p>
    <w:p w14:paraId="50E81C72" w14:textId="3003DD9A" w:rsidR="009C3A3C" w:rsidRPr="007B78CE" w:rsidRDefault="00683A34" w:rsidP="007B78CE">
      <w:pPr>
        <w:pStyle w:val="eTask"/>
        <w:numPr>
          <w:ilvl w:val="0"/>
          <w:numId w:val="0"/>
        </w:numPr>
        <w:ind w:left="360"/>
        <w:rPr>
          <w:b w:val="0"/>
          <w:bCs/>
        </w:rPr>
      </w:pPr>
      <w:r w:rsidRPr="007B78CE">
        <w:rPr>
          <w:b w:val="0"/>
          <w:bCs/>
        </w:rPr>
        <w:t xml:space="preserve">Choices: </w:t>
      </w:r>
      <w:r w:rsidR="00557DC2" w:rsidRPr="007B78CE">
        <w:rPr>
          <w:b w:val="0"/>
          <w:bCs/>
        </w:rPr>
        <w:t>salt</w:t>
      </w:r>
      <w:r w:rsidRPr="007B78CE">
        <w:rPr>
          <w:b w:val="0"/>
          <w:bCs/>
        </w:rPr>
        <w:t>,</w:t>
      </w:r>
      <w:r w:rsidR="00557DC2" w:rsidRPr="007B78CE">
        <w:rPr>
          <w:b w:val="0"/>
          <w:bCs/>
        </w:rPr>
        <w:t xml:space="preserve"> password, hash func</w:t>
      </w:r>
      <w:r w:rsidR="00B859DA" w:rsidRPr="007B78CE">
        <w:rPr>
          <w:b w:val="0"/>
          <w:bCs/>
        </w:rPr>
        <w:t>t</w:t>
      </w:r>
      <w:r w:rsidR="00557DC2" w:rsidRPr="007B78CE">
        <w:rPr>
          <w:b w:val="0"/>
          <w:bCs/>
        </w:rPr>
        <w:t>ion</w:t>
      </w:r>
    </w:p>
    <w:p w14:paraId="73981E9F" w14:textId="77777777" w:rsidR="00063674" w:rsidRPr="00A67360" w:rsidRDefault="00063674" w:rsidP="009C3A3C">
      <w:pPr>
        <w:pStyle w:val="eTask"/>
      </w:pPr>
      <w:r w:rsidRPr="00A67360">
        <w:lastRenderedPageBreak/>
        <w:t xml:space="preserve">Assign the terms from the left column to the corresponding </w:t>
      </w:r>
      <w:r w:rsidR="008D117E" w:rsidRPr="00A67360">
        <w:t>descriptions</w:t>
      </w:r>
      <w:r w:rsidRPr="00A67360">
        <w:t xml:space="preserve"> on the right.</w:t>
      </w:r>
    </w:p>
    <w:p w14:paraId="2DDBB878" w14:textId="77777777" w:rsidR="00063674" w:rsidRPr="00A67360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A12C28" w:rsidRPr="00A67360" w14:paraId="59A4FF2C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408D10" w14:textId="5C54F20E" w:rsidR="006D6A7E" w:rsidRPr="00A67360" w:rsidRDefault="00A60B3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Salted hashing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7084DE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A5FB42" w14:textId="4152E9F0" w:rsidR="006D6A7E" w:rsidRPr="00A67360" w:rsidRDefault="00D963B8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Pr="00D963B8">
              <w:rPr>
                <w:lang w:val="en-US"/>
              </w:rPr>
              <w:t>password</w:t>
            </w:r>
            <w:r>
              <w:rPr>
                <w:lang w:val="en-US"/>
              </w:rPr>
              <w:t xml:space="preserve"> and a </w:t>
            </w:r>
            <w:r w:rsidRPr="00D963B8">
              <w:rPr>
                <w:lang w:val="en-US"/>
              </w:rPr>
              <w:t>random set of characters</w:t>
            </w:r>
            <w:r>
              <w:rPr>
                <w:lang w:val="en-US"/>
              </w:rPr>
              <w:t xml:space="preserve"> are combined </w:t>
            </w:r>
            <w:r w:rsidR="00BB7708">
              <w:rPr>
                <w:lang w:val="en-US"/>
              </w:rPr>
              <w:t xml:space="preserve">and then stored in a special format. </w:t>
            </w:r>
          </w:p>
        </w:tc>
      </w:tr>
      <w:tr w:rsidR="00A12C28" w:rsidRPr="00A67360" w14:paraId="1DCFD9BC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DE1FEA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B212F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4E55D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12C28" w:rsidRPr="00A67360" w14:paraId="0457BF35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B692" w14:textId="3374F1AC" w:rsidR="006D6A7E" w:rsidRPr="00A67360" w:rsidRDefault="00A60B3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Password hashing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8DE7F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24F855" w14:textId="65DB58EE" w:rsidR="006D6A7E" w:rsidRPr="00A67360" w:rsidRDefault="00BB7708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 password is stored in a special format. </w:t>
            </w:r>
          </w:p>
        </w:tc>
      </w:tr>
      <w:tr w:rsidR="00A12C28" w:rsidRPr="00A67360" w14:paraId="1BBB604D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4EFE24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87329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6BBB1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12C28" w:rsidRPr="00A67360" w14:paraId="657DCE54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2C21" w14:textId="02681807" w:rsidR="006D6A7E" w:rsidRPr="00A67360" w:rsidRDefault="000F5FE8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Dictionary attack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BFD1A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99A5E4" w14:textId="35F829F4" w:rsidR="006D6A7E" w:rsidRPr="00A67360" w:rsidRDefault="00643366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643366">
              <w:rPr>
                <w:lang w:val="en-US"/>
              </w:rPr>
              <w:t>n attacker attempts to get into a password-protected system by using a</w:t>
            </w:r>
            <w:r>
              <w:rPr>
                <w:lang w:val="en-US"/>
              </w:rPr>
              <w:t xml:space="preserve"> set of words. </w:t>
            </w:r>
          </w:p>
        </w:tc>
      </w:tr>
      <w:tr w:rsidR="00A12C28" w:rsidRPr="00A67360" w14:paraId="2507FFA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6156B1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78689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01257C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12C28" w:rsidRPr="00A67360" w14:paraId="2D5A95D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E7A261" w14:textId="2671558C" w:rsidR="006D6A7E" w:rsidRPr="00A67360" w:rsidRDefault="000F5FE8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Rainbow Table attack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D2E9D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770AE" w14:textId="670529F4" w:rsidR="006D6A7E" w:rsidRPr="00A67360" w:rsidRDefault="00F52749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Pr="00F52749">
              <w:rPr>
                <w:lang w:val="en-US"/>
              </w:rPr>
              <w:t>special type of brute force password attack</w:t>
            </w:r>
          </w:p>
        </w:tc>
      </w:tr>
    </w:tbl>
    <w:p w14:paraId="0733D9D0" w14:textId="1056DA5E" w:rsidR="00A21409" w:rsidRDefault="00A21409" w:rsidP="004A7E5F">
      <w:pPr>
        <w:pStyle w:val="eLineBottom"/>
        <w:ind w:left="154"/>
        <w:rPr>
          <w:lang w:val="en-US"/>
        </w:rPr>
      </w:pPr>
    </w:p>
    <w:p w14:paraId="6F03F3CB" w14:textId="77777777" w:rsidR="009444E2" w:rsidRPr="00A67360" w:rsidRDefault="009444E2" w:rsidP="004A7E5F">
      <w:pPr>
        <w:pStyle w:val="eLineBottom"/>
        <w:ind w:left="154"/>
        <w:rPr>
          <w:lang w:val="en-US"/>
        </w:rPr>
      </w:pPr>
      <w:bookmarkStart w:id="0" w:name="_GoBack"/>
      <w:bookmarkEnd w:id="0"/>
    </w:p>
    <w:p w14:paraId="6B37BF93" w14:textId="77777777" w:rsidR="00F1459B" w:rsidRPr="00A67360" w:rsidRDefault="00F1459B" w:rsidP="004A7E5F">
      <w:pPr>
        <w:rPr>
          <w:lang w:val="en-US"/>
        </w:rPr>
      </w:pPr>
    </w:p>
    <w:p w14:paraId="54BD6163" w14:textId="63913C61" w:rsidR="009C3A3C" w:rsidRPr="00A67360" w:rsidRDefault="009C3A3C" w:rsidP="009C3A3C">
      <w:pPr>
        <w:pStyle w:val="eTask"/>
      </w:pPr>
      <w:r w:rsidRPr="00A67360">
        <w:t xml:space="preserve">List at least </w:t>
      </w:r>
      <w:r w:rsidR="00BF14E3">
        <w:t>4</w:t>
      </w:r>
      <w:r w:rsidR="0037477B">
        <w:t xml:space="preserve"> password managers.</w:t>
      </w:r>
    </w:p>
    <w:p w14:paraId="004DFDE4" w14:textId="77777777" w:rsidR="009C3A3C" w:rsidRPr="00A67360" w:rsidRDefault="009C3A3C" w:rsidP="009C3A3C">
      <w:pPr>
        <w:pStyle w:val="eCheckBoxText"/>
        <w:spacing w:line="360" w:lineRule="auto"/>
        <w:ind w:left="154"/>
        <w:jc w:val="both"/>
        <w:rPr>
          <w:lang w:val="en-US"/>
        </w:rPr>
      </w:pPr>
    </w:p>
    <w:p w14:paraId="4B11CF05" w14:textId="6F027E58" w:rsidR="009C3A3C" w:rsidRPr="00A67360" w:rsidRDefault="009C3A3C" w:rsidP="009C3A3C">
      <w:pPr>
        <w:ind w:left="710" w:hanging="284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="009444E2">
        <w:rPr>
          <w:lang w:val="en-US"/>
        </w:rPr>
        <w:t xml:space="preserve">   </w:t>
      </w:r>
      <w:r w:rsidR="009444E2">
        <w:rPr>
          <w:lang w:val="en-US"/>
        </w:rPr>
        <w:t>_________________________________________</w:t>
      </w:r>
    </w:p>
    <w:p w14:paraId="053FDFB1" w14:textId="77777777" w:rsidR="009C3A3C" w:rsidRPr="00A67360" w:rsidRDefault="009C3A3C" w:rsidP="009C3A3C">
      <w:pPr>
        <w:ind w:left="710" w:hanging="284"/>
        <w:rPr>
          <w:lang w:val="en-US"/>
        </w:rPr>
      </w:pPr>
    </w:p>
    <w:p w14:paraId="7E75483D" w14:textId="57EA1EA0" w:rsidR="009C3A3C" w:rsidRPr="00A67360" w:rsidRDefault="009C3A3C" w:rsidP="009C3A3C">
      <w:pPr>
        <w:ind w:left="710" w:hanging="284"/>
        <w:rPr>
          <w:u w:val="single"/>
          <w:lang w:val="en-US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r w:rsidR="009444E2">
        <w:rPr>
          <w:lang w:val="en-US"/>
        </w:rPr>
        <w:t xml:space="preserve">   </w:t>
      </w:r>
      <w:r w:rsidR="009444E2">
        <w:rPr>
          <w:lang w:val="en-US"/>
        </w:rPr>
        <w:t>_________________________________________</w:t>
      </w:r>
    </w:p>
    <w:p w14:paraId="74613C2D" w14:textId="77777777" w:rsidR="009C3A3C" w:rsidRPr="00A67360" w:rsidRDefault="009C3A3C" w:rsidP="009C3A3C">
      <w:pPr>
        <w:ind w:left="710" w:hanging="284"/>
        <w:rPr>
          <w:noProof/>
          <w:lang w:val="en-US" w:eastAsia="sk-SK"/>
        </w:rPr>
      </w:pPr>
    </w:p>
    <w:p w14:paraId="514E7977" w14:textId="6547703E" w:rsidR="009C3A3C" w:rsidRPr="00A67360" w:rsidRDefault="009C3A3C" w:rsidP="009C3A3C">
      <w:pPr>
        <w:ind w:left="710" w:hanging="284"/>
        <w:rPr>
          <w:lang w:val="en-US"/>
        </w:rPr>
      </w:pPr>
      <w:r w:rsidRPr="00A67360">
        <w:rPr>
          <w:noProof/>
          <w:lang w:val="en-US" w:eastAsia="sk-SK"/>
        </w:rPr>
        <w:t>3.</w:t>
      </w:r>
      <w:r w:rsidR="009444E2" w:rsidRPr="009444E2">
        <w:rPr>
          <w:lang w:val="en-US"/>
        </w:rPr>
        <w:t xml:space="preserve"> </w:t>
      </w:r>
      <w:r w:rsidR="009444E2" w:rsidRPr="00A67360">
        <w:rPr>
          <w:lang w:val="en-US"/>
        </w:rPr>
        <w:tab/>
      </w:r>
      <w:r w:rsidR="009444E2">
        <w:rPr>
          <w:lang w:val="en-US"/>
        </w:rPr>
        <w:t xml:space="preserve">   _________________________________________</w:t>
      </w:r>
      <w:r w:rsidRPr="00A67360">
        <w:rPr>
          <w:lang w:val="en-US"/>
        </w:rPr>
        <w:tab/>
      </w:r>
    </w:p>
    <w:p w14:paraId="4A96B275" w14:textId="77777777" w:rsidR="00E11A8E" w:rsidRPr="00A67360" w:rsidRDefault="00E11A8E" w:rsidP="009C3A3C">
      <w:pPr>
        <w:ind w:left="710" w:hanging="284"/>
        <w:rPr>
          <w:lang w:val="en-US"/>
        </w:rPr>
      </w:pPr>
    </w:p>
    <w:p w14:paraId="1248FF62" w14:textId="12A2F327" w:rsidR="009C3A3C" w:rsidRPr="00A67360" w:rsidRDefault="009C3A3C" w:rsidP="009C3A3C">
      <w:pPr>
        <w:ind w:left="710" w:hanging="284"/>
        <w:rPr>
          <w:u w:val="single"/>
          <w:lang w:val="en-US"/>
        </w:rPr>
      </w:pPr>
      <w:r w:rsidRPr="00A67360">
        <w:rPr>
          <w:lang w:val="en-US"/>
        </w:rPr>
        <w:t>4.</w:t>
      </w:r>
      <w:r w:rsidR="009444E2" w:rsidRPr="009444E2">
        <w:rPr>
          <w:lang w:val="en-US"/>
        </w:rPr>
        <w:t xml:space="preserve"> </w:t>
      </w:r>
      <w:r w:rsidR="009444E2" w:rsidRPr="00A67360">
        <w:rPr>
          <w:lang w:val="en-US"/>
        </w:rPr>
        <w:tab/>
      </w:r>
      <w:r w:rsidR="009444E2">
        <w:rPr>
          <w:lang w:val="en-US"/>
        </w:rPr>
        <w:t xml:space="preserve">   _________________________________________</w:t>
      </w:r>
      <w:r w:rsidRPr="00A67360">
        <w:rPr>
          <w:lang w:val="en-US"/>
        </w:rPr>
        <w:tab/>
      </w:r>
    </w:p>
    <w:sectPr w:rsidR="009C3A3C" w:rsidRPr="00A6736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DFD6D" w14:textId="77777777" w:rsidR="007C3F20" w:rsidRDefault="007C3F20" w:rsidP="00861A1A">
      <w:r>
        <w:separator/>
      </w:r>
    </w:p>
  </w:endnote>
  <w:endnote w:type="continuationSeparator" w:id="0">
    <w:p w14:paraId="194BA6A7" w14:textId="77777777" w:rsidR="007C3F20" w:rsidRDefault="007C3F2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7A7CE6A2" w14:textId="77777777" w:rsidTr="00CA51B5">
      <w:tc>
        <w:tcPr>
          <w:tcW w:w="2518" w:type="dxa"/>
        </w:tcPr>
        <w:p w14:paraId="3EC1CBA9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FCC38FB" wp14:editId="0E711562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BAEE232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6F285CCC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1952FCDA" w14:textId="77777777" w:rsidTr="00CA51B5">
      <w:tc>
        <w:tcPr>
          <w:tcW w:w="8472" w:type="dxa"/>
          <w:gridSpan w:val="2"/>
        </w:tcPr>
        <w:p w14:paraId="24A8BDAE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881742E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BAFFA7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73C98" w14:textId="77777777" w:rsidR="007C3F20" w:rsidRDefault="007C3F20" w:rsidP="00861A1A">
      <w:r>
        <w:separator/>
      </w:r>
    </w:p>
  </w:footnote>
  <w:footnote w:type="continuationSeparator" w:id="0">
    <w:p w14:paraId="58EC7A79" w14:textId="77777777" w:rsidR="007C3F20" w:rsidRDefault="007C3F2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EA6E3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892B8E7" wp14:editId="55CF5808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535063D" w14:textId="66991A9B" w:rsidR="00C148FD" w:rsidRPr="00C148FD" w:rsidRDefault="007D3DCD" w:rsidP="007D3DC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7D3DCD">
      <w:rPr>
        <w:rFonts w:ascii="Calibri" w:hAnsi="Calibri"/>
        <w:smallCaps/>
        <w:noProof/>
        <w:sz w:val="20"/>
        <w:szCs w:val="20"/>
        <w:lang w:val="en-US"/>
      </w:rPr>
      <w:t>Authentication, passwords and digital signing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5210F"/>
    <w:multiLevelType w:val="hybridMultilevel"/>
    <w:tmpl w:val="D7D256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F04C5"/>
    <w:multiLevelType w:val="hybridMultilevel"/>
    <w:tmpl w:val="5F12B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E0D06"/>
    <w:multiLevelType w:val="hybridMultilevel"/>
    <w:tmpl w:val="1A825C92"/>
    <w:lvl w:ilvl="0" w:tplc="D332D82E">
      <w:numFmt w:val="bullet"/>
      <w:lvlText w:val="•"/>
      <w:lvlJc w:val="left"/>
      <w:pPr>
        <w:ind w:left="571" w:hanging="43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9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jY3NrcwNDJS0lEKTi0uzszPAykwrgUAXtEkdiwAAAA="/>
  </w:docVars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94AE3"/>
    <w:rsid w:val="000A233F"/>
    <w:rsid w:val="000A55B3"/>
    <w:rsid w:val="000C1409"/>
    <w:rsid w:val="000C6B3A"/>
    <w:rsid w:val="000F5FE8"/>
    <w:rsid w:val="001301D8"/>
    <w:rsid w:val="0013693D"/>
    <w:rsid w:val="00136968"/>
    <w:rsid w:val="0014373A"/>
    <w:rsid w:val="001510EF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49BE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1E4C"/>
    <w:rsid w:val="002C2402"/>
    <w:rsid w:val="002C4D9F"/>
    <w:rsid w:val="002E301D"/>
    <w:rsid w:val="00304ADA"/>
    <w:rsid w:val="00306B9F"/>
    <w:rsid w:val="00307892"/>
    <w:rsid w:val="00315203"/>
    <w:rsid w:val="00325096"/>
    <w:rsid w:val="00337851"/>
    <w:rsid w:val="00342883"/>
    <w:rsid w:val="00347E4D"/>
    <w:rsid w:val="00351AF3"/>
    <w:rsid w:val="00352BEC"/>
    <w:rsid w:val="0037477B"/>
    <w:rsid w:val="00383E7F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35DED"/>
    <w:rsid w:val="0046567F"/>
    <w:rsid w:val="00472203"/>
    <w:rsid w:val="00475954"/>
    <w:rsid w:val="004767EE"/>
    <w:rsid w:val="00480AAC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036DF"/>
    <w:rsid w:val="005132B0"/>
    <w:rsid w:val="00517E3A"/>
    <w:rsid w:val="0052284C"/>
    <w:rsid w:val="0052400D"/>
    <w:rsid w:val="0053374C"/>
    <w:rsid w:val="00557DC2"/>
    <w:rsid w:val="00561B7B"/>
    <w:rsid w:val="00561C5A"/>
    <w:rsid w:val="00563AEB"/>
    <w:rsid w:val="005728B3"/>
    <w:rsid w:val="005738D5"/>
    <w:rsid w:val="00573DD0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12072"/>
    <w:rsid w:val="00625B5A"/>
    <w:rsid w:val="0063686B"/>
    <w:rsid w:val="00643366"/>
    <w:rsid w:val="006435FE"/>
    <w:rsid w:val="0064494B"/>
    <w:rsid w:val="00650889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770B"/>
    <w:rsid w:val="0073574D"/>
    <w:rsid w:val="007460F9"/>
    <w:rsid w:val="00756E01"/>
    <w:rsid w:val="00763CFE"/>
    <w:rsid w:val="0076745A"/>
    <w:rsid w:val="007738BD"/>
    <w:rsid w:val="007837ED"/>
    <w:rsid w:val="00790D07"/>
    <w:rsid w:val="007B78CE"/>
    <w:rsid w:val="007B7B4C"/>
    <w:rsid w:val="007C0FDD"/>
    <w:rsid w:val="007C308E"/>
    <w:rsid w:val="007C3F20"/>
    <w:rsid w:val="007C3F21"/>
    <w:rsid w:val="007C5B85"/>
    <w:rsid w:val="007D01D1"/>
    <w:rsid w:val="007D26A3"/>
    <w:rsid w:val="007D3DCD"/>
    <w:rsid w:val="007E16D1"/>
    <w:rsid w:val="007E6CED"/>
    <w:rsid w:val="007F773A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E04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444E2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329D"/>
    <w:rsid w:val="00A26A28"/>
    <w:rsid w:val="00A30404"/>
    <w:rsid w:val="00A41E41"/>
    <w:rsid w:val="00A50FFF"/>
    <w:rsid w:val="00A527AF"/>
    <w:rsid w:val="00A54992"/>
    <w:rsid w:val="00A60B3E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271A"/>
    <w:rsid w:val="00AC2EED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5145B"/>
    <w:rsid w:val="00B707D0"/>
    <w:rsid w:val="00B70ED4"/>
    <w:rsid w:val="00B75FF7"/>
    <w:rsid w:val="00B816F4"/>
    <w:rsid w:val="00B822EA"/>
    <w:rsid w:val="00B84417"/>
    <w:rsid w:val="00B859DA"/>
    <w:rsid w:val="00B94FBB"/>
    <w:rsid w:val="00BA3595"/>
    <w:rsid w:val="00BB3CAA"/>
    <w:rsid w:val="00BB48C7"/>
    <w:rsid w:val="00BB7708"/>
    <w:rsid w:val="00BC1E8F"/>
    <w:rsid w:val="00BC1F6B"/>
    <w:rsid w:val="00BC732E"/>
    <w:rsid w:val="00BD3D30"/>
    <w:rsid w:val="00BD7612"/>
    <w:rsid w:val="00BE6648"/>
    <w:rsid w:val="00BF14E3"/>
    <w:rsid w:val="00BF590A"/>
    <w:rsid w:val="00BF5E09"/>
    <w:rsid w:val="00BF6970"/>
    <w:rsid w:val="00C04F3C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63B8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57A1B"/>
    <w:rsid w:val="00E65738"/>
    <w:rsid w:val="00E8518C"/>
    <w:rsid w:val="00E879F9"/>
    <w:rsid w:val="00E90BD9"/>
    <w:rsid w:val="00EA1BDF"/>
    <w:rsid w:val="00EA39BF"/>
    <w:rsid w:val="00EB6B74"/>
    <w:rsid w:val="00EB6E4B"/>
    <w:rsid w:val="00EC3030"/>
    <w:rsid w:val="00EC443E"/>
    <w:rsid w:val="00EC77B0"/>
    <w:rsid w:val="00ED2956"/>
    <w:rsid w:val="00EE3197"/>
    <w:rsid w:val="00EE5C7A"/>
    <w:rsid w:val="00EF2951"/>
    <w:rsid w:val="00F01181"/>
    <w:rsid w:val="00F03DBA"/>
    <w:rsid w:val="00F0452D"/>
    <w:rsid w:val="00F1459B"/>
    <w:rsid w:val="00F168D6"/>
    <w:rsid w:val="00F24638"/>
    <w:rsid w:val="00F248A4"/>
    <w:rsid w:val="00F40215"/>
    <w:rsid w:val="00F46B18"/>
    <w:rsid w:val="00F52749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DF11F6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68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46</cp:revision>
  <cp:lastPrinted>2013-05-24T14:00:00Z</cp:lastPrinted>
  <dcterms:created xsi:type="dcterms:W3CDTF">2022-03-09T10:06:00Z</dcterms:created>
  <dcterms:modified xsi:type="dcterms:W3CDTF">2023-02-27T15:33:00Z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GrammarlyDocumentId">
    <vt:lpwstr>ed151c5e1d5ff9a8f6c3a74f676b63a4da69bbf232b65f3722c8ba2ac6e5b6d9</vt:lpwstr>
  </property>
</Properties>
</file>