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759B58" w14:textId="39F77641" w:rsidR="001922A0" w:rsidRPr="00481F48" w:rsidRDefault="00481F48" w:rsidP="00BF590A">
      <w:pPr>
        <w:pStyle w:val="eTask"/>
        <w:rPr>
          <w:lang w:val="es-ES"/>
        </w:rPr>
      </w:pPr>
      <w:r w:rsidRPr="00481F48">
        <w:rPr>
          <w:lang w:val="es-ES"/>
        </w:rPr>
        <w:t>Enumere 4 componentes de la infraestructura de clave pública (PKI</w:t>
      </w:r>
      <w:r w:rsidR="00A2355A" w:rsidRPr="00481F48">
        <w:rPr>
          <w:lang w:val="es-ES"/>
        </w:rPr>
        <w:t>).</w:t>
      </w:r>
      <w:r w:rsidR="002252B6" w:rsidRPr="00481F48">
        <w:rPr>
          <w:lang w:val="es-ES"/>
        </w:rPr>
        <w:t xml:space="preserve"> </w:t>
      </w:r>
    </w:p>
    <w:p w14:paraId="5BD52A80" w14:textId="77777777" w:rsidR="001922A0" w:rsidRPr="00481F48" w:rsidRDefault="001922A0" w:rsidP="00683A34">
      <w:pPr>
        <w:rPr>
          <w:lang w:val="es-ES"/>
        </w:rPr>
      </w:pPr>
    </w:p>
    <w:p w14:paraId="1BCC5ECC" w14:textId="5F1A97CF" w:rsidR="00EB6B74" w:rsidRPr="00A67360" w:rsidRDefault="00EB6B74" w:rsidP="004A7E5F">
      <w:pPr>
        <w:ind w:left="992" w:hanging="425"/>
        <w:rPr>
          <w:u w:val="single"/>
          <w:lang w:val="en-US"/>
        </w:rPr>
      </w:pPr>
      <w:r w:rsidRPr="00A67360">
        <w:rPr>
          <w:lang w:val="en-US"/>
        </w:rPr>
        <w:t>1.</w:t>
      </w:r>
      <w:r w:rsidRPr="00A67360">
        <w:rPr>
          <w:lang w:val="en-US"/>
        </w:rPr>
        <w:tab/>
      </w:r>
      <w:r w:rsidR="009329D5">
        <w:rPr>
          <w:lang w:val="en-US"/>
        </w:rPr>
        <w:t>_______________________________________</w:t>
      </w:r>
    </w:p>
    <w:p w14:paraId="0A5D79FA" w14:textId="77777777" w:rsidR="00EB6B74" w:rsidRPr="00A67360" w:rsidRDefault="00EB6B74" w:rsidP="004A7E5F">
      <w:pPr>
        <w:ind w:left="992" w:hanging="425"/>
        <w:rPr>
          <w:lang w:val="en-US"/>
        </w:rPr>
      </w:pPr>
    </w:p>
    <w:p w14:paraId="3F1D1255" w14:textId="6363A835" w:rsidR="00EB6B74" w:rsidRPr="00A67360" w:rsidRDefault="00EB6B74" w:rsidP="004A7E5F">
      <w:pPr>
        <w:ind w:left="992" w:hanging="425"/>
        <w:rPr>
          <w:noProof/>
          <w:lang w:val="en-US" w:eastAsia="sk-SK"/>
        </w:rPr>
      </w:pPr>
      <w:r w:rsidRPr="00A67360">
        <w:rPr>
          <w:noProof/>
          <w:lang w:val="en-US" w:eastAsia="sk-SK"/>
        </w:rPr>
        <w:t>2.</w:t>
      </w:r>
      <w:r w:rsidRPr="00A67360">
        <w:rPr>
          <w:lang w:val="en-US"/>
        </w:rPr>
        <w:tab/>
      </w:r>
      <w:r w:rsidR="009329D5">
        <w:rPr>
          <w:lang w:val="en-US"/>
        </w:rPr>
        <w:t>_______________________________________</w:t>
      </w:r>
    </w:p>
    <w:p w14:paraId="59552EA7" w14:textId="77777777" w:rsidR="00EB6B74" w:rsidRPr="00A67360" w:rsidRDefault="00EB6B74" w:rsidP="004A7E5F">
      <w:pPr>
        <w:ind w:left="992" w:hanging="425"/>
        <w:rPr>
          <w:noProof/>
          <w:lang w:val="en-US" w:eastAsia="sk-SK"/>
        </w:rPr>
      </w:pPr>
    </w:p>
    <w:p w14:paraId="33EBAC76" w14:textId="0138F74A" w:rsidR="00EB6B74" w:rsidRPr="00A67360" w:rsidRDefault="00EB6B74" w:rsidP="004A7E5F">
      <w:pPr>
        <w:ind w:left="992" w:hanging="425"/>
        <w:rPr>
          <w:lang w:val="en-US"/>
        </w:rPr>
      </w:pPr>
      <w:r w:rsidRPr="00A67360">
        <w:rPr>
          <w:noProof/>
          <w:lang w:val="en-US" w:eastAsia="sk-SK"/>
        </w:rPr>
        <w:t>3.</w:t>
      </w:r>
      <w:r w:rsidRPr="00A67360">
        <w:rPr>
          <w:lang w:val="en-US"/>
        </w:rPr>
        <w:tab/>
      </w:r>
      <w:r w:rsidR="009329D5">
        <w:rPr>
          <w:lang w:val="en-US"/>
        </w:rPr>
        <w:t>_______________________________________</w:t>
      </w:r>
    </w:p>
    <w:p w14:paraId="73440501" w14:textId="77777777" w:rsidR="00F01181" w:rsidRPr="00A67360" w:rsidRDefault="00F01181" w:rsidP="004A7E5F">
      <w:pPr>
        <w:ind w:left="992" w:hanging="425"/>
        <w:rPr>
          <w:noProof/>
          <w:lang w:val="en-US" w:eastAsia="sk-SK"/>
        </w:rPr>
      </w:pPr>
    </w:p>
    <w:p w14:paraId="1380E4E9" w14:textId="017372EE" w:rsidR="004A7E5F" w:rsidRPr="00A67360" w:rsidRDefault="004A7E5F" w:rsidP="004A7E5F">
      <w:pPr>
        <w:ind w:left="992" w:hanging="425"/>
        <w:rPr>
          <w:noProof/>
          <w:lang w:val="en-US" w:eastAsia="sk-SK"/>
        </w:rPr>
      </w:pPr>
      <w:r w:rsidRPr="00A67360">
        <w:rPr>
          <w:noProof/>
          <w:lang w:val="en-US" w:eastAsia="sk-SK"/>
        </w:rPr>
        <w:t>4.</w:t>
      </w:r>
      <w:r w:rsidRPr="00A67360">
        <w:rPr>
          <w:noProof/>
          <w:lang w:val="en-US" w:eastAsia="sk-SK"/>
        </w:rPr>
        <w:tab/>
      </w:r>
      <w:r w:rsidR="009329D5">
        <w:rPr>
          <w:lang w:val="en-US"/>
        </w:rPr>
        <w:t>_______________________________________</w:t>
      </w:r>
    </w:p>
    <w:p w14:paraId="52DA87B3" w14:textId="77777777" w:rsidR="00C148FD" w:rsidRDefault="00C148FD" w:rsidP="00BF590A">
      <w:pPr>
        <w:pStyle w:val="eLineBottom"/>
        <w:ind w:left="154"/>
        <w:rPr>
          <w:lang w:val="en-US"/>
        </w:rPr>
      </w:pPr>
    </w:p>
    <w:p w14:paraId="7A5FD200" w14:textId="77777777" w:rsidR="001052A0" w:rsidRPr="00A67360" w:rsidRDefault="001052A0" w:rsidP="00BF590A">
      <w:pPr>
        <w:pStyle w:val="eLineBottom"/>
        <w:ind w:left="154"/>
        <w:rPr>
          <w:lang w:val="en-US"/>
        </w:rPr>
      </w:pPr>
    </w:p>
    <w:p w14:paraId="2494BBB1" w14:textId="77777777" w:rsidR="00C148FD" w:rsidRPr="00A67360" w:rsidRDefault="00C148FD" w:rsidP="00BF590A">
      <w:pPr>
        <w:ind w:left="154"/>
        <w:rPr>
          <w:lang w:val="en-US"/>
        </w:rPr>
      </w:pPr>
    </w:p>
    <w:p w14:paraId="78F12AB9" w14:textId="2500F338" w:rsidR="00C148FD" w:rsidRPr="00481F48" w:rsidRDefault="00481F48" w:rsidP="00BF590A">
      <w:pPr>
        <w:pStyle w:val="eTask"/>
        <w:rPr>
          <w:lang w:val="es-ES"/>
        </w:rPr>
      </w:pPr>
      <w:r w:rsidRPr="00481F48">
        <w:rPr>
          <w:lang w:val="es-ES"/>
        </w:rPr>
        <w:t>Corrige el texto para que las siguientes afirmaciones sean verdaderas</w:t>
      </w:r>
    </w:p>
    <w:p w14:paraId="5700E89A" w14:textId="77777777" w:rsidR="00BC1E8F" w:rsidRPr="00481F48" w:rsidRDefault="00BC1E8F" w:rsidP="00BF590A">
      <w:pPr>
        <w:pStyle w:val="eTask"/>
        <w:numPr>
          <w:ilvl w:val="0"/>
          <w:numId w:val="0"/>
        </w:numPr>
        <w:ind w:left="154"/>
        <w:rPr>
          <w:lang w:val="es-ES"/>
        </w:rPr>
      </w:pPr>
    </w:p>
    <w:p w14:paraId="185208D2" w14:textId="737824F5" w:rsidR="009C3A3C" w:rsidRPr="00481F48" w:rsidRDefault="00481F48" w:rsidP="00E913F1">
      <w:pPr>
        <w:pStyle w:val="eCheckBoxText"/>
        <w:spacing w:line="360" w:lineRule="auto"/>
        <w:ind w:left="567" w:firstLine="0"/>
        <w:rPr>
          <w:lang w:val="es-ES"/>
        </w:rPr>
      </w:pPr>
      <w:r w:rsidRPr="00481F48">
        <w:rPr>
          <w:lang w:val="es-ES"/>
        </w:rPr>
        <w:t>Para que dos partes se comuniquen de forma segura mediante el cifrado asimétrico, el proceso es el siguiente</w:t>
      </w:r>
      <w:r w:rsidR="00E913F1" w:rsidRPr="00481F48">
        <w:rPr>
          <w:lang w:val="es-ES"/>
        </w:rPr>
        <w:t xml:space="preserve">: </w:t>
      </w:r>
      <w:r>
        <w:rPr>
          <w:lang w:val="es-ES"/>
        </w:rPr>
        <w:t>las</w:t>
      </w:r>
      <w:r w:rsidR="00E913F1" w:rsidRPr="00481F48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>claves públicas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>claves secretas</m:t>
                </m:r>
              </m:e>
            </m:eqArr>
          </m:e>
        </m:d>
      </m:oMath>
      <w:r w:rsidR="00E913F1" w:rsidRPr="00481F48">
        <w:rPr>
          <w:lang w:val="es-ES"/>
        </w:rPr>
        <w:t xml:space="preserve"> </w:t>
      </w:r>
      <w:r w:rsidRPr="00481F48">
        <w:rPr>
          <w:lang w:val="es-ES"/>
        </w:rPr>
        <w:t>se intercambian entre las 2 partes</w:t>
      </w:r>
      <w:r w:rsidR="00E913F1" w:rsidRPr="00481F48">
        <w:rPr>
          <w:lang w:val="es-ES"/>
        </w:rPr>
        <w:t xml:space="preserve">. </w:t>
      </w:r>
      <w:r w:rsidRPr="00481F48">
        <w:rPr>
          <w:lang w:val="es-ES"/>
        </w:rPr>
        <w:t>La persona 1 encripta el mensaje que desea enviar utilizando la</w:t>
      </w:r>
      <w:r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>clave pública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>clave privada</m:t>
                </m:r>
              </m:e>
            </m:eqArr>
          </m:e>
        </m:d>
      </m:oMath>
      <w:r w:rsidR="00E913F1" w:rsidRPr="00481F48">
        <w:rPr>
          <w:lang w:val="es-ES"/>
        </w:rPr>
        <w:t xml:space="preserve"> </w:t>
      </w:r>
      <w:r w:rsidRPr="00481F48">
        <w:rPr>
          <w:lang w:val="es-ES"/>
        </w:rPr>
        <w:t>de la persona 2 y lo envía a la persona 2. La persona 2 descifra el mensaje con su</w:t>
      </w:r>
      <w:r w:rsidR="00E913F1" w:rsidRPr="00481F48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>clave pública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>clave privada</m:t>
                </m:r>
              </m:e>
            </m:eqArr>
          </m:e>
        </m:d>
      </m:oMath>
      <w:r w:rsidR="00E913F1" w:rsidRPr="00481F48">
        <w:rPr>
          <w:lang w:val="es-ES"/>
        </w:rPr>
        <w:t>.</w:t>
      </w:r>
    </w:p>
    <w:p w14:paraId="34154E08" w14:textId="77777777" w:rsidR="006E598F" w:rsidRPr="00481F48" w:rsidRDefault="006E598F" w:rsidP="006E598F">
      <w:pPr>
        <w:pStyle w:val="eLineBottom"/>
        <w:ind w:left="154"/>
        <w:rPr>
          <w:lang w:val="es-ES"/>
        </w:rPr>
      </w:pPr>
    </w:p>
    <w:p w14:paraId="305F5B07" w14:textId="77777777" w:rsidR="00F1459B" w:rsidRPr="00481F48" w:rsidRDefault="00F1459B" w:rsidP="00F1459B">
      <w:pPr>
        <w:rPr>
          <w:lang w:val="es-ES"/>
        </w:rPr>
      </w:pPr>
    </w:p>
    <w:p w14:paraId="5533F861" w14:textId="7DA2D4B1" w:rsidR="009C3A3C" w:rsidRPr="00481F48" w:rsidRDefault="00481F48" w:rsidP="009C3A3C">
      <w:pPr>
        <w:pStyle w:val="eTask"/>
        <w:rPr>
          <w:lang w:val="es-ES"/>
        </w:rPr>
      </w:pPr>
      <w:r w:rsidRPr="00481F48">
        <w:rPr>
          <w:lang w:val="es-ES"/>
        </w:rPr>
        <w:t>3.</w:t>
      </w:r>
      <w:r w:rsidRPr="00481F48">
        <w:rPr>
          <w:lang w:val="es-ES"/>
        </w:rPr>
        <w:tab/>
        <w:t>Elija las palabras correctas de la lista y escríbalas en la imagen para describir la arquitectura de validación de la firma digital</w:t>
      </w:r>
      <w:r w:rsidR="002973E6" w:rsidRPr="00481F48">
        <w:rPr>
          <w:lang w:val="es-ES"/>
        </w:rPr>
        <w:t>.</w:t>
      </w:r>
    </w:p>
    <w:p w14:paraId="0D066BC0" w14:textId="77777777" w:rsidR="005E46EA" w:rsidRPr="00481F48" w:rsidRDefault="005E46EA" w:rsidP="00683A34">
      <w:pPr>
        <w:rPr>
          <w:lang w:val="es-ES"/>
        </w:rPr>
      </w:pPr>
    </w:p>
    <w:p w14:paraId="6B09130E" w14:textId="77777777" w:rsidR="005E46EA" w:rsidRPr="00481F48" w:rsidRDefault="005E46EA" w:rsidP="00683A34">
      <w:pPr>
        <w:rPr>
          <w:sz w:val="22"/>
          <w:szCs w:val="22"/>
          <w:lang w:val="es-ES"/>
        </w:rPr>
      </w:pPr>
    </w:p>
    <w:p w14:paraId="6E8E1D69" w14:textId="7222D158" w:rsidR="00E75C40" w:rsidRDefault="00CB3A5F" w:rsidP="006607B5">
      <w:pPr>
        <w:ind w:left="360"/>
        <w:rPr>
          <w:lang w:val="en-US"/>
        </w:rPr>
      </w:pPr>
      <w:r>
        <w:rPr>
          <w:noProof/>
          <w:lang w:val="en-US" w:eastAsia="en-US"/>
        </w:rPr>
        <w:drawing>
          <wp:inline distT="0" distB="0" distL="0" distR="0" wp14:anchorId="11732548" wp14:editId="39AB4C3D">
            <wp:extent cx="5458729" cy="27241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0900" cy="27302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EA59E35" w14:textId="77777777" w:rsidR="007A3479" w:rsidRDefault="007A3479" w:rsidP="003D36C7">
      <w:pPr>
        <w:rPr>
          <w:lang w:val="en-US"/>
        </w:rPr>
      </w:pPr>
    </w:p>
    <w:p w14:paraId="013232C2" w14:textId="01B523B8" w:rsidR="003D36C7" w:rsidRPr="00481F48" w:rsidRDefault="00481F48" w:rsidP="007A3479">
      <w:pPr>
        <w:ind w:left="360"/>
        <w:rPr>
          <w:lang w:val="es-ES"/>
        </w:rPr>
      </w:pPr>
      <w:r w:rsidRPr="00481F48">
        <w:rPr>
          <w:lang w:val="es-ES"/>
        </w:rPr>
        <w:t>Opciones: clave pública, valores hash, algoritmo hash, clave privada</w:t>
      </w:r>
      <w:r w:rsidR="003D36C7" w:rsidRPr="00481F48">
        <w:rPr>
          <w:lang w:val="es-ES"/>
        </w:rPr>
        <w:t xml:space="preserve"> </w:t>
      </w:r>
    </w:p>
    <w:p w14:paraId="73981E9F" w14:textId="4B7E3CB3" w:rsidR="00063674" w:rsidRPr="00481F48" w:rsidRDefault="00481F48" w:rsidP="009C3A3C">
      <w:pPr>
        <w:pStyle w:val="eTask"/>
        <w:rPr>
          <w:lang w:val="es-ES"/>
        </w:rPr>
      </w:pPr>
      <w:bookmarkStart w:id="0" w:name="_GoBack"/>
      <w:bookmarkEnd w:id="0"/>
      <w:r w:rsidRPr="00481F48">
        <w:rPr>
          <w:lang w:val="es-ES"/>
        </w:rPr>
        <w:lastRenderedPageBreak/>
        <w:t>Asigne los términos de la columna de la izquierda a las descripciones correspondientes de la derecha</w:t>
      </w:r>
      <w:r w:rsidR="00063674" w:rsidRPr="00481F48">
        <w:rPr>
          <w:lang w:val="es-ES"/>
        </w:rPr>
        <w:t>.</w:t>
      </w:r>
    </w:p>
    <w:p w14:paraId="274AC8E1" w14:textId="77777777" w:rsidR="009C6F91" w:rsidRPr="00481F48" w:rsidRDefault="009C6F91" w:rsidP="009C6F91">
      <w:pPr>
        <w:pStyle w:val="eTask"/>
        <w:numPr>
          <w:ilvl w:val="0"/>
          <w:numId w:val="0"/>
        </w:numPr>
        <w:ind w:left="360"/>
        <w:rPr>
          <w:lang w:val="es-ES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92"/>
        <w:gridCol w:w="3780"/>
        <w:gridCol w:w="2990"/>
      </w:tblGrid>
      <w:tr w:rsidR="009C6F91" w:rsidRPr="007959F2" w14:paraId="22EA2951" w14:textId="77777777" w:rsidTr="005668F7">
        <w:trPr>
          <w:trHeight w:val="828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B091B4E" w14:textId="57E5A034" w:rsidR="009C6F91" w:rsidRPr="007959F2" w:rsidRDefault="00481F48" w:rsidP="005668F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Autoridad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certificación</w:t>
            </w:r>
            <w:proofErr w:type="spellEnd"/>
            <w:r w:rsidR="009C6F91" w:rsidRPr="00BB5B00">
              <w:rPr>
                <w:lang w:val="en-US"/>
              </w:rPr>
              <w:t xml:space="preserve"> (CA)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6968B0" w14:textId="5A9A6DAC" w:rsidR="009C6F91" w:rsidRPr="007959F2" w:rsidRDefault="009C6F91" w:rsidP="005668F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1E1EA67" w14:textId="139BE0B7" w:rsidR="009C6F91" w:rsidRPr="00481F48" w:rsidRDefault="00481F48" w:rsidP="005668F7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481F48">
              <w:rPr>
                <w:lang w:val="es-ES"/>
              </w:rPr>
              <w:t>Alguien se inscribe para obtener un certificado con esta entidad</w:t>
            </w:r>
          </w:p>
        </w:tc>
      </w:tr>
      <w:tr w:rsidR="009C6F91" w:rsidRPr="007959F2" w14:paraId="6486336C" w14:textId="77777777" w:rsidTr="005668F7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3FCF3D" w14:textId="77777777" w:rsidR="009C6F91" w:rsidRPr="00481F48" w:rsidRDefault="009C6F91" w:rsidP="005668F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FDFD3A" w14:textId="77777777" w:rsidR="009C6F91" w:rsidRPr="00481F48" w:rsidRDefault="009C6F91" w:rsidP="005668F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E85809" w14:textId="77777777" w:rsidR="009C6F91" w:rsidRPr="00481F48" w:rsidRDefault="009C6F91" w:rsidP="005668F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</w:tr>
      <w:tr w:rsidR="009C6F91" w:rsidRPr="007959F2" w14:paraId="1E732685" w14:textId="77777777" w:rsidTr="005668F7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FB47E" w14:textId="6393D426" w:rsidR="009C6F91" w:rsidRPr="007959F2" w:rsidRDefault="00481F48" w:rsidP="005668F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Autoridad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registro</w:t>
            </w:r>
            <w:proofErr w:type="spellEnd"/>
            <w:r w:rsidR="009C6F91" w:rsidRPr="00E610AE">
              <w:rPr>
                <w:lang w:val="en-US"/>
              </w:rPr>
              <w:t xml:space="preserve"> (RA)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6BFBB9" w14:textId="2440877C" w:rsidR="009C6F91" w:rsidRPr="007959F2" w:rsidRDefault="009C6F91" w:rsidP="005668F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A4B9A7" w14:textId="1384E31F" w:rsidR="009C6F91" w:rsidRPr="00481F48" w:rsidRDefault="00481F48" w:rsidP="005668F7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481F48">
              <w:rPr>
                <w:lang w:val="es-ES"/>
              </w:rPr>
              <w:t>Crea y emite un certificado digital</w:t>
            </w:r>
          </w:p>
        </w:tc>
      </w:tr>
      <w:tr w:rsidR="009C6F91" w:rsidRPr="007959F2" w14:paraId="4BCF2498" w14:textId="77777777" w:rsidTr="005668F7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99708B" w14:textId="77777777" w:rsidR="009C6F91" w:rsidRPr="00481F48" w:rsidRDefault="009C6F91" w:rsidP="005668F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7F4F21" w14:textId="77777777" w:rsidR="009C6F91" w:rsidRPr="00481F48" w:rsidRDefault="009C6F91" w:rsidP="005668F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60B552C" w14:textId="77777777" w:rsidR="009C6F91" w:rsidRPr="00481F48" w:rsidRDefault="009C6F91" w:rsidP="005668F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</w:tr>
      <w:tr w:rsidR="009C6F91" w:rsidRPr="007959F2" w14:paraId="0122BF4B" w14:textId="77777777" w:rsidTr="005668F7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BAA1E" w14:textId="5FD5E144" w:rsidR="009C6F91" w:rsidRPr="007959F2" w:rsidRDefault="00481F48" w:rsidP="005668F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Autoridad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validación</w:t>
            </w:r>
            <w:proofErr w:type="spellEnd"/>
            <w:r w:rsidR="009C6F91" w:rsidRPr="00DD5179">
              <w:rPr>
                <w:lang w:val="en-US"/>
              </w:rPr>
              <w:t xml:space="preserve"> (VA)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7A2502" w14:textId="716E4037" w:rsidR="009C6F91" w:rsidRPr="007959F2" w:rsidRDefault="009C6F91" w:rsidP="005668F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EA649C" w14:textId="04CCB38E" w:rsidR="009C6F91" w:rsidRPr="00481F48" w:rsidRDefault="00481F48" w:rsidP="005668F7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481F48">
              <w:rPr>
                <w:lang w:val="es-ES"/>
              </w:rPr>
              <w:t>Estructura que contiene información de identificación y un par de claves</w:t>
            </w:r>
          </w:p>
        </w:tc>
      </w:tr>
      <w:tr w:rsidR="009C6F91" w:rsidRPr="007959F2" w14:paraId="3216E66B" w14:textId="77777777" w:rsidTr="005668F7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115539" w14:textId="77777777" w:rsidR="009C6F91" w:rsidRPr="00481F48" w:rsidRDefault="009C6F91" w:rsidP="005668F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FF2F4C" w14:textId="77777777" w:rsidR="009C6F91" w:rsidRPr="00481F48" w:rsidRDefault="009C6F91" w:rsidP="005668F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C62F72" w14:textId="77777777" w:rsidR="009C6F91" w:rsidRPr="00481F48" w:rsidRDefault="009C6F91" w:rsidP="005668F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</w:tr>
      <w:tr w:rsidR="009C6F91" w:rsidRPr="007959F2" w14:paraId="293CC32F" w14:textId="77777777" w:rsidTr="005668F7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3926955" w14:textId="170E1D56" w:rsidR="009C6F91" w:rsidRPr="007959F2" w:rsidRDefault="00481F48" w:rsidP="005668F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Certificado</w:t>
            </w:r>
            <w:proofErr w:type="spellEnd"/>
            <w:r>
              <w:rPr>
                <w:lang w:val="en-US"/>
              </w:rPr>
              <w:t xml:space="preserve"> digital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DFA488" w14:textId="2DA26AED" w:rsidR="009C6F91" w:rsidRPr="007959F2" w:rsidRDefault="009C6F91" w:rsidP="005668F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8B7AB8B" w14:textId="08774720" w:rsidR="009C6F91" w:rsidRPr="00481F48" w:rsidRDefault="00481F48" w:rsidP="005668F7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481F48">
              <w:rPr>
                <w:lang w:val="es-ES"/>
              </w:rPr>
              <w:t>Compr</w:t>
            </w:r>
            <w:r>
              <w:rPr>
                <w:lang w:val="es-ES"/>
              </w:rPr>
              <w:t>ue</w:t>
            </w:r>
            <w:r w:rsidRPr="00481F48">
              <w:rPr>
                <w:lang w:val="es-ES"/>
              </w:rPr>
              <w:t>ba la validez de un certificado digital</w:t>
            </w:r>
          </w:p>
        </w:tc>
      </w:tr>
    </w:tbl>
    <w:p w14:paraId="1B18AF71" w14:textId="77777777" w:rsidR="009C6F91" w:rsidRPr="00481F48" w:rsidRDefault="009C6F91" w:rsidP="009C6F91">
      <w:pPr>
        <w:pStyle w:val="eTask"/>
        <w:numPr>
          <w:ilvl w:val="0"/>
          <w:numId w:val="0"/>
        </w:numPr>
        <w:rPr>
          <w:lang w:val="es-ES"/>
        </w:rPr>
      </w:pPr>
    </w:p>
    <w:p w14:paraId="123B140F" w14:textId="77777777" w:rsidR="009C6F91" w:rsidRPr="00481F48" w:rsidRDefault="009C6F91" w:rsidP="009C6F91">
      <w:pPr>
        <w:pStyle w:val="eTask"/>
        <w:numPr>
          <w:ilvl w:val="0"/>
          <w:numId w:val="0"/>
        </w:numPr>
        <w:pBdr>
          <w:bottom w:val="single" w:sz="6" w:space="1" w:color="auto"/>
        </w:pBdr>
        <w:rPr>
          <w:lang w:val="es-ES"/>
        </w:rPr>
      </w:pPr>
    </w:p>
    <w:p w14:paraId="7F250626" w14:textId="77777777" w:rsidR="009C6F91" w:rsidRPr="00481F48" w:rsidRDefault="009C6F91" w:rsidP="009C6F91">
      <w:pPr>
        <w:pStyle w:val="eTask"/>
        <w:numPr>
          <w:ilvl w:val="0"/>
          <w:numId w:val="0"/>
        </w:numPr>
        <w:rPr>
          <w:lang w:val="es-ES"/>
        </w:rPr>
      </w:pPr>
    </w:p>
    <w:p w14:paraId="6B37BF93" w14:textId="77777777" w:rsidR="00F1459B" w:rsidRPr="00481F48" w:rsidRDefault="00F1459B" w:rsidP="004A7E5F">
      <w:pPr>
        <w:rPr>
          <w:lang w:val="es-ES"/>
        </w:rPr>
      </w:pPr>
    </w:p>
    <w:p w14:paraId="3A56CB27" w14:textId="5D333E09" w:rsidR="004A1873" w:rsidRPr="00481F48" w:rsidRDefault="00481F48" w:rsidP="004A1873">
      <w:pPr>
        <w:pStyle w:val="eTask"/>
        <w:rPr>
          <w:lang w:val="es-ES"/>
        </w:rPr>
      </w:pPr>
      <w:r w:rsidRPr="00481F48">
        <w:rPr>
          <w:lang w:val="es-ES"/>
        </w:rPr>
        <w:t>El ciclo de vida de un certificado digital se puede explicar de la siguiente manera</w:t>
      </w:r>
      <w:r w:rsidR="004A1873" w:rsidRPr="00481F48">
        <w:rPr>
          <w:lang w:val="es-ES"/>
        </w:rPr>
        <w:t>:</w:t>
      </w:r>
    </w:p>
    <w:p w14:paraId="2EBC5CDA" w14:textId="77777777" w:rsidR="004A1873" w:rsidRPr="009329D5" w:rsidRDefault="004A1873" w:rsidP="004A1873">
      <w:pPr>
        <w:pStyle w:val="eCheckBoxText"/>
        <w:spacing w:line="360" w:lineRule="auto"/>
        <w:ind w:left="154"/>
        <w:jc w:val="both"/>
        <w:rPr>
          <w:lang w:val="es-ES"/>
        </w:rPr>
      </w:pPr>
    </w:p>
    <w:p w14:paraId="0B42EE31" w14:textId="52B8572A" w:rsidR="004A1873" w:rsidRPr="009329D5" w:rsidRDefault="004A1873" w:rsidP="004A1873">
      <w:pPr>
        <w:ind w:left="710" w:hanging="284"/>
        <w:rPr>
          <w:color w:val="FF0000"/>
          <w:lang w:val="en-US"/>
        </w:rPr>
      </w:pPr>
      <w:r w:rsidRPr="009329D5">
        <w:rPr>
          <w:lang w:val="en-US"/>
        </w:rPr>
        <w:t>1.</w:t>
      </w:r>
      <w:r w:rsidR="009329D5">
        <w:rPr>
          <w:lang w:val="en-US"/>
        </w:rPr>
        <w:tab/>
        <w:t xml:space="preserve">   </w:t>
      </w:r>
      <w:r w:rsidR="009329D5">
        <w:rPr>
          <w:lang w:val="en-US"/>
        </w:rPr>
        <w:t>_______________________________________</w:t>
      </w:r>
    </w:p>
    <w:p w14:paraId="21B87CDC" w14:textId="77777777" w:rsidR="004A1873" w:rsidRPr="009329D5" w:rsidRDefault="004A1873" w:rsidP="004A1873">
      <w:pPr>
        <w:ind w:left="710" w:hanging="284"/>
        <w:rPr>
          <w:lang w:val="en-US"/>
        </w:rPr>
      </w:pPr>
    </w:p>
    <w:p w14:paraId="3D9ABA18" w14:textId="5DCE38A4" w:rsidR="004A1873" w:rsidRPr="009329D5" w:rsidRDefault="004A1873" w:rsidP="004A1873">
      <w:pPr>
        <w:ind w:left="710" w:hanging="284"/>
        <w:rPr>
          <w:color w:val="FF0000"/>
          <w:lang w:val="en-US"/>
        </w:rPr>
      </w:pPr>
      <w:r w:rsidRPr="009329D5">
        <w:rPr>
          <w:noProof/>
          <w:lang w:val="en-US" w:eastAsia="sk-SK"/>
        </w:rPr>
        <w:t>2.</w:t>
      </w:r>
      <w:r w:rsidR="009329D5" w:rsidRPr="009329D5">
        <w:rPr>
          <w:lang w:val="en-US"/>
        </w:rPr>
        <w:t xml:space="preserve"> </w:t>
      </w:r>
      <w:r w:rsidR="009329D5">
        <w:rPr>
          <w:lang w:val="en-US"/>
        </w:rPr>
        <w:tab/>
        <w:t xml:space="preserve">   _______________________________________</w:t>
      </w:r>
    </w:p>
    <w:p w14:paraId="73E21111" w14:textId="77777777" w:rsidR="004A1873" w:rsidRPr="009329D5" w:rsidRDefault="004A1873" w:rsidP="004A1873">
      <w:pPr>
        <w:ind w:left="710" w:hanging="284"/>
        <w:rPr>
          <w:noProof/>
          <w:lang w:val="en-US" w:eastAsia="sk-SK"/>
        </w:rPr>
      </w:pPr>
    </w:p>
    <w:p w14:paraId="42B5BE06" w14:textId="35955AFD" w:rsidR="004A1873" w:rsidRPr="009329D5" w:rsidRDefault="004A1873" w:rsidP="004A1873">
      <w:pPr>
        <w:ind w:left="710" w:hanging="284"/>
        <w:rPr>
          <w:color w:val="FF0000"/>
          <w:lang w:val="en-US"/>
        </w:rPr>
      </w:pPr>
      <w:r w:rsidRPr="009329D5">
        <w:rPr>
          <w:noProof/>
          <w:lang w:val="en-US" w:eastAsia="sk-SK"/>
        </w:rPr>
        <w:t>3.</w:t>
      </w:r>
      <w:r w:rsidR="009329D5" w:rsidRPr="009329D5">
        <w:rPr>
          <w:lang w:val="en-US"/>
        </w:rPr>
        <w:t xml:space="preserve"> </w:t>
      </w:r>
      <w:r w:rsidR="009329D5">
        <w:rPr>
          <w:lang w:val="en-US"/>
        </w:rPr>
        <w:tab/>
        <w:t xml:space="preserve">   _______________________________________</w:t>
      </w:r>
    </w:p>
    <w:p w14:paraId="5147C7F7" w14:textId="77777777" w:rsidR="004A1873" w:rsidRPr="009329D5" w:rsidRDefault="004A1873" w:rsidP="004A1873">
      <w:pPr>
        <w:ind w:left="710" w:hanging="284"/>
        <w:rPr>
          <w:lang w:val="en-US"/>
        </w:rPr>
      </w:pPr>
    </w:p>
    <w:p w14:paraId="49CF3C20" w14:textId="02A0C8A6" w:rsidR="004A1873" w:rsidRPr="009329D5" w:rsidRDefault="004A1873" w:rsidP="004A1873">
      <w:pPr>
        <w:ind w:left="710" w:hanging="284"/>
        <w:rPr>
          <w:color w:val="FF0000"/>
          <w:lang w:val="en-US"/>
        </w:rPr>
      </w:pPr>
      <w:r w:rsidRPr="009329D5">
        <w:rPr>
          <w:lang w:val="en-US"/>
        </w:rPr>
        <w:t>4.</w:t>
      </w:r>
      <w:r w:rsidR="009329D5" w:rsidRPr="009329D5">
        <w:rPr>
          <w:lang w:val="en-US"/>
        </w:rPr>
        <w:t xml:space="preserve"> </w:t>
      </w:r>
      <w:r w:rsidR="009329D5">
        <w:rPr>
          <w:lang w:val="en-US"/>
        </w:rPr>
        <w:tab/>
        <w:t xml:space="preserve">   _______________________________________</w:t>
      </w:r>
    </w:p>
    <w:p w14:paraId="2E4278F5" w14:textId="77777777" w:rsidR="004A1873" w:rsidRPr="009329D5" w:rsidRDefault="004A1873" w:rsidP="004A1873">
      <w:pPr>
        <w:ind w:left="710" w:hanging="284"/>
        <w:rPr>
          <w:lang w:val="en-US"/>
        </w:rPr>
      </w:pPr>
    </w:p>
    <w:p w14:paraId="1248FF62" w14:textId="06DBC118" w:rsidR="009C3A3C" w:rsidRPr="009329D5" w:rsidRDefault="004A1873" w:rsidP="004A1873">
      <w:pPr>
        <w:ind w:left="710" w:hanging="284"/>
        <w:rPr>
          <w:color w:val="FF0000"/>
          <w:lang w:val="en-US"/>
        </w:rPr>
      </w:pPr>
      <w:r w:rsidRPr="009329D5">
        <w:rPr>
          <w:lang w:val="en-US"/>
        </w:rPr>
        <w:t>5.</w:t>
      </w:r>
      <w:r w:rsidR="009329D5" w:rsidRPr="009329D5">
        <w:rPr>
          <w:lang w:val="en-US"/>
        </w:rPr>
        <w:t xml:space="preserve"> </w:t>
      </w:r>
      <w:r w:rsidR="009329D5">
        <w:rPr>
          <w:lang w:val="en-US"/>
        </w:rPr>
        <w:tab/>
        <w:t xml:space="preserve">   _______________________________________</w:t>
      </w:r>
    </w:p>
    <w:sectPr w:rsidR="009C3A3C" w:rsidRPr="009329D5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A8ACBF" w14:textId="77777777" w:rsidR="0009621F" w:rsidRDefault="0009621F" w:rsidP="00861A1A">
      <w:r>
        <w:separator/>
      </w:r>
    </w:p>
  </w:endnote>
  <w:endnote w:type="continuationSeparator" w:id="0">
    <w:p w14:paraId="41D7D49C" w14:textId="77777777" w:rsidR="0009621F" w:rsidRDefault="0009621F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7A7CE6A2" w14:textId="77777777" w:rsidTr="00CA51B5">
      <w:tc>
        <w:tcPr>
          <w:tcW w:w="2518" w:type="dxa"/>
        </w:tcPr>
        <w:p w14:paraId="3EC1CBA9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1FCC38FB" wp14:editId="1943646F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41BFF7F1" w14:textId="77777777" w:rsidR="009329D5" w:rsidRPr="009329D5" w:rsidRDefault="009329D5" w:rsidP="009329D5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r w:rsidRPr="009329D5">
            <w:rPr>
              <w:sz w:val="16"/>
              <w:szCs w:val="16"/>
              <w:lang w:val="en-US"/>
            </w:rPr>
            <w:t xml:space="preserve">El </w:t>
          </w:r>
          <w:proofErr w:type="spellStart"/>
          <w:r w:rsidRPr="009329D5">
            <w:rPr>
              <w:sz w:val="16"/>
              <w:szCs w:val="16"/>
              <w:lang w:val="en-US"/>
            </w:rPr>
            <w:t>presente</w:t>
          </w:r>
          <w:proofErr w:type="spellEnd"/>
          <w:r w:rsidRPr="009329D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329D5">
            <w:rPr>
              <w:sz w:val="16"/>
              <w:szCs w:val="16"/>
              <w:lang w:val="en-US"/>
            </w:rPr>
            <w:t>proyecto</w:t>
          </w:r>
          <w:proofErr w:type="spellEnd"/>
          <w:r w:rsidRPr="009329D5">
            <w:rPr>
              <w:sz w:val="16"/>
              <w:szCs w:val="16"/>
              <w:lang w:val="en-US"/>
            </w:rPr>
            <w:t xml:space="preserve"> ha </w:t>
          </w:r>
          <w:proofErr w:type="spellStart"/>
          <w:r w:rsidRPr="009329D5">
            <w:rPr>
              <w:sz w:val="16"/>
              <w:szCs w:val="16"/>
              <w:lang w:val="en-US"/>
            </w:rPr>
            <w:t>sido</w:t>
          </w:r>
          <w:proofErr w:type="spellEnd"/>
          <w:r w:rsidRPr="009329D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329D5">
            <w:rPr>
              <w:sz w:val="16"/>
              <w:szCs w:val="16"/>
              <w:lang w:val="en-US"/>
            </w:rPr>
            <w:t>financiado</w:t>
          </w:r>
          <w:proofErr w:type="spellEnd"/>
          <w:r w:rsidRPr="009329D5">
            <w:rPr>
              <w:sz w:val="16"/>
              <w:szCs w:val="16"/>
              <w:lang w:val="en-US"/>
            </w:rPr>
            <w:t xml:space="preserve"> con el </w:t>
          </w:r>
          <w:proofErr w:type="spellStart"/>
          <w:r w:rsidRPr="009329D5">
            <w:rPr>
              <w:sz w:val="16"/>
              <w:szCs w:val="16"/>
              <w:lang w:val="en-US"/>
            </w:rPr>
            <w:t>apoyo</w:t>
          </w:r>
          <w:proofErr w:type="spellEnd"/>
          <w:r w:rsidRPr="009329D5">
            <w:rPr>
              <w:sz w:val="16"/>
              <w:szCs w:val="16"/>
              <w:lang w:val="en-US"/>
            </w:rPr>
            <w:t xml:space="preserve"> de la </w:t>
          </w:r>
          <w:proofErr w:type="spellStart"/>
          <w:r w:rsidRPr="009329D5">
            <w:rPr>
              <w:sz w:val="16"/>
              <w:szCs w:val="16"/>
              <w:lang w:val="en-US"/>
            </w:rPr>
            <w:t>Comisión</w:t>
          </w:r>
          <w:proofErr w:type="spellEnd"/>
          <w:r w:rsidRPr="009329D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329D5">
            <w:rPr>
              <w:sz w:val="16"/>
              <w:szCs w:val="16"/>
              <w:lang w:val="en-US"/>
            </w:rPr>
            <w:t>Europea</w:t>
          </w:r>
          <w:proofErr w:type="spellEnd"/>
          <w:r w:rsidRPr="009329D5">
            <w:rPr>
              <w:sz w:val="16"/>
              <w:szCs w:val="16"/>
              <w:lang w:val="en-US"/>
            </w:rPr>
            <w:t>.</w:t>
          </w:r>
        </w:p>
        <w:p w14:paraId="6F285CCC" w14:textId="7C979D08" w:rsidR="00BF5E09" w:rsidRPr="004A7E5F" w:rsidRDefault="009329D5" w:rsidP="009329D5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9329D5">
            <w:rPr>
              <w:sz w:val="16"/>
              <w:szCs w:val="16"/>
              <w:lang w:val="en-US"/>
            </w:rPr>
            <w:t>Esta</w:t>
          </w:r>
          <w:proofErr w:type="spellEnd"/>
          <w:r w:rsidRPr="009329D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329D5">
            <w:rPr>
              <w:sz w:val="16"/>
              <w:szCs w:val="16"/>
              <w:lang w:val="en-US"/>
            </w:rPr>
            <w:t>publicación</w:t>
          </w:r>
          <w:proofErr w:type="spellEnd"/>
          <w:r w:rsidRPr="009329D5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9329D5">
            <w:rPr>
              <w:sz w:val="16"/>
              <w:szCs w:val="16"/>
              <w:lang w:val="en-US"/>
            </w:rPr>
            <w:t>comunicación</w:t>
          </w:r>
          <w:proofErr w:type="spellEnd"/>
          <w:r w:rsidRPr="009329D5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9329D5">
            <w:rPr>
              <w:sz w:val="16"/>
              <w:szCs w:val="16"/>
              <w:lang w:val="en-US"/>
            </w:rPr>
            <w:t>es</w:t>
          </w:r>
          <w:proofErr w:type="spellEnd"/>
          <w:r w:rsidRPr="009329D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329D5">
            <w:rPr>
              <w:sz w:val="16"/>
              <w:szCs w:val="16"/>
              <w:lang w:val="en-US"/>
            </w:rPr>
            <w:t>responsabilidad</w:t>
          </w:r>
          <w:proofErr w:type="spellEnd"/>
          <w:r w:rsidRPr="009329D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329D5">
            <w:rPr>
              <w:sz w:val="16"/>
              <w:szCs w:val="16"/>
              <w:lang w:val="en-US"/>
            </w:rPr>
            <w:t>exclusiva</w:t>
          </w:r>
          <w:proofErr w:type="spellEnd"/>
          <w:r w:rsidRPr="009329D5">
            <w:rPr>
              <w:sz w:val="16"/>
              <w:szCs w:val="16"/>
              <w:lang w:val="en-US"/>
            </w:rPr>
            <w:t xml:space="preserve"> de </w:t>
          </w:r>
          <w:proofErr w:type="spellStart"/>
          <w:r w:rsidRPr="009329D5">
            <w:rPr>
              <w:sz w:val="16"/>
              <w:szCs w:val="16"/>
              <w:lang w:val="en-US"/>
            </w:rPr>
            <w:t>su</w:t>
          </w:r>
          <w:proofErr w:type="spellEnd"/>
          <w:r w:rsidRPr="009329D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329D5">
            <w:rPr>
              <w:sz w:val="16"/>
              <w:szCs w:val="16"/>
              <w:lang w:val="en-US"/>
            </w:rPr>
            <w:t>autor</w:t>
          </w:r>
          <w:proofErr w:type="spellEnd"/>
          <w:r w:rsidRPr="009329D5">
            <w:rPr>
              <w:sz w:val="16"/>
              <w:szCs w:val="16"/>
              <w:lang w:val="en-US"/>
            </w:rPr>
            <w:t xml:space="preserve">. La </w:t>
          </w:r>
          <w:proofErr w:type="spellStart"/>
          <w:r w:rsidRPr="009329D5">
            <w:rPr>
              <w:sz w:val="16"/>
              <w:szCs w:val="16"/>
              <w:lang w:val="en-US"/>
            </w:rPr>
            <w:t>Comisión</w:t>
          </w:r>
          <w:proofErr w:type="spellEnd"/>
          <w:r w:rsidRPr="009329D5">
            <w:rPr>
              <w:sz w:val="16"/>
              <w:szCs w:val="16"/>
              <w:lang w:val="en-US"/>
            </w:rPr>
            <w:t xml:space="preserve"> no </w:t>
          </w:r>
          <w:proofErr w:type="spellStart"/>
          <w:r w:rsidRPr="009329D5">
            <w:rPr>
              <w:sz w:val="16"/>
              <w:szCs w:val="16"/>
              <w:lang w:val="en-US"/>
            </w:rPr>
            <w:t>es</w:t>
          </w:r>
          <w:proofErr w:type="spellEnd"/>
          <w:r w:rsidRPr="009329D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329D5">
            <w:rPr>
              <w:sz w:val="16"/>
              <w:szCs w:val="16"/>
              <w:lang w:val="en-US"/>
            </w:rPr>
            <w:t>responsable</w:t>
          </w:r>
          <w:proofErr w:type="spellEnd"/>
          <w:r w:rsidRPr="009329D5">
            <w:rPr>
              <w:sz w:val="16"/>
              <w:szCs w:val="16"/>
              <w:lang w:val="en-US"/>
            </w:rPr>
            <w:t xml:space="preserve"> del </w:t>
          </w:r>
          <w:proofErr w:type="spellStart"/>
          <w:r w:rsidRPr="009329D5">
            <w:rPr>
              <w:sz w:val="16"/>
              <w:szCs w:val="16"/>
              <w:lang w:val="en-US"/>
            </w:rPr>
            <w:t>uso</w:t>
          </w:r>
          <w:proofErr w:type="spellEnd"/>
          <w:r w:rsidRPr="009329D5">
            <w:rPr>
              <w:sz w:val="16"/>
              <w:szCs w:val="16"/>
              <w:lang w:val="en-US"/>
            </w:rPr>
            <w:t xml:space="preserve"> que </w:t>
          </w:r>
          <w:proofErr w:type="spellStart"/>
          <w:r w:rsidRPr="009329D5">
            <w:rPr>
              <w:sz w:val="16"/>
              <w:szCs w:val="16"/>
              <w:lang w:val="en-US"/>
            </w:rPr>
            <w:t>pueda</w:t>
          </w:r>
          <w:proofErr w:type="spellEnd"/>
          <w:r w:rsidRPr="009329D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329D5">
            <w:rPr>
              <w:sz w:val="16"/>
              <w:szCs w:val="16"/>
              <w:lang w:val="en-US"/>
            </w:rPr>
            <w:t>hacerse</w:t>
          </w:r>
          <w:proofErr w:type="spellEnd"/>
          <w:r w:rsidRPr="009329D5">
            <w:rPr>
              <w:sz w:val="16"/>
              <w:szCs w:val="16"/>
              <w:lang w:val="en-US"/>
            </w:rPr>
            <w:t xml:space="preserve"> de la </w:t>
          </w:r>
          <w:proofErr w:type="spellStart"/>
          <w:r w:rsidRPr="009329D5">
            <w:rPr>
              <w:sz w:val="16"/>
              <w:szCs w:val="16"/>
              <w:lang w:val="en-US"/>
            </w:rPr>
            <w:t>información</w:t>
          </w:r>
          <w:proofErr w:type="spellEnd"/>
          <w:r w:rsidRPr="009329D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329D5">
            <w:rPr>
              <w:sz w:val="16"/>
              <w:szCs w:val="16"/>
              <w:lang w:val="en-US"/>
            </w:rPr>
            <w:t>aquí</w:t>
          </w:r>
          <w:proofErr w:type="spellEnd"/>
          <w:r w:rsidRPr="009329D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329D5">
            <w:rPr>
              <w:sz w:val="16"/>
              <w:szCs w:val="16"/>
              <w:lang w:val="en-US"/>
            </w:rPr>
            <w:t>difundida</w:t>
          </w:r>
          <w:proofErr w:type="spellEnd"/>
          <w:r w:rsidRPr="009329D5">
            <w:rPr>
              <w:sz w:val="16"/>
              <w:szCs w:val="16"/>
              <w:lang w:val="en-US"/>
            </w:rPr>
            <w:t>.</w:t>
          </w:r>
        </w:p>
      </w:tc>
    </w:tr>
    <w:tr w:rsidR="00BF5E09" w:rsidRPr="004A7E5F" w14:paraId="1952FCDA" w14:textId="77777777" w:rsidTr="00CA51B5">
      <w:tc>
        <w:tcPr>
          <w:tcW w:w="8472" w:type="dxa"/>
          <w:gridSpan w:val="2"/>
        </w:tcPr>
        <w:p w14:paraId="24A8BDAE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7881742E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1FBAFFA7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A4C131" w14:textId="77777777" w:rsidR="0009621F" w:rsidRDefault="0009621F" w:rsidP="00861A1A">
      <w:r>
        <w:separator/>
      </w:r>
    </w:p>
  </w:footnote>
  <w:footnote w:type="continuationSeparator" w:id="0">
    <w:p w14:paraId="0B10F208" w14:textId="77777777" w:rsidR="0009621F" w:rsidRDefault="0009621F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EA6E3" w14:textId="77777777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2892B8E7" wp14:editId="1573DF1F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14:paraId="63707976" w14:textId="77777777" w:rsidR="00481F48" w:rsidRPr="00C148FD" w:rsidRDefault="00481F48" w:rsidP="00481F48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837E82">
      <w:rPr>
        <w:rFonts w:ascii="Calibri" w:hAnsi="Calibri"/>
        <w:smallCaps/>
        <w:noProof/>
        <w:sz w:val="20"/>
        <w:szCs w:val="20"/>
        <w:lang w:val="en-US"/>
      </w:rPr>
      <w:t>Autentica</w:t>
    </w:r>
    <w:r>
      <w:rPr>
        <w:rFonts w:ascii="Calibri" w:hAnsi="Calibri"/>
        <w:smallCaps/>
        <w:noProof/>
        <w:sz w:val="20"/>
        <w:szCs w:val="20"/>
        <w:lang w:val="en-US"/>
      </w:rPr>
      <w:t>ción</w:t>
    </w:r>
    <w:r w:rsidRPr="00837E82">
      <w:rPr>
        <w:rFonts w:ascii="Calibri" w:hAnsi="Calibri"/>
        <w:smallCaps/>
        <w:noProof/>
        <w:sz w:val="20"/>
        <w:szCs w:val="20"/>
        <w:lang w:val="en-US"/>
      </w:rPr>
      <w:t xml:space="preserve">, </w:t>
    </w:r>
    <w:r>
      <w:rPr>
        <w:rFonts w:ascii="Calibri" w:hAnsi="Calibri"/>
        <w:smallCaps/>
        <w:noProof/>
        <w:sz w:val="20"/>
        <w:szCs w:val="20"/>
        <w:lang w:val="en-US"/>
      </w:rPr>
      <w:t>contraseñas y firma digital</w:t>
    </w:r>
  </w:p>
  <w:p w14:paraId="5535063D" w14:textId="2508F374" w:rsidR="00C148FD" w:rsidRPr="00C148FD" w:rsidRDefault="00C148FD" w:rsidP="00481F48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F4F4CFC0"/>
    <w:lvl w:ilvl="0" w:tplc="F98E41EC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YxtbAwMjY3NrcwNDJS0lEKTi0uzszPAykwrAUA3LMSRCwAAAA="/>
  </w:docVars>
  <w:rsids>
    <w:rsidRoot w:val="00563AEB"/>
    <w:rsid w:val="000030DF"/>
    <w:rsid w:val="0000673F"/>
    <w:rsid w:val="00016AD8"/>
    <w:rsid w:val="00017595"/>
    <w:rsid w:val="00021197"/>
    <w:rsid w:val="00030EDA"/>
    <w:rsid w:val="00036C37"/>
    <w:rsid w:val="00045BEB"/>
    <w:rsid w:val="00063674"/>
    <w:rsid w:val="00073ADF"/>
    <w:rsid w:val="0007473C"/>
    <w:rsid w:val="000750C9"/>
    <w:rsid w:val="00087EAC"/>
    <w:rsid w:val="00094A16"/>
    <w:rsid w:val="0009621F"/>
    <w:rsid w:val="000A233F"/>
    <w:rsid w:val="000A55B3"/>
    <w:rsid w:val="000C1409"/>
    <w:rsid w:val="000C6B3A"/>
    <w:rsid w:val="000E3518"/>
    <w:rsid w:val="001052A0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3F2C"/>
    <w:rsid w:val="00222EE8"/>
    <w:rsid w:val="00223478"/>
    <w:rsid w:val="00225015"/>
    <w:rsid w:val="002252B6"/>
    <w:rsid w:val="00251160"/>
    <w:rsid w:val="00272012"/>
    <w:rsid w:val="002825A8"/>
    <w:rsid w:val="00283A7C"/>
    <w:rsid w:val="002850DE"/>
    <w:rsid w:val="00292860"/>
    <w:rsid w:val="002973E6"/>
    <w:rsid w:val="002976A9"/>
    <w:rsid w:val="002B0278"/>
    <w:rsid w:val="002B0866"/>
    <w:rsid w:val="002B41A8"/>
    <w:rsid w:val="002C1E4C"/>
    <w:rsid w:val="002E301D"/>
    <w:rsid w:val="00304ADA"/>
    <w:rsid w:val="00306B9F"/>
    <w:rsid w:val="00307892"/>
    <w:rsid w:val="00315203"/>
    <w:rsid w:val="00337851"/>
    <w:rsid w:val="00342883"/>
    <w:rsid w:val="00347E4D"/>
    <w:rsid w:val="00351AF3"/>
    <w:rsid w:val="0039238A"/>
    <w:rsid w:val="003B1326"/>
    <w:rsid w:val="003C2268"/>
    <w:rsid w:val="003C5B45"/>
    <w:rsid w:val="003D36C7"/>
    <w:rsid w:val="003D41BB"/>
    <w:rsid w:val="003E01BE"/>
    <w:rsid w:val="003E38EB"/>
    <w:rsid w:val="003F03EB"/>
    <w:rsid w:val="003F623C"/>
    <w:rsid w:val="003F7F87"/>
    <w:rsid w:val="00402B09"/>
    <w:rsid w:val="00417ED2"/>
    <w:rsid w:val="00435704"/>
    <w:rsid w:val="0046567F"/>
    <w:rsid w:val="00472203"/>
    <w:rsid w:val="00475954"/>
    <w:rsid w:val="004767EE"/>
    <w:rsid w:val="00481F48"/>
    <w:rsid w:val="0049130B"/>
    <w:rsid w:val="00492966"/>
    <w:rsid w:val="004A01E5"/>
    <w:rsid w:val="004A0446"/>
    <w:rsid w:val="004A1873"/>
    <w:rsid w:val="004A7B44"/>
    <w:rsid w:val="004A7E5F"/>
    <w:rsid w:val="004C0E36"/>
    <w:rsid w:val="004D6BA8"/>
    <w:rsid w:val="004E5E95"/>
    <w:rsid w:val="004E70EA"/>
    <w:rsid w:val="004F5AFF"/>
    <w:rsid w:val="005132B0"/>
    <w:rsid w:val="00517E3A"/>
    <w:rsid w:val="0052284C"/>
    <w:rsid w:val="0052400D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B2E55"/>
    <w:rsid w:val="005B37E2"/>
    <w:rsid w:val="005B460C"/>
    <w:rsid w:val="005B4FCA"/>
    <w:rsid w:val="005D7525"/>
    <w:rsid w:val="005E1AB1"/>
    <w:rsid w:val="005E20B2"/>
    <w:rsid w:val="005E46EA"/>
    <w:rsid w:val="005E5A22"/>
    <w:rsid w:val="005F17A1"/>
    <w:rsid w:val="005F5FA1"/>
    <w:rsid w:val="006000DA"/>
    <w:rsid w:val="00625B5A"/>
    <w:rsid w:val="0063686B"/>
    <w:rsid w:val="006435FE"/>
    <w:rsid w:val="0064494B"/>
    <w:rsid w:val="00654C16"/>
    <w:rsid w:val="006607B5"/>
    <w:rsid w:val="0066326F"/>
    <w:rsid w:val="00663E9D"/>
    <w:rsid w:val="0068067D"/>
    <w:rsid w:val="0068131D"/>
    <w:rsid w:val="00683A34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A3479"/>
    <w:rsid w:val="007B7B4C"/>
    <w:rsid w:val="007C0FDD"/>
    <w:rsid w:val="007C308E"/>
    <w:rsid w:val="007C3F21"/>
    <w:rsid w:val="007C5B85"/>
    <w:rsid w:val="007D3DCD"/>
    <w:rsid w:val="007E16D1"/>
    <w:rsid w:val="007E6CED"/>
    <w:rsid w:val="007F773A"/>
    <w:rsid w:val="00802398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87D8F"/>
    <w:rsid w:val="00891FF5"/>
    <w:rsid w:val="00893E89"/>
    <w:rsid w:val="008A3619"/>
    <w:rsid w:val="008B05F5"/>
    <w:rsid w:val="008B6CCD"/>
    <w:rsid w:val="008C64E0"/>
    <w:rsid w:val="008D117E"/>
    <w:rsid w:val="008D38F1"/>
    <w:rsid w:val="008F1B37"/>
    <w:rsid w:val="008F5585"/>
    <w:rsid w:val="00912A69"/>
    <w:rsid w:val="00916DC9"/>
    <w:rsid w:val="009329D5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874FC"/>
    <w:rsid w:val="009A5F9E"/>
    <w:rsid w:val="009A6DD0"/>
    <w:rsid w:val="009B638C"/>
    <w:rsid w:val="009C2F88"/>
    <w:rsid w:val="009C3A3C"/>
    <w:rsid w:val="009C6F91"/>
    <w:rsid w:val="009C7B24"/>
    <w:rsid w:val="009E2A2A"/>
    <w:rsid w:val="009F6E5E"/>
    <w:rsid w:val="00A12C28"/>
    <w:rsid w:val="00A17111"/>
    <w:rsid w:val="00A21409"/>
    <w:rsid w:val="00A2355A"/>
    <w:rsid w:val="00A26A28"/>
    <w:rsid w:val="00A30404"/>
    <w:rsid w:val="00A41E41"/>
    <w:rsid w:val="00A50FFF"/>
    <w:rsid w:val="00A527AF"/>
    <w:rsid w:val="00A54992"/>
    <w:rsid w:val="00A633E1"/>
    <w:rsid w:val="00A65E53"/>
    <w:rsid w:val="00A67360"/>
    <w:rsid w:val="00A8234A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F5281"/>
    <w:rsid w:val="00B01599"/>
    <w:rsid w:val="00B15DB4"/>
    <w:rsid w:val="00B177D0"/>
    <w:rsid w:val="00B3151A"/>
    <w:rsid w:val="00B37307"/>
    <w:rsid w:val="00B44FAF"/>
    <w:rsid w:val="00B5145B"/>
    <w:rsid w:val="00B707D0"/>
    <w:rsid w:val="00B70ED4"/>
    <w:rsid w:val="00B75FF7"/>
    <w:rsid w:val="00B816F4"/>
    <w:rsid w:val="00B822EA"/>
    <w:rsid w:val="00B84417"/>
    <w:rsid w:val="00B94FBB"/>
    <w:rsid w:val="00BA2448"/>
    <w:rsid w:val="00BA3595"/>
    <w:rsid w:val="00BB3CAA"/>
    <w:rsid w:val="00BB48C7"/>
    <w:rsid w:val="00BC1E8F"/>
    <w:rsid w:val="00BC1F6B"/>
    <w:rsid w:val="00BC732E"/>
    <w:rsid w:val="00BD3D30"/>
    <w:rsid w:val="00BD7612"/>
    <w:rsid w:val="00BE6648"/>
    <w:rsid w:val="00BF590A"/>
    <w:rsid w:val="00BF5E09"/>
    <w:rsid w:val="00BF6970"/>
    <w:rsid w:val="00C04F3C"/>
    <w:rsid w:val="00C148FD"/>
    <w:rsid w:val="00C2393A"/>
    <w:rsid w:val="00C455F4"/>
    <w:rsid w:val="00C55039"/>
    <w:rsid w:val="00C5580D"/>
    <w:rsid w:val="00C57915"/>
    <w:rsid w:val="00C7264E"/>
    <w:rsid w:val="00C767C9"/>
    <w:rsid w:val="00C878F0"/>
    <w:rsid w:val="00CA51B5"/>
    <w:rsid w:val="00CB3199"/>
    <w:rsid w:val="00CB3A5F"/>
    <w:rsid w:val="00CC2293"/>
    <w:rsid w:val="00CC266E"/>
    <w:rsid w:val="00CD6FC8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A5E41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1A8E"/>
    <w:rsid w:val="00E14EEB"/>
    <w:rsid w:val="00E2272B"/>
    <w:rsid w:val="00E352FF"/>
    <w:rsid w:val="00E41087"/>
    <w:rsid w:val="00E516D7"/>
    <w:rsid w:val="00E5359D"/>
    <w:rsid w:val="00E54A46"/>
    <w:rsid w:val="00E57A1B"/>
    <w:rsid w:val="00E63AFE"/>
    <w:rsid w:val="00E65738"/>
    <w:rsid w:val="00E75C40"/>
    <w:rsid w:val="00E8518C"/>
    <w:rsid w:val="00E879F9"/>
    <w:rsid w:val="00E90BD9"/>
    <w:rsid w:val="00E913F1"/>
    <w:rsid w:val="00EA1BDF"/>
    <w:rsid w:val="00EA39BF"/>
    <w:rsid w:val="00EB6B74"/>
    <w:rsid w:val="00EB6E4B"/>
    <w:rsid w:val="00EC77B0"/>
    <w:rsid w:val="00ED2956"/>
    <w:rsid w:val="00EE3197"/>
    <w:rsid w:val="00EF2951"/>
    <w:rsid w:val="00F01181"/>
    <w:rsid w:val="00F03DBA"/>
    <w:rsid w:val="00F1459B"/>
    <w:rsid w:val="00F168D6"/>
    <w:rsid w:val="00F24638"/>
    <w:rsid w:val="00F248A4"/>
    <w:rsid w:val="00F40215"/>
    <w:rsid w:val="00F46B18"/>
    <w:rsid w:val="00F748A6"/>
    <w:rsid w:val="00F82C59"/>
    <w:rsid w:val="00F871C6"/>
    <w:rsid w:val="00F8749B"/>
    <w:rsid w:val="00FA74D9"/>
    <w:rsid w:val="00FB201E"/>
    <w:rsid w:val="00FF0808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1DF11F6"/>
  <w15:docId w15:val="{E4F38902-52FE-4179-A5B1-8636D8A7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28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31</cp:revision>
  <cp:lastPrinted>2013-05-24T14:00:00Z</cp:lastPrinted>
  <dcterms:created xsi:type="dcterms:W3CDTF">2022-03-09T10:06:00Z</dcterms:created>
  <dcterms:modified xsi:type="dcterms:W3CDTF">2023-02-27T15:31:00Z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