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98D28E4" w:rsidR="00C641B5" w:rsidRPr="00205681" w:rsidRDefault="002749E7" w:rsidP="00C641B5">
      <w:pPr>
        <w:pStyle w:val="eTask"/>
        <w:rPr>
          <w:lang w:val="sl-SI"/>
        </w:rPr>
      </w:pPr>
      <w:bookmarkStart w:id="0" w:name="_Hlk97716694"/>
      <w:r w:rsidRPr="007A2AF2">
        <w:rPr>
          <w:bCs/>
          <w:color w:val="000000"/>
          <w:shd w:val="clear" w:color="auto" w:fill="FFFFFF"/>
          <w:lang w:val="sk-SK" w:eastAsia="sk-SK"/>
        </w:rPr>
        <w:t>Priraďte výrazy v ľavom stĺpci k príslušným obrázkom v pravom stĺpci.</w:t>
      </w:r>
    </w:p>
    <w:p w14:paraId="195363ED" w14:textId="61125517" w:rsidR="00C641B5" w:rsidRPr="00205681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205681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89877D8" w:rsidR="00C641B5" w:rsidRPr="00205681" w:rsidRDefault="002749E7" w:rsidP="00C641B5">
            <w:pPr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Polygonálne modelovanie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0D6444C5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189B59C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36830</wp:posOffset>
                      </wp:positionV>
                      <wp:extent cx="2276475" cy="0"/>
                      <wp:effectExtent l="0" t="0" r="28575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4A01F0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2.9pt" to="174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5108E33C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793DE6EE" w14:textId="2B68072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2C3FBA0" w14:textId="588191B4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8388703" w14:textId="56D133F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053E7CC4" w:rsidR="00C641B5" w:rsidRPr="00205681" w:rsidRDefault="002749E7" w:rsidP="00C641B5">
            <w:pPr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Digitálne sochárstvo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540E60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3A6D6B6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59349B5" w14:textId="45C50D95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30BC0131" w:rsidR="00C641B5" w:rsidRPr="00205681" w:rsidRDefault="002749E7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Modelovanie kriviek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2F52CD8A" w:rsidR="00C641B5" w:rsidRPr="00205681" w:rsidRDefault="00580A9E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4710CA5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-999490</wp:posOffset>
                      </wp:positionV>
                      <wp:extent cx="2276475" cy="1076325"/>
                      <wp:effectExtent l="0" t="0" r="28575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1076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4F7F5B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78.7pt" to="174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6D533C3F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-1000760</wp:posOffset>
                      </wp:positionV>
                      <wp:extent cx="2276475" cy="1171575"/>
                      <wp:effectExtent l="0" t="0" r="28575" b="28575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171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F1BD1" id="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78.8pt" to="174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745360A" w14:textId="796677B0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3C4680D" w14:textId="6C0A01D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EEAB538" w14:textId="38AECEED" w:rsidR="00C641B5" w:rsidRPr="00205681" w:rsidRDefault="00C641B5" w:rsidP="00C641B5">
            <w:pPr>
              <w:pStyle w:val="eCheckBoxText"/>
              <w:ind w:left="0" w:firstLine="0"/>
              <w:contextualSpacing/>
              <w:rPr>
                <w:lang w:val="sl-SI"/>
              </w:rPr>
            </w:pPr>
          </w:p>
        </w:tc>
      </w:tr>
    </w:tbl>
    <w:p w14:paraId="631149C1" w14:textId="5D94EF7B" w:rsidR="001922A0" w:rsidRPr="00205681" w:rsidRDefault="001922A0" w:rsidP="00C641B5">
      <w:pPr>
        <w:rPr>
          <w:lang w:val="sl-SI"/>
        </w:rPr>
      </w:pPr>
    </w:p>
    <w:p w14:paraId="7660B328" w14:textId="77777777" w:rsidR="00C148FD" w:rsidRPr="00205681" w:rsidRDefault="00C148FD" w:rsidP="00BF590A">
      <w:pPr>
        <w:pStyle w:val="eLineBottom"/>
        <w:ind w:left="154"/>
        <w:rPr>
          <w:lang w:val="sl-SI"/>
        </w:rPr>
      </w:pPr>
    </w:p>
    <w:p w14:paraId="76C5FF36" w14:textId="77777777" w:rsidR="00C148FD" w:rsidRPr="00205681" w:rsidRDefault="00C148FD" w:rsidP="00C641B5">
      <w:pPr>
        <w:rPr>
          <w:lang w:val="sl-SI"/>
        </w:rPr>
      </w:pPr>
    </w:p>
    <w:p w14:paraId="669F0672" w14:textId="7CA06F32" w:rsidR="00C641B5" w:rsidRPr="00205681" w:rsidRDefault="002749E7" w:rsidP="00C641B5">
      <w:pPr>
        <w:pStyle w:val="eTask"/>
        <w:rPr>
          <w:lang w:val="sl-SI"/>
        </w:rPr>
      </w:pPr>
      <w:r w:rsidRPr="007A2AF2">
        <w:rPr>
          <w:bCs/>
          <w:color w:val="000000"/>
          <w:shd w:val="clear" w:color="auto" w:fill="FFFFFF"/>
          <w:lang w:val="sk-SK" w:eastAsia="sk-SK"/>
        </w:rPr>
        <w:t>Vymenujte päť krokov tvorby 3D modelu.</w:t>
      </w:r>
    </w:p>
    <w:p w14:paraId="6FCA71E4" w14:textId="4234BA54" w:rsidR="00C641B5" w:rsidRPr="00205681" w:rsidRDefault="00C641B5" w:rsidP="0098278F">
      <w:pPr>
        <w:spacing w:before="240" w:after="20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Blokovanie</w:t>
      </w:r>
    </w:p>
    <w:p w14:paraId="04FB27C7" w14:textId="630181FA" w:rsidR="00C641B5" w:rsidRPr="00205681" w:rsidRDefault="00C641B5" w:rsidP="0098278F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Detailing</w:t>
      </w:r>
    </w:p>
    <w:p w14:paraId="39B00C36" w14:textId="791C69F8" w:rsidR="00C641B5" w:rsidRPr="00205681" w:rsidRDefault="00C641B5" w:rsidP="0098278F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Textúrovanie</w:t>
      </w:r>
    </w:p>
    <w:p w14:paraId="42EC11D3" w14:textId="7EE6F303" w:rsidR="00C641B5" w:rsidRPr="00205681" w:rsidRDefault="00C641B5" w:rsidP="0098278F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4.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Rendering</w:t>
      </w:r>
    </w:p>
    <w:p w14:paraId="42AF8936" w14:textId="78C7DEA5" w:rsidR="00C641B5" w:rsidRPr="00205681" w:rsidRDefault="00C641B5" w:rsidP="00C57C6D">
      <w:pPr>
        <w:ind w:left="709" w:hanging="284"/>
        <w:rPr>
          <w:lang w:val="sl-SI"/>
        </w:rPr>
      </w:pPr>
      <w:r w:rsidRPr="00205681">
        <w:rPr>
          <w:lang w:val="sl-SI"/>
        </w:rPr>
        <w:t>5.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Post-processing</w:t>
      </w:r>
    </w:p>
    <w:p w14:paraId="276AD9F9" w14:textId="77777777" w:rsidR="006E598F" w:rsidRPr="00205681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205681" w:rsidRDefault="00F1459B" w:rsidP="00F1459B">
      <w:pPr>
        <w:rPr>
          <w:lang w:val="sl-SI"/>
        </w:rPr>
      </w:pPr>
    </w:p>
    <w:p w14:paraId="2711E18A" w14:textId="3899B497" w:rsidR="008C0CE8" w:rsidRPr="00205681" w:rsidRDefault="002749E7" w:rsidP="008C0CE8">
      <w:pPr>
        <w:pStyle w:val="eTask"/>
        <w:rPr>
          <w:lang w:val="sl-SI"/>
        </w:rPr>
      </w:pPr>
      <w:r w:rsidRPr="002749E7">
        <w:rPr>
          <w:lang w:val="sl-SI"/>
        </w:rPr>
        <w:t>Opravte text tak, aby nasledujúce výrazy boli pravdivé.</w:t>
      </w:r>
    </w:p>
    <w:p w14:paraId="7F35A69D" w14:textId="19C89A51" w:rsidR="003215A8" w:rsidRDefault="002749E7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7A2AF2">
        <w:rPr>
          <w:color w:val="000000" w:themeColor="text1"/>
          <w:szCs w:val="24"/>
          <w:lang w:val="sk-SK" w:eastAsia="sk-SK"/>
        </w:rPr>
        <w:t>Polygon</w:t>
      </w:r>
      <w:r>
        <w:rPr>
          <w:color w:val="000000" w:themeColor="text1"/>
          <w:szCs w:val="24"/>
          <w:lang w:val="sk-SK" w:eastAsia="sk-SK"/>
        </w:rPr>
        <w:t>á</w:t>
      </w:r>
      <w:r w:rsidRPr="007A2AF2">
        <w:rPr>
          <w:color w:val="000000" w:themeColor="text1"/>
          <w:szCs w:val="24"/>
          <w:lang w:val="sk-SK" w:eastAsia="sk-SK"/>
        </w:rPr>
        <w:t>lne modelovanie -body v 3D priestore nazývané</w:t>
      </w:r>
      <w:r w:rsidR="004B3038" w:rsidRPr="008072AC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vrstvy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krivky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vrcholy</m:t>
                  </m:r>
                </m:e>
              </m:mr>
            </m:m>
          </m:e>
        </m:d>
        <m:r>
          <w:rPr>
            <w:rFonts w:ascii="Cambria Math" w:hAnsi="Cambria Math"/>
            <w:color w:val="000000"/>
            <w:bdr w:val="none" w:sz="0" w:space="0" w:color="auto" w:frame="1"/>
            <w:lang w:val="sl-SI"/>
          </w:rPr>
          <m:t>,</m:t>
        </m:r>
      </m:oMath>
      <w:r w:rsidR="004B3038" w:rsidRPr="008072AC">
        <w:rPr>
          <w:lang w:val="sl-SI"/>
        </w:rPr>
        <w:t xml:space="preserve"> </w:t>
      </w:r>
      <w:r w:rsidRPr="007A2AF2">
        <w:rPr>
          <w:color w:val="000000" w:themeColor="text1"/>
          <w:szCs w:val="24"/>
          <w:lang w:val="sk-SK" w:eastAsia="sk-SK"/>
        </w:rPr>
        <w:t>sú prepojené úsečkami, ktoré vytvárajú</w:t>
      </w:r>
      <w:r w:rsidR="004B3038" w:rsidRPr="008072AC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povrch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polygonálnu sieť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plány</m:t>
                  </m:r>
                </m:e>
              </m:mr>
            </m:m>
          </m:e>
        </m:d>
      </m:oMath>
      <w:r w:rsidR="004B3038" w:rsidRPr="008072AC">
        <w:rPr>
          <w:color w:val="000000"/>
          <w:bdr w:val="none" w:sz="0" w:space="0" w:color="auto" w:frame="1"/>
          <w:lang w:val="sl-SI"/>
        </w:rPr>
        <w:t xml:space="preserve">. </w:t>
      </w:r>
      <w:r w:rsidR="0098278F" w:rsidRPr="007A2AF2">
        <w:rPr>
          <w:color w:val="000000" w:themeColor="text1"/>
          <w:szCs w:val="24"/>
          <w:lang w:val="sk-SK" w:eastAsia="sk-SK"/>
        </w:rPr>
        <w:t>Väčšina 3D modelov je v súčasnosti vytvorená ako textúrované polygonálne modely, pretože sú</w:t>
      </w:r>
      <w:r w:rsidR="004B3038" w:rsidRPr="008072AC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jednoduché na výrobu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flexibilné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automaticky popisané</m:t>
                  </m:r>
                </m:e>
              </m:mr>
            </m:m>
          </m:e>
        </m:d>
      </m:oMath>
      <w:r w:rsidR="004B3038" w:rsidRPr="008072AC">
        <w:rPr>
          <w:color w:val="000000"/>
          <w:bdr w:val="none" w:sz="0" w:space="0" w:color="auto" w:frame="1"/>
          <w:lang w:val="sl-SI"/>
        </w:rPr>
        <w:t xml:space="preserve">, </w:t>
      </w:r>
      <w:r w:rsidR="0098278F" w:rsidRPr="007A2AF2">
        <w:rPr>
          <w:color w:val="000000" w:themeColor="text1"/>
          <w:szCs w:val="24"/>
          <w:lang w:val="sk-SK" w:eastAsia="sk-SK"/>
        </w:rPr>
        <w:t>a</w:t>
      </w:r>
      <w:r w:rsidR="00580A9E">
        <w:rPr>
          <w:color w:val="000000" w:themeColor="text1"/>
          <w:szCs w:val="24"/>
          <w:lang w:val="sk-SK" w:eastAsia="sk-SK"/>
        </w:rPr>
        <w:t> </w:t>
      </w:r>
      <w:r w:rsidR="0098278F" w:rsidRPr="007A2AF2">
        <w:rPr>
          <w:color w:val="000000" w:themeColor="text1"/>
          <w:szCs w:val="24"/>
          <w:lang w:val="sk-SK" w:eastAsia="sk-SK"/>
        </w:rPr>
        <w:t xml:space="preserve">počítače ich tak dokážu vykresliť rýchlo. Polygóny sú však rovinné a môžu len </w:t>
      </w:r>
      <w:proofErr w:type="spellStart"/>
      <w:r w:rsidR="0098278F" w:rsidRPr="007A2AF2">
        <w:rPr>
          <w:color w:val="000000" w:themeColor="text1"/>
          <w:szCs w:val="24"/>
          <w:lang w:val="sk-SK" w:eastAsia="sk-SK"/>
        </w:rPr>
        <w:t>aproximovať</w:t>
      </w:r>
      <w:proofErr w:type="spellEnd"/>
      <w:r w:rsidR="0098278F" w:rsidRPr="007A2AF2">
        <w:rPr>
          <w:color w:val="000000" w:themeColor="text1"/>
          <w:szCs w:val="24"/>
          <w:lang w:val="sk-SK" w:eastAsia="sk-SK"/>
        </w:rPr>
        <w:t xml:space="preserve"> zakrivené povrchy pomocou mnohých polygónov.</w:t>
      </w:r>
      <w:r w:rsidR="003215A8">
        <w:rPr>
          <w:lang w:val="sl-SI"/>
        </w:rPr>
        <w:br w:type="page"/>
      </w:r>
    </w:p>
    <w:p w14:paraId="0543DA91" w14:textId="5B3E9D5D" w:rsidR="00063674" w:rsidRPr="00205681" w:rsidRDefault="00F44672" w:rsidP="009C3A3C">
      <w:pPr>
        <w:pStyle w:val="eTask"/>
        <w:rPr>
          <w:lang w:val="sl-SI"/>
        </w:rPr>
      </w:pPr>
      <w:r w:rsidRPr="007A2AF2">
        <w:rPr>
          <w:bCs/>
          <w:color w:val="000000"/>
          <w:shd w:val="clear" w:color="auto" w:fill="FFFFFF"/>
          <w:lang w:val="sk-SK" w:eastAsia="sk-SK"/>
        </w:rPr>
        <w:lastRenderedPageBreak/>
        <w:t>Priraďte výrazy v ľavom stĺpci k všetkým príslušným výrazom v pravom stĺpci.</w:t>
      </w:r>
    </w:p>
    <w:p w14:paraId="1724AA45" w14:textId="3E50ADDA" w:rsidR="00063674" w:rsidRPr="0020568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205681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70424E4B" w:rsidR="001F0D36" w:rsidRPr="00F44672" w:rsidRDefault="00F44672" w:rsidP="00F44672">
            <w:pPr>
              <w:jc w:val="center"/>
              <w:rPr>
                <w:lang w:val="sk-SK"/>
              </w:rPr>
            </w:pPr>
            <w:r w:rsidRPr="007A2AF2">
              <w:rPr>
                <w:lang w:val="sk-SK"/>
              </w:rPr>
              <w:t>3D modelovacie programy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382A4E3A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3973EA" wp14:editId="332CB62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272415</wp:posOffset>
                      </wp:positionV>
                      <wp:extent cx="2247900" cy="695325"/>
                      <wp:effectExtent l="0" t="0" r="19050" b="2857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47900" cy="695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24FC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21.45pt" to="171.5pt,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205681" w:rsidRDefault="00F44672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en-US"/>
              </w:rPr>
              <w:t>Time of Flight</w:t>
            </w:r>
          </w:p>
        </w:tc>
      </w:tr>
      <w:tr w:rsidR="00AD21CD" w:rsidRPr="00205681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205681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5BB369D2" w:rsidR="006D6A7E" w:rsidRPr="00205681" w:rsidRDefault="00F44672" w:rsidP="001F0D36">
            <w:pPr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3D technológie snímania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61481B8B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bookmarkStart w:id="1" w:name="_GoBack"/>
            <w:bookmarkEnd w:id="1"/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1D51E7" wp14:editId="01A9AF5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301625</wp:posOffset>
                      </wp:positionV>
                      <wp:extent cx="2228850" cy="1447800"/>
                      <wp:effectExtent l="0" t="0" r="1905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144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CED32" id="3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23.75pt" to="170.75pt,1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205681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Cinema4D</w:t>
            </w:r>
          </w:p>
        </w:tc>
      </w:tr>
      <w:tr w:rsidR="00A1668F" w:rsidRPr="00205681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27789FDF" w:rsidR="00A1668F" w:rsidRPr="00205681" w:rsidRDefault="00580A9E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725C6B" wp14:editId="4B91619B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-1460500</wp:posOffset>
                      </wp:positionV>
                      <wp:extent cx="2276475" cy="78105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781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4B9326" id="3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-115pt" to="173.45pt,-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9DDCA8" wp14:editId="2F25EC4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-1384935</wp:posOffset>
                      </wp:positionV>
                      <wp:extent cx="2286000" cy="1476375"/>
                      <wp:effectExtent l="0" t="0" r="19050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1476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BE0F21" id="3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109.05pt" to="1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Blender</w:t>
            </w:r>
          </w:p>
        </w:tc>
      </w:tr>
      <w:tr w:rsidR="00A1668F" w:rsidRPr="00205681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7F61F9AB" w:rsidR="00A1668F" w:rsidRPr="00205681" w:rsidRDefault="00F44672" w:rsidP="008D117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en-US"/>
              </w:rPr>
              <w:t>Structured Light</w:t>
            </w:r>
          </w:p>
        </w:tc>
      </w:tr>
    </w:tbl>
    <w:p w14:paraId="53BC67F3" w14:textId="479AFCA5" w:rsidR="00A21409" w:rsidRDefault="00A21409" w:rsidP="004A7E5F">
      <w:pPr>
        <w:pStyle w:val="eLineBottom"/>
        <w:ind w:left="154"/>
        <w:rPr>
          <w:lang w:val="sl-SI"/>
        </w:rPr>
      </w:pPr>
    </w:p>
    <w:p w14:paraId="1FDB0E2D" w14:textId="77777777" w:rsidR="00580A9E" w:rsidRPr="00205681" w:rsidRDefault="00580A9E" w:rsidP="004A7E5F">
      <w:pPr>
        <w:pStyle w:val="eLineBottom"/>
        <w:ind w:left="154"/>
        <w:rPr>
          <w:lang w:val="sl-SI"/>
        </w:rPr>
      </w:pPr>
    </w:p>
    <w:p w14:paraId="7DECBACD" w14:textId="77777777" w:rsidR="00F1459B" w:rsidRPr="00205681" w:rsidRDefault="00F1459B" w:rsidP="004A7E5F">
      <w:pPr>
        <w:rPr>
          <w:lang w:val="sl-SI"/>
        </w:rPr>
      </w:pPr>
    </w:p>
    <w:p w14:paraId="5C8B7AB7" w14:textId="3E62A1B0" w:rsidR="001F0D36" w:rsidRPr="00205681" w:rsidRDefault="006C364D" w:rsidP="001F0D36">
      <w:pPr>
        <w:pStyle w:val="eTask"/>
        <w:rPr>
          <w:lang w:val="sl-SI"/>
        </w:rPr>
      </w:pPr>
      <w:r w:rsidRPr="007A2AF2">
        <w:rPr>
          <w:bCs/>
          <w:color w:val="000000"/>
          <w:shd w:val="clear" w:color="auto" w:fill="FFFFFF"/>
          <w:lang w:val="sk-SK" w:eastAsia="sk-SK"/>
        </w:rPr>
        <w:t>Vymenujte tri hlavné kategórie princípov VR.</w:t>
      </w:r>
    </w:p>
    <w:p w14:paraId="1FC3E4A6" w14:textId="3FD76047" w:rsidR="001F0D36" w:rsidRPr="00205681" w:rsidRDefault="001F0D36" w:rsidP="00C57C6D">
      <w:pPr>
        <w:spacing w:before="240" w:after="24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="006C364D" w:rsidRPr="006C364D">
        <w:rPr>
          <w:color w:val="FF0000"/>
          <w:lang w:val="sl-SI"/>
        </w:rPr>
        <w:t>Neimerzná virtuálna realita</w:t>
      </w:r>
    </w:p>
    <w:p w14:paraId="385AAE9B" w14:textId="736E362C" w:rsidR="001F0D36" w:rsidRPr="00205681" w:rsidRDefault="001F0D36" w:rsidP="00C57C6D">
      <w:pPr>
        <w:spacing w:after="240"/>
        <w:ind w:left="710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="006C364D" w:rsidRPr="006C364D">
        <w:rPr>
          <w:color w:val="FF0000"/>
          <w:lang w:val="sl-SI"/>
        </w:rPr>
        <w:t>Poloimerzná virtuálna realita</w:t>
      </w:r>
    </w:p>
    <w:p w14:paraId="1266DD03" w14:textId="5F7890EB" w:rsidR="009C3A3C" w:rsidRPr="00205681" w:rsidRDefault="001F0D36" w:rsidP="00B0312A">
      <w:pPr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bookmarkEnd w:id="0"/>
      <w:r w:rsidR="006C364D" w:rsidRPr="006C364D">
        <w:rPr>
          <w:color w:val="FF0000"/>
          <w:lang w:val="sl-SI"/>
        </w:rPr>
        <w:t>Plne imerzná virtuálna realita</w:t>
      </w:r>
    </w:p>
    <w:sectPr w:rsidR="009C3A3C" w:rsidRPr="00205681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9B792" w14:textId="77777777" w:rsidR="00956518" w:rsidRDefault="00956518" w:rsidP="00861A1A">
      <w:r>
        <w:separator/>
      </w:r>
    </w:p>
  </w:endnote>
  <w:endnote w:type="continuationSeparator" w:id="0">
    <w:p w14:paraId="50D76F07" w14:textId="77777777" w:rsidR="00956518" w:rsidRDefault="0095651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17C16D9" w14:textId="77777777" w:rsidR="00580A9E" w:rsidRPr="00580A9E" w:rsidRDefault="00580A9E" w:rsidP="00580A9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80A9E">
            <w:rPr>
              <w:sz w:val="16"/>
              <w:szCs w:val="16"/>
              <w:lang w:val="en-US"/>
            </w:rPr>
            <w:t>Tento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projekt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bol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financovaný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580A9E">
            <w:rPr>
              <w:sz w:val="16"/>
              <w:szCs w:val="16"/>
              <w:lang w:val="en-US"/>
            </w:rPr>
            <w:t>podporou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Európskej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Komisie</w:t>
          </w:r>
          <w:proofErr w:type="spellEnd"/>
          <w:r w:rsidRPr="00580A9E">
            <w:rPr>
              <w:sz w:val="16"/>
              <w:szCs w:val="16"/>
              <w:lang w:val="en-US"/>
            </w:rPr>
            <w:t>.</w:t>
          </w:r>
        </w:p>
        <w:p w14:paraId="08695355" w14:textId="40857A7E" w:rsidR="00BF5E09" w:rsidRPr="004A7E5F" w:rsidRDefault="00580A9E" w:rsidP="00580A9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80A9E">
            <w:rPr>
              <w:sz w:val="16"/>
              <w:szCs w:val="16"/>
              <w:lang w:val="en-US"/>
            </w:rPr>
            <w:t>Táto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publikácia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80A9E">
            <w:rPr>
              <w:sz w:val="16"/>
              <w:szCs w:val="16"/>
              <w:lang w:val="en-US"/>
            </w:rPr>
            <w:t>dokument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580A9E">
            <w:rPr>
              <w:sz w:val="16"/>
              <w:szCs w:val="16"/>
              <w:lang w:val="en-US"/>
            </w:rPr>
            <w:t>reprezentuje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výlučne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názor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autora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580A9E">
            <w:rPr>
              <w:sz w:val="16"/>
              <w:szCs w:val="16"/>
              <w:lang w:val="en-US"/>
            </w:rPr>
            <w:t>Komisia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nezodpovedá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za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akékoľvek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použitie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informácií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obsiahnutých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580A9E">
            <w:rPr>
              <w:sz w:val="16"/>
              <w:szCs w:val="16"/>
              <w:lang w:val="en-US"/>
            </w:rPr>
            <w:t>tejto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80A9E">
            <w:rPr>
              <w:sz w:val="16"/>
              <w:szCs w:val="16"/>
              <w:lang w:val="en-US"/>
            </w:rPr>
            <w:t>publikácii</w:t>
          </w:r>
          <w:proofErr w:type="spellEnd"/>
          <w:r w:rsidRPr="00580A9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80A9E">
            <w:rPr>
              <w:sz w:val="16"/>
              <w:szCs w:val="16"/>
              <w:lang w:val="en-US"/>
            </w:rPr>
            <w:t>dokumente</w:t>
          </w:r>
          <w:proofErr w:type="spellEnd"/>
          <w:r w:rsidRPr="00580A9E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7C87E" w14:textId="77777777" w:rsidR="00956518" w:rsidRDefault="00956518" w:rsidP="00861A1A">
      <w:r>
        <w:separator/>
      </w:r>
    </w:p>
  </w:footnote>
  <w:footnote w:type="continuationSeparator" w:id="0">
    <w:p w14:paraId="5B5875EE" w14:textId="77777777" w:rsidR="00956518" w:rsidRDefault="0095651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6A7C8F8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80A9E" w:rsidRPr="00580A9E">
      <w:rPr>
        <w:rFonts w:ascii="Calibri" w:hAnsi="Calibri"/>
        <w:b/>
        <w:smallCaps/>
        <w:noProof/>
      </w:rPr>
      <w:t>PRACOVNÝ LIST</w:t>
    </w:r>
  </w:p>
  <w:p w14:paraId="52052A13" w14:textId="667877F1" w:rsidR="00C148FD" w:rsidRPr="00C148FD" w:rsidRDefault="008D4D38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D4D38">
      <w:rPr>
        <w:rFonts w:ascii="Calibri" w:hAnsi="Calibri"/>
        <w:smallCaps/>
        <w:noProof/>
        <w:sz w:val="20"/>
        <w:szCs w:val="20"/>
        <w:lang w:val="en-US"/>
      </w:rPr>
      <w:t>Moderné technológie a koncepty pre vzdelávanie I – 3D Video, virtuálna a rozšírená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0A9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C364D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D4D38"/>
    <w:rsid w:val="008F1B37"/>
    <w:rsid w:val="008F5585"/>
    <w:rsid w:val="00912A69"/>
    <w:rsid w:val="00916DC9"/>
    <w:rsid w:val="0094072E"/>
    <w:rsid w:val="00950649"/>
    <w:rsid w:val="0095346A"/>
    <w:rsid w:val="00955A25"/>
    <w:rsid w:val="00956518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6628F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4672"/>
    <w:rsid w:val="00F46B18"/>
    <w:rsid w:val="00F53097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7</cp:revision>
  <cp:lastPrinted>2013-05-24T14:00:00Z</cp:lastPrinted>
  <dcterms:created xsi:type="dcterms:W3CDTF">2023-01-04T10:29:00Z</dcterms:created>
  <dcterms:modified xsi:type="dcterms:W3CDTF">2023-02-28T15:30:00Z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