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3AB9C590" w:rsidR="00C641B5" w:rsidRPr="000055CF" w:rsidRDefault="000055CF" w:rsidP="00C641B5">
      <w:pPr>
        <w:pStyle w:val="eTask"/>
        <w:rPr>
          <w:lang w:val="cs-CZ"/>
        </w:rPr>
      </w:pPr>
      <w:bookmarkStart w:id="0" w:name="_Hlk97716694"/>
      <w:r w:rsidRPr="000055CF">
        <w:rPr>
          <w:bCs/>
          <w:color w:val="000000"/>
          <w:shd w:val="clear" w:color="auto" w:fill="FFFFFF"/>
          <w:lang w:val="cs-CZ" w:eastAsia="sk-SK"/>
        </w:rPr>
        <w:t>Přiřaďte výrazy v levém sloupci k příslušným obrázkům ve sloupci pravém.</w:t>
      </w:r>
    </w:p>
    <w:p w14:paraId="195363ED" w14:textId="61125517" w:rsidR="00C641B5" w:rsidRPr="000055CF" w:rsidRDefault="00C641B5" w:rsidP="00C641B5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0055CF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2A1435D3" w:rsidR="00C641B5" w:rsidRPr="000055CF" w:rsidRDefault="000055CF" w:rsidP="00C641B5">
            <w:pPr>
              <w:jc w:val="center"/>
            </w:pPr>
            <w:r w:rsidRPr="000055CF">
              <w:t>Polygonální modelování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0D6444C5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  <w:r w:rsidRPr="000055CF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21695895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46355</wp:posOffset>
                      </wp:positionV>
                      <wp:extent cx="2295525" cy="0"/>
                      <wp:effectExtent l="0" t="0" r="28575" b="19050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02967F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3.65pt" to="176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  <w:r w:rsidRPr="000055CF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67B691A6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0" t="0" r="3175" b="317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793DE6EE" w14:textId="2B68072C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32C3FBA0" w14:textId="588191B4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58388703" w14:textId="56D133FB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</w:tc>
      </w:tr>
      <w:tr w:rsidR="00C641B5" w:rsidRPr="000055CF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C641B5" w:rsidRPr="000055CF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7810CEE7" w:rsidR="00C641B5" w:rsidRPr="000055CF" w:rsidRDefault="002749E7" w:rsidP="00C641B5">
            <w:pPr>
              <w:jc w:val="center"/>
            </w:pPr>
            <w:r w:rsidRPr="000055CF">
              <w:t>Digitáln</w:t>
            </w:r>
            <w:r w:rsidR="000055CF" w:rsidRPr="000055CF">
              <w:t>í</w:t>
            </w:r>
            <w:r w:rsidRPr="000055CF">
              <w:t xml:space="preserve"> soch</w:t>
            </w:r>
            <w:r w:rsidR="000055CF" w:rsidRPr="000055CF">
              <w:t>ařství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  <w:r w:rsidRPr="000055CF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2540E605" w14:textId="77777777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33A6D6B6" w14:textId="77777777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059349B5" w14:textId="45C50D95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</w:tc>
      </w:tr>
      <w:tr w:rsidR="00C641B5" w:rsidRPr="000055CF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C641B5" w:rsidRPr="000055CF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009B26F9" w:rsidR="00C641B5" w:rsidRPr="000055CF" w:rsidRDefault="002749E7" w:rsidP="006D263E">
            <w:pPr>
              <w:pStyle w:val="eCheckBoxText"/>
              <w:ind w:left="0" w:firstLine="0"/>
              <w:contextualSpacing/>
              <w:jc w:val="center"/>
            </w:pPr>
            <w:r w:rsidRPr="000055CF">
              <w:t>Modelov</w:t>
            </w:r>
            <w:r w:rsidR="000055CF" w:rsidRPr="000055CF">
              <w:t>á</w:t>
            </w:r>
            <w:r w:rsidRPr="000055CF">
              <w:t>n</w:t>
            </w:r>
            <w:r w:rsidR="000055CF" w:rsidRPr="000055CF">
              <w:t>í</w:t>
            </w:r>
            <w:r w:rsidRPr="000055CF">
              <w:t xml:space="preserve"> k</w:t>
            </w:r>
            <w:r w:rsidR="000055CF" w:rsidRPr="000055CF">
              <w:t>ř</w:t>
            </w:r>
            <w:r w:rsidRPr="000055CF">
              <w:t>ivek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77F171F4" w:rsidR="00C641B5" w:rsidRPr="000055CF" w:rsidRDefault="00A3098A" w:rsidP="006D263E">
            <w:pPr>
              <w:pStyle w:val="eCheckBoxText"/>
              <w:ind w:left="0" w:firstLine="0"/>
              <w:contextualSpacing/>
              <w:jc w:val="center"/>
            </w:pPr>
            <w:r w:rsidRPr="000055CF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5446AFC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-992505</wp:posOffset>
                      </wp:positionV>
                      <wp:extent cx="2295525" cy="1114425"/>
                      <wp:effectExtent l="0" t="0" r="28575" b="28575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1114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4CE7E7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78.15pt" to="176.7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0055CF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72048666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-991870</wp:posOffset>
                      </wp:positionV>
                      <wp:extent cx="2295525" cy="1123950"/>
                      <wp:effectExtent l="0" t="0" r="28575" b="19050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11239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7A3196" id="3 Conector recto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78.1pt" to="176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25452A6C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  <w:r w:rsidRPr="000055CF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0A362E5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-11430</wp:posOffset>
                  </wp:positionV>
                  <wp:extent cx="1692275" cy="877570"/>
                  <wp:effectExtent l="0" t="0" r="0" b="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922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0CDAA87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0745360A" w14:textId="796677B0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23C4680D" w14:textId="6C0A01DE" w:rsidR="00C641B5" w:rsidRPr="000055CF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5EEAB538" w14:textId="38AECEED" w:rsidR="00C641B5" w:rsidRPr="000055CF" w:rsidRDefault="00C641B5" w:rsidP="00C641B5">
            <w:pPr>
              <w:pStyle w:val="eCheckBoxText"/>
              <w:ind w:left="0" w:firstLine="0"/>
              <w:contextualSpacing/>
            </w:pPr>
          </w:p>
        </w:tc>
      </w:tr>
    </w:tbl>
    <w:p w14:paraId="631149C1" w14:textId="5D94EF7B" w:rsidR="001922A0" w:rsidRPr="000055CF" w:rsidRDefault="001922A0" w:rsidP="00C641B5"/>
    <w:p w14:paraId="7660B328" w14:textId="77777777" w:rsidR="00C148FD" w:rsidRPr="000055CF" w:rsidRDefault="00C148FD" w:rsidP="00BF590A">
      <w:pPr>
        <w:pStyle w:val="eLineBottom"/>
        <w:ind w:left="154"/>
      </w:pPr>
    </w:p>
    <w:p w14:paraId="76C5FF36" w14:textId="77777777" w:rsidR="00C148FD" w:rsidRPr="000055CF" w:rsidRDefault="00C148FD" w:rsidP="00C641B5"/>
    <w:p w14:paraId="669F0672" w14:textId="0BC08A40" w:rsidR="00C641B5" w:rsidRPr="000055CF" w:rsidRDefault="00FA44DF" w:rsidP="00C641B5">
      <w:pPr>
        <w:pStyle w:val="eTask"/>
        <w:rPr>
          <w:lang w:val="cs-CZ"/>
        </w:rPr>
      </w:pPr>
      <w:r w:rsidRPr="00E93683">
        <w:rPr>
          <w:bCs/>
          <w:color w:val="000000"/>
          <w:shd w:val="clear" w:color="auto" w:fill="FFFFFF"/>
          <w:lang w:val="cs-CZ" w:eastAsia="sk-SK"/>
        </w:rPr>
        <w:t xml:space="preserve">Vyjmenujte pět kroků tvorby </w:t>
      </w:r>
      <w:proofErr w:type="spellStart"/>
      <w:r w:rsidRPr="00E93683">
        <w:rPr>
          <w:bCs/>
          <w:color w:val="000000"/>
          <w:shd w:val="clear" w:color="auto" w:fill="FFFFFF"/>
          <w:lang w:val="cs-CZ" w:eastAsia="sk-SK"/>
        </w:rPr>
        <w:t>3D</w:t>
      </w:r>
      <w:proofErr w:type="spellEnd"/>
      <w:r w:rsidRPr="00E93683">
        <w:rPr>
          <w:bCs/>
          <w:color w:val="000000"/>
          <w:shd w:val="clear" w:color="auto" w:fill="FFFFFF"/>
          <w:lang w:val="cs-CZ" w:eastAsia="sk-SK"/>
        </w:rPr>
        <w:t xml:space="preserve"> modelu:</w:t>
      </w:r>
    </w:p>
    <w:p w14:paraId="6FCA71E4" w14:textId="54E05DCC" w:rsidR="00C641B5" w:rsidRPr="000055CF" w:rsidRDefault="00C641B5" w:rsidP="0098278F">
      <w:pPr>
        <w:spacing w:before="240" w:after="200"/>
        <w:ind w:left="709" w:hanging="284"/>
      </w:pPr>
      <w:r w:rsidRPr="000055CF">
        <w:t>1.</w:t>
      </w:r>
      <w:r w:rsidRPr="000055CF">
        <w:tab/>
      </w:r>
      <w:r w:rsidR="00FA44DF" w:rsidRPr="00FA44DF">
        <w:rPr>
          <w:color w:val="FF0000"/>
        </w:rPr>
        <w:t>Definování bloků (</w:t>
      </w:r>
      <w:proofErr w:type="spellStart"/>
      <w:r w:rsidR="00FA44DF" w:rsidRPr="00FA44DF">
        <w:rPr>
          <w:color w:val="FF0000"/>
        </w:rPr>
        <w:t>blocking</w:t>
      </w:r>
      <w:proofErr w:type="spellEnd"/>
      <w:r w:rsidR="00FA44DF" w:rsidRPr="00FA44DF">
        <w:rPr>
          <w:color w:val="FF0000"/>
        </w:rPr>
        <w:t>)</w:t>
      </w:r>
    </w:p>
    <w:p w14:paraId="04FB27C7" w14:textId="01CEB3A9" w:rsidR="00C641B5" w:rsidRPr="000055CF" w:rsidRDefault="00C641B5" w:rsidP="0098278F">
      <w:pPr>
        <w:spacing w:after="200"/>
        <w:ind w:left="709" w:hanging="284"/>
      </w:pPr>
      <w:r w:rsidRPr="000055CF">
        <w:t>2.</w:t>
      </w:r>
      <w:r w:rsidRPr="000055CF">
        <w:tab/>
      </w:r>
      <w:r w:rsidR="00FA44DF" w:rsidRPr="00FA44DF">
        <w:rPr>
          <w:color w:val="FF0000"/>
        </w:rPr>
        <w:t>Tvorba detailů (</w:t>
      </w:r>
      <w:proofErr w:type="spellStart"/>
      <w:r w:rsidR="00FA44DF" w:rsidRPr="00FA44DF">
        <w:rPr>
          <w:color w:val="FF0000"/>
        </w:rPr>
        <w:t>detailing</w:t>
      </w:r>
      <w:proofErr w:type="spellEnd"/>
      <w:r w:rsidR="00FA44DF" w:rsidRPr="00FA44DF">
        <w:rPr>
          <w:color w:val="FF0000"/>
        </w:rPr>
        <w:t>)</w:t>
      </w:r>
    </w:p>
    <w:p w14:paraId="39B00C36" w14:textId="10947648" w:rsidR="00C641B5" w:rsidRPr="000055CF" w:rsidRDefault="00C641B5" w:rsidP="0098278F">
      <w:pPr>
        <w:spacing w:after="200"/>
        <w:ind w:left="709" w:hanging="284"/>
      </w:pPr>
      <w:r w:rsidRPr="000055CF">
        <w:t>3.</w:t>
      </w:r>
      <w:r w:rsidRPr="000055CF">
        <w:tab/>
      </w:r>
      <w:r w:rsidR="00FA44DF" w:rsidRPr="00FA44DF">
        <w:rPr>
          <w:color w:val="FF0000"/>
        </w:rPr>
        <w:t>Tvorba textur (</w:t>
      </w:r>
      <w:proofErr w:type="spellStart"/>
      <w:r w:rsidR="00FA44DF" w:rsidRPr="00FA44DF">
        <w:rPr>
          <w:color w:val="FF0000"/>
        </w:rPr>
        <w:t>texturing</w:t>
      </w:r>
      <w:proofErr w:type="spellEnd"/>
      <w:r w:rsidR="00FA44DF" w:rsidRPr="00FA44DF">
        <w:rPr>
          <w:color w:val="FF0000"/>
        </w:rPr>
        <w:t>)</w:t>
      </w:r>
    </w:p>
    <w:p w14:paraId="42EC11D3" w14:textId="4D3AC299" w:rsidR="00C641B5" w:rsidRPr="000055CF" w:rsidRDefault="00C641B5" w:rsidP="0098278F">
      <w:pPr>
        <w:spacing w:after="200"/>
        <w:ind w:left="709" w:hanging="284"/>
      </w:pPr>
      <w:r w:rsidRPr="000055CF">
        <w:t>4.</w:t>
      </w:r>
      <w:r w:rsidRPr="000055CF">
        <w:tab/>
      </w:r>
      <w:proofErr w:type="spellStart"/>
      <w:r w:rsidR="00FA44DF" w:rsidRPr="00FA44DF">
        <w:rPr>
          <w:color w:val="FF0000"/>
        </w:rPr>
        <w:t>Renderování</w:t>
      </w:r>
      <w:proofErr w:type="spellEnd"/>
      <w:r w:rsidR="00FA44DF" w:rsidRPr="00FA44DF">
        <w:rPr>
          <w:color w:val="FF0000"/>
        </w:rPr>
        <w:t xml:space="preserve"> (</w:t>
      </w:r>
      <w:proofErr w:type="spellStart"/>
      <w:r w:rsidR="00FA44DF" w:rsidRPr="00FA44DF">
        <w:rPr>
          <w:color w:val="FF0000"/>
        </w:rPr>
        <w:t>rendering</w:t>
      </w:r>
      <w:proofErr w:type="spellEnd"/>
      <w:r w:rsidR="00FA44DF" w:rsidRPr="00FA44DF">
        <w:rPr>
          <w:color w:val="FF0000"/>
        </w:rPr>
        <w:t>)</w:t>
      </w:r>
    </w:p>
    <w:p w14:paraId="42AF8936" w14:textId="78C7DEA5" w:rsidR="00C641B5" w:rsidRPr="000055CF" w:rsidRDefault="00C641B5" w:rsidP="00C57C6D">
      <w:pPr>
        <w:ind w:left="709" w:hanging="284"/>
      </w:pPr>
      <w:r w:rsidRPr="000055CF">
        <w:t>5.</w:t>
      </w:r>
      <w:r w:rsidRPr="000055CF">
        <w:tab/>
      </w:r>
      <w:r w:rsidR="002749E7" w:rsidRPr="000055CF">
        <w:rPr>
          <w:color w:val="FF0000"/>
        </w:rPr>
        <w:t>Post-</w:t>
      </w:r>
      <w:proofErr w:type="spellStart"/>
      <w:r w:rsidR="002749E7" w:rsidRPr="000055CF">
        <w:rPr>
          <w:color w:val="FF0000"/>
        </w:rPr>
        <w:t>processing</w:t>
      </w:r>
      <w:proofErr w:type="spellEnd"/>
    </w:p>
    <w:p w14:paraId="276AD9F9" w14:textId="77777777" w:rsidR="006E598F" w:rsidRPr="000055CF" w:rsidRDefault="006E598F" w:rsidP="006E598F">
      <w:pPr>
        <w:pStyle w:val="eLineBottom"/>
        <w:ind w:left="154"/>
      </w:pPr>
    </w:p>
    <w:p w14:paraId="4938E765" w14:textId="77777777" w:rsidR="00F1459B" w:rsidRPr="000055CF" w:rsidRDefault="00F1459B" w:rsidP="00F1459B"/>
    <w:p w14:paraId="2711E18A" w14:textId="1CD9275C" w:rsidR="008C0CE8" w:rsidRPr="000055CF" w:rsidRDefault="00FA44DF" w:rsidP="008C0CE8">
      <w:pPr>
        <w:pStyle w:val="eTask"/>
        <w:rPr>
          <w:lang w:val="cs-CZ"/>
        </w:rPr>
      </w:pPr>
      <w:r w:rsidRPr="00FA44DF">
        <w:rPr>
          <w:lang w:val="cs-CZ"/>
        </w:rPr>
        <w:t>Opravte následující tvrzení tak, aby byla pravdivá.</w:t>
      </w:r>
    </w:p>
    <w:p w14:paraId="7F35A69D" w14:textId="2F139799" w:rsidR="003215A8" w:rsidRPr="000055CF" w:rsidRDefault="00FA44DF" w:rsidP="00972D8D">
      <w:pPr>
        <w:pStyle w:val="eCheckBoxText"/>
        <w:spacing w:before="240"/>
        <w:ind w:firstLine="0"/>
        <w:jc w:val="both"/>
      </w:pPr>
      <w:r w:rsidRPr="00E93683">
        <w:rPr>
          <w:color w:val="000000" w:themeColor="text1"/>
          <w:szCs w:val="24"/>
          <w:lang w:eastAsia="sk-SK"/>
        </w:rPr>
        <w:t xml:space="preserve">Polygonální modelování – body ve </w:t>
      </w:r>
      <w:proofErr w:type="spellStart"/>
      <w:r w:rsidRPr="00E93683">
        <w:rPr>
          <w:color w:val="000000" w:themeColor="text1"/>
          <w:szCs w:val="24"/>
          <w:lang w:eastAsia="sk-SK"/>
        </w:rPr>
        <w:t>3D</w:t>
      </w:r>
      <w:proofErr w:type="spellEnd"/>
      <w:r w:rsidRPr="00E93683">
        <w:rPr>
          <w:color w:val="000000" w:themeColor="text1"/>
          <w:szCs w:val="24"/>
          <w:lang w:eastAsia="sk-SK"/>
        </w:rPr>
        <w:t xml:space="preserve"> prostoru, nazývané</w:t>
      </w:r>
      <w:r w:rsidR="004B3038" w:rsidRPr="000055CF">
        <w:rPr>
          <w:color w:val="000000"/>
          <w:bdr w:val="none" w:sz="0" w:space="0" w:color="auto" w:frame="1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</w:rPr>
                    <m:t>vrstvy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</w:rPr>
                    <m:t>křivky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vrcholy</m:t>
                  </m:r>
                </m:e>
              </m:mr>
            </m:m>
          </m:e>
        </m:d>
        <m:r>
          <w:rPr>
            <w:rFonts w:ascii="Cambria Math" w:hAnsi="Cambria Math"/>
            <w:color w:val="000000"/>
            <w:bdr w:val="none" w:sz="0" w:space="0" w:color="auto" w:frame="1"/>
          </w:rPr>
          <m:t>,</m:t>
        </m:r>
      </m:oMath>
      <w:r w:rsidR="004B3038" w:rsidRPr="000055CF">
        <w:t xml:space="preserve"> </w:t>
      </w:r>
      <w:r w:rsidRPr="00E93683">
        <w:rPr>
          <w:color w:val="000000" w:themeColor="text1"/>
          <w:szCs w:val="24"/>
          <w:lang w:eastAsia="sk-SK"/>
        </w:rPr>
        <w:t>jsou propojeny úsečkami, které tvoří</w:t>
      </w:r>
      <w:r w:rsidR="004B3038" w:rsidRPr="000055C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povrch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polygonální síť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</w:rPr>
                    <m:t>roviny</m:t>
                  </m:r>
                </m:e>
              </m:mr>
            </m:m>
          </m:e>
        </m:d>
      </m:oMath>
      <w:r w:rsidR="004B3038" w:rsidRPr="000055CF">
        <w:rPr>
          <w:color w:val="000000"/>
          <w:bdr w:val="none" w:sz="0" w:space="0" w:color="auto" w:frame="1"/>
        </w:rPr>
        <w:t xml:space="preserve">. </w:t>
      </w:r>
      <w:r w:rsidRPr="00E93683">
        <w:rPr>
          <w:color w:val="000000" w:themeColor="text1"/>
          <w:szCs w:val="24"/>
          <w:lang w:eastAsia="sk-SK"/>
        </w:rPr>
        <w:t xml:space="preserve">Většina současných </w:t>
      </w:r>
      <w:proofErr w:type="spellStart"/>
      <w:r w:rsidRPr="00E93683">
        <w:rPr>
          <w:color w:val="000000" w:themeColor="text1"/>
          <w:szCs w:val="24"/>
          <w:lang w:eastAsia="sk-SK"/>
        </w:rPr>
        <w:t>3D</w:t>
      </w:r>
      <w:proofErr w:type="spellEnd"/>
      <w:r w:rsidRPr="00E93683">
        <w:rPr>
          <w:color w:val="000000" w:themeColor="text1"/>
          <w:szCs w:val="24"/>
          <w:lang w:eastAsia="sk-SK"/>
        </w:rPr>
        <w:t xml:space="preserve"> modelů je vytvářena jako texturované polygonální modely, protože jsou</w:t>
      </w:r>
      <w:r w:rsidR="004B3038" w:rsidRPr="000055CF"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</w:rPr>
                    <m:t>jednoduché na výrobu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flexibilní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</w:rPr>
                    <m:t>automaticky popsané</m:t>
                  </m:r>
                </m:e>
              </m:mr>
            </m:m>
          </m:e>
        </m:d>
      </m:oMath>
      <w:r w:rsidR="004B3038" w:rsidRPr="000055CF">
        <w:rPr>
          <w:color w:val="000000"/>
          <w:bdr w:val="none" w:sz="0" w:space="0" w:color="auto" w:frame="1"/>
        </w:rPr>
        <w:t xml:space="preserve">, </w:t>
      </w:r>
      <w:r w:rsidRPr="00FA44DF">
        <w:rPr>
          <w:color w:val="000000" w:themeColor="text1"/>
          <w:szCs w:val="24"/>
          <w:lang w:eastAsia="sk-SK"/>
        </w:rPr>
        <w:t>a počítače je tak dokáží vykreslit rychle. Polygony jsou však rovinné, a zakřivené povrchy mohou být velkým množstvím použitých polygonů pouze aproximovány</w:t>
      </w:r>
      <w:r w:rsidR="0098278F" w:rsidRPr="000055CF">
        <w:rPr>
          <w:color w:val="000000" w:themeColor="text1"/>
          <w:szCs w:val="24"/>
          <w:lang w:eastAsia="sk-SK"/>
        </w:rPr>
        <w:t>.</w:t>
      </w:r>
      <w:r w:rsidR="003215A8" w:rsidRPr="000055CF">
        <w:br w:type="page"/>
      </w:r>
    </w:p>
    <w:p w14:paraId="0543DA91" w14:textId="01F5A4F3" w:rsidR="00063674" w:rsidRPr="000055CF" w:rsidRDefault="00C43A8A" w:rsidP="009C3A3C">
      <w:pPr>
        <w:pStyle w:val="eTask"/>
        <w:rPr>
          <w:lang w:val="cs-CZ"/>
        </w:rPr>
      </w:pPr>
      <w:r w:rsidRPr="00E93683">
        <w:rPr>
          <w:bCs/>
          <w:color w:val="000000"/>
          <w:shd w:val="clear" w:color="auto" w:fill="FFFFFF"/>
          <w:lang w:val="cs-CZ" w:eastAsia="sk-SK"/>
        </w:rPr>
        <w:lastRenderedPageBreak/>
        <w:t>Přiřaďte výrazy v levém sloupci ke všem příslušným výrazům ve sloupci pravém.</w:t>
      </w:r>
    </w:p>
    <w:p w14:paraId="1724AA45" w14:textId="3E50ADDA" w:rsidR="00063674" w:rsidRPr="000055CF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AD21CD" w:rsidRPr="000055CF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0AB0CFDC" w:rsidR="001F0D36" w:rsidRPr="000055CF" w:rsidRDefault="00F44672" w:rsidP="00F44672">
            <w:pPr>
              <w:jc w:val="center"/>
            </w:pPr>
            <w:proofErr w:type="spellStart"/>
            <w:r w:rsidRPr="000055CF">
              <w:t>3D</w:t>
            </w:r>
            <w:proofErr w:type="spellEnd"/>
            <w:r w:rsidRPr="000055CF">
              <w:t xml:space="preserve"> modelovac</w:t>
            </w:r>
            <w:r w:rsidR="00C43A8A">
              <w:t>í</w:t>
            </w:r>
            <w:r w:rsidRPr="000055CF">
              <w:t xml:space="preserve"> programy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382A4E3A" w:rsidR="006D6A7E" w:rsidRPr="000055CF" w:rsidRDefault="001F0D36" w:rsidP="00F1459B">
            <w:pPr>
              <w:pStyle w:val="eCheckBoxText"/>
              <w:ind w:left="0" w:firstLine="0"/>
              <w:contextualSpacing/>
              <w:jc w:val="center"/>
            </w:pPr>
            <w:r w:rsidRPr="000055CF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F3973EA" wp14:editId="074C4FC4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253365</wp:posOffset>
                      </wp:positionV>
                      <wp:extent cx="2247900" cy="647700"/>
                      <wp:effectExtent l="0" t="0" r="19050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47900" cy="647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F4E3C7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19.95pt" to="173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416DED91" w:rsidR="006D6A7E" w:rsidRPr="000055CF" w:rsidRDefault="00F44672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055CF">
              <w:t>Time</w:t>
            </w:r>
            <w:proofErr w:type="spellEnd"/>
            <w:r w:rsidRPr="000055CF">
              <w:t xml:space="preserve"> </w:t>
            </w:r>
            <w:proofErr w:type="spellStart"/>
            <w:r w:rsidRPr="000055CF">
              <w:t>of</w:t>
            </w:r>
            <w:proofErr w:type="spellEnd"/>
            <w:r w:rsidRPr="000055CF">
              <w:t xml:space="preserve"> </w:t>
            </w:r>
            <w:proofErr w:type="spellStart"/>
            <w:r w:rsidRPr="000055CF">
              <w:t>Flight</w:t>
            </w:r>
            <w:proofErr w:type="spellEnd"/>
          </w:p>
        </w:tc>
      </w:tr>
      <w:tr w:rsidR="00AD21CD" w:rsidRPr="000055CF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0055C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0055C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0055CF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0055CF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4517473F" w:rsidR="006D6A7E" w:rsidRPr="000055CF" w:rsidRDefault="00F44672" w:rsidP="001F0D36">
            <w:pPr>
              <w:jc w:val="center"/>
            </w:pPr>
            <w:proofErr w:type="spellStart"/>
            <w:r w:rsidRPr="000055CF">
              <w:t>3D</w:t>
            </w:r>
            <w:proofErr w:type="spellEnd"/>
            <w:r w:rsidRPr="000055CF">
              <w:t xml:space="preserve"> </w:t>
            </w:r>
            <w:r w:rsidR="00C43A8A" w:rsidRPr="000055CF">
              <w:t>technologie</w:t>
            </w:r>
            <w:r w:rsidRPr="000055CF">
              <w:t xml:space="preserve"> </w:t>
            </w:r>
            <w:r w:rsidR="00C43A8A" w:rsidRPr="000055CF">
              <w:t>sním</w:t>
            </w:r>
            <w:r w:rsidR="00C43A8A">
              <w:t>á</w:t>
            </w:r>
            <w:r w:rsidR="00C43A8A" w:rsidRPr="000055CF">
              <w:t>ní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61481B8B" w:rsidR="006D6A7E" w:rsidRPr="000055CF" w:rsidRDefault="001F0D36" w:rsidP="00F1459B">
            <w:pPr>
              <w:pStyle w:val="eCheckBoxText"/>
              <w:ind w:left="0" w:firstLine="0"/>
              <w:contextualSpacing/>
              <w:jc w:val="center"/>
            </w:pPr>
            <w:r w:rsidRPr="000055CF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1D51E7" wp14:editId="1BAE224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263525</wp:posOffset>
                      </wp:positionV>
                      <wp:extent cx="2276475" cy="14954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14954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F1AE0C" id="3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20.75pt" to="173.75pt,1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0055CF" w:rsidRDefault="001F0D36" w:rsidP="002B17E7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055CF">
              <w:t>Cinema4D</w:t>
            </w:r>
            <w:proofErr w:type="spellEnd"/>
          </w:p>
        </w:tc>
      </w:tr>
      <w:tr w:rsidR="00A1668F" w:rsidRPr="000055CF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0055CF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26BF5379" w:rsidR="00A1668F" w:rsidRPr="000055CF" w:rsidRDefault="00A3098A" w:rsidP="00F1459B">
            <w:pPr>
              <w:pStyle w:val="eCheckBoxText"/>
              <w:ind w:left="0"/>
              <w:contextualSpacing/>
              <w:jc w:val="center"/>
              <w:rPr>
                <w:sz w:val="28"/>
              </w:rPr>
            </w:pPr>
            <w:r w:rsidRPr="000055CF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D9DDCA8" wp14:editId="2ABD01A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-1393825</wp:posOffset>
                      </wp:positionV>
                      <wp:extent cx="2266950" cy="1466850"/>
                      <wp:effectExtent l="0" t="0" r="19050" b="1905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6950" cy="14668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69B0E9" id="3 Conector recto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-109.75pt" to="173.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0055CF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D725C6B" wp14:editId="3D8DED54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-1450975</wp:posOffset>
                      </wp:positionV>
                      <wp:extent cx="2276475" cy="819150"/>
                      <wp:effectExtent l="0" t="0" r="28575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8191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A5A130" id="3 Conector recto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55pt,-114.25pt" to="172.7pt,-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0055CF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1668F" w:rsidRPr="000055CF" w14:paraId="492DF4D9" w14:textId="77777777" w:rsidTr="006731D4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0055CF" w:rsidRDefault="00A1668F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0055CF" w:rsidRDefault="00A1668F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24BFD09" w:rsidR="00A1668F" w:rsidRPr="000055CF" w:rsidRDefault="00A1668F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055CF">
              <w:t>Blender</w:t>
            </w:r>
            <w:proofErr w:type="spellEnd"/>
          </w:p>
        </w:tc>
      </w:tr>
      <w:tr w:rsidR="00A1668F" w:rsidRPr="000055CF" w14:paraId="6A28FCB3" w14:textId="77777777" w:rsidTr="006731D4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0055CF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0055CF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0055CF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1668F" w:rsidRPr="000055CF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21F79299" w:rsidR="00A1668F" w:rsidRPr="00C43A8A" w:rsidRDefault="00C43A8A" w:rsidP="00C43A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Deep vision SL</w:t>
            </w:r>
          </w:p>
        </w:tc>
      </w:tr>
    </w:tbl>
    <w:p w14:paraId="53BC67F3" w14:textId="77777777" w:rsidR="00A21409" w:rsidRPr="000055CF" w:rsidRDefault="00A21409" w:rsidP="004A7E5F">
      <w:pPr>
        <w:pStyle w:val="eLineBottom"/>
        <w:ind w:left="154"/>
      </w:pPr>
      <w:bookmarkStart w:id="1" w:name="_GoBack"/>
      <w:bookmarkEnd w:id="1"/>
    </w:p>
    <w:p w14:paraId="7DECBACD" w14:textId="77777777" w:rsidR="00F1459B" w:rsidRPr="000055CF" w:rsidRDefault="00F1459B" w:rsidP="004A7E5F"/>
    <w:p w14:paraId="5C8B7AB7" w14:textId="4D9BC92B" w:rsidR="001F0D36" w:rsidRPr="000055CF" w:rsidRDefault="0043251F" w:rsidP="001F0D36">
      <w:pPr>
        <w:pStyle w:val="eTask"/>
        <w:rPr>
          <w:lang w:val="cs-CZ"/>
        </w:rPr>
      </w:pPr>
      <w:r w:rsidRPr="0043251F">
        <w:rPr>
          <w:bCs/>
          <w:color w:val="000000"/>
          <w:shd w:val="clear" w:color="auto" w:fill="FFFFFF"/>
          <w:lang w:val="cs-CZ" w:eastAsia="sk-SK"/>
        </w:rPr>
        <w:t xml:space="preserve">Vyjmenujte tři hlavní kategorie principů </w:t>
      </w:r>
      <w:proofErr w:type="spellStart"/>
      <w:r w:rsidRPr="0043251F">
        <w:rPr>
          <w:bCs/>
          <w:color w:val="000000"/>
          <w:shd w:val="clear" w:color="auto" w:fill="FFFFFF"/>
          <w:lang w:val="cs-CZ" w:eastAsia="sk-SK"/>
        </w:rPr>
        <w:t>VR</w:t>
      </w:r>
      <w:proofErr w:type="spellEnd"/>
      <w:r w:rsidRPr="0043251F">
        <w:rPr>
          <w:bCs/>
          <w:color w:val="000000"/>
          <w:shd w:val="clear" w:color="auto" w:fill="FFFFFF"/>
          <w:lang w:val="cs-CZ" w:eastAsia="sk-SK"/>
        </w:rPr>
        <w:t>.</w:t>
      </w:r>
    </w:p>
    <w:p w14:paraId="1FC3E4A6" w14:textId="73EF5814" w:rsidR="001F0D36" w:rsidRPr="000055CF" w:rsidRDefault="001F0D36" w:rsidP="00C57C6D">
      <w:pPr>
        <w:spacing w:before="240" w:after="240"/>
        <w:ind w:left="709" w:hanging="284"/>
      </w:pPr>
      <w:r w:rsidRPr="000055CF">
        <w:t>1.</w:t>
      </w:r>
      <w:r w:rsidRPr="000055CF">
        <w:tab/>
      </w:r>
      <w:r w:rsidR="0043251F" w:rsidRPr="000055CF">
        <w:rPr>
          <w:color w:val="FF0000"/>
        </w:rPr>
        <w:t>Neimerzní</w:t>
      </w:r>
      <w:r w:rsidR="006C364D" w:rsidRPr="000055CF">
        <w:rPr>
          <w:color w:val="FF0000"/>
        </w:rPr>
        <w:t xml:space="preserve"> </w:t>
      </w:r>
      <w:r w:rsidR="0043251F" w:rsidRPr="000055CF">
        <w:rPr>
          <w:color w:val="FF0000"/>
        </w:rPr>
        <w:t>virtuální</w:t>
      </w:r>
      <w:r w:rsidR="006C364D" w:rsidRPr="000055CF">
        <w:rPr>
          <w:color w:val="FF0000"/>
        </w:rPr>
        <w:t xml:space="preserve"> realita</w:t>
      </w:r>
    </w:p>
    <w:p w14:paraId="385AAE9B" w14:textId="207F971D" w:rsidR="001F0D36" w:rsidRPr="000055CF" w:rsidRDefault="001F0D36" w:rsidP="00C57C6D">
      <w:pPr>
        <w:spacing w:after="240"/>
        <w:ind w:left="710" w:hanging="284"/>
      </w:pPr>
      <w:r w:rsidRPr="000055CF">
        <w:t>2.</w:t>
      </w:r>
      <w:r w:rsidRPr="000055CF">
        <w:tab/>
      </w:r>
      <w:proofErr w:type="spellStart"/>
      <w:r w:rsidR="006C364D" w:rsidRPr="000055CF">
        <w:rPr>
          <w:color w:val="FF0000"/>
        </w:rPr>
        <w:t>Poloimerzn</w:t>
      </w:r>
      <w:r w:rsidR="0043251F">
        <w:rPr>
          <w:color w:val="FF0000"/>
        </w:rPr>
        <w:t>í</w:t>
      </w:r>
      <w:proofErr w:type="spellEnd"/>
      <w:r w:rsidR="006C364D" w:rsidRPr="000055CF">
        <w:rPr>
          <w:color w:val="FF0000"/>
        </w:rPr>
        <w:t xml:space="preserve"> </w:t>
      </w:r>
      <w:r w:rsidR="0043251F" w:rsidRPr="000055CF">
        <w:rPr>
          <w:color w:val="FF0000"/>
        </w:rPr>
        <w:t>virtuální</w:t>
      </w:r>
      <w:r w:rsidR="006C364D" w:rsidRPr="000055CF">
        <w:rPr>
          <w:color w:val="FF0000"/>
        </w:rPr>
        <w:t xml:space="preserve"> realita</w:t>
      </w:r>
    </w:p>
    <w:p w14:paraId="1266DD03" w14:textId="7E10896D" w:rsidR="009C3A3C" w:rsidRPr="000055CF" w:rsidRDefault="001F0D36" w:rsidP="00B0312A">
      <w:pPr>
        <w:ind w:left="709" w:hanging="284"/>
      </w:pPr>
      <w:r w:rsidRPr="000055CF">
        <w:t>3.</w:t>
      </w:r>
      <w:r w:rsidRPr="000055CF">
        <w:tab/>
      </w:r>
      <w:bookmarkEnd w:id="0"/>
      <w:r w:rsidR="0043251F" w:rsidRPr="000055CF">
        <w:rPr>
          <w:color w:val="FF0000"/>
        </w:rPr>
        <w:t>Plně</w:t>
      </w:r>
      <w:r w:rsidR="006C364D" w:rsidRPr="000055CF">
        <w:rPr>
          <w:color w:val="FF0000"/>
        </w:rPr>
        <w:t xml:space="preserve"> </w:t>
      </w:r>
      <w:r w:rsidR="0043251F" w:rsidRPr="000055CF">
        <w:rPr>
          <w:color w:val="FF0000"/>
        </w:rPr>
        <w:t>imerzní</w:t>
      </w:r>
      <w:r w:rsidR="006C364D" w:rsidRPr="000055CF">
        <w:rPr>
          <w:color w:val="FF0000"/>
        </w:rPr>
        <w:t xml:space="preserve"> </w:t>
      </w:r>
      <w:r w:rsidR="0043251F" w:rsidRPr="000055CF">
        <w:rPr>
          <w:color w:val="FF0000"/>
        </w:rPr>
        <w:t>virtuální</w:t>
      </w:r>
      <w:r w:rsidR="006C364D" w:rsidRPr="000055CF">
        <w:rPr>
          <w:color w:val="FF0000"/>
        </w:rPr>
        <w:t xml:space="preserve"> realita</w:t>
      </w:r>
    </w:p>
    <w:sectPr w:rsidR="009C3A3C" w:rsidRPr="000055CF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F799E" w14:textId="77777777" w:rsidR="00D776AA" w:rsidRDefault="00D776AA" w:rsidP="00861A1A">
      <w:r>
        <w:separator/>
      </w:r>
    </w:p>
  </w:endnote>
  <w:endnote w:type="continuationSeparator" w:id="0">
    <w:p w14:paraId="1B5136A8" w14:textId="77777777" w:rsidR="00D776AA" w:rsidRDefault="00D776A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CC83E97" w14:textId="77777777" w:rsidR="00A3098A" w:rsidRPr="00A3098A" w:rsidRDefault="00A3098A" w:rsidP="00A309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3098A">
            <w:rPr>
              <w:sz w:val="16"/>
              <w:szCs w:val="16"/>
              <w:lang w:val="en-US"/>
            </w:rPr>
            <w:t>Tento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projekt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byl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realizován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za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finanční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podpory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Evropské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unie</w:t>
          </w:r>
          <w:proofErr w:type="spellEnd"/>
          <w:r w:rsidRPr="00A3098A">
            <w:rPr>
              <w:sz w:val="16"/>
              <w:szCs w:val="16"/>
              <w:lang w:val="en-US"/>
            </w:rPr>
            <w:t>.</w:t>
          </w:r>
        </w:p>
        <w:p w14:paraId="08695355" w14:textId="4915E831" w:rsidR="00BF5E09" w:rsidRPr="004A7E5F" w:rsidRDefault="00A3098A" w:rsidP="00A309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3098A">
            <w:rPr>
              <w:sz w:val="16"/>
              <w:szCs w:val="16"/>
              <w:lang w:val="en-US"/>
            </w:rPr>
            <w:t>Za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obsah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publikací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3098A">
            <w:rPr>
              <w:sz w:val="16"/>
              <w:szCs w:val="16"/>
              <w:lang w:val="en-US"/>
            </w:rPr>
            <w:t>sdělení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A3098A">
            <w:rPr>
              <w:sz w:val="16"/>
              <w:szCs w:val="16"/>
              <w:lang w:val="en-US"/>
            </w:rPr>
            <w:t>odpovídá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výlučně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autor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A3098A">
            <w:rPr>
              <w:sz w:val="16"/>
              <w:szCs w:val="16"/>
              <w:lang w:val="en-US"/>
            </w:rPr>
            <w:t>Publikace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3098A">
            <w:rPr>
              <w:sz w:val="16"/>
              <w:szCs w:val="16"/>
              <w:lang w:val="en-US"/>
            </w:rPr>
            <w:t>sdělení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A3098A">
            <w:rPr>
              <w:sz w:val="16"/>
              <w:szCs w:val="16"/>
              <w:lang w:val="en-US"/>
            </w:rPr>
            <w:t>nereprezentují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názory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Evropské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komise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A3098A">
            <w:rPr>
              <w:sz w:val="16"/>
              <w:szCs w:val="16"/>
              <w:lang w:val="en-US"/>
            </w:rPr>
            <w:t>Evropská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komise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neodpovídá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za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použití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informací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A3098A">
            <w:rPr>
              <w:sz w:val="16"/>
              <w:szCs w:val="16"/>
              <w:lang w:val="en-US"/>
            </w:rPr>
            <w:t>jež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jsou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jejich</w:t>
          </w:r>
          <w:proofErr w:type="spellEnd"/>
          <w:r w:rsidRPr="00A3098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3098A">
            <w:rPr>
              <w:sz w:val="16"/>
              <w:szCs w:val="16"/>
              <w:lang w:val="en-US"/>
            </w:rPr>
            <w:t>obsahem</w:t>
          </w:r>
          <w:proofErr w:type="spellEnd"/>
          <w:r w:rsidRPr="00A3098A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698E7" w14:textId="77777777" w:rsidR="00D776AA" w:rsidRDefault="00D776AA" w:rsidP="00861A1A">
      <w:r>
        <w:separator/>
      </w:r>
    </w:p>
  </w:footnote>
  <w:footnote w:type="continuationSeparator" w:id="0">
    <w:p w14:paraId="7625CC19" w14:textId="77777777" w:rsidR="00D776AA" w:rsidRDefault="00D776A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4FAA2C21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3098A" w:rsidRPr="00A3098A">
      <w:rPr>
        <w:rFonts w:ascii="Calibri" w:hAnsi="Calibri"/>
        <w:b/>
        <w:smallCaps/>
        <w:noProof/>
      </w:rPr>
      <w:t>PRACOVNÍ LIST</w:t>
    </w:r>
  </w:p>
  <w:p w14:paraId="52052A13" w14:textId="68E19866" w:rsidR="00C148FD" w:rsidRPr="00C148FD" w:rsidRDefault="00B8524E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8524E">
      <w:rPr>
        <w:rFonts w:ascii="Calibri" w:hAnsi="Calibri"/>
        <w:smallCaps/>
        <w:noProof/>
        <w:sz w:val="20"/>
        <w:szCs w:val="20"/>
        <w:lang w:val="en-US"/>
      </w:rPr>
      <w:t>Moderní technologie a koncepce pro vzdělávání I – 3D video, virtuální a rozšířená realita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55C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2012"/>
    <w:rsid w:val="002749E7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251F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77FC2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04E"/>
    <w:rsid w:val="00636650"/>
    <w:rsid w:val="0063686B"/>
    <w:rsid w:val="006435FE"/>
    <w:rsid w:val="00643DB0"/>
    <w:rsid w:val="0064494B"/>
    <w:rsid w:val="00654C16"/>
    <w:rsid w:val="0066221D"/>
    <w:rsid w:val="0066326F"/>
    <w:rsid w:val="006731D4"/>
    <w:rsid w:val="0068067D"/>
    <w:rsid w:val="0068131D"/>
    <w:rsid w:val="00683A34"/>
    <w:rsid w:val="00685008"/>
    <w:rsid w:val="00690FB1"/>
    <w:rsid w:val="00695314"/>
    <w:rsid w:val="006A24C7"/>
    <w:rsid w:val="006B5D59"/>
    <w:rsid w:val="006C364D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D4D38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8278F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592C"/>
    <w:rsid w:val="009F6E5E"/>
    <w:rsid w:val="00A01C29"/>
    <w:rsid w:val="00A1668F"/>
    <w:rsid w:val="00A17111"/>
    <w:rsid w:val="00A21409"/>
    <w:rsid w:val="00A22636"/>
    <w:rsid w:val="00A26A28"/>
    <w:rsid w:val="00A3098A"/>
    <w:rsid w:val="00A41E41"/>
    <w:rsid w:val="00A50FFF"/>
    <w:rsid w:val="00A527AF"/>
    <w:rsid w:val="00A54992"/>
    <w:rsid w:val="00A633E1"/>
    <w:rsid w:val="00A65E53"/>
    <w:rsid w:val="00A77DE4"/>
    <w:rsid w:val="00A8234A"/>
    <w:rsid w:val="00A964BB"/>
    <w:rsid w:val="00A96BF4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0312A"/>
    <w:rsid w:val="00B150AD"/>
    <w:rsid w:val="00B15DB4"/>
    <w:rsid w:val="00B177D0"/>
    <w:rsid w:val="00B3151A"/>
    <w:rsid w:val="00B37307"/>
    <w:rsid w:val="00B4116A"/>
    <w:rsid w:val="00B5145B"/>
    <w:rsid w:val="00B707D0"/>
    <w:rsid w:val="00B70ED4"/>
    <w:rsid w:val="00B75FF7"/>
    <w:rsid w:val="00B816F4"/>
    <w:rsid w:val="00B822EA"/>
    <w:rsid w:val="00B84417"/>
    <w:rsid w:val="00B8524E"/>
    <w:rsid w:val="00B94FBB"/>
    <w:rsid w:val="00BA3595"/>
    <w:rsid w:val="00BA50C0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3A8A"/>
    <w:rsid w:val="00C447C0"/>
    <w:rsid w:val="00C455F4"/>
    <w:rsid w:val="00C52C30"/>
    <w:rsid w:val="00C55039"/>
    <w:rsid w:val="00C5580D"/>
    <w:rsid w:val="00C57915"/>
    <w:rsid w:val="00C57C6D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776A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6628F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4672"/>
    <w:rsid w:val="00F46B18"/>
    <w:rsid w:val="00F53097"/>
    <w:rsid w:val="00F748A6"/>
    <w:rsid w:val="00F82C59"/>
    <w:rsid w:val="00F871C6"/>
    <w:rsid w:val="00F8749B"/>
    <w:rsid w:val="00FA44DF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16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13</cp:revision>
  <cp:lastPrinted>2013-05-24T14:00:00Z</cp:lastPrinted>
  <dcterms:created xsi:type="dcterms:W3CDTF">2023-01-04T10:29:00Z</dcterms:created>
  <dcterms:modified xsi:type="dcterms:W3CDTF">2023-02-28T14:27:00Z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