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04DABAFD" w:rsidR="001922A0" w:rsidRPr="007959F2" w:rsidRDefault="00D35581" w:rsidP="00BF590A">
      <w:pPr>
        <w:pStyle w:val="eTask"/>
      </w:pPr>
      <w:bookmarkStart w:id="0" w:name="_Hlk97716694"/>
      <w:r>
        <w:rPr>
          <w:lang w:val="sk"/>
        </w:rPr>
        <w:t>Vymenujte</w:t>
      </w:r>
      <w:r w:rsidRPr="0052302D">
        <w:rPr>
          <w:lang w:val="sk"/>
        </w:rPr>
        <w:t xml:space="preserve"> št</w:t>
      </w:r>
      <w:r>
        <w:rPr>
          <w:lang w:val="sk"/>
        </w:rPr>
        <w:t>y</w:t>
      </w:r>
      <w:r w:rsidRPr="0052302D">
        <w:rPr>
          <w:lang w:val="sk"/>
        </w:rPr>
        <w:t>r</w:t>
      </w:r>
      <w:r>
        <w:rPr>
          <w:lang w:val="sk"/>
        </w:rPr>
        <w:t>i</w:t>
      </w:r>
      <w:r w:rsidRPr="0052302D">
        <w:rPr>
          <w:lang w:val="sk"/>
        </w:rPr>
        <w:t xml:space="preserve"> </w:t>
      </w:r>
      <w:proofErr w:type="spellStart"/>
      <w:r w:rsidRPr="0052302D">
        <w:rPr>
          <w:lang w:val="sk"/>
        </w:rPr>
        <w:t>základn</w:t>
      </w:r>
      <w:proofErr w:type="spellEnd"/>
      <w:r>
        <w:rPr>
          <w:lang w:val="sk-SK"/>
        </w:rPr>
        <w:t>é</w:t>
      </w:r>
      <w:r w:rsidRPr="0052302D">
        <w:rPr>
          <w:lang w:val="sk"/>
        </w:rPr>
        <w:t xml:space="preserve"> prvk</w:t>
      </w:r>
      <w:r>
        <w:rPr>
          <w:lang w:val="sk"/>
        </w:rPr>
        <w:t>y</w:t>
      </w:r>
      <w:r w:rsidRPr="0052302D">
        <w:rPr>
          <w:lang w:val="sk"/>
        </w:rPr>
        <w:t xml:space="preserve"> energetického reťazca</w:t>
      </w:r>
    </w:p>
    <w:p w14:paraId="37CE7654" w14:textId="77777777" w:rsidR="001922A0" w:rsidRPr="007959F2" w:rsidRDefault="001922A0" w:rsidP="00683A34">
      <w:pPr>
        <w:rPr>
          <w:lang w:val="en-US"/>
        </w:rPr>
      </w:pPr>
    </w:p>
    <w:p w14:paraId="069E3BA0" w14:textId="54510E41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</w:p>
    <w:p w14:paraId="7F622B0F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741AD8A8" w14:textId="4D870A04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</w:p>
    <w:p w14:paraId="44F688C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40E971B0" w14:textId="11014FED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</w:p>
    <w:p w14:paraId="56BB4667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6988B29C" w14:textId="1BCBB5C6" w:rsidR="004A7E5F" w:rsidRPr="007959F2" w:rsidRDefault="004A7E5F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4.</w:t>
      </w:r>
      <w:r w:rsidRPr="007959F2">
        <w:rPr>
          <w:noProof/>
          <w:lang w:val="en-US" w:eastAsia="sk-SK"/>
        </w:rPr>
        <w:tab/>
      </w:r>
    </w:p>
    <w:p w14:paraId="3C38F8A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6DFE8C20" w14:textId="77777777" w:rsidR="00F77F21" w:rsidRPr="00A67360" w:rsidRDefault="00F77F21" w:rsidP="00F77F21">
      <w:pPr>
        <w:ind w:left="154"/>
        <w:rPr>
          <w:lang w:val="en-US"/>
        </w:rPr>
      </w:pPr>
    </w:p>
    <w:p w14:paraId="59528C7A" w14:textId="435E83B3" w:rsidR="00F77F21" w:rsidRPr="00A67360" w:rsidRDefault="00131BB0" w:rsidP="00F77F21">
      <w:pPr>
        <w:pStyle w:val="eTask"/>
      </w:pPr>
      <w:r>
        <w:rPr>
          <w:lang w:val="sk"/>
        </w:rPr>
        <w:t>Vymenujte n</w:t>
      </w:r>
      <w:r w:rsidRPr="00A67360">
        <w:rPr>
          <w:lang w:val="sk"/>
        </w:rPr>
        <w:t>ázvy troch základných napätí používaných v elektrickej sieti</w:t>
      </w:r>
      <w:r w:rsidR="00F77F21" w:rsidRPr="00A67360">
        <w:t xml:space="preserve"> </w:t>
      </w:r>
    </w:p>
    <w:p w14:paraId="4EE4110A" w14:textId="77777777" w:rsidR="00F77F21" w:rsidRPr="00A67360" w:rsidRDefault="00F77F21" w:rsidP="00F77F21">
      <w:pPr>
        <w:rPr>
          <w:lang w:val="en-US"/>
        </w:rPr>
      </w:pPr>
    </w:p>
    <w:p w14:paraId="1E6E9BFB" w14:textId="3A39744D" w:rsidR="00F77F21" w:rsidRPr="00A67360" w:rsidRDefault="00F77F21" w:rsidP="00F77F21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</w:p>
    <w:p w14:paraId="14629C84" w14:textId="77777777" w:rsidR="00F77F21" w:rsidRPr="00A67360" w:rsidRDefault="00F77F21" w:rsidP="00F77F21">
      <w:pPr>
        <w:ind w:left="992" w:hanging="425"/>
        <w:rPr>
          <w:lang w:val="en-US"/>
        </w:rPr>
      </w:pPr>
    </w:p>
    <w:p w14:paraId="261B2D80" w14:textId="2BD589C0" w:rsidR="00F77F21" w:rsidRPr="00A67360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</w:p>
    <w:p w14:paraId="7BAD4E27" w14:textId="77777777" w:rsidR="00F77F21" w:rsidRPr="00A67360" w:rsidRDefault="00F77F21" w:rsidP="00F77F21">
      <w:pPr>
        <w:ind w:left="992" w:hanging="425"/>
        <w:rPr>
          <w:noProof/>
          <w:lang w:val="en-US" w:eastAsia="sk-SK"/>
        </w:rPr>
      </w:pPr>
    </w:p>
    <w:p w14:paraId="429C3963" w14:textId="5E4D0402" w:rsidR="00F77F21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3.</w:t>
      </w:r>
      <w:r w:rsidR="007606BA">
        <w:rPr>
          <w:noProof/>
          <w:lang w:val="en-US" w:eastAsia="sk-SK"/>
        </w:rPr>
        <w:tab/>
      </w:r>
    </w:p>
    <w:p w14:paraId="7E525152" w14:textId="77777777" w:rsidR="00F77F21" w:rsidRPr="00A67360" w:rsidRDefault="00F77F21" w:rsidP="00F77F21">
      <w:pPr>
        <w:pStyle w:val="eLineBottom"/>
        <w:rPr>
          <w:lang w:val="en-US"/>
        </w:rPr>
      </w:pPr>
    </w:p>
    <w:p w14:paraId="0F0C601B" w14:textId="77777777" w:rsidR="00AC76DE" w:rsidRPr="00A67360" w:rsidRDefault="00AC76DE" w:rsidP="00AC76DE">
      <w:pPr>
        <w:rPr>
          <w:lang w:val="en-US"/>
        </w:rPr>
      </w:pPr>
    </w:p>
    <w:p w14:paraId="68CFAC65" w14:textId="52242260" w:rsidR="00AC76DE" w:rsidRPr="00A67360" w:rsidRDefault="00FA2883" w:rsidP="00AC76DE">
      <w:pPr>
        <w:pStyle w:val="eTask"/>
      </w:pPr>
      <w:r>
        <w:rPr>
          <w:lang w:val="sk"/>
        </w:rPr>
        <w:t>Pomenujte dve úrovne napájania v elektrickej sieti</w:t>
      </w:r>
    </w:p>
    <w:p w14:paraId="02158E90" w14:textId="77777777" w:rsidR="00AC76DE" w:rsidRPr="00A67360" w:rsidRDefault="00AC76DE" w:rsidP="00AC76DE">
      <w:pPr>
        <w:rPr>
          <w:lang w:val="en-US"/>
        </w:rPr>
      </w:pPr>
    </w:p>
    <w:p w14:paraId="100AE50F" w14:textId="7D206EE2" w:rsidR="00AC76DE" w:rsidRPr="00A67360" w:rsidRDefault="00AC76DE" w:rsidP="00AC76DE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</w:p>
    <w:p w14:paraId="0D023384" w14:textId="77777777" w:rsidR="00AC76DE" w:rsidRPr="00A67360" w:rsidRDefault="00AC76DE" w:rsidP="00AC76DE">
      <w:pPr>
        <w:ind w:left="992" w:hanging="425"/>
        <w:rPr>
          <w:lang w:val="en-US"/>
        </w:rPr>
      </w:pPr>
    </w:p>
    <w:p w14:paraId="287F08E0" w14:textId="08859BA2" w:rsidR="00AC76DE" w:rsidRPr="00A67360" w:rsidRDefault="00AC76DE" w:rsidP="00AC76DE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</w:p>
    <w:p w14:paraId="70A88478" w14:textId="50A8C7A3" w:rsidR="00C148FD" w:rsidRDefault="00C148FD" w:rsidP="00AC76DE">
      <w:pPr>
        <w:rPr>
          <w:noProof/>
          <w:lang w:val="en-US" w:eastAsia="sk-SK"/>
        </w:rPr>
      </w:pPr>
    </w:p>
    <w:p w14:paraId="54A48545" w14:textId="77777777" w:rsidR="00AC76DE" w:rsidRPr="00A67360" w:rsidRDefault="00AC76DE" w:rsidP="00AC76DE">
      <w:pPr>
        <w:pStyle w:val="eLineBottom"/>
        <w:rPr>
          <w:lang w:val="en-US"/>
        </w:rPr>
      </w:pPr>
    </w:p>
    <w:p w14:paraId="696B4E37" w14:textId="77777777" w:rsidR="00AC76DE" w:rsidRPr="007959F2" w:rsidRDefault="00AC76DE" w:rsidP="00CD7ECC">
      <w:pPr>
        <w:rPr>
          <w:lang w:val="en-US"/>
        </w:rPr>
      </w:pPr>
    </w:p>
    <w:p w14:paraId="0BEEF352" w14:textId="1D16A6B5" w:rsidR="00C148FD" w:rsidRPr="007959F2" w:rsidRDefault="00C44701" w:rsidP="00BF590A">
      <w:pPr>
        <w:pStyle w:val="eTask"/>
      </w:pPr>
      <w:r w:rsidRPr="007959F2">
        <w:rPr>
          <w:lang w:val="sk"/>
        </w:rPr>
        <w:t>Oprav</w:t>
      </w:r>
      <w:r>
        <w:rPr>
          <w:lang w:val="sk"/>
        </w:rPr>
        <w:t>te</w:t>
      </w:r>
      <w:r w:rsidRPr="007959F2">
        <w:rPr>
          <w:lang w:val="sk"/>
        </w:rPr>
        <w:t xml:space="preserve"> text tak, aby nasledujúce tvrdenia boli pravdivé</w:t>
      </w:r>
    </w:p>
    <w:p w14:paraId="68F950DA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487EA5EE" w14:textId="11807B4C" w:rsidR="0064408D" w:rsidRDefault="00F937F2" w:rsidP="004B7D47">
      <w:pPr>
        <w:pStyle w:val="eCheckBoxText"/>
        <w:spacing w:line="360" w:lineRule="auto"/>
        <w:ind w:left="567" w:firstLine="0"/>
        <w:rPr>
          <w:lang w:val="en-US"/>
        </w:rPr>
      </w:pPr>
      <w:proofErr w:type="spellStart"/>
      <w:r>
        <w:rPr>
          <w:lang w:val="en-US"/>
        </w:rPr>
        <w:t>Záporná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regulačná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znamená</w:t>
      </w:r>
      <w:proofErr w:type="spellEnd"/>
      <w:r w:rsidRPr="00CD7ECC">
        <w:rPr>
          <w:lang w:val="en-US"/>
        </w:rPr>
        <w:t xml:space="preserve">, </w:t>
      </w:r>
      <w:proofErr w:type="spellStart"/>
      <w:r>
        <w:rPr>
          <w:lang w:val="en-US"/>
        </w:rPr>
        <w:t>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je</w:t>
      </w:r>
      <w:r w:rsidR="00CD7ECC" w:rsidRPr="00CD7EC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spotrebovaná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vyrobená</m:t>
                </m:r>
              </m:e>
            </m:eqArr>
          </m:e>
        </m:d>
      </m:oMath>
      <w:r w:rsidR="00CD7ECC" w:rsidRPr="00CD7ECC">
        <w:rPr>
          <w:lang w:val="en-US"/>
        </w:rPr>
        <w:t xml:space="preserve"> </w:t>
      </w:r>
      <w:r w:rsidR="009367EF" w:rsidRPr="00CD7ECC">
        <w:rPr>
          <w:lang w:val="sk"/>
        </w:rPr>
        <w:t>poskytovateľ</w:t>
      </w:r>
      <w:r w:rsidR="009367EF">
        <w:rPr>
          <w:lang w:val="sk"/>
        </w:rPr>
        <w:t>om</w:t>
      </w:r>
      <w:r w:rsidR="009367EF" w:rsidRPr="00CD7ECC">
        <w:rPr>
          <w:lang w:val="sk"/>
        </w:rPr>
        <w:t xml:space="preserve"> regulačnej energie.</w:t>
      </w:r>
    </w:p>
    <w:p w14:paraId="3814BFAD" w14:textId="6F053BFF" w:rsidR="0064408D" w:rsidRDefault="00C02599" w:rsidP="004B7D47">
      <w:pPr>
        <w:pStyle w:val="eCheckBoxText"/>
        <w:spacing w:line="360" w:lineRule="auto"/>
        <w:ind w:left="567" w:firstLine="0"/>
        <w:rPr>
          <w:lang w:val="en-US"/>
        </w:rPr>
      </w:pPr>
      <w:proofErr w:type="spellStart"/>
      <w:r>
        <w:rPr>
          <w:lang w:val="en-US"/>
        </w:rPr>
        <w:t>Kladná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regulačná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znamená</w:t>
      </w:r>
      <w:proofErr w:type="spellEnd"/>
      <w:r w:rsidRPr="00CD7ECC">
        <w:rPr>
          <w:lang w:val="en-US"/>
        </w:rPr>
        <w:t xml:space="preserve">, </w:t>
      </w:r>
      <w:proofErr w:type="spellStart"/>
      <w:r>
        <w:rPr>
          <w:lang w:val="en-US"/>
        </w:rPr>
        <w:t>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energia</w:t>
      </w:r>
      <w:proofErr w:type="spellEnd"/>
      <w:r>
        <w:rPr>
          <w:lang w:val="en-US"/>
        </w:rPr>
        <w:t xml:space="preserve"> je</w:t>
      </w:r>
      <w:r w:rsidRPr="00CD7EC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spotrebovaná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vyrobená</m:t>
                </m:r>
              </m:e>
            </m:eqArr>
          </m:e>
        </m:d>
      </m:oMath>
      <w:r w:rsidR="0064408D" w:rsidRPr="00CD7ECC">
        <w:rPr>
          <w:lang w:val="en-US"/>
        </w:rPr>
        <w:t xml:space="preserve"> </w:t>
      </w:r>
      <w:r w:rsidR="00252427">
        <w:rPr>
          <w:lang w:val="en-US"/>
        </w:rPr>
        <w:t>p</w:t>
      </w:r>
      <w:proofErr w:type="spellStart"/>
      <w:r w:rsidR="00252427" w:rsidRPr="00CD7ECC">
        <w:rPr>
          <w:lang w:val="sk"/>
        </w:rPr>
        <w:t>oskytovateľ</w:t>
      </w:r>
      <w:r w:rsidR="00252427">
        <w:rPr>
          <w:lang w:val="sk"/>
        </w:rPr>
        <w:t>om</w:t>
      </w:r>
      <w:proofErr w:type="spellEnd"/>
      <w:r w:rsidR="00252427" w:rsidRPr="00CD7ECC">
        <w:rPr>
          <w:lang w:val="sk"/>
        </w:rPr>
        <w:t xml:space="preserve"> regulačnej energie.</w:t>
      </w:r>
    </w:p>
    <w:p w14:paraId="3D3E9F59" w14:textId="628F84A6" w:rsidR="004E6D2D" w:rsidRDefault="00882D19" w:rsidP="004E6D2D">
      <w:pPr>
        <w:pStyle w:val="eCheckBoxText"/>
        <w:spacing w:line="360" w:lineRule="auto"/>
        <w:ind w:left="567" w:firstLine="0"/>
        <w:rPr>
          <w:lang w:val="en-US"/>
        </w:rPr>
      </w:pPr>
      <w:r w:rsidRPr="00042C95">
        <w:rPr>
          <w:lang w:val="sk"/>
        </w:rPr>
        <w:t xml:space="preserve">Aby bola sieť stabilná, </w:t>
      </w:r>
      <w:r>
        <w:rPr>
          <w:lang w:val="sk"/>
        </w:rPr>
        <w:t>systémová odchýlka</w:t>
      </w:r>
      <w:r w:rsidRPr="00042C95">
        <w:rPr>
          <w:lang w:val="sk"/>
        </w:rPr>
        <w:t xml:space="preserve"> musí byť</w:t>
      </w:r>
      <w:r w:rsidR="004E6D2D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ulož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ená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neutralizovaná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>predpovedan</m:t>
                </m:r>
                <m:r>
                  <w:rPr>
                    <w:rFonts w:ascii="Cambria Math" w:eastAsia="Cambria Math" w:hAnsi="Cambria Math" w:cs="Cambria Math"/>
                    <w:lang w:val="sk-SK"/>
                  </w:rPr>
                  <m:t>á</m:t>
                </m:r>
              </m:e>
            </m:eqArr>
          </m:e>
        </m:d>
      </m:oMath>
      <w:r w:rsidR="004E6D2D">
        <w:rPr>
          <w:lang w:val="en-US"/>
        </w:rPr>
        <w:t>.</w:t>
      </w:r>
    </w:p>
    <w:p w14:paraId="4796003D" w14:textId="118115E9" w:rsidR="006E598F" w:rsidRPr="007959F2" w:rsidRDefault="008A3531" w:rsidP="003A166D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Výrobca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Bilančná skupina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>Zá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sk-SK"/>
                  </w:rPr>
                  <m:t>kazník</m:t>
                </m:r>
              </m:e>
            </m:eqArr>
          </m:e>
        </m:d>
      </m:oMath>
      <w:r w:rsidR="00187874">
        <w:rPr>
          <w:lang w:val="en-US"/>
        </w:rPr>
        <w:t xml:space="preserve"> </w:t>
      </w:r>
      <w:r w:rsidR="00D97F73" w:rsidRPr="00894F29">
        <w:rPr>
          <w:lang w:val="sk"/>
        </w:rPr>
        <w:t xml:space="preserve">predpovedá a odosiela </w:t>
      </w:r>
      <w:r w:rsidR="00D97F73">
        <w:rPr>
          <w:lang w:val="sk"/>
        </w:rPr>
        <w:t>plány spotreby</w:t>
      </w:r>
      <w:r w:rsidR="00D97F73" w:rsidRPr="00894F29">
        <w:rPr>
          <w:lang w:val="sk"/>
        </w:rPr>
        <w:t xml:space="preserve"> pre prevádzkovateľa siete a</w:t>
      </w:r>
      <w:r w:rsidR="00D97F73">
        <w:rPr>
          <w:lang w:val="sk"/>
        </w:rPr>
        <w:t> </w:t>
      </w:r>
      <w:r w:rsidR="00D97F73" w:rsidRPr="00894F29">
        <w:rPr>
          <w:lang w:val="sk"/>
        </w:rPr>
        <w:t>pre</w:t>
      </w:r>
      <w:r w:rsidR="00D97F73">
        <w:rPr>
          <w:lang w:val="sk"/>
        </w:rPr>
        <w:t>berá</w:t>
      </w:r>
      <w:r w:rsidR="00D97F73" w:rsidRPr="00894F29">
        <w:rPr>
          <w:lang w:val="sk"/>
        </w:rPr>
        <w:t xml:space="preserve"> zodpovednosť za</w:t>
      </w:r>
      <w:r w:rsidR="00D97F73">
        <w:rPr>
          <w:lang w:val="sk"/>
        </w:rPr>
        <w:t xml:space="preserve"> odchýlku zákazníkov</w:t>
      </w:r>
      <w:r w:rsidR="00D97F73" w:rsidRPr="00894F29">
        <w:rPr>
          <w:lang w:val="sk"/>
        </w:rPr>
        <w:t xml:space="preserve"> a </w:t>
      </w:r>
      <w:r w:rsidR="00D97F73">
        <w:rPr>
          <w:lang w:val="sk"/>
        </w:rPr>
        <w:t>jej</w:t>
      </w:r>
      <w:r w:rsidR="00D97F73" w:rsidRPr="00894F29">
        <w:rPr>
          <w:lang w:val="sk"/>
        </w:rPr>
        <w:t xml:space="preserve"> vyrovnanie.</w:t>
      </w:r>
    </w:p>
    <w:p w14:paraId="60940CD6" w14:textId="77777777" w:rsidR="00F1459B" w:rsidRPr="007959F2" w:rsidRDefault="00F1459B" w:rsidP="00F1459B">
      <w:pPr>
        <w:rPr>
          <w:lang w:val="en-US"/>
        </w:rPr>
      </w:pPr>
    </w:p>
    <w:p w14:paraId="2ABD5512" w14:textId="380CB69B" w:rsidR="009C3A3C" w:rsidRDefault="00410C75" w:rsidP="009C3A3C">
      <w:pPr>
        <w:pStyle w:val="eTask"/>
      </w:pPr>
      <w:r w:rsidRPr="007959F2">
        <w:rPr>
          <w:lang w:val="sk"/>
        </w:rPr>
        <w:lastRenderedPageBreak/>
        <w:t>Vyberte správne štítky zo zoznamu a zapíšte ich do obrázka, aby ste</w:t>
      </w:r>
      <w:r w:rsidRPr="0054774C">
        <w:rPr>
          <w:lang w:val="sk"/>
        </w:rPr>
        <w:t xml:space="preserve"> opísali rozhrania inteligentného merača</w:t>
      </w:r>
    </w:p>
    <w:p w14:paraId="464D00B1" w14:textId="2AE2ECDB" w:rsidR="0040109C" w:rsidRDefault="0040109C" w:rsidP="0040109C">
      <w:pPr>
        <w:pStyle w:val="eTask"/>
        <w:numPr>
          <w:ilvl w:val="0"/>
          <w:numId w:val="0"/>
        </w:numPr>
        <w:ind w:left="720" w:hanging="360"/>
      </w:pPr>
    </w:p>
    <w:p w14:paraId="29C9A74B" w14:textId="017BAC00" w:rsidR="0040109C" w:rsidRPr="007959F2" w:rsidRDefault="000D589E" w:rsidP="00562031">
      <w:pPr>
        <w:pStyle w:val="eTask"/>
        <w:numPr>
          <w:ilvl w:val="0"/>
          <w:numId w:val="0"/>
        </w:numPr>
        <w:ind w:left="426" w:hanging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9ED2C" wp14:editId="4957FF39">
                <wp:simplePos x="0" y="0"/>
                <wp:positionH relativeFrom="column">
                  <wp:posOffset>4204942</wp:posOffset>
                </wp:positionH>
                <wp:positionV relativeFrom="paragraph">
                  <wp:posOffset>902142</wp:posOffset>
                </wp:positionV>
                <wp:extent cx="1963420" cy="291879"/>
                <wp:effectExtent l="0" t="0" r="5080" b="63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2918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B18B5" w14:textId="77777777" w:rsidR="00533775" w:rsidRPr="007B5AE7" w:rsidRDefault="00533775" w:rsidP="0053377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B5AE7">
                              <w:rPr>
                                <w:sz w:val="22"/>
                                <w:szCs w:val="22"/>
                                <w:lang w:val="sk"/>
                              </w:rPr>
                              <w:t>V spotrebiteľských priestoroch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9ED2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31.1pt;margin-top:71.05pt;width:154.6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" fillcolor="white [3212]" stroked="f" strokeweight=".5pt">
                <v:textbox>
                  <w:txbxContent>
                    <w:p w14:paraId="057B18B5" w14:textId="77777777" w:rsidR="00533775" w:rsidRPr="007B5AE7" w:rsidRDefault="00533775" w:rsidP="00533775">
                      <w:pPr>
                        <w:rPr>
                          <w:sz w:val="22"/>
                          <w:szCs w:val="22"/>
                        </w:rPr>
                      </w:pPr>
                      <w:r w:rsidRPr="007B5AE7">
                        <w:rPr>
                          <w:sz w:val="22"/>
                          <w:szCs w:val="22"/>
                          <w:lang w:val="sk"/>
                        </w:rPr>
                        <w:t>V spotrebiteľských priestoroch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B8AE2" wp14:editId="00823673">
                <wp:simplePos x="0" y="0"/>
                <wp:positionH relativeFrom="column">
                  <wp:posOffset>4204583</wp:posOffset>
                </wp:positionH>
                <wp:positionV relativeFrom="paragraph">
                  <wp:posOffset>1307189</wp:posOffset>
                </wp:positionV>
                <wp:extent cx="2258171" cy="276225"/>
                <wp:effectExtent l="0" t="0" r="2540" b="31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171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D5C17" w14:textId="77777777" w:rsidR="000D589E" w:rsidRPr="007B5AE7" w:rsidRDefault="000D589E" w:rsidP="000D589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B5AE7">
                              <w:rPr>
                                <w:sz w:val="22"/>
                                <w:szCs w:val="22"/>
                                <w:lang w:val="sk"/>
                              </w:rPr>
                              <w:t>Mimo spotrebiteľských priestorov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B8AE2" id="Textové pole 15" o:spid="_x0000_s1027" type="#_x0000_t202" style="position:absolute;left:0;text-align:left;margin-left:331.05pt;margin-top:102.95pt;width:177.8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" fillcolor="white [3212]" stroked="f" strokeweight=".5pt">
                <v:textbox>
                  <w:txbxContent>
                    <w:p w14:paraId="794D5C17" w14:textId="77777777" w:rsidR="000D589E" w:rsidRPr="007B5AE7" w:rsidRDefault="000D589E" w:rsidP="000D589E">
                      <w:pPr>
                        <w:rPr>
                          <w:sz w:val="22"/>
                          <w:szCs w:val="22"/>
                        </w:rPr>
                      </w:pPr>
                      <w:r w:rsidRPr="007B5AE7">
                        <w:rPr>
                          <w:sz w:val="22"/>
                          <w:szCs w:val="22"/>
                          <w:lang w:val="sk"/>
                        </w:rPr>
                        <w:t>Mimo spotrebiteľských priestorov</w:t>
                      </w:r>
                    </w:p>
                  </w:txbxContent>
                </v:textbox>
              </v:shape>
            </w:pict>
          </mc:Fallback>
        </mc:AlternateContent>
      </w:r>
      <w:r w:rsidR="0040109C">
        <w:rPr>
          <w:noProof/>
          <w:lang w:eastAsia="en-US"/>
        </w:rPr>
        <w:drawing>
          <wp:inline distT="0" distB="0" distL="0" distR="0" wp14:anchorId="00AAA8D6" wp14:editId="2A68309B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7959F2" w:rsidRDefault="00683A34" w:rsidP="00683A34">
      <w:pPr>
        <w:jc w:val="center"/>
        <w:rPr>
          <w:lang w:val="en-US"/>
        </w:rPr>
      </w:pPr>
    </w:p>
    <w:p w14:paraId="7CF8362E" w14:textId="0FB617AE" w:rsidR="009C3A3C" w:rsidRDefault="00BC3AB1" w:rsidP="00683A34">
      <w:pPr>
        <w:rPr>
          <w:lang w:val="en-US"/>
        </w:rPr>
      </w:pPr>
      <w:r w:rsidRPr="007959F2">
        <w:rPr>
          <w:lang w:val="sk"/>
        </w:rPr>
        <w:t>Možnost</w:t>
      </w:r>
      <w:r>
        <w:rPr>
          <w:lang w:val="sk"/>
        </w:rPr>
        <w:t>i</w:t>
      </w:r>
      <w:r w:rsidRPr="007959F2">
        <w:rPr>
          <w:lang w:val="sk"/>
        </w:rPr>
        <w:t>:</w:t>
      </w:r>
      <w:r w:rsidRPr="007959F2">
        <w:rPr>
          <w:lang w:val="en-US"/>
        </w:rPr>
        <w:t xml:space="preserve"> </w:t>
      </w:r>
      <w:r>
        <w:rPr>
          <w:lang w:val="sk"/>
        </w:rPr>
        <w:t>Inteligentný elektromer</w:t>
      </w:r>
      <w:r w:rsidRPr="007959F2">
        <w:rPr>
          <w:lang w:val="en-US"/>
        </w:rPr>
        <w:t xml:space="preserve">, </w:t>
      </w:r>
      <w:r>
        <w:rPr>
          <w:lang w:val="sk"/>
        </w:rPr>
        <w:t>Domáca automatizácia</w:t>
      </w:r>
      <w:r w:rsidRPr="007959F2">
        <w:rPr>
          <w:lang w:val="en-US"/>
        </w:rPr>
        <w:t xml:space="preserve">, </w:t>
      </w:r>
      <w:r>
        <w:rPr>
          <w:lang w:val="en-US"/>
        </w:rPr>
        <w:t xml:space="preserve">AMI </w:t>
      </w:r>
      <w:proofErr w:type="spellStart"/>
      <w:r>
        <w:rPr>
          <w:lang w:val="en-US"/>
        </w:rPr>
        <w:t>HeadEnd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Systém</w:t>
      </w:r>
      <w:proofErr w:type="spellEnd"/>
      <w:r w:rsidRPr="007959F2">
        <w:rPr>
          <w:lang w:val="en-US"/>
        </w:rPr>
        <w:t xml:space="preserve">, </w:t>
      </w:r>
      <w:proofErr w:type="spellStart"/>
      <w:r>
        <w:rPr>
          <w:lang w:val="en-US"/>
        </w:rPr>
        <w:t>NNAP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LNAP</w:t>
      </w:r>
      <w:proofErr w:type="spellEnd"/>
      <w:r w:rsidRPr="007959F2">
        <w:rPr>
          <w:lang w:val="en-US"/>
        </w:rPr>
        <w:t xml:space="preserve">, </w:t>
      </w:r>
      <w:r>
        <w:rPr>
          <w:lang w:val="sk"/>
        </w:rPr>
        <w:t>Externý displej</w:t>
      </w:r>
      <w:r w:rsidRPr="007959F2">
        <w:rPr>
          <w:lang w:val="en-US"/>
        </w:rPr>
        <w:t>,</w:t>
      </w:r>
    </w:p>
    <w:p w14:paraId="270B2D0E" w14:textId="77777777" w:rsidR="00D22159" w:rsidRDefault="00D22159" w:rsidP="00683A34">
      <w:pPr>
        <w:rPr>
          <w:lang w:val="en-US"/>
        </w:rPr>
      </w:pPr>
    </w:p>
    <w:p w14:paraId="6632F5AE" w14:textId="77777777" w:rsidR="00D22420" w:rsidRPr="007959F2" w:rsidRDefault="00D22420" w:rsidP="00D22420">
      <w:pPr>
        <w:pStyle w:val="eTask"/>
        <w:numPr>
          <w:ilvl w:val="0"/>
          <w:numId w:val="0"/>
        </w:numPr>
        <w:ind w:left="720"/>
      </w:pPr>
    </w:p>
    <w:p w14:paraId="59436E02" w14:textId="007395D4" w:rsidR="00063674" w:rsidRPr="007959F2" w:rsidRDefault="00E302E5" w:rsidP="009C3A3C">
      <w:pPr>
        <w:pStyle w:val="eTask"/>
      </w:pPr>
      <w:r w:rsidRPr="007959F2">
        <w:rPr>
          <w:lang w:val="sk"/>
        </w:rPr>
        <w:t>Priraďte skupinu požiadaviek z ľavého stĺpca k príslušným popisom vpravo.</w:t>
      </w:r>
    </w:p>
    <w:p w14:paraId="0AE020C4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7959F2" w14:paraId="129914BE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55B11B" w14:textId="3B3A9B3D" w:rsidR="006D6A7E" w:rsidRPr="00011C05" w:rsidRDefault="00F0699B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662EC1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662EC1">
              <w:rPr>
                <w:lang w:val="sk"/>
              </w:rPr>
              <w:t>nteligentné meranie pre obsluhu merania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A1D7ED3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39DCA" w14:textId="3FB4904B" w:rsidR="006D6A7E" w:rsidRPr="00011C05" w:rsidRDefault="005A495C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A23398">
              <w:rPr>
                <w:lang w:val="sk"/>
              </w:rPr>
              <w:t>Poskytovanie údajov priamo spotrebiteľovi a/alebo akejkoľvek tretej strane</w:t>
            </w:r>
          </w:p>
        </w:tc>
      </w:tr>
      <w:tr w:rsidR="00AD21CD" w:rsidRPr="007959F2" w14:paraId="2ED2584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</w:tr>
      <w:tr w:rsidR="00AD21CD" w:rsidRPr="007959F2" w14:paraId="5DC024E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1A19" w14:textId="467E6DA2" w:rsidR="006D6A7E" w:rsidRPr="00011C05" w:rsidRDefault="007E6D1F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042C95">
              <w:rPr>
                <w:lang w:val="sk"/>
              </w:rPr>
              <w:t>nteligentné meranie pre zákazníka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589760A8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4C4D5" w14:textId="4A010A22" w:rsidR="006D6A7E" w:rsidRPr="007959F2" w:rsidRDefault="00343DA2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22159">
              <w:rPr>
                <w:lang w:val="sk"/>
              </w:rPr>
              <w:t>Prevencia a odhaľovanie podvodov</w:t>
            </w:r>
          </w:p>
        </w:tc>
      </w:tr>
      <w:tr w:rsidR="00AD21CD" w:rsidRPr="007959F2" w14:paraId="093765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5C346E9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B0B" w14:textId="7EDD67CF" w:rsidR="006D6A7E" w:rsidRPr="00011C05" w:rsidRDefault="0076728A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D57DEB">
              <w:rPr>
                <w:lang w:val="sk"/>
              </w:rPr>
              <w:t>nteligentné mera</w:t>
            </w:r>
            <w:r>
              <w:rPr>
                <w:lang w:val="sk"/>
              </w:rPr>
              <w:t>n</w:t>
            </w:r>
            <w:r w:rsidRPr="00D57DEB">
              <w:rPr>
                <w:lang w:val="sk"/>
              </w:rPr>
              <w:t>ie</w:t>
            </w:r>
            <w:r>
              <w:rPr>
                <w:lang w:val="sk"/>
              </w:rPr>
              <w:t xml:space="preserve"> pre</w:t>
            </w:r>
            <w:r w:rsidRPr="00D57DEB">
              <w:rPr>
                <w:lang w:val="sk"/>
              </w:rPr>
              <w:t xml:space="preserve"> bezpečnosť a ochranu údajov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4263FE8C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4357A" w14:textId="566289E9" w:rsidR="006D6A7E" w:rsidRPr="00011C05" w:rsidRDefault="00C9542F" w:rsidP="00F1459B">
            <w:pPr>
              <w:pStyle w:val="eCheckBoxText"/>
              <w:ind w:left="0" w:firstLine="0"/>
              <w:contextualSpacing/>
              <w:jc w:val="center"/>
            </w:pPr>
            <w:r w:rsidRPr="001446E3">
              <w:rPr>
                <w:lang w:val="sk"/>
              </w:rPr>
              <w:t>Zabezpeč</w:t>
            </w:r>
            <w:r>
              <w:rPr>
                <w:lang w:val="sk"/>
              </w:rPr>
              <w:t>enie</w:t>
            </w:r>
            <w:r w:rsidRPr="001446E3">
              <w:rPr>
                <w:lang w:val="sk"/>
              </w:rPr>
              <w:t xml:space="preserve"> obojsmern</w:t>
            </w:r>
            <w:r>
              <w:rPr>
                <w:lang w:val="sk"/>
              </w:rPr>
              <w:t>ej</w:t>
            </w:r>
            <w:r w:rsidRPr="001446E3">
              <w:rPr>
                <w:lang w:val="sk"/>
              </w:rPr>
              <w:t xml:space="preserve"> komunikáci</w:t>
            </w:r>
            <w:r>
              <w:rPr>
                <w:lang w:val="sk"/>
              </w:rPr>
              <w:t>e</w:t>
            </w:r>
            <w:r w:rsidRPr="001446E3">
              <w:rPr>
                <w:lang w:val="sk"/>
              </w:rPr>
              <w:t xml:space="preserve"> pre údržbu a kontrolu</w:t>
            </w:r>
          </w:p>
        </w:tc>
      </w:tr>
      <w:tr w:rsidR="006D6A7E" w:rsidRPr="007959F2" w14:paraId="42BF79A1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7959F2" w14:paraId="7F762C4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A9DAA6" w14:textId="5BAC408A" w:rsidR="006D6A7E" w:rsidRPr="00011C05" w:rsidRDefault="00BE5DF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lang w:val="sk"/>
              </w:rPr>
              <w:t>P</w:t>
            </w:r>
            <w:r w:rsidRPr="00042C95">
              <w:rPr>
                <w:lang w:val="sk"/>
              </w:rPr>
              <w:t xml:space="preserve">ožiadavky na </w:t>
            </w:r>
            <w:r>
              <w:rPr>
                <w:lang w:val="sk"/>
              </w:rPr>
              <w:t>i</w:t>
            </w:r>
            <w:r w:rsidRPr="00384188">
              <w:rPr>
                <w:lang w:val="sk"/>
              </w:rPr>
              <w:t>nteligentné mera</w:t>
            </w:r>
            <w:r>
              <w:rPr>
                <w:lang w:val="sk"/>
              </w:rPr>
              <w:t>nie</w:t>
            </w:r>
            <w:r w:rsidRPr="00384188">
              <w:rPr>
                <w:lang w:val="sk"/>
              </w:rPr>
              <w:t xml:space="preserve"> </w:t>
            </w:r>
            <w:r>
              <w:rPr>
                <w:lang w:val="sk"/>
              </w:rPr>
              <w:t>na</w:t>
            </w:r>
            <w:r w:rsidRPr="00384188">
              <w:rPr>
                <w:lang w:val="sk"/>
              </w:rPr>
              <w:t xml:space="preserve"> komerčné aspekty dodávok energie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112921D2" w:rsidR="006D6A7E" w:rsidRPr="00011C0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6E105B" w14:textId="70822816" w:rsidR="006D6A7E" w:rsidRPr="00011C05" w:rsidRDefault="00CD22D3" w:rsidP="008D117E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BC022B">
              <w:rPr>
                <w:lang w:val="sk"/>
              </w:rPr>
              <w:t>Diaľkové ovládanie zapnutia/vypnutia a/</w:t>
            </w:r>
            <w:r>
              <w:rPr>
                <w:lang w:val="sk"/>
              </w:rPr>
              <w:t>alebo</w:t>
            </w:r>
            <w:r w:rsidRPr="00BC022B">
              <w:rPr>
                <w:lang w:val="sk"/>
              </w:rPr>
              <w:t xml:space="preserve"> obmedzeni</w:t>
            </w:r>
            <w:r>
              <w:rPr>
                <w:lang w:val="sk"/>
              </w:rPr>
              <w:t>e</w:t>
            </w:r>
            <w:r w:rsidRPr="00BC022B">
              <w:rPr>
                <w:lang w:val="sk"/>
              </w:rPr>
              <w:t xml:space="preserve"> napájania</w:t>
            </w:r>
          </w:p>
        </w:tc>
      </w:tr>
    </w:tbl>
    <w:p w14:paraId="738E7D7B" w14:textId="77777777" w:rsidR="00A21409" w:rsidRPr="00011C05" w:rsidRDefault="00A21409" w:rsidP="004A7E5F">
      <w:pPr>
        <w:pStyle w:val="eLineBottom"/>
        <w:ind w:left="154"/>
        <w:rPr>
          <w:lang w:val="de-DE"/>
        </w:rPr>
      </w:pPr>
    </w:p>
    <w:bookmarkEnd w:id="0"/>
    <w:p w14:paraId="0D815693" w14:textId="77777777" w:rsidR="00475697" w:rsidRPr="00011C05" w:rsidRDefault="00475697" w:rsidP="004A7E5F">
      <w:pPr>
        <w:pStyle w:val="eLineBottom"/>
        <w:ind w:left="154"/>
        <w:rPr>
          <w:lang w:val="de-DE"/>
        </w:rPr>
      </w:pPr>
    </w:p>
    <w:sectPr w:rsidR="00475697" w:rsidRPr="00011C05" w:rsidSect="002B41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0676F" w14:textId="77777777" w:rsidR="008A3531" w:rsidRDefault="008A3531" w:rsidP="00861A1A">
      <w:r>
        <w:separator/>
      </w:r>
    </w:p>
  </w:endnote>
  <w:endnote w:type="continuationSeparator" w:id="0">
    <w:p w14:paraId="4957E9ED" w14:textId="77777777" w:rsidR="008A3531" w:rsidRDefault="008A3531" w:rsidP="00861A1A">
      <w:r>
        <w:continuationSeparator/>
      </w:r>
    </w:p>
  </w:endnote>
  <w:endnote w:type="continuationNotice" w:id="1">
    <w:p w14:paraId="7DFD3E75" w14:textId="77777777" w:rsidR="008A3531" w:rsidRDefault="008A3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7CD30" w14:textId="77777777" w:rsidR="00695000" w:rsidRDefault="00695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FF8732C" w14:textId="77777777" w:rsidR="00695000" w:rsidRPr="00695000" w:rsidRDefault="00695000" w:rsidP="0069500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95000">
            <w:rPr>
              <w:sz w:val="16"/>
              <w:szCs w:val="16"/>
              <w:lang w:val="en-US"/>
            </w:rPr>
            <w:t>Tento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projekt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bol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financovaný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695000">
            <w:rPr>
              <w:sz w:val="16"/>
              <w:szCs w:val="16"/>
              <w:lang w:val="en-US"/>
            </w:rPr>
            <w:t>podporou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Európskej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Komisie</w:t>
          </w:r>
          <w:proofErr w:type="spellEnd"/>
          <w:r w:rsidRPr="00695000">
            <w:rPr>
              <w:sz w:val="16"/>
              <w:szCs w:val="16"/>
              <w:lang w:val="en-US"/>
            </w:rPr>
            <w:t>.</w:t>
          </w:r>
        </w:p>
        <w:p w14:paraId="16405122" w14:textId="49671276" w:rsidR="00BF5E09" w:rsidRPr="004A7E5F" w:rsidRDefault="00695000" w:rsidP="0069500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95000">
            <w:rPr>
              <w:sz w:val="16"/>
              <w:szCs w:val="16"/>
              <w:lang w:val="en-US"/>
            </w:rPr>
            <w:t>Táto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publikácia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95000">
            <w:rPr>
              <w:sz w:val="16"/>
              <w:szCs w:val="16"/>
              <w:lang w:val="en-US"/>
            </w:rPr>
            <w:t>dokument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95000">
            <w:rPr>
              <w:sz w:val="16"/>
              <w:szCs w:val="16"/>
              <w:lang w:val="en-US"/>
            </w:rPr>
            <w:t>reprezentuje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výlučne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názor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autora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95000">
            <w:rPr>
              <w:sz w:val="16"/>
              <w:szCs w:val="16"/>
              <w:lang w:val="en-US"/>
            </w:rPr>
            <w:t>Komisia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nezodpovedá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za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akékoľvek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použitie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informácií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obsiahnutých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695000">
            <w:rPr>
              <w:sz w:val="16"/>
              <w:szCs w:val="16"/>
              <w:lang w:val="en-US"/>
            </w:rPr>
            <w:t>tejto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5000">
            <w:rPr>
              <w:sz w:val="16"/>
              <w:szCs w:val="16"/>
              <w:lang w:val="en-US"/>
            </w:rPr>
            <w:t>publikácii</w:t>
          </w:r>
          <w:proofErr w:type="spellEnd"/>
          <w:r w:rsidRPr="0069500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95000">
            <w:rPr>
              <w:sz w:val="16"/>
              <w:szCs w:val="16"/>
              <w:lang w:val="en-US"/>
            </w:rPr>
            <w:t>dokumente</w:t>
          </w:r>
          <w:proofErr w:type="spellEnd"/>
          <w:r w:rsidRPr="00695000">
            <w:rPr>
              <w:sz w:val="16"/>
              <w:szCs w:val="16"/>
              <w:lang w:val="en-US"/>
            </w:rPr>
            <w:t>).</w:t>
          </w:r>
          <w:bookmarkStart w:id="1" w:name="_GoBack"/>
          <w:bookmarkEnd w:id="1"/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5EE38" w14:textId="77777777" w:rsidR="00695000" w:rsidRDefault="0069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71B16" w14:textId="77777777" w:rsidR="008A3531" w:rsidRDefault="008A3531" w:rsidP="00861A1A">
      <w:r>
        <w:separator/>
      </w:r>
    </w:p>
  </w:footnote>
  <w:footnote w:type="continuationSeparator" w:id="0">
    <w:p w14:paraId="21FA684C" w14:textId="77777777" w:rsidR="008A3531" w:rsidRDefault="008A3531" w:rsidP="00861A1A">
      <w:r>
        <w:continuationSeparator/>
      </w:r>
    </w:p>
  </w:footnote>
  <w:footnote w:type="continuationNotice" w:id="1">
    <w:p w14:paraId="2AA3E068" w14:textId="77777777" w:rsidR="008A3531" w:rsidRDefault="008A353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AC2C3" w14:textId="77777777" w:rsidR="00695000" w:rsidRDefault="00695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6D63560C" w:rsidR="00861A1A" w:rsidRPr="00011C05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 w:cs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166D5" w:rsidRPr="00011C05">
      <w:rPr>
        <w:rFonts w:ascii="Calibri" w:hAnsi="Calibri" w:cs="Calibri"/>
        <w:b/>
        <w:smallCaps/>
        <w:noProof/>
        <w:lang w:val="sk"/>
      </w:rPr>
      <w:t>PRACOVN</w:t>
    </w:r>
    <w:r w:rsidR="008166D5" w:rsidRPr="00011C05">
      <w:rPr>
        <w:rFonts w:ascii="Calibri" w:hAnsi="Calibri" w:cs="Calibri"/>
        <w:b/>
        <w:smallCaps/>
        <w:noProof/>
        <w:lang w:val="sk-SK"/>
      </w:rPr>
      <w:t>Ý</w:t>
    </w:r>
    <w:r w:rsidR="008166D5" w:rsidRPr="00011C05">
      <w:rPr>
        <w:rFonts w:ascii="Calibri" w:hAnsi="Calibri" w:cs="Calibri"/>
        <w:b/>
        <w:smallCaps/>
        <w:noProof/>
        <w:lang w:val="sk"/>
      </w:rPr>
      <w:t xml:space="preserve"> HÁROK</w:t>
    </w:r>
  </w:p>
  <w:p w14:paraId="2E11E0AC" w14:textId="7C603015" w:rsidR="00C148FD" w:rsidRPr="00C148FD" w:rsidRDefault="004A694C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B1F53">
      <w:rPr>
        <w:rFonts w:ascii="Calibri" w:hAnsi="Calibri"/>
        <w:smallCaps/>
        <w:noProof/>
        <w:sz w:val="20"/>
        <w:szCs w:val="20"/>
        <w:lang w:val="en-US"/>
      </w:rPr>
      <w:t>Inteligentná energia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EFA89" w14:textId="77777777" w:rsidR="00695000" w:rsidRDefault="00695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1C05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0D589E"/>
    <w:rsid w:val="001301D8"/>
    <w:rsid w:val="00130BFC"/>
    <w:rsid w:val="00131BB0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874"/>
    <w:rsid w:val="00191C38"/>
    <w:rsid w:val="001922A0"/>
    <w:rsid w:val="00195A08"/>
    <w:rsid w:val="001B057D"/>
    <w:rsid w:val="001B7A11"/>
    <w:rsid w:val="001D00A1"/>
    <w:rsid w:val="001D5DA7"/>
    <w:rsid w:val="001F6290"/>
    <w:rsid w:val="00206CC3"/>
    <w:rsid w:val="00210748"/>
    <w:rsid w:val="00212072"/>
    <w:rsid w:val="00213F2C"/>
    <w:rsid w:val="00222EE8"/>
    <w:rsid w:val="00223478"/>
    <w:rsid w:val="00225015"/>
    <w:rsid w:val="002252B6"/>
    <w:rsid w:val="002373F1"/>
    <w:rsid w:val="002462A0"/>
    <w:rsid w:val="00246AFA"/>
    <w:rsid w:val="0024782E"/>
    <w:rsid w:val="00252427"/>
    <w:rsid w:val="00272012"/>
    <w:rsid w:val="002744DF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3DA2"/>
    <w:rsid w:val="00347E4D"/>
    <w:rsid w:val="00351AF3"/>
    <w:rsid w:val="00357696"/>
    <w:rsid w:val="00362F76"/>
    <w:rsid w:val="00384188"/>
    <w:rsid w:val="0039238A"/>
    <w:rsid w:val="003A166D"/>
    <w:rsid w:val="003B0717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0C75"/>
    <w:rsid w:val="00413503"/>
    <w:rsid w:val="00417ED2"/>
    <w:rsid w:val="00435704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694C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33775"/>
    <w:rsid w:val="0054774C"/>
    <w:rsid w:val="005556BA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A495C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A34"/>
    <w:rsid w:val="00685008"/>
    <w:rsid w:val="00685157"/>
    <w:rsid w:val="00690FB1"/>
    <w:rsid w:val="00695000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25370"/>
    <w:rsid w:val="0073574D"/>
    <w:rsid w:val="00742A76"/>
    <w:rsid w:val="007460F9"/>
    <w:rsid w:val="007606BA"/>
    <w:rsid w:val="0076728A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7E6D1F"/>
    <w:rsid w:val="0080104C"/>
    <w:rsid w:val="00802398"/>
    <w:rsid w:val="00802588"/>
    <w:rsid w:val="008064C1"/>
    <w:rsid w:val="00813612"/>
    <w:rsid w:val="0081479C"/>
    <w:rsid w:val="008166D5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2D19"/>
    <w:rsid w:val="008836CE"/>
    <w:rsid w:val="00887D8F"/>
    <w:rsid w:val="00891FF5"/>
    <w:rsid w:val="00893E89"/>
    <w:rsid w:val="00894F29"/>
    <w:rsid w:val="008A1628"/>
    <w:rsid w:val="008A3531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337C5"/>
    <w:rsid w:val="009367EF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3151A"/>
    <w:rsid w:val="00B36E64"/>
    <w:rsid w:val="00B37307"/>
    <w:rsid w:val="00B5145B"/>
    <w:rsid w:val="00B6140E"/>
    <w:rsid w:val="00B619D5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3AB1"/>
    <w:rsid w:val="00BC732E"/>
    <w:rsid w:val="00BC7F42"/>
    <w:rsid w:val="00BD3D30"/>
    <w:rsid w:val="00BD50AA"/>
    <w:rsid w:val="00BD7612"/>
    <w:rsid w:val="00BE5DFE"/>
    <w:rsid w:val="00BE5E4F"/>
    <w:rsid w:val="00BE6648"/>
    <w:rsid w:val="00BF590A"/>
    <w:rsid w:val="00BF5E09"/>
    <w:rsid w:val="00BF6970"/>
    <w:rsid w:val="00C02599"/>
    <w:rsid w:val="00C05EDB"/>
    <w:rsid w:val="00C148FD"/>
    <w:rsid w:val="00C2393A"/>
    <w:rsid w:val="00C24A52"/>
    <w:rsid w:val="00C428AD"/>
    <w:rsid w:val="00C44701"/>
    <w:rsid w:val="00C455F4"/>
    <w:rsid w:val="00C55039"/>
    <w:rsid w:val="00C5580D"/>
    <w:rsid w:val="00C57915"/>
    <w:rsid w:val="00C7264E"/>
    <w:rsid w:val="00C767C9"/>
    <w:rsid w:val="00C878F0"/>
    <w:rsid w:val="00C9286D"/>
    <w:rsid w:val="00C9542F"/>
    <w:rsid w:val="00CA51B5"/>
    <w:rsid w:val="00CB2945"/>
    <w:rsid w:val="00CB3199"/>
    <w:rsid w:val="00CC2293"/>
    <w:rsid w:val="00CC266E"/>
    <w:rsid w:val="00CC3585"/>
    <w:rsid w:val="00CD22D3"/>
    <w:rsid w:val="00CD4398"/>
    <w:rsid w:val="00CD6FC8"/>
    <w:rsid w:val="00CD79FC"/>
    <w:rsid w:val="00CD7ECC"/>
    <w:rsid w:val="00CE09BA"/>
    <w:rsid w:val="00CF4D3E"/>
    <w:rsid w:val="00CF4DFA"/>
    <w:rsid w:val="00D060B3"/>
    <w:rsid w:val="00D06992"/>
    <w:rsid w:val="00D20A5C"/>
    <w:rsid w:val="00D22159"/>
    <w:rsid w:val="00D22420"/>
    <w:rsid w:val="00D2650E"/>
    <w:rsid w:val="00D33524"/>
    <w:rsid w:val="00D35581"/>
    <w:rsid w:val="00D53B78"/>
    <w:rsid w:val="00D55CE0"/>
    <w:rsid w:val="00D573B0"/>
    <w:rsid w:val="00D57DEB"/>
    <w:rsid w:val="00D6535B"/>
    <w:rsid w:val="00D674FB"/>
    <w:rsid w:val="00D71B81"/>
    <w:rsid w:val="00D773FA"/>
    <w:rsid w:val="00D97F73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AD5"/>
    <w:rsid w:val="00E14EEB"/>
    <w:rsid w:val="00E2272B"/>
    <w:rsid w:val="00E25BCD"/>
    <w:rsid w:val="00E302E5"/>
    <w:rsid w:val="00E352FF"/>
    <w:rsid w:val="00E41087"/>
    <w:rsid w:val="00E516D7"/>
    <w:rsid w:val="00E5359D"/>
    <w:rsid w:val="00E54A46"/>
    <w:rsid w:val="00E54F22"/>
    <w:rsid w:val="00E6126B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77B0"/>
    <w:rsid w:val="00ED2956"/>
    <w:rsid w:val="00EE3197"/>
    <w:rsid w:val="00EF2951"/>
    <w:rsid w:val="00F01181"/>
    <w:rsid w:val="00F034B9"/>
    <w:rsid w:val="00F03DBA"/>
    <w:rsid w:val="00F04ACB"/>
    <w:rsid w:val="00F0699B"/>
    <w:rsid w:val="00F07FD5"/>
    <w:rsid w:val="00F12E44"/>
    <w:rsid w:val="00F1459B"/>
    <w:rsid w:val="00F168D6"/>
    <w:rsid w:val="00F24638"/>
    <w:rsid w:val="00F248A4"/>
    <w:rsid w:val="00F40215"/>
    <w:rsid w:val="00F4532B"/>
    <w:rsid w:val="00F46B18"/>
    <w:rsid w:val="00F5217A"/>
    <w:rsid w:val="00F748A6"/>
    <w:rsid w:val="00F77F21"/>
    <w:rsid w:val="00F82C59"/>
    <w:rsid w:val="00F871C6"/>
    <w:rsid w:val="00F8749B"/>
    <w:rsid w:val="00F937F2"/>
    <w:rsid w:val="00FA2883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AB877F8-0CCB-BD42-807B-77E614B7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4F7F556C4DF4FA3B30C6313B7DDDC" ma:contentTypeVersion="13" ma:contentTypeDescription="Create a new document." ma:contentTypeScope="" ma:versionID="01ed4bf269cc755f9f9424ff9fee71b6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83d34bd1cace9f6e04ee14025a1cd3d3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4EC63-D81F-43B0-8815-6B6B4D7B9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7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6</cp:revision>
  <cp:lastPrinted>2013-05-24T23:00:00Z</cp:lastPrinted>
  <dcterms:created xsi:type="dcterms:W3CDTF">2022-07-14T12:49:00Z</dcterms:created>
  <dcterms:modified xsi:type="dcterms:W3CDTF">2023-01-26T13:15:00Z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