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622A01" w:rsidP="009F2566">
      <w:pPr>
        <w:pStyle w:val="eTask"/>
      </w:pPr>
      <w:r>
        <w:rPr>
          <w:rStyle w:val="tlid-translation"/>
        </w:rPr>
        <w:t>Přiřaďte pojmy z levého sloupce příslušným definicím vpravo</w:t>
      </w:r>
      <w:r w:rsidR="00563AEB" w:rsidRPr="00563AEB">
        <w:t xml:space="preserve">. </w:t>
      </w:r>
    </w:p>
    <w:p w:rsidR="00563AEB" w:rsidRDefault="00563AEB" w:rsidP="009F2566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48"/>
        <w:gridCol w:w="2195"/>
        <w:gridCol w:w="3435"/>
      </w:tblGrid>
      <w:tr w:rsidR="009F2566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622A01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Je rozšíření datového formátu RS-274-D.</w:t>
            </w:r>
          </w:p>
        </w:tc>
      </w:tr>
      <w:tr w:rsidR="00B745BB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622A01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BF38AF">
              <w:rPr>
                <w:b w:val="0"/>
                <w:lang w:val="cs-CZ"/>
              </w:rPr>
              <w:t>Vodivý povlak na povrchu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622A01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Poskytuje základnu pro vytváření obrazců obvodu.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622A01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 xml:space="preserve">Prokovy nebo </w:t>
            </w:r>
            <w:r w:rsidR="009F2566" w:rsidRPr="009F2566">
              <w:rPr>
                <w:b w:val="0"/>
                <w:lang w:val="en-GB"/>
              </w:rPr>
              <w:t>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622A01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622A01">
              <w:rPr>
                <w:b w:val="0"/>
                <w:lang w:val="en-GB"/>
              </w:rPr>
              <w:t>Je elektrický spoj mezi vrstvami desky plošných spojů, který prochází rovinou jedné nebo více sousedních vrstev.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622A01" w:rsidRPr="00BF38AF" w:rsidRDefault="00622A01" w:rsidP="00622A01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BF38AF">
              <w:rPr>
                <w:b w:val="0"/>
                <w:lang w:val="cs-CZ"/>
              </w:rPr>
              <w:t xml:space="preserve">Zkratka používaná pro </w:t>
            </w:r>
          </w:p>
          <w:p w:rsidR="009F2566" w:rsidRPr="009F2566" w:rsidRDefault="00622A01" w:rsidP="00622A0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high density interconnect - vysoká hustota propojení DPS</w:t>
            </w:r>
          </w:p>
        </w:tc>
      </w:tr>
    </w:tbl>
    <w:p w:rsidR="002A152C" w:rsidRPr="00A65E53" w:rsidRDefault="002A152C" w:rsidP="002A152C">
      <w:pPr>
        <w:pStyle w:val="eLineBottom"/>
        <w:rPr>
          <w:lang w:val="en-US"/>
        </w:rPr>
      </w:pPr>
    </w:p>
    <w:p w:rsidR="009F2566" w:rsidRDefault="009F2566" w:rsidP="009F2566">
      <w:pPr>
        <w:pStyle w:val="eTask"/>
        <w:numPr>
          <w:ilvl w:val="0"/>
          <w:numId w:val="0"/>
        </w:numPr>
        <w:ind w:left="284"/>
      </w:pPr>
    </w:p>
    <w:p w:rsidR="001922A0" w:rsidRPr="0018559C" w:rsidRDefault="0018559C" w:rsidP="0018559C">
      <w:pPr>
        <w:pStyle w:val="eTask"/>
        <w:rPr>
          <w:lang w:val="cs-CZ"/>
        </w:rPr>
      </w:pPr>
      <w:r w:rsidRPr="00BF38AF">
        <w:rPr>
          <w:lang w:val="cs-CZ"/>
        </w:rPr>
        <w:t xml:space="preserve">Uveďte tři </w:t>
      </w:r>
      <w:r w:rsidRPr="00BF38AF">
        <w:rPr>
          <w:rStyle w:val="tlid-translation"/>
          <w:lang w:val="cs-CZ"/>
        </w:rPr>
        <w:t>základní charakteristiky desek plošných spojů s vysokou hustotou propojení</w:t>
      </w:r>
    </w:p>
    <w:p w:rsidR="001922A0" w:rsidRPr="00A65E53" w:rsidRDefault="001922A0" w:rsidP="009F2566">
      <w:pPr>
        <w:pStyle w:val="eTask"/>
        <w:numPr>
          <w:ilvl w:val="0"/>
          <w:numId w:val="0"/>
        </w:numPr>
        <w:ind w:left="284"/>
      </w:pPr>
    </w:p>
    <w:p w:rsidR="00EB6B74" w:rsidRPr="00695314" w:rsidRDefault="00EB6B74" w:rsidP="00C148FD">
      <w:pPr>
        <w:rPr>
          <w:u w:val="single"/>
        </w:rPr>
      </w:pPr>
      <w:r w:rsidRPr="00C92DC7">
        <w:t>1</w:t>
      </w:r>
      <w:r>
        <w:t>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EB6B74" w:rsidRPr="00C92DC7" w:rsidRDefault="00EB6B74" w:rsidP="00FB201E"/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F01181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C148FD" w:rsidRDefault="00C148FD" w:rsidP="00C148FD">
      <w:pPr>
        <w:pStyle w:val="eLineBottom"/>
        <w:rPr>
          <w:lang w:val="en-US"/>
        </w:rPr>
      </w:pPr>
    </w:p>
    <w:p w:rsidR="002A152C" w:rsidRPr="00A65E53" w:rsidRDefault="002A152C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B95EE5" w:rsidP="009F2566">
      <w:pPr>
        <w:pStyle w:val="eTask"/>
      </w:pPr>
      <w:r w:rsidRPr="00BF38AF">
        <w:rPr>
          <w:rStyle w:val="tlid-translation"/>
          <w:lang w:val="cs-CZ"/>
        </w:rPr>
        <w:t>Upravte text tak, aby následující tvrzení byla pravdivá</w:t>
      </w:r>
      <w:r w:rsidR="00B745BB">
        <w:t>.</w:t>
      </w:r>
    </w:p>
    <w:p w:rsidR="00BC1E8F" w:rsidRPr="00B95EE5" w:rsidRDefault="00BC1E8F" w:rsidP="009F2566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B95EE5" w:rsidRPr="00BF38AF" w:rsidRDefault="00B95EE5" w:rsidP="00B95EE5">
      <w:pPr>
        <w:spacing w:line="360" w:lineRule="auto"/>
        <w:jc w:val="both"/>
        <w:rPr>
          <w:rStyle w:val="tlid-translation"/>
        </w:rPr>
      </w:pPr>
      <w:r w:rsidRPr="00B95EE5">
        <w:rPr>
          <w:rStyle w:val="tlid-translation"/>
        </w:rPr>
        <w:t>Napájecí vývody by měly být odděleny od zemnící roviny pomocí</w:t>
      </w:r>
      <w:r w:rsidRPr="00B95EE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indukčnosti</m:t>
                </m:r>
              </m:e>
              <m:e>
                <m:r>
                  <m:rPr>
                    <m:nor/>
                  </m:rPr>
                  <m:t xml:space="preserve">keramických kondenzátorů </m:t>
                </m:r>
              </m:e>
            </m:eqArr>
          </m:e>
        </m:d>
      </m:oMath>
      <w:r w:rsidR="00BC1E8F" w:rsidRPr="00B95EE5">
        <w:t xml:space="preserve">   </w:t>
      </w:r>
      <w:r w:rsidRPr="00BF38AF">
        <w:rPr>
          <w:rStyle w:val="tlid-translation"/>
        </w:rPr>
        <w:t>umístěných co nejblíže k napájecím vývodům integrovaného obvodu.</w:t>
      </w:r>
    </w:p>
    <w:p w:rsidR="00C55039" w:rsidRPr="00B95EE5" w:rsidRDefault="00B95EE5" w:rsidP="009F2566">
      <w:pPr>
        <w:spacing w:line="360" w:lineRule="auto"/>
        <w:jc w:val="both"/>
      </w:pPr>
      <w:r w:rsidRPr="00BF38AF">
        <w:rPr>
          <w:rStyle w:val="tlid-translation"/>
        </w:rPr>
        <w:t>Obecně jsou frekvence vyšší než</w:t>
      </w:r>
      <w:r w:rsidR="00C216B6" w:rsidRPr="00B95EE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1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GHz</m:t>
                </m:r>
              </m:e>
              <m:e>
                <m:r>
                  <m:rPr>
                    <m:nor/>
                  </m:rPr>
                  <m:t>1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MHz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C55039" w:rsidRPr="00B95EE5">
        <w:t xml:space="preserve"> </w:t>
      </w:r>
      <w:r w:rsidRPr="00BF38AF">
        <w:rPr>
          <w:rStyle w:val="tlid-translation"/>
        </w:rPr>
        <w:t>považovány za vysoké frekvence</w:t>
      </w:r>
      <w:r w:rsidR="00C216B6" w:rsidRPr="00B95EE5">
        <w:t>.</w:t>
      </w:r>
    </w:p>
    <w:p w:rsidR="00F01181" w:rsidRPr="00B95EE5" w:rsidRDefault="00B95EE5" w:rsidP="009F2566">
      <w:pPr>
        <w:pStyle w:val="eCheckBoxText"/>
        <w:spacing w:line="360" w:lineRule="auto"/>
        <w:ind w:left="425" w:hanging="425"/>
        <w:jc w:val="both"/>
      </w:pPr>
      <w:r w:rsidRPr="00BF38AF">
        <w:rPr>
          <w:rStyle w:val="tlid-translation"/>
        </w:rPr>
        <w:t>Jednovrstvé desky plošných spojů jsou vyrobeny z jediné vrstvy</w:t>
      </w:r>
      <w:r w:rsidRPr="00BF38AF">
        <w:t xml:space="preserve">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m:t>základního materiálu nebo podložky</m:t>
                </m:r>
                <m:r>
                  <m:rPr>
                    <m:nor/>
                  </m:rPr>
                  <m:t xml:space="preserve"> </m:t>
                </m:r>
              </m:e>
              <m:e>
                <m:r>
                  <m:rPr>
                    <m:nor/>
                  </m:rPr>
                  <m:t>pryskyřice</m:t>
                </m:r>
              </m:e>
            </m:eqArr>
          </m:e>
        </m:d>
      </m:oMath>
      <w:r w:rsidR="00F01181" w:rsidRPr="00B95EE5">
        <w:t>.</w:t>
      </w:r>
    </w:p>
    <w:p w:rsidR="00B95EE5" w:rsidRPr="00BF38AF" w:rsidRDefault="00B95EE5" w:rsidP="00B95EE5">
      <w:pPr>
        <w:spacing w:line="360" w:lineRule="auto"/>
        <w:jc w:val="both"/>
      </w:pPr>
      <w:r w:rsidRPr="00BF38AF">
        <w:rPr>
          <w:rStyle w:val="tlid-translation"/>
        </w:rPr>
        <w:t xml:space="preserve">Desky plošných spojů s hliníkovým jádrem jsou složeny z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 xml:space="preserve">Au </m:t>
                </m:r>
              </m:e>
              <m:e>
                <m:r>
                  <m:rPr>
                    <m:nor/>
                  </m:rPr>
                  <m:t xml:space="preserve">Al </m:t>
                </m:r>
              </m:e>
            </m:eqArr>
          </m:e>
        </m:d>
      </m:oMath>
      <w:r w:rsidR="00F01181" w:rsidRPr="00B95EE5">
        <w:t xml:space="preserve"> </w:t>
      </w:r>
      <w:r w:rsidR="00DB3C26" w:rsidRPr="00B95EE5">
        <w:t>b</w:t>
      </w:r>
      <w:r w:rsidRPr="00B95EE5">
        <w:t xml:space="preserve"> </w:t>
      </w:r>
      <w:r w:rsidRPr="00BF38AF">
        <w:rPr>
          <w:rStyle w:val="tlid-translation"/>
        </w:rPr>
        <w:t xml:space="preserve">jádra, vysoce tepelně vodivé dielektrické vrstvy a standardních vrstev obvodu. </w:t>
      </w:r>
    </w:p>
    <w:p w:rsidR="00B95EE5" w:rsidRPr="00BF38AF" w:rsidRDefault="00B95EE5" w:rsidP="00B95EE5">
      <w:pPr>
        <w:spacing w:line="360" w:lineRule="auto"/>
        <w:jc w:val="both"/>
      </w:pPr>
      <w:r w:rsidRPr="00BF38AF">
        <w:rPr>
          <w:rStyle w:val="tlid-translation"/>
        </w:rPr>
        <w:lastRenderedPageBreak/>
        <w:t xml:space="preserve">Tuhé-ohebné desky plošných spojů kombinují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nejhorší</m:t>
                </m:r>
              </m:e>
              <m:e>
                <m:r>
                  <m:rPr>
                    <m:nor/>
                  </m:rPr>
                  <m:t>nejlepší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CD3DE2">
        <w:t xml:space="preserve"> </w:t>
      </w:r>
      <w:r>
        <w:rPr>
          <w:rStyle w:val="tlid-translation"/>
        </w:rPr>
        <w:t xml:space="preserve">z obou tuhých desek a </w:t>
      </w:r>
      <w:r w:rsidRPr="00BF38AF">
        <w:rPr>
          <w:rStyle w:val="tlid-translation"/>
        </w:rPr>
        <w:t>ohebných obvodů sloučených dohromady.</w:t>
      </w:r>
    </w:p>
    <w:p w:rsidR="002A152C" w:rsidRPr="00A65E53" w:rsidRDefault="002A152C" w:rsidP="002A152C">
      <w:pPr>
        <w:pStyle w:val="eLineBottom"/>
        <w:rPr>
          <w:lang w:val="en-US"/>
        </w:rPr>
      </w:pPr>
    </w:p>
    <w:p w:rsidR="009F2566" w:rsidRPr="002A152C" w:rsidRDefault="009F2566" w:rsidP="00B95EE5">
      <w:pPr>
        <w:spacing w:line="360" w:lineRule="auto"/>
        <w:jc w:val="both"/>
        <w:rPr>
          <w:b/>
        </w:rPr>
      </w:pPr>
    </w:p>
    <w:p w:rsidR="009F2566" w:rsidRPr="002A152C" w:rsidRDefault="00622A01" w:rsidP="009F2566">
      <w:pPr>
        <w:pStyle w:val="eTask"/>
        <w:rPr>
          <w:lang w:val="cs-CZ"/>
        </w:rPr>
      </w:pPr>
      <w:r w:rsidRPr="002A152C">
        <w:rPr>
          <w:rStyle w:val="tlid-translation"/>
          <w:lang w:val="cs-CZ"/>
        </w:rPr>
        <w:t>Přiřaďte pojmy z levého sloupce příslušným definicím vpravo</w:t>
      </w:r>
      <w:r w:rsidR="00535141" w:rsidRPr="002A152C">
        <w:rPr>
          <w:lang w:val="cs-CZ"/>
        </w:rPr>
        <w:t xml:space="preserve">. </w:t>
      </w:r>
    </w:p>
    <w:p w:rsidR="009F2566" w:rsidRPr="00535141" w:rsidRDefault="009F2566" w:rsidP="009F2566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47"/>
        <w:gridCol w:w="2191"/>
        <w:gridCol w:w="3440"/>
      </w:tblGrid>
      <w:tr w:rsidR="009F2566" w:rsidTr="0004398E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Floor plan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F00227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Týká se bíle natištěných popisků na desce plošných spojů, které identifikují součástky, testovací body, ...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BF2E84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BF38AF">
              <w:rPr>
                <w:b w:val="0"/>
                <w:lang w:val="cs-CZ"/>
              </w:rPr>
              <w:t>Návrh schématu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F00227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Výkres, který určuje blokově umístění součástek na desce plošných spojů před nakreslením vodivých drah.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DRC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2A152C" w:rsidRDefault="00F00227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BF38AF">
              <w:rPr>
                <w:b w:val="0"/>
                <w:lang w:val="cs-CZ"/>
              </w:rPr>
              <w:t>Schéma elektronického obvodu v CAD softwaru.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2A152C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2A152C" w:rsidRDefault="009F2566" w:rsidP="0004398E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2A152C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BF2E84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BF38AF">
              <w:rPr>
                <w:b w:val="0"/>
                <w:lang w:val="cs-CZ"/>
              </w:rPr>
              <w:t>Servisní potisk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9F2566" w:rsidRDefault="00F00227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BF38AF">
              <w:rPr>
                <w:b w:val="0"/>
                <w:lang w:val="cs-CZ"/>
              </w:rPr>
              <w:t>Je funkce CAD softwaru, která kontroluje, zda vedení drah na desce plošných spojů splňuje pravidla návrhu.</w:t>
            </w:r>
          </w:p>
        </w:tc>
      </w:tr>
    </w:tbl>
    <w:p w:rsidR="00535141" w:rsidRDefault="00535141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2A152C" w:rsidRPr="00A65E53" w:rsidRDefault="002A152C" w:rsidP="002A152C">
      <w:pPr>
        <w:pStyle w:val="eLineBottom"/>
        <w:rPr>
          <w:lang w:val="en-US"/>
        </w:rPr>
      </w:pPr>
    </w:p>
    <w:p w:rsidR="002A152C" w:rsidRPr="009F2566" w:rsidRDefault="002A152C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A65E53" w:rsidRDefault="00535141" w:rsidP="009F2566">
      <w:pPr>
        <w:pStyle w:val="eTask"/>
      </w:pPr>
      <w:r>
        <w:t xml:space="preserve"> </w:t>
      </w:r>
      <w:r w:rsidR="00F00227" w:rsidRPr="00BF38AF">
        <w:rPr>
          <w:lang w:val="cs-CZ"/>
        </w:rPr>
        <w:t>Uveďte alespoň 5 základních kroků při výrobě desky plošných spojů</w:t>
      </w:r>
      <w:r w:rsidR="00B745BB">
        <w:t>.</w:t>
      </w:r>
    </w:p>
    <w:p w:rsidR="00535141" w:rsidRPr="00A65E53" w:rsidRDefault="00535141" w:rsidP="009F2566">
      <w:pPr>
        <w:pStyle w:val="eTask"/>
        <w:numPr>
          <w:ilvl w:val="0"/>
          <w:numId w:val="0"/>
        </w:numPr>
        <w:ind w:left="284"/>
      </w:pPr>
    </w:p>
    <w:p w:rsidR="00535141" w:rsidRPr="009F2566" w:rsidRDefault="00535141" w:rsidP="00535141">
      <w:pPr>
        <w:rPr>
          <w:color w:val="FF0000"/>
        </w:rPr>
      </w:pPr>
      <w:r w:rsidRPr="009F2566">
        <w:t>1.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  <w:r w:rsidRPr="009F2566">
        <w:rPr>
          <w:noProof/>
          <w:lang w:val="sk-SK" w:eastAsia="sk-SK"/>
        </w:rPr>
        <w:t>2.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rPr>
          <w:noProof/>
          <w:lang w:val="sk-SK" w:eastAsia="sk-SK"/>
        </w:rPr>
        <w:t>3.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4.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  <w:r w:rsidRPr="009F2566">
        <w:rPr>
          <w:color w:val="FF0000"/>
        </w:rPr>
        <w:t xml:space="preserve"> </w:t>
      </w:r>
    </w:p>
    <w:p w:rsidR="00535141" w:rsidRPr="009F2566" w:rsidRDefault="00535141" w:rsidP="00535141">
      <w:pPr>
        <w:rPr>
          <w:color w:val="FF0000"/>
        </w:rPr>
      </w:pPr>
    </w:p>
    <w:p w:rsidR="00535141" w:rsidRPr="00535141" w:rsidRDefault="00535141" w:rsidP="00535141">
      <w:pPr>
        <w:rPr>
          <w:color w:val="FF0000"/>
          <w:u w:val="single"/>
        </w:rPr>
      </w:pPr>
      <w:r w:rsidRPr="009F2566">
        <w:t>5.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Default="00535141" w:rsidP="00535141">
      <w:pPr>
        <w:pStyle w:val="eLineBottom"/>
        <w:rPr>
          <w:lang w:val="en-US"/>
        </w:rPr>
      </w:pPr>
    </w:p>
    <w:p w:rsidR="002A152C" w:rsidRPr="00A65E53" w:rsidRDefault="002A152C" w:rsidP="00535141">
      <w:pPr>
        <w:pStyle w:val="eLineBottom"/>
        <w:rPr>
          <w:lang w:val="en-US"/>
        </w:rPr>
      </w:pPr>
    </w:p>
    <w:p w:rsidR="00535141" w:rsidRPr="00A65E53" w:rsidRDefault="00535141" w:rsidP="00535141">
      <w:pPr>
        <w:rPr>
          <w:lang w:val="en-US"/>
        </w:rPr>
      </w:pPr>
    </w:p>
    <w:p w:rsidR="002A152C" w:rsidRDefault="002A152C">
      <w:pPr>
        <w:rPr>
          <w:rStyle w:val="tlid-translation"/>
          <w:b/>
        </w:rPr>
      </w:pPr>
      <w:r>
        <w:rPr>
          <w:rStyle w:val="tlid-translation"/>
        </w:rPr>
        <w:br w:type="page"/>
      </w:r>
    </w:p>
    <w:p w:rsidR="00535141" w:rsidRPr="002A152C" w:rsidRDefault="00D4067A" w:rsidP="009F2566">
      <w:pPr>
        <w:pStyle w:val="eTask"/>
        <w:rPr>
          <w:lang w:val="cs-CZ"/>
        </w:rPr>
      </w:pPr>
      <w:r w:rsidRPr="00BF38AF">
        <w:rPr>
          <w:rStyle w:val="tlid-translation"/>
          <w:lang w:val="cs-CZ"/>
        </w:rPr>
        <w:lastRenderedPageBreak/>
        <w:t>Upravte text tak, aby následující tvrzení byla pravdivá</w:t>
      </w:r>
      <w:r w:rsidRPr="00BF38AF">
        <w:rPr>
          <w:lang w:val="cs-CZ"/>
        </w:rPr>
        <w:t>.</w:t>
      </w:r>
    </w:p>
    <w:p w:rsidR="00535141" w:rsidRPr="002A152C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cs-CZ"/>
        </w:rPr>
      </w:pPr>
    </w:p>
    <w:p w:rsidR="00535141" w:rsidRDefault="00820CAE" w:rsidP="00B745BB">
      <w:pPr>
        <w:spacing w:line="360" w:lineRule="auto"/>
        <w:jc w:val="both"/>
        <w:rPr>
          <w:lang w:val="en-US"/>
        </w:rPr>
      </w:pPr>
      <w:r w:rsidRPr="00BF38AF">
        <w:rPr>
          <w:rStyle w:val="tlid-translation"/>
        </w:rPr>
        <w:t>Udržujte digitální a analogové země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spojené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oddělené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>,</w:t>
      </w:r>
      <w:r w:rsidR="00010F94">
        <w:rPr>
          <w:lang w:val="en-US"/>
        </w:rPr>
        <w:t xml:space="preserve"> </w:t>
      </w:r>
      <w:r w:rsidRPr="00BF38AF">
        <w:rPr>
          <w:rStyle w:val="tlid-translation"/>
        </w:rPr>
        <w:t xml:space="preserve">protože napěťové a proudové špičky z </w:t>
      </w:r>
      <w:r w:rsidR="00010F94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analogových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digitálních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35141">
        <w:rPr>
          <w:lang w:val="en-US"/>
        </w:rPr>
        <w:t xml:space="preserve">  </w:t>
      </w:r>
      <w:r w:rsidRPr="00BF38AF">
        <w:rPr>
          <w:rStyle w:val="tlid-translation"/>
        </w:rPr>
        <w:t>obvodů mohou generovat rušivý šum v</w:t>
      </w:r>
      <w:r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digit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á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ln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í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ch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analog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ov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ý</m:t>
                </m:r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ch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 obvodech</w:t>
      </w:r>
      <w:r w:rsidR="00535141" w:rsidRPr="00C216B6">
        <w:rPr>
          <w:lang w:val="en-US"/>
        </w:rPr>
        <w:t>.</w:t>
      </w:r>
    </w:p>
    <w:p w:rsidR="00535141" w:rsidRDefault="00820CAE" w:rsidP="00B745BB">
      <w:pPr>
        <w:spacing w:line="360" w:lineRule="auto"/>
        <w:jc w:val="both"/>
        <w:rPr>
          <w:lang w:val="en-GB"/>
        </w:rPr>
      </w:pPr>
      <w:r w:rsidRPr="00BF38AF">
        <w:t xml:space="preserve">Když umisťujete součástku,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co nejvíce zkraťte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co nejvíce prodlužte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35141" w:rsidRPr="00C216B6">
        <w:rPr>
          <w:lang w:val="en-US"/>
        </w:rPr>
        <w:t xml:space="preserve"> </w:t>
      </w:r>
      <w:r w:rsidR="00502032" w:rsidRPr="00BF38AF">
        <w:t xml:space="preserve">délku vodivé dráhy a vyhněte se vedení </w:t>
      </w:r>
      <w:r w:rsidR="00502032">
        <w:t xml:space="preserve">dráhy </w:t>
      </w:r>
      <w:r w:rsidR="00502032" w:rsidRPr="00BF38AF">
        <w:t xml:space="preserve">pod úhlem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45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35141" w:rsidRPr="00C216B6">
        <w:rPr>
          <w:lang w:val="en-US"/>
        </w:rPr>
        <w:t>.</w:t>
      </w:r>
    </w:p>
    <w:p w:rsidR="00FC2CE8" w:rsidRDefault="00FC2CE8" w:rsidP="00B745BB">
      <w:pPr>
        <w:spacing w:line="360" w:lineRule="auto"/>
        <w:jc w:val="both"/>
      </w:pPr>
      <w:r w:rsidRPr="00BF38AF">
        <w:t>Výrobci používají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foto plotr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tiskárnu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k vytvoření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digitálního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negativního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094A70">
        <w:rPr>
          <w:lang w:val="en-US"/>
        </w:rPr>
        <w:t xml:space="preserve"> </w:t>
      </w:r>
      <w:r w:rsidRPr="00BF38AF">
        <w:t xml:space="preserve">obrazu desky plošných spojů. </w:t>
      </w:r>
    </w:p>
    <w:p w:rsidR="009F4AD2" w:rsidRPr="00BF38AF" w:rsidRDefault="009F4AD2" w:rsidP="009F4AD2">
      <w:pPr>
        <w:spacing w:line="360" w:lineRule="auto"/>
        <w:jc w:val="both"/>
      </w:pPr>
      <w:r w:rsidRPr="00BF38AF">
        <w:rPr>
          <w:rStyle w:val="tlid-translation"/>
        </w:rPr>
        <w:t>Citlivé signály by se měly</w:t>
      </w:r>
      <w:r w:rsidRPr="00BF38AF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m:t xml:space="preserve">držet mimo </m:t>
                </m:r>
              </m:e>
              <m:e>
                <m:r>
                  <m:rPr>
                    <m:nor/>
                  </m:rPr>
                  <m:t>odstínit</m:t>
                </m:r>
              </m:e>
            </m:eqArr>
          </m:e>
        </m:d>
      </m:oMath>
      <w:r w:rsidR="00C942CA" w:rsidRPr="002A152C">
        <w:t xml:space="preserve"> </w:t>
      </w:r>
      <w:r w:rsidRPr="00BF38AF">
        <w:rPr>
          <w:rStyle w:val="tlid-translation"/>
        </w:rPr>
        <w:t>od zdrojů šumu k tomu určenými rovinami a měly by být zachovány jako impedančně řízené.</w:t>
      </w:r>
    </w:p>
    <w:p w:rsidR="00BC1E8F" w:rsidRPr="002A152C" w:rsidRDefault="00BC1E8F" w:rsidP="00B745BB">
      <w:pPr>
        <w:spacing w:line="360" w:lineRule="auto"/>
        <w:jc w:val="both"/>
      </w:pPr>
      <w:bookmarkStart w:id="0" w:name="_GoBack"/>
      <w:bookmarkEnd w:id="0"/>
    </w:p>
    <w:sectPr w:rsidR="00BC1E8F" w:rsidRPr="002A152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93D" w:rsidRDefault="006F293D" w:rsidP="00861A1A">
      <w:r>
        <w:separator/>
      </w:r>
    </w:p>
  </w:endnote>
  <w:endnote w:type="continuationSeparator" w:id="0">
    <w:p w:rsidR="006F293D" w:rsidRDefault="006F293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A152C" w:rsidRPr="00E95825" w:rsidRDefault="002A152C" w:rsidP="002A1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A152C" w:rsidP="002A1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93D" w:rsidRDefault="006F293D" w:rsidP="00861A1A">
      <w:r>
        <w:separator/>
      </w:r>
    </w:p>
  </w:footnote>
  <w:footnote w:type="continuationSeparator" w:id="0">
    <w:p w:rsidR="006F293D" w:rsidRDefault="006F293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A152C">
      <w:rPr>
        <w:rFonts w:ascii="Calibri" w:hAnsi="Calibri"/>
        <w:b/>
        <w:smallCaps/>
        <w:noProof/>
      </w:rPr>
      <w:t>PRACOVNÍ LIST</w:t>
    </w:r>
  </w:p>
  <w:p w:rsidR="00C148FD" w:rsidRPr="002A152C" w:rsidRDefault="002A152C" w:rsidP="00152E15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2A152C">
      <w:rPr>
        <w:rFonts w:ascii="Calibri" w:hAnsi="Calibri"/>
        <w:smallCaps/>
        <w:noProof/>
        <w:sz w:val="20"/>
        <w:szCs w:val="20"/>
      </w:rPr>
      <w:t>Desky plošných spojů (DPS) – návrh a výroba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59C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152C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C7FC9"/>
    <w:rsid w:val="003D41BB"/>
    <w:rsid w:val="003E01BE"/>
    <w:rsid w:val="003F03EB"/>
    <w:rsid w:val="003F48FF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B3D6E"/>
    <w:rsid w:val="004C0E36"/>
    <w:rsid w:val="004D6BA8"/>
    <w:rsid w:val="004E5E95"/>
    <w:rsid w:val="004E70EA"/>
    <w:rsid w:val="004F5AFF"/>
    <w:rsid w:val="00501829"/>
    <w:rsid w:val="00502032"/>
    <w:rsid w:val="005132B0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3815"/>
    <w:rsid w:val="00622A01"/>
    <w:rsid w:val="00625B5A"/>
    <w:rsid w:val="0063686B"/>
    <w:rsid w:val="006435FE"/>
    <w:rsid w:val="0064494B"/>
    <w:rsid w:val="0065435F"/>
    <w:rsid w:val="00654C16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293D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0CAE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2566"/>
    <w:rsid w:val="009F4AD2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95EE5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2E84"/>
    <w:rsid w:val="00BF5E09"/>
    <w:rsid w:val="00BF6970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A51B5"/>
    <w:rsid w:val="00CA634B"/>
    <w:rsid w:val="00CB3199"/>
    <w:rsid w:val="00CC2293"/>
    <w:rsid w:val="00CC266E"/>
    <w:rsid w:val="00CD3DE2"/>
    <w:rsid w:val="00CE09BA"/>
    <w:rsid w:val="00CF4DFA"/>
    <w:rsid w:val="00D05C75"/>
    <w:rsid w:val="00D060B3"/>
    <w:rsid w:val="00D06992"/>
    <w:rsid w:val="00D20A5C"/>
    <w:rsid w:val="00D2650E"/>
    <w:rsid w:val="00D33524"/>
    <w:rsid w:val="00D4067A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0227"/>
    <w:rsid w:val="00F01181"/>
    <w:rsid w:val="00F03DBA"/>
    <w:rsid w:val="00F1115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C2CE8"/>
    <w:rsid w:val="00FC47BF"/>
    <w:rsid w:val="00FD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9A2D37"/>
  <w15:docId w15:val="{4918BAB2-31CD-40FA-98AC-9E5352E7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tlid-translation">
    <w:name w:val="tlid-translation"/>
    <w:basedOn w:val="Standardnpsmoodstavce"/>
    <w:rsid w:val="0062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16</TotalTime>
  <Pages>3</Pages>
  <Words>434</Words>
  <Characters>2561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16</cp:revision>
  <cp:lastPrinted>2013-05-24T14:00:00Z</cp:lastPrinted>
  <dcterms:created xsi:type="dcterms:W3CDTF">2018-10-15T07:18:00Z</dcterms:created>
  <dcterms:modified xsi:type="dcterms:W3CDTF">2019-02-26T08:00:00Z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