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563AEB" w:rsidP="009F2566">
      <w:pPr>
        <w:pStyle w:val="eTask"/>
      </w:pPr>
      <w:r w:rsidRPr="00563AEB">
        <w:t xml:space="preserve">Assign the terms from the left column to the corresponding definitions on the right. </w:t>
      </w:r>
    </w:p>
    <w:p w:rsidR="00563AEB" w:rsidRDefault="00563AEB" w:rsidP="009F2566">
      <w:pPr>
        <w:pStyle w:val="eTask"/>
        <w:numPr>
          <w:ilvl w:val="0"/>
          <w:numId w:val="0"/>
        </w:numPr>
        <w:ind w:left="284"/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54"/>
        <w:gridCol w:w="2191"/>
        <w:gridCol w:w="3433"/>
      </w:tblGrid>
      <w:tr w:rsidR="009F2566" w:rsidTr="009F2566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</w:rPr>
              <w:t>HDI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DC301C" w:rsidP="009F2566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-63137</wp:posOffset>
                      </wp:positionH>
                      <wp:positionV relativeFrom="paragraph">
                        <wp:posOffset>218620</wp:posOffset>
                      </wp:positionV>
                      <wp:extent cx="1378585" cy="2263775"/>
                      <wp:effectExtent l="0" t="0" r="31115" b="2222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78585" cy="22637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B7DEF47" id="Přímá spojnice 9" o:spid="_x0000_s1026" style="position:absolute;flip:y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17.2pt" to="103.6pt,1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" strokecolor="red" strokeweight=".5pt">
                      <v:stroke joinstyle="miter"/>
                    </v:line>
                  </w:pict>
                </mc:Fallback>
              </mc:AlternateContent>
            </w:r>
            <w:r w:rsidR="009F2566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-63137</wp:posOffset>
                      </wp:positionH>
                      <wp:positionV relativeFrom="paragraph">
                        <wp:posOffset>218621</wp:posOffset>
                      </wp:positionV>
                      <wp:extent cx="1378857" cy="2263775"/>
                      <wp:effectExtent l="0" t="0" r="31115" b="2222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8857" cy="22637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2BE5BAB" id="Přímá spojnice 1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17.2pt" to="103.6pt,19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</w:rPr>
              <w:t>It is an enhancement to RS-274-D data format as an extended version.</w:t>
            </w:r>
          </w:p>
        </w:tc>
      </w:tr>
      <w:tr w:rsidR="00B745BB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  <w:r w:rsidRPr="009F2566">
              <w:rPr>
                <w:b w:val="0"/>
                <w:lang w:val="en-GB"/>
              </w:rPr>
              <w:t>Conductive</w:t>
            </w:r>
          </w:p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Surface Coating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-63137</wp:posOffset>
                      </wp:positionH>
                      <wp:positionV relativeFrom="paragraph">
                        <wp:posOffset>172539</wp:posOffset>
                      </wp:positionV>
                      <wp:extent cx="1378585" cy="0"/>
                      <wp:effectExtent l="0" t="0" r="31115" b="19050"/>
                      <wp:wrapNone/>
                      <wp:docPr id="14" name="Přímá spojni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8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F3B97F8" id="Přímá spojnice 1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13.6pt" to="103.6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</w:rPr>
              <w:t>It provides the basis for creating the circuit pattern</w:t>
            </w: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VIA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-63137</wp:posOffset>
                      </wp:positionH>
                      <wp:positionV relativeFrom="paragraph">
                        <wp:posOffset>403316</wp:posOffset>
                      </wp:positionV>
                      <wp:extent cx="1378585" cy="0"/>
                      <wp:effectExtent l="0" t="0" r="31115" b="19050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858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1A302AE" id="Přímá spojnice 1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31.75pt" to="103.6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  <w:lang w:val="en-GB"/>
              </w:rPr>
              <w:t>It is an electrical connection between layers in a physical electronic circuit that goes through the plane of one or more adjacent layers.</w:t>
            </w: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9F2566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RS-274X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9F2566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9F2566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  <w:lang w:val="en-GB"/>
              </w:rPr>
              <w:t>Abbreviation used to refer to High Density Interconnect PCBs</w:t>
            </w:r>
          </w:p>
        </w:tc>
      </w:tr>
    </w:tbl>
    <w:p w:rsidR="009F2566" w:rsidRDefault="009F2566" w:rsidP="009F2566">
      <w:pPr>
        <w:pStyle w:val="eTask"/>
        <w:numPr>
          <w:ilvl w:val="0"/>
          <w:numId w:val="0"/>
        </w:numPr>
        <w:ind w:left="284"/>
      </w:pPr>
    </w:p>
    <w:p w:rsidR="009F2566" w:rsidRDefault="009F2566" w:rsidP="009F2566">
      <w:pPr>
        <w:pStyle w:val="eTask"/>
        <w:numPr>
          <w:ilvl w:val="0"/>
          <w:numId w:val="0"/>
        </w:numPr>
        <w:ind w:left="284"/>
      </w:pPr>
    </w:p>
    <w:p w:rsidR="001922A0" w:rsidRPr="00A65E53" w:rsidRDefault="007B7B4C" w:rsidP="009F2566">
      <w:pPr>
        <w:pStyle w:val="eTask"/>
      </w:pPr>
      <w:r w:rsidRPr="007B7B4C">
        <w:t xml:space="preserve">List three basic </w:t>
      </w:r>
      <w:r w:rsidR="000B0D14">
        <w:t>characteristics of High Density Interconnect</w:t>
      </w:r>
      <w:r w:rsidR="000B0D14" w:rsidRPr="000B0D14">
        <w:t xml:space="preserve"> printed circuit board</w:t>
      </w:r>
      <w:r w:rsidR="000B0D14">
        <w:t>s</w:t>
      </w:r>
      <w:r w:rsidR="00B745BB">
        <w:t>.</w:t>
      </w:r>
    </w:p>
    <w:p w:rsidR="001922A0" w:rsidRPr="00A65E53" w:rsidRDefault="001922A0" w:rsidP="009F2566">
      <w:pPr>
        <w:pStyle w:val="eTask"/>
        <w:numPr>
          <w:ilvl w:val="0"/>
          <w:numId w:val="0"/>
        </w:numPr>
        <w:ind w:left="284"/>
      </w:pPr>
    </w:p>
    <w:p w:rsidR="00EB6B74" w:rsidRPr="00695314" w:rsidRDefault="00EB6B74" w:rsidP="00C148FD">
      <w:pPr>
        <w:rPr>
          <w:u w:val="single"/>
        </w:rPr>
      </w:pPr>
      <w:r w:rsidRPr="00C92DC7">
        <w:t>1</w:t>
      </w:r>
      <w:r>
        <w:t>.</w:t>
      </w:r>
      <w:r>
        <w:tab/>
      </w:r>
      <w:r w:rsidR="009F2566">
        <w:rPr>
          <w:color w:val="FF0000"/>
          <w:lang w:val="en-US"/>
        </w:rPr>
        <w:t>H</w:t>
      </w:r>
      <w:r w:rsidR="003C7FC9" w:rsidRPr="009F2566">
        <w:rPr>
          <w:color w:val="FF0000"/>
          <w:lang w:val="en-US"/>
        </w:rPr>
        <w:t>igher wiring density per unit area than conventional PCBs</w:t>
      </w:r>
      <w:r w:rsidR="009F2566">
        <w:rPr>
          <w:color w:val="FF0000"/>
          <w:lang w:val="en-US"/>
        </w:rPr>
        <w:t>.</w:t>
      </w:r>
    </w:p>
    <w:p w:rsidR="00EB6B74" w:rsidRPr="00C92DC7" w:rsidRDefault="00EB6B74" w:rsidP="00FB201E"/>
    <w:p w:rsidR="00EB6B74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3C7FC9" w:rsidRPr="009F2566">
        <w:rPr>
          <w:color w:val="FF0000"/>
        </w:rPr>
        <w:t>They have finer lines and spaces</w:t>
      </w:r>
      <w:r w:rsidR="009F2566">
        <w:rPr>
          <w:color w:val="FF0000"/>
        </w:rPr>
        <w:t>.</w:t>
      </w:r>
    </w:p>
    <w:p w:rsidR="00EB6B74" w:rsidRPr="001922A0" w:rsidRDefault="00EB6B74" w:rsidP="00EB6B74">
      <w:pPr>
        <w:rPr>
          <w:noProof/>
          <w:lang w:val="sk-SK" w:eastAsia="sk-SK"/>
        </w:rPr>
      </w:pPr>
    </w:p>
    <w:p w:rsidR="00F01181" w:rsidRPr="001922A0" w:rsidRDefault="00EB6B74" w:rsidP="00EB6B74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</w:r>
      <w:r w:rsidR="003C7FC9" w:rsidRPr="009F2566">
        <w:rPr>
          <w:color w:val="FF0000"/>
        </w:rPr>
        <w:t>They have smaller vias, capture pads and a very high connection pad density.</w:t>
      </w:r>
    </w:p>
    <w:p w:rsidR="00C148FD" w:rsidRPr="00A65E53" w:rsidRDefault="00C148F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C148FD" w:rsidRDefault="00BC1E8F" w:rsidP="009F2566">
      <w:pPr>
        <w:pStyle w:val="eTask"/>
      </w:pPr>
      <w:r w:rsidRPr="00BC1E8F">
        <w:t>Correct the text so that the following statement</w:t>
      </w:r>
      <w:r w:rsidR="006E21B3">
        <w:t>s</w:t>
      </w:r>
      <w:r w:rsidRPr="00BC1E8F">
        <w:t xml:space="preserve"> </w:t>
      </w:r>
      <w:r w:rsidR="006E21B3">
        <w:t>are</w:t>
      </w:r>
      <w:r w:rsidRPr="00BC1E8F">
        <w:t xml:space="preserve"> true</w:t>
      </w:r>
      <w:r w:rsidR="00B745BB">
        <w:t>.</w:t>
      </w:r>
    </w:p>
    <w:p w:rsidR="00BC1E8F" w:rsidRPr="00A65E53" w:rsidRDefault="00BC1E8F" w:rsidP="009F2566">
      <w:pPr>
        <w:pStyle w:val="eTask"/>
        <w:numPr>
          <w:ilvl w:val="0"/>
          <w:numId w:val="0"/>
        </w:numPr>
        <w:ind w:left="720"/>
      </w:pPr>
    </w:p>
    <w:p w:rsidR="00223478" w:rsidRDefault="00C216B6" w:rsidP="009F2566">
      <w:pPr>
        <w:spacing w:line="360" w:lineRule="auto"/>
        <w:jc w:val="both"/>
        <w:rPr>
          <w:lang w:val="en-US"/>
        </w:rPr>
      </w:pPr>
      <w:r w:rsidRPr="00C216B6">
        <w:rPr>
          <w:lang w:val="en-US"/>
        </w:rPr>
        <w:t xml:space="preserve">The power supply pins should be decoupled directly to the ground plane by using located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US"/>
                  </w:rPr>
                  <m:t>inductances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 xml:space="preserve">ceramic capacitors </m:t>
                </m:r>
              </m:e>
            </m:eqArr>
          </m:e>
        </m:d>
      </m:oMath>
      <w:r w:rsidR="00BC1E8F">
        <w:rPr>
          <w:lang w:val="en-US"/>
        </w:rPr>
        <w:t xml:space="preserve">   </w:t>
      </w:r>
      <w:r w:rsidRPr="00C216B6">
        <w:rPr>
          <w:lang w:val="en-US"/>
        </w:rPr>
        <w:t>as close as possible to the integrated circuit power pins.</w:t>
      </w:r>
    </w:p>
    <w:p w:rsidR="00C55039" w:rsidRDefault="00C216B6" w:rsidP="009F2566">
      <w:pPr>
        <w:spacing w:line="360" w:lineRule="auto"/>
        <w:jc w:val="both"/>
        <w:rPr>
          <w:lang w:val="en-GB"/>
        </w:rPr>
      </w:pPr>
      <w:r w:rsidRPr="00C216B6">
        <w:rPr>
          <w:lang w:val="en-US"/>
        </w:rPr>
        <w:t xml:space="preserve"> In general, frequencies higher than 1GHz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1GHz</m:t>
                </m:r>
              </m:e>
              <m:e>
                <m:r>
                  <m:rPr>
                    <m:nor/>
                  </m:rPr>
                  <w:rPr>
                    <w:strike/>
                    <w:lang w:val="en-US"/>
                  </w:rPr>
                  <m:t>1MHz</m:t>
                </m:r>
              </m:e>
            </m:eqArr>
          </m:e>
        </m:d>
      </m:oMath>
      <w:r w:rsidR="00C55039">
        <w:rPr>
          <w:lang w:val="en-US"/>
        </w:rPr>
        <w:t xml:space="preserve"> </w:t>
      </w:r>
      <w:r w:rsidRPr="00C216B6">
        <w:rPr>
          <w:lang w:val="en-US"/>
        </w:rPr>
        <w:t>are considered as high frequencies.</w:t>
      </w:r>
    </w:p>
    <w:p w:rsidR="00F01181" w:rsidRDefault="00BB26A8" w:rsidP="009F2566">
      <w:pPr>
        <w:pStyle w:val="eCheckBoxText"/>
        <w:spacing w:line="360" w:lineRule="auto"/>
        <w:ind w:left="425" w:hanging="425"/>
        <w:jc w:val="both"/>
        <w:rPr>
          <w:lang w:val="en-GB"/>
        </w:rPr>
      </w:pPr>
      <w:r w:rsidRPr="00BB26A8">
        <w:rPr>
          <w:lang w:val="en-GB"/>
        </w:rPr>
        <w:t xml:space="preserve">Single-layer </w:t>
      </w:r>
      <w:r>
        <w:rPr>
          <w:lang w:val="en-GB"/>
        </w:rPr>
        <w:t xml:space="preserve">PCBs are made out of a single layer of 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base material or substrate</m:t>
                </m:r>
              </m:e>
              <m:e>
                <m:r>
                  <m:rPr>
                    <m:nor/>
                  </m:rPr>
                  <w:rPr>
                    <w:strike/>
                    <w:lang w:val="en-US"/>
                  </w:rPr>
                  <m:t>resine</m:t>
                </m:r>
              </m:e>
            </m:eqArr>
          </m:e>
        </m:d>
      </m:oMath>
      <w:r w:rsidR="00F01181" w:rsidRPr="00714342">
        <w:rPr>
          <w:lang w:val="en-GB"/>
        </w:rPr>
        <w:t>.</w:t>
      </w:r>
    </w:p>
    <w:p w:rsidR="00F01181" w:rsidRDefault="00DB3C26" w:rsidP="009F2566">
      <w:pPr>
        <w:spacing w:line="360" w:lineRule="auto"/>
        <w:jc w:val="both"/>
        <w:rPr>
          <w:lang w:val="en-GB"/>
        </w:rPr>
      </w:pPr>
      <w:r w:rsidRPr="00DB3C26">
        <w:rPr>
          <w:lang w:val="en-GB"/>
        </w:rPr>
        <w:t xml:space="preserve">Aluminum backed PCBs are composed of an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GB"/>
                  </w:rPr>
                  <m:t>Au</m:t>
                </m:r>
                <m:r>
                  <m:rPr>
                    <m:nor/>
                  </m:rPr>
                  <w:rPr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 xml:space="preserve">Al </m:t>
                </m:r>
              </m:e>
            </m:eqArr>
          </m:e>
        </m:d>
      </m:oMath>
      <w:r w:rsidR="00F01181">
        <w:rPr>
          <w:lang w:val="en-US"/>
        </w:rPr>
        <w:t xml:space="preserve">   </w:t>
      </w:r>
      <w:r w:rsidRPr="00DB3C26">
        <w:rPr>
          <w:lang w:val="en-GB"/>
        </w:rPr>
        <w:t>backing, a highly thermally conductive dielectric layer and a standard circuit layer.</w:t>
      </w:r>
    </w:p>
    <w:p w:rsidR="00654C16" w:rsidRPr="00F01181" w:rsidRDefault="00FC47BF" w:rsidP="009F2566">
      <w:pPr>
        <w:spacing w:line="360" w:lineRule="auto"/>
        <w:jc w:val="both"/>
        <w:rPr>
          <w:lang w:val="en-GB"/>
        </w:rPr>
      </w:pPr>
      <w:r>
        <w:rPr>
          <w:lang w:val="en-GB"/>
        </w:rPr>
        <w:t>The rigid-flex PCBs, c</w:t>
      </w:r>
      <w:r w:rsidRPr="00FC47BF">
        <w:rPr>
          <w:lang w:val="en-GB"/>
        </w:rPr>
        <w:t xml:space="preserve">ombine the 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US"/>
                  </w:rPr>
                  <m:t>worst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best</m:t>
                </m:r>
              </m:e>
            </m:eqArr>
          </m:e>
        </m:d>
      </m:oMath>
      <w:r w:rsidR="00654C16">
        <w:rPr>
          <w:lang w:val="en-US"/>
        </w:rPr>
        <w:t xml:space="preserve">   </w:t>
      </w:r>
      <w:r w:rsidR="00654C16" w:rsidRPr="007E6EF6">
        <w:rPr>
          <w:lang w:val="en-GB"/>
        </w:rPr>
        <w:t xml:space="preserve"> </w:t>
      </w:r>
      <w:r w:rsidRPr="00FC47BF">
        <w:rPr>
          <w:lang w:val="en-GB"/>
        </w:rPr>
        <w:t>of both rigid boards and flexible circuits integrated together</w:t>
      </w:r>
      <w:r w:rsidR="00654C16">
        <w:rPr>
          <w:lang w:val="en-GB"/>
        </w:rPr>
        <w:t>.</w:t>
      </w:r>
    </w:p>
    <w:p w:rsidR="009F2566" w:rsidRDefault="009F2566">
      <w:pPr>
        <w:rPr>
          <w:b/>
          <w:lang w:val="en-US"/>
        </w:rPr>
      </w:pPr>
      <w:r>
        <w:br w:type="page"/>
      </w:r>
    </w:p>
    <w:p w:rsidR="009F2566" w:rsidRDefault="00535141" w:rsidP="009F2566">
      <w:pPr>
        <w:pStyle w:val="eTask"/>
      </w:pPr>
      <w:r w:rsidRPr="00535141">
        <w:lastRenderedPageBreak/>
        <w:t>Assign the terms from the left column to</w:t>
      </w:r>
      <w:bookmarkStart w:id="0" w:name="_GoBack"/>
      <w:bookmarkEnd w:id="0"/>
      <w:r w:rsidRPr="00535141">
        <w:t xml:space="preserve"> the corresponding definitions on the right. </w:t>
      </w:r>
    </w:p>
    <w:p w:rsidR="009F2566" w:rsidRPr="00535141" w:rsidRDefault="009F2566" w:rsidP="009F2566"/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51"/>
        <w:gridCol w:w="2193"/>
        <w:gridCol w:w="3434"/>
      </w:tblGrid>
      <w:tr w:rsidR="009F2566" w:rsidTr="0004398E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</w:rPr>
              <w:t>Floor plan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DC301C" w:rsidP="0004398E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59FEBC4" wp14:editId="032480D2">
                      <wp:simplePos x="0" y="0"/>
                      <wp:positionH relativeFrom="column">
                        <wp:posOffset>-68488</wp:posOffset>
                      </wp:positionH>
                      <wp:positionV relativeFrom="paragraph">
                        <wp:posOffset>218620</wp:posOffset>
                      </wp:positionV>
                      <wp:extent cx="1363980" cy="1988185"/>
                      <wp:effectExtent l="0" t="0" r="26670" b="31115"/>
                      <wp:wrapNone/>
                      <wp:docPr id="16" name="Přímá spojnic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63980" cy="19881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2A2673" id="Přímá spojnice 16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17.2pt" to="102pt,1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" strokecolor="red" strokeweight=".5pt">
                      <v:stroke joinstyle="miter"/>
                    </v:line>
                  </w:pict>
                </mc:Fallback>
              </mc:AlternateContent>
            </w:r>
            <w:r w:rsidR="009F2566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D7B632D" wp14:editId="1198952F">
                      <wp:simplePos x="0" y="0"/>
                      <wp:positionH relativeFrom="column">
                        <wp:posOffset>-68488</wp:posOffset>
                      </wp:positionH>
                      <wp:positionV relativeFrom="paragraph">
                        <wp:posOffset>218621</wp:posOffset>
                      </wp:positionV>
                      <wp:extent cx="1363980" cy="762000"/>
                      <wp:effectExtent l="0" t="0" r="26670" b="19050"/>
                      <wp:wrapNone/>
                      <wp:docPr id="15" name="Přímá spojni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3980" cy="762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3A8D38" id="Přímá spojnice 1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17.2pt" to="102pt,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</w:rPr>
              <w:t>It refers to the white ink legend in the PCB that identifies the components, tests points,...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Schematic design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A6E97C3" wp14:editId="6FC0D268">
                      <wp:simplePos x="0" y="0"/>
                      <wp:positionH relativeFrom="column">
                        <wp:posOffset>-68488</wp:posOffset>
                      </wp:positionH>
                      <wp:positionV relativeFrom="paragraph">
                        <wp:posOffset>266881</wp:posOffset>
                      </wp:positionV>
                      <wp:extent cx="1363980" cy="602343"/>
                      <wp:effectExtent l="0" t="0" r="26670" b="26670"/>
                      <wp:wrapNone/>
                      <wp:docPr id="17" name="Přímá spojnic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3980" cy="60234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A53135" id="Přímá spojnice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1pt" to="102pt,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</w:rPr>
              <w:t>Drawing that indicates the general location of components on the PCB.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 w:rsidRPr="009F2566">
              <w:rPr>
                <w:b w:val="0"/>
                <w:lang w:val="en-GB"/>
              </w:rPr>
              <w:t>DRC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54C3F6" wp14:editId="75EE88A9">
                      <wp:simplePos x="0" y="0"/>
                      <wp:positionH relativeFrom="column">
                        <wp:posOffset>-68489</wp:posOffset>
                      </wp:positionH>
                      <wp:positionV relativeFrom="paragraph">
                        <wp:posOffset>155484</wp:posOffset>
                      </wp:positionV>
                      <wp:extent cx="1364343" cy="623842"/>
                      <wp:effectExtent l="0" t="0" r="26670" b="24130"/>
                      <wp:wrapNone/>
                      <wp:docPr id="18" name="Přímá spojnic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4343" cy="62384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FCC29C" id="Přímá spojnice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12.25pt" to="102.05pt,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  <w:lang w:val="en-GB"/>
              </w:rPr>
              <w:t>Diagram of an electronic circuit into the CAD software.</w:t>
            </w: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</w:tr>
      <w:tr w:rsidR="009F2566" w:rsidTr="0004398E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  <w:r>
              <w:rPr>
                <w:b w:val="0"/>
                <w:lang w:val="en-GB"/>
              </w:rPr>
              <w:t>Silkscreen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Default="009F2566" w:rsidP="0004398E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9F2566" w:rsidRDefault="009F2566" w:rsidP="0004398E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9F2566">
              <w:rPr>
                <w:b w:val="0"/>
                <w:lang w:val="en-GB"/>
              </w:rPr>
              <w:t>It is a CAD software feature that checks if the routed PCB satisfies the design rules.</w:t>
            </w:r>
          </w:p>
        </w:tc>
      </w:tr>
    </w:tbl>
    <w:p w:rsidR="00535141" w:rsidRPr="009F2566" w:rsidRDefault="00535141" w:rsidP="009F2566">
      <w:pPr>
        <w:pStyle w:val="eTask"/>
        <w:numPr>
          <w:ilvl w:val="0"/>
          <w:numId w:val="0"/>
        </w:numPr>
        <w:ind w:left="284"/>
        <w:rPr>
          <w:lang w:val="cs-CZ"/>
        </w:rPr>
      </w:pPr>
    </w:p>
    <w:p w:rsidR="00535141" w:rsidRPr="00A65E53" w:rsidRDefault="00535141" w:rsidP="009F2566">
      <w:pPr>
        <w:pStyle w:val="eTask"/>
      </w:pPr>
      <w:r>
        <w:t xml:space="preserve"> </w:t>
      </w:r>
      <w:r w:rsidRPr="007B7B4C">
        <w:t xml:space="preserve">List </w:t>
      </w:r>
      <w:r>
        <w:t xml:space="preserve">a minimum of 5 </w:t>
      </w:r>
      <w:r w:rsidRPr="007B7B4C">
        <w:t xml:space="preserve">basic </w:t>
      </w:r>
      <w:r>
        <w:t>steps of the PCB fabrication process</w:t>
      </w:r>
      <w:r w:rsidR="00B745BB">
        <w:t>.</w:t>
      </w:r>
    </w:p>
    <w:p w:rsidR="00535141" w:rsidRPr="00A65E53" w:rsidRDefault="00535141" w:rsidP="009F2566">
      <w:pPr>
        <w:pStyle w:val="eTask"/>
        <w:numPr>
          <w:ilvl w:val="0"/>
          <w:numId w:val="0"/>
        </w:numPr>
        <w:ind w:left="284"/>
      </w:pPr>
    </w:p>
    <w:p w:rsidR="00535141" w:rsidRPr="009F2566" w:rsidRDefault="00535141" w:rsidP="00535141">
      <w:pPr>
        <w:rPr>
          <w:color w:val="FF0000"/>
        </w:rPr>
      </w:pPr>
      <w:r w:rsidRPr="009F2566">
        <w:t>1.</w:t>
      </w:r>
      <w:r w:rsidRPr="009F2566">
        <w:tab/>
      </w:r>
      <w:r w:rsidRPr="009F2566">
        <w:rPr>
          <w:color w:val="FF0000"/>
          <w:lang w:val="en-US"/>
        </w:rPr>
        <w:t>Film generation</w:t>
      </w:r>
    </w:p>
    <w:p w:rsidR="00535141" w:rsidRPr="009F2566" w:rsidRDefault="00535141" w:rsidP="00535141">
      <w:pPr>
        <w:rPr>
          <w:color w:val="FF0000"/>
        </w:rPr>
      </w:pPr>
    </w:p>
    <w:p w:rsidR="00535141" w:rsidRPr="009F2566" w:rsidRDefault="00535141" w:rsidP="00535141">
      <w:pPr>
        <w:rPr>
          <w:noProof/>
          <w:color w:val="FF0000"/>
          <w:lang w:val="sk-SK" w:eastAsia="sk-SK"/>
        </w:rPr>
      </w:pPr>
      <w:r w:rsidRPr="009F2566">
        <w:rPr>
          <w:noProof/>
          <w:lang w:val="sk-SK" w:eastAsia="sk-SK"/>
        </w:rPr>
        <w:t>2.</w:t>
      </w:r>
      <w:r w:rsidRPr="009F2566">
        <w:tab/>
      </w:r>
      <w:r w:rsidRPr="009F2566">
        <w:rPr>
          <w:color w:val="FF0000"/>
        </w:rPr>
        <w:t>Drilling</w:t>
      </w:r>
    </w:p>
    <w:p w:rsidR="00535141" w:rsidRPr="009F2566" w:rsidRDefault="00535141" w:rsidP="00535141">
      <w:pPr>
        <w:rPr>
          <w:noProof/>
          <w:color w:val="FF0000"/>
          <w:lang w:val="sk-SK" w:eastAsia="sk-SK"/>
        </w:rPr>
      </w:pPr>
    </w:p>
    <w:p w:rsidR="00535141" w:rsidRPr="009F2566" w:rsidRDefault="00535141" w:rsidP="00535141">
      <w:pPr>
        <w:rPr>
          <w:color w:val="FF0000"/>
        </w:rPr>
      </w:pPr>
      <w:r w:rsidRPr="009F2566">
        <w:rPr>
          <w:noProof/>
          <w:lang w:val="sk-SK" w:eastAsia="sk-SK"/>
        </w:rPr>
        <w:t>3.</w:t>
      </w:r>
      <w:r w:rsidRPr="009F2566">
        <w:tab/>
      </w:r>
      <w:r w:rsidRPr="009F2566">
        <w:rPr>
          <w:color w:val="FF0000"/>
        </w:rPr>
        <w:t>Etching</w:t>
      </w:r>
    </w:p>
    <w:p w:rsidR="00535141" w:rsidRPr="009F2566" w:rsidRDefault="00535141" w:rsidP="00535141">
      <w:pPr>
        <w:rPr>
          <w:color w:val="FF0000"/>
        </w:rPr>
      </w:pPr>
    </w:p>
    <w:p w:rsidR="00535141" w:rsidRPr="009F2566" w:rsidRDefault="00535141" w:rsidP="00535141">
      <w:pPr>
        <w:rPr>
          <w:color w:val="FF0000"/>
        </w:rPr>
      </w:pPr>
      <w:r w:rsidRPr="009F2566">
        <w:t>4.</w:t>
      </w:r>
      <w:r w:rsidRPr="009F2566">
        <w:tab/>
      </w:r>
      <w:r w:rsidRPr="009F2566">
        <w:rPr>
          <w:color w:val="FF0000"/>
        </w:rPr>
        <w:t xml:space="preserve">Solder mask </w:t>
      </w:r>
    </w:p>
    <w:p w:rsidR="00535141" w:rsidRPr="009F2566" w:rsidRDefault="00535141" w:rsidP="00535141">
      <w:pPr>
        <w:rPr>
          <w:color w:val="FF0000"/>
        </w:rPr>
      </w:pPr>
    </w:p>
    <w:p w:rsidR="00535141" w:rsidRPr="00535141" w:rsidRDefault="00535141" w:rsidP="00535141">
      <w:pPr>
        <w:rPr>
          <w:color w:val="FF0000"/>
          <w:u w:val="single"/>
        </w:rPr>
      </w:pPr>
      <w:r w:rsidRPr="009F2566">
        <w:t>5.</w:t>
      </w:r>
      <w:r w:rsidRPr="009F2566">
        <w:tab/>
      </w:r>
      <w:r w:rsidRPr="009F2566">
        <w:rPr>
          <w:color w:val="FF0000"/>
        </w:rPr>
        <w:t>Silkscreen</w:t>
      </w:r>
    </w:p>
    <w:p w:rsidR="00535141" w:rsidRPr="00A65E53" w:rsidRDefault="00535141" w:rsidP="00535141">
      <w:pPr>
        <w:pStyle w:val="eLineBottom"/>
        <w:rPr>
          <w:lang w:val="en-US"/>
        </w:rPr>
      </w:pPr>
    </w:p>
    <w:p w:rsidR="00535141" w:rsidRPr="00A65E53" w:rsidRDefault="00535141" w:rsidP="00535141">
      <w:pPr>
        <w:rPr>
          <w:lang w:val="en-US"/>
        </w:rPr>
      </w:pPr>
    </w:p>
    <w:p w:rsidR="00535141" w:rsidRDefault="00535141" w:rsidP="009F2566">
      <w:pPr>
        <w:pStyle w:val="eTask"/>
      </w:pPr>
      <w:r w:rsidRPr="00BC1E8F">
        <w:t>Correct the text so that the following statement</w:t>
      </w:r>
      <w:r>
        <w:t>s</w:t>
      </w:r>
      <w:r w:rsidRPr="00BC1E8F">
        <w:t xml:space="preserve"> </w:t>
      </w:r>
      <w:r>
        <w:t>are</w:t>
      </w:r>
      <w:r w:rsidRPr="00BC1E8F">
        <w:t xml:space="preserve"> true</w:t>
      </w:r>
      <w:r w:rsidR="00B745BB">
        <w:t>.</w:t>
      </w:r>
    </w:p>
    <w:p w:rsidR="00535141" w:rsidRPr="00A65E53" w:rsidRDefault="00535141" w:rsidP="00B745BB">
      <w:pPr>
        <w:pStyle w:val="eTask"/>
        <w:numPr>
          <w:ilvl w:val="0"/>
          <w:numId w:val="0"/>
        </w:numPr>
        <w:ind w:left="720"/>
        <w:jc w:val="both"/>
      </w:pPr>
    </w:p>
    <w:p w:rsidR="00535141" w:rsidRDefault="00010F94" w:rsidP="00B745BB">
      <w:pPr>
        <w:spacing w:line="360" w:lineRule="auto"/>
        <w:jc w:val="both"/>
        <w:rPr>
          <w:lang w:val="en-US"/>
        </w:rPr>
      </w:pPr>
      <w:r>
        <w:rPr>
          <w:lang w:val="en-US"/>
        </w:rPr>
        <w:t>Keep digital and analog grounds</w:t>
      </w:r>
      <w:r w:rsidR="00535141" w:rsidRPr="00C216B6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US"/>
                  </w:rPr>
                  <m:t>together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separate</m:t>
                </m:r>
              </m:e>
            </m:eqArr>
          </m:e>
        </m:d>
      </m:oMath>
      <w:r>
        <w:rPr>
          <w:lang w:val="en-US"/>
        </w:rPr>
        <w:t xml:space="preserve"> because voltage and current spikes from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US"/>
                  </w:rPr>
                  <m:t>analog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 xml:space="preserve">digital </m:t>
                </m:r>
              </m:e>
            </m:eqArr>
          </m:e>
        </m:d>
      </m:oMath>
      <w:r w:rsidR="00535141">
        <w:rPr>
          <w:lang w:val="en-US"/>
        </w:rPr>
        <w:t xml:space="preserve">  </w:t>
      </w:r>
      <w:r w:rsidR="00543C9E">
        <w:rPr>
          <w:lang w:val="en-US"/>
        </w:rPr>
        <w:t xml:space="preserve">circuits can generate interference noise in the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US"/>
                  </w:rPr>
                  <m:t>digital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 xml:space="preserve">analog </m:t>
                </m:r>
              </m:e>
            </m:eqArr>
          </m:e>
        </m:d>
      </m:oMath>
      <w:r w:rsidR="00543C9E">
        <w:rPr>
          <w:lang w:val="en-US"/>
        </w:rPr>
        <w:t xml:space="preserve">  circuits</w:t>
      </w:r>
      <w:r w:rsidR="00535141" w:rsidRPr="00C216B6">
        <w:rPr>
          <w:lang w:val="en-US"/>
        </w:rPr>
        <w:t>.</w:t>
      </w:r>
    </w:p>
    <w:p w:rsidR="00535141" w:rsidRDefault="006A77C4" w:rsidP="00B745BB">
      <w:pPr>
        <w:spacing w:line="360" w:lineRule="auto"/>
        <w:jc w:val="both"/>
        <w:rPr>
          <w:lang w:val="en-GB"/>
        </w:rPr>
      </w:pPr>
      <w:r>
        <w:rPr>
          <w:lang w:val="en-US"/>
        </w:rPr>
        <w:t xml:space="preserve">When placing components,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minimize</m:t>
                </m:r>
              </m:e>
              <m:e>
                <m:r>
                  <m:rPr>
                    <m:nor/>
                  </m:rPr>
                  <w:rPr>
                    <w:strike/>
                    <w:lang w:val="en-US"/>
                  </w:rPr>
                  <m:t>maximize</m:t>
                </m:r>
              </m:e>
            </m:eqArr>
          </m:e>
        </m:d>
      </m:oMath>
      <w:r w:rsidR="00535141" w:rsidRPr="00C216B6">
        <w:rPr>
          <w:lang w:val="en-US"/>
        </w:rPr>
        <w:t xml:space="preserve"> </w:t>
      </w:r>
      <w:r>
        <w:rPr>
          <w:lang w:val="en-US"/>
        </w:rPr>
        <w:t>trace lengths and avoid</w:t>
      </w:r>
      <w:r w:rsidR="00535141" w:rsidRPr="00C216B6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90</m:t>
                </m:r>
              </m:e>
              <m:e>
                <m:r>
                  <m:rPr>
                    <m:nor/>
                  </m:rPr>
                  <w:rPr>
                    <w:strike/>
                    <w:lang w:val="en-US"/>
                  </w:rPr>
                  <m:t>45</m:t>
                </m:r>
              </m:e>
            </m:eqArr>
          </m:e>
        </m:d>
      </m:oMath>
      <w:r w:rsidR="00535141">
        <w:rPr>
          <w:lang w:val="en-US"/>
        </w:rPr>
        <w:t xml:space="preserve"> </w:t>
      </w:r>
      <w:r>
        <w:rPr>
          <w:lang w:val="en-US"/>
        </w:rPr>
        <w:t>degrees angles</w:t>
      </w:r>
      <w:r w:rsidR="00535141" w:rsidRPr="00C216B6">
        <w:rPr>
          <w:lang w:val="en-US"/>
        </w:rPr>
        <w:t>.</w:t>
      </w:r>
    </w:p>
    <w:p w:rsidR="00535141" w:rsidRDefault="00094A70" w:rsidP="00B745BB">
      <w:p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Manufacturers use 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photo plotter</m:t>
                </m:r>
              </m:e>
              <m:e>
                <m:r>
                  <m:rPr>
                    <m:nor/>
                  </m:rPr>
                  <w:rPr>
                    <w:strike/>
                    <w:lang w:val="en-US"/>
                  </w:rPr>
                  <m:t>printer</m:t>
                </m:r>
              </m:e>
            </m:eqArr>
          </m:e>
        </m:d>
      </m:oMath>
      <w:r>
        <w:rPr>
          <w:lang w:val="en-US"/>
        </w:rPr>
        <w:t xml:space="preserve"> </w:t>
      </w:r>
      <w:r>
        <w:rPr>
          <w:lang w:val="en-GB"/>
        </w:rPr>
        <w:t xml:space="preserve">to obtain 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US"/>
                  </w:rPr>
                  <m:t>digital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 xml:space="preserve">negative </m:t>
                </m:r>
              </m:e>
            </m:eqArr>
          </m:e>
        </m:d>
      </m:oMath>
      <w:r>
        <w:rPr>
          <w:lang w:val="en-US"/>
        </w:rPr>
        <w:t xml:space="preserve"> image of the PCB. </w:t>
      </w:r>
    </w:p>
    <w:p w:rsidR="00BC1E8F" w:rsidRPr="00535141" w:rsidRDefault="00C942CA" w:rsidP="00B745BB">
      <w:pPr>
        <w:spacing w:line="360" w:lineRule="auto"/>
        <w:jc w:val="both"/>
        <w:rPr>
          <w:lang w:val="en-GB"/>
        </w:rPr>
      </w:pPr>
      <w:r>
        <w:rPr>
          <w:lang w:val="en-GB"/>
        </w:rPr>
        <w:t xml:space="preserve">Sensitive signals should be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en-GB"/>
                  </w:rPr>
                  <m:t>kept away</m:t>
                </m:r>
                <m:r>
                  <m:rPr>
                    <m:nor/>
                  </m:rPr>
                  <w:rPr>
                    <w:lang w:val="en-GB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en-GB"/>
                  </w:rPr>
                  <m:t xml:space="preserve">shielded </m:t>
                </m:r>
              </m:e>
            </m:eqArr>
          </m:e>
        </m:d>
      </m:oMath>
      <w:r>
        <w:rPr>
          <w:lang w:val="en-GB"/>
        </w:rPr>
        <w:t xml:space="preserve"> from noise sources with planes and be kept impedance controlled.</w:t>
      </w:r>
    </w:p>
    <w:sectPr w:rsidR="00BC1E8F" w:rsidRPr="00535141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48D" w:rsidRDefault="0038648D" w:rsidP="00861A1A">
      <w:r>
        <w:separator/>
      </w:r>
    </w:p>
  </w:endnote>
  <w:endnote w:type="continuationSeparator" w:id="0">
    <w:p w:rsidR="0038648D" w:rsidRDefault="0038648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6D1A9EAF" wp14:editId="314690A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48D" w:rsidRDefault="0038648D" w:rsidP="00861A1A">
      <w:r>
        <w:separator/>
      </w:r>
    </w:p>
  </w:footnote>
  <w:footnote w:type="continuationSeparator" w:id="0">
    <w:p w:rsidR="0038648D" w:rsidRDefault="0038648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1D63329B" wp14:editId="019931DD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152E15" w:rsidP="00152E15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152E15">
      <w:rPr>
        <w:rFonts w:ascii="Calibri" w:hAnsi="Calibri"/>
        <w:smallCaps/>
        <w:noProof/>
        <w:sz w:val="20"/>
        <w:szCs w:val="20"/>
        <w:lang w:val="en-US"/>
      </w:rPr>
      <w:t>Printed Circuit Board (PCB) Design Process and Fabrication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C428C74"/>
    <w:lvl w:ilvl="0" w:tplc="B17458D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673F"/>
    <w:rsid w:val="00010F94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7EAC"/>
    <w:rsid w:val="00094A16"/>
    <w:rsid w:val="00094A70"/>
    <w:rsid w:val="000A233F"/>
    <w:rsid w:val="000A55B3"/>
    <w:rsid w:val="000B0D14"/>
    <w:rsid w:val="000C1409"/>
    <w:rsid w:val="000C6460"/>
    <w:rsid w:val="000C6B3A"/>
    <w:rsid w:val="00116801"/>
    <w:rsid w:val="001301D8"/>
    <w:rsid w:val="0013693D"/>
    <w:rsid w:val="00136968"/>
    <w:rsid w:val="0014373A"/>
    <w:rsid w:val="00151ED1"/>
    <w:rsid w:val="00152E15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8648D"/>
    <w:rsid w:val="0039238A"/>
    <w:rsid w:val="003B1326"/>
    <w:rsid w:val="003C2268"/>
    <w:rsid w:val="003C5B45"/>
    <w:rsid w:val="003C7FC9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35141"/>
    <w:rsid w:val="00543C9E"/>
    <w:rsid w:val="00561B7B"/>
    <w:rsid w:val="00561C5A"/>
    <w:rsid w:val="00563AEB"/>
    <w:rsid w:val="005728B3"/>
    <w:rsid w:val="005738D5"/>
    <w:rsid w:val="0057504E"/>
    <w:rsid w:val="005832C4"/>
    <w:rsid w:val="00587966"/>
    <w:rsid w:val="00595E7B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03815"/>
    <w:rsid w:val="00625B5A"/>
    <w:rsid w:val="0063686B"/>
    <w:rsid w:val="006435FE"/>
    <w:rsid w:val="0064494B"/>
    <w:rsid w:val="00654C16"/>
    <w:rsid w:val="0066326F"/>
    <w:rsid w:val="0068067D"/>
    <w:rsid w:val="0068131D"/>
    <w:rsid w:val="00690FB1"/>
    <w:rsid w:val="00695314"/>
    <w:rsid w:val="006A24C7"/>
    <w:rsid w:val="006A77C4"/>
    <w:rsid w:val="006B5D59"/>
    <w:rsid w:val="006D39B2"/>
    <w:rsid w:val="006D3F30"/>
    <w:rsid w:val="006D50FA"/>
    <w:rsid w:val="006D6A7E"/>
    <w:rsid w:val="006E21B3"/>
    <w:rsid w:val="006F0D5B"/>
    <w:rsid w:val="006F787A"/>
    <w:rsid w:val="00710301"/>
    <w:rsid w:val="0073574D"/>
    <w:rsid w:val="007460F9"/>
    <w:rsid w:val="007503EF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0406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2566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45BB"/>
    <w:rsid w:val="00B75FF7"/>
    <w:rsid w:val="00B816F4"/>
    <w:rsid w:val="00B822EA"/>
    <w:rsid w:val="00B84417"/>
    <w:rsid w:val="00B94FBB"/>
    <w:rsid w:val="00BA3595"/>
    <w:rsid w:val="00BB26A8"/>
    <w:rsid w:val="00BB3CAA"/>
    <w:rsid w:val="00BB48C7"/>
    <w:rsid w:val="00BC1E8F"/>
    <w:rsid w:val="00BC1F6B"/>
    <w:rsid w:val="00BC732E"/>
    <w:rsid w:val="00BD3D30"/>
    <w:rsid w:val="00BD7612"/>
    <w:rsid w:val="00BE6648"/>
    <w:rsid w:val="00BF5E09"/>
    <w:rsid w:val="00BF6970"/>
    <w:rsid w:val="00C148FD"/>
    <w:rsid w:val="00C216B6"/>
    <w:rsid w:val="00C2393A"/>
    <w:rsid w:val="00C455F4"/>
    <w:rsid w:val="00C55039"/>
    <w:rsid w:val="00C5580D"/>
    <w:rsid w:val="00C57915"/>
    <w:rsid w:val="00C63A16"/>
    <w:rsid w:val="00C7264E"/>
    <w:rsid w:val="00C767C9"/>
    <w:rsid w:val="00C878F0"/>
    <w:rsid w:val="00C942CA"/>
    <w:rsid w:val="00CA51B5"/>
    <w:rsid w:val="00CA634B"/>
    <w:rsid w:val="00CB3199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3C26"/>
    <w:rsid w:val="00DB674B"/>
    <w:rsid w:val="00DC1DC7"/>
    <w:rsid w:val="00DC301C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1181"/>
    <w:rsid w:val="00F03DBA"/>
    <w:rsid w:val="00F1115A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18BAB2-31CD-40FA-98AC-9E5352E7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9F2566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</TotalTime>
  <Pages>2</Pages>
  <Words>378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2018-10-15T07:16:00Z</dcterms:created>
  <dcterms:modified xsi:type="dcterms:W3CDTF">2018-10-15T07:21:00Z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