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E8580B" w:rsidRDefault="003E0564" w:rsidP="003E0564">
      <w:pPr>
        <w:pStyle w:val="eTask"/>
        <w:rPr>
          <w:noProof/>
          <w:lang w:val="sk-SK" w:eastAsia="sk-SK"/>
        </w:rPr>
      </w:pPr>
      <w:r>
        <w:rPr>
          <w:lang w:val="es-ES"/>
        </w:rPr>
        <w:t>Relacione</w:t>
      </w:r>
      <w:r w:rsidRPr="003E0564">
        <w:rPr>
          <w:lang w:val="es-ES"/>
        </w:rPr>
        <w:t xml:space="preserve"> las cuatro capas de IPv6 que se muestran en la columna izquierda con</w:t>
      </w:r>
      <w:bookmarkStart w:id="0" w:name="_GoBack"/>
      <w:bookmarkEnd w:id="0"/>
      <w:r w:rsidRPr="003E0564">
        <w:rPr>
          <w:lang w:val="es-ES"/>
        </w:rPr>
        <w:t xml:space="preserve"> las descripciones correspondientes en la columna de la derecha.</w:t>
      </w:r>
    </w:p>
    <w:p w:rsidR="00F12783" w:rsidRPr="009A7ECB" w:rsidRDefault="000A1FE7" w:rsidP="006728BF">
      <w:pPr>
        <w:rPr>
          <w:noProof/>
          <w:lang w:val="sk-SK" w:eastAsia="sk-SK"/>
        </w:rPr>
      </w:pPr>
      <w:r>
        <w:rPr>
          <w:noProof/>
          <w:lang w:val="en-US" w:eastAsia="en-US"/>
        </w:rPr>
        <w:pict>
          <v:line id="9 Conector recto" o:spid="_x0000_s1026" style="position:absolute;flip:y;z-index:251661312;visibility:visible;mso-width-relative:margin;mso-height-relative:margin" from="80.35pt,37.5pt" to="176.65pt,2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" strokecolor="red" strokeweight="1.5pt">
            <o:lock v:ext="edit" shapetype="f"/>
          </v:line>
        </w:pic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389"/>
        <w:gridCol w:w="1918"/>
        <w:gridCol w:w="5621"/>
      </w:tblGrid>
      <w:tr w:rsidR="00A25C4B" w:rsidRPr="00614201" w:rsidTr="006728BF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782CB1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CC464C">
              <w:rPr>
                <w:b w:val="0"/>
                <w:lang w:val="es-ES"/>
              </w:rPr>
              <w:t>Capa de sensores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0A1FE7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noProof/>
                <w:lang w:val="en-US" w:eastAsia="en-US"/>
              </w:rPr>
              <w:pict>
                <v:line id="3 Conector recto" o:spid="_x0000_s1034" style="position:absolute;z-index:251659264;visibility:visible;mso-position-horizontal-relative:text;mso-position-vertical-relative:text;mso-width-relative:margin;mso-height-relative:margin" from="-5.5pt,19.2pt" to="90.25pt,1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" strokecolor="red" strokeweight="1.5pt">
                  <o:lock v:ext="edit" shapetype="f"/>
                </v:line>
              </w:pict>
            </w:r>
          </w:p>
        </w:tc>
        <w:tc>
          <w:tcPr>
            <w:tcW w:w="57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3E0564" w:rsidRDefault="003E0564" w:rsidP="006728BF">
            <w:pPr>
              <w:rPr>
                <w:lang w:val="es-ES"/>
              </w:rPr>
            </w:pPr>
            <w:r w:rsidRPr="00CC464C">
              <w:rPr>
                <w:lang w:val="es-ES"/>
              </w:rPr>
              <w:t>Transmisión transparente de datos a través de redes de comunicaciones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E0564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3E0564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E0564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782CB1" w:rsidRDefault="00782CB1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Capa de integración de la información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782CB1" w:rsidRDefault="000A1FE7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>
              <w:rPr>
                <w:noProof/>
                <w:lang w:val="en-US" w:eastAsia="en-US"/>
              </w:rPr>
              <w:pict>
                <v:line id="8 Conector recto" o:spid="_x0000_s1033" style="position:absolute;z-index:251660288;visibility:visible;mso-position-horizontal-relative:text;mso-position-vertical-relative:text;mso-width-relative:margin;mso-height-relative:margin" from="-5.8pt,21.2pt" to="90.2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" strokecolor="red" strokeweight="1.5pt">
                  <o:lock v:ext="edit" shapetype="f"/>
                </v:line>
              </w:pict>
            </w:r>
            <w:r>
              <w:rPr>
                <w:noProof/>
                <w:lang w:val="en-US" w:eastAsia="en-US"/>
              </w:rPr>
              <w:pict>
                <v:line id="6 Conector recto" o:spid="_x0000_s1032" style="position:absolute;flip:y;z-index:251658240;visibility:visible;mso-position-horizontal-relative:text;mso-position-vertical-relative:text;mso-width-relative:margin;mso-height-relative:margin" from="-5.8pt,21.2pt" to="90.2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" strokecolor="red" strokeweight="1.5pt">
                  <o:lock v:ext="edit" shapetype="f"/>
                </v:line>
              </w:pic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3E0564" w:rsidRDefault="003E0564" w:rsidP="006728BF">
            <w:pPr>
              <w:rPr>
                <w:lang w:val="es-ES"/>
              </w:rPr>
            </w:pPr>
            <w:r w:rsidRPr="00CC464C">
              <w:rPr>
                <w:lang w:val="es-ES"/>
              </w:rPr>
              <w:t>Proporciona servicios de contenido a los usuario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E0564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3E0564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E0564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782CB1" w:rsidRDefault="00782CB1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Capa de aplicación de servicio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782CB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3E0564" w:rsidRDefault="003E0564" w:rsidP="006728BF">
            <w:pPr>
              <w:rPr>
                <w:lang w:val="es-ES"/>
              </w:rPr>
            </w:pPr>
            <w:r w:rsidRPr="00CC464C">
              <w:rPr>
                <w:lang w:val="es-ES"/>
              </w:rPr>
              <w:t>Extrae conocimiento útil a partir de determinada información y lo pasa a servicios y usuarios finales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E0564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3E0564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E0564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8A43DC" w:rsidTr="006728BF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8A43DC" w:rsidRDefault="00782CB1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8A43DC">
              <w:rPr>
                <w:b w:val="0"/>
                <w:lang w:val="es-ES"/>
              </w:rPr>
              <w:t>Capa de intercambio de datos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8A43D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5C4B" w:rsidRPr="008A43DC" w:rsidRDefault="003E0564" w:rsidP="003E0564">
            <w:pPr>
              <w:rPr>
                <w:lang w:val="es-ES"/>
              </w:rPr>
            </w:pPr>
            <w:r w:rsidRPr="008A43DC">
              <w:rPr>
                <w:lang w:val="es-ES"/>
              </w:rPr>
              <w:t>Medición de objetos y magnitudes físicas y obtener datos</w:t>
            </w:r>
          </w:p>
        </w:tc>
      </w:tr>
    </w:tbl>
    <w:p w:rsidR="00F12783" w:rsidRPr="008A43DC" w:rsidRDefault="00F12783" w:rsidP="006728BF">
      <w:pPr>
        <w:rPr>
          <w:lang w:val="es-ES"/>
        </w:rPr>
      </w:pPr>
    </w:p>
    <w:p w:rsidR="00F12783" w:rsidRPr="008A43DC" w:rsidRDefault="00F12783" w:rsidP="00F12783">
      <w:pPr>
        <w:pStyle w:val="eLineBottom"/>
        <w:rPr>
          <w:lang w:val="es-ES"/>
        </w:rPr>
      </w:pPr>
    </w:p>
    <w:p w:rsidR="00F12783" w:rsidRPr="008A43DC" w:rsidRDefault="00F12783" w:rsidP="006728BF">
      <w:pPr>
        <w:rPr>
          <w:lang w:val="es-ES"/>
        </w:rPr>
      </w:pPr>
    </w:p>
    <w:p w:rsidR="003E0564" w:rsidRPr="008A43DC" w:rsidRDefault="003E0564" w:rsidP="003E0564">
      <w:pPr>
        <w:pStyle w:val="eTask"/>
        <w:rPr>
          <w:lang w:val="es-ES"/>
        </w:rPr>
      </w:pPr>
      <w:r w:rsidRPr="008A43DC">
        <w:rPr>
          <w:lang w:val="es-ES"/>
        </w:rPr>
        <w:t>Modificar las frases siguientes para que sean verdaderas.</w:t>
      </w:r>
    </w:p>
    <w:p w:rsidR="00CE070B" w:rsidRPr="008A43DC" w:rsidRDefault="00CE070B" w:rsidP="006728BF">
      <w:pPr>
        <w:rPr>
          <w:lang w:val="es-ES"/>
        </w:rPr>
      </w:pPr>
    </w:p>
    <w:p w:rsidR="00180ECB" w:rsidRPr="008A43DC" w:rsidRDefault="003E0564" w:rsidP="006728BF">
      <w:pPr>
        <w:rPr>
          <w:lang w:val="es-ES"/>
        </w:rPr>
      </w:pPr>
      <w:r w:rsidRPr="008A43DC">
        <w:rPr>
          <w:lang w:val="es-ES"/>
        </w:rPr>
        <w:t>La computación en nube (</w:t>
      </w:r>
      <w:r w:rsidR="001D2E38" w:rsidRPr="008A43DC">
        <w:rPr>
          <w:lang w:val="es-ES"/>
        </w:rPr>
        <w:t>Cloud computing</w:t>
      </w:r>
      <w:r w:rsidRPr="008A43DC">
        <w:rPr>
          <w:lang w:val="es-ES"/>
        </w:rPr>
        <w:t>) es una de las plataformas que permite</w:t>
      </w:r>
      <w:r w:rsidR="006728BF" w:rsidRPr="008A43D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establecer un conjunto común de estándares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el soporte a IoT</m:t>
                  </m:r>
                </m:e>
              </m:mr>
            </m:m>
          </m:e>
        </m:d>
      </m:oMath>
      <w:r w:rsidR="006728BF" w:rsidRPr="008A43DC">
        <w:rPr>
          <w:lang w:val="es-ES"/>
        </w:rPr>
        <w:t>.</w:t>
      </w:r>
    </w:p>
    <w:p w:rsidR="00CA6BDC" w:rsidRPr="008A43DC" w:rsidRDefault="00CA6BDC" w:rsidP="006728BF">
      <w:pPr>
        <w:rPr>
          <w:lang w:val="es-ES"/>
        </w:rPr>
      </w:pPr>
    </w:p>
    <w:p w:rsidR="00CA6BDC" w:rsidRPr="008A43DC" w:rsidRDefault="00360ECE" w:rsidP="006728BF">
      <w:pPr>
        <w:rPr>
          <w:lang w:val="es-ES"/>
        </w:rPr>
      </w:pPr>
      <w:r w:rsidRPr="008A43DC">
        <w:rPr>
          <w:lang w:val="es-ES"/>
        </w:rPr>
        <w:t xml:space="preserve">IPsec (IP security) </w:t>
      </w:r>
      <w:r w:rsidR="003E0564" w:rsidRPr="008A43DC">
        <w:rPr>
          <w:lang w:val="es-ES"/>
        </w:rPr>
        <w:t>aplica a</w:t>
      </w:r>
      <w:r w:rsidR="00CA6BDC" w:rsidRPr="008A43D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resolver problemas de seguirdad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acceso WiFi</m:t>
                  </m:r>
                </m:e>
              </m:mr>
            </m:m>
          </m:e>
        </m:d>
      </m:oMath>
      <w:r w:rsidR="006728BF" w:rsidRPr="008A43DC">
        <w:rPr>
          <w:lang w:val="es-ES"/>
        </w:rPr>
        <w:t>.</w:t>
      </w:r>
    </w:p>
    <w:p w:rsidR="00180ECB" w:rsidRPr="008A43DC" w:rsidRDefault="00180ECB" w:rsidP="00180ECB">
      <w:pPr>
        <w:pStyle w:val="eLineBottom"/>
        <w:rPr>
          <w:lang w:val="es-ES"/>
        </w:rPr>
      </w:pPr>
    </w:p>
    <w:p w:rsidR="00180ECB" w:rsidRPr="008A43DC" w:rsidRDefault="00180ECB" w:rsidP="00180ECB">
      <w:pPr>
        <w:rPr>
          <w:lang w:val="es-ES"/>
        </w:rPr>
      </w:pPr>
    </w:p>
    <w:p w:rsidR="00210701" w:rsidRPr="008A43DC" w:rsidRDefault="003E0564" w:rsidP="003E0564">
      <w:pPr>
        <w:pStyle w:val="eTask"/>
        <w:rPr>
          <w:lang w:val="es-ES"/>
        </w:rPr>
      </w:pPr>
      <w:r w:rsidRPr="008A43DC">
        <w:rPr>
          <w:lang w:val="es-ES"/>
        </w:rPr>
        <w:t>He aquí una serie de campos de aplicación de la IoT. Relacione cada elemento en la columna de la izquierda con el correspondiente en la columna de la derecha.</w:t>
      </w:r>
    </w:p>
    <w:p w:rsidR="00A41A9A" w:rsidRPr="008A43DC" w:rsidRDefault="00A41A9A" w:rsidP="00512A98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591"/>
        <w:gridCol w:w="1701"/>
        <w:gridCol w:w="5636"/>
      </w:tblGrid>
      <w:tr w:rsidR="003E0564" w:rsidRPr="008A43DC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8A43DC" w:rsidRDefault="000A1FE7" w:rsidP="003E0564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  <w:r>
              <w:rPr>
                <w:noProof/>
                <w:lang w:val="es-ES" w:eastAsia="en-US"/>
              </w:rPr>
              <w:pict>
                <v:line id="14 Conector recto" o:spid="_x0000_s1030" style="position:absolute;left:0;text-align:left;z-index:251665408;visibility:visible;mso-width-relative:margin;mso-height-relative:margin" from="73.9pt,10.8pt" to="159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" strokecolor="red" strokeweight="1.5pt">
                  <o:lock v:ext="edit" shapetype="f"/>
                </v:line>
              </w:pict>
            </w:r>
            <w:r w:rsidR="00CE5FBD" w:rsidRPr="008A43DC">
              <w:rPr>
                <w:b w:val="0"/>
                <w:lang w:val="es-ES"/>
              </w:rPr>
              <w:t>Automo</w:t>
            </w:r>
            <w:r w:rsidR="003E0564" w:rsidRPr="008A43DC">
              <w:rPr>
                <w:b w:val="0"/>
                <w:lang w:val="es-ES"/>
              </w:rPr>
              <w:t>ción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8A43DC" w:rsidRDefault="000A1FE7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  <w:r>
              <w:rPr>
                <w:noProof/>
                <w:lang w:val="es-ES" w:eastAsia="en-US"/>
              </w:rPr>
              <w:pict>
                <v:line id="10 Conector recto" o:spid="_x0000_s1031" style="position:absolute;flip:y;z-index:251662336;visibility:visible;mso-position-horizontal-relative:text;mso-position-vertical-relative:text;mso-width-relative:margin;mso-height-relative:margin" from="-5.65pt,9.3pt" to="79.1pt,1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" strokecolor="red" strokeweight="1.5pt">
                  <o:lock v:ext="edit" shapetype="f"/>
                </v:line>
              </w:pict>
            </w:r>
            <w:r>
              <w:rPr>
                <w:noProof/>
                <w:lang w:val="es-ES" w:eastAsia="en-US"/>
              </w:rPr>
              <w:pict>
                <v:line id="11 Conector recto" o:spid="_x0000_s1029" style="position:absolute;flip:y;z-index:251663360;visibility:visible;mso-position-horizontal-relative:text;mso-position-vertical-relative:text;mso-width-relative:margin;mso-height-relative:margin" from="164.35pt,577.05pt" to="248.1pt,6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" strokecolor="red" strokeweight="1.5pt">
                  <o:lock v:ext="edit" shapetype="f"/>
                </v:line>
              </w:pict>
            </w: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8A43DC" w:rsidRDefault="00CE5FBD" w:rsidP="003E0564">
            <w:pPr>
              <w:spacing w:before="60" w:after="60"/>
              <w:rPr>
                <w:lang w:val="es-ES"/>
              </w:rPr>
            </w:pPr>
            <w:r w:rsidRPr="008A43DC">
              <w:rPr>
                <w:lang w:val="es-ES"/>
              </w:rPr>
              <w:t>Integra</w:t>
            </w:r>
            <w:r w:rsidR="003E0564" w:rsidRPr="008A43DC">
              <w:rPr>
                <w:lang w:val="es-ES"/>
              </w:rPr>
              <w:t>ción de servicios de seguridad</w:t>
            </w:r>
          </w:p>
        </w:tc>
      </w:tr>
      <w:tr w:rsidR="003E0564" w:rsidRPr="008A43DC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</w:tr>
      <w:tr w:rsidR="003E0564" w:rsidRPr="008A43DC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8A43DC" w:rsidRDefault="000A1FE7" w:rsidP="003E0564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  <w:r>
              <w:rPr>
                <w:noProof/>
                <w:lang w:val="es-ES" w:eastAsia="en-US"/>
              </w:rPr>
              <w:pict>
                <v:line id="13 Conector recto" o:spid="_x0000_s1027" style="position:absolute;left:0;text-align:left;z-index:251664384;visibility:visible;mso-position-horizontal-relative:text;mso-position-vertical-relative:text;mso-width-relative:margin;mso-height-relative:margin" from="73.9pt,8.05pt" to="159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" strokecolor="red" strokeweight="1.5pt">
                  <o:lock v:ext="edit" shapetype="f"/>
                </v:line>
              </w:pict>
            </w:r>
            <w:r w:rsidR="00CE5FBD" w:rsidRPr="008A43DC">
              <w:rPr>
                <w:b w:val="0"/>
                <w:lang w:val="es-ES"/>
              </w:rPr>
              <w:t>Educa</w:t>
            </w:r>
            <w:r w:rsidR="003E0564" w:rsidRPr="008A43DC">
              <w:rPr>
                <w:b w:val="0"/>
                <w:lang w:val="es-ES"/>
              </w:rPr>
              <w:t>ción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8A43DC" w:rsidRDefault="000A1FE7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  <w:r>
              <w:rPr>
                <w:noProof/>
                <w:lang w:val="es-ES" w:eastAsia="en-US"/>
              </w:rPr>
              <w:pict>
                <v:line id="_x0000_s1028" style="position:absolute;flip:y;z-index:251666432;visibility:visible;mso-position-horizontal-relative:text;mso-position-vertical-relative:text;mso-width-relative:margin;mso-height-relative:margin" from="-5.65pt,9.55pt" to="78.0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" strokecolor="red" strokeweight="1.5pt">
                  <o:lock v:ext="edit" shapetype="f"/>
                </v:line>
              </w:pic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8A43DC" w:rsidRDefault="00CE5FBD" w:rsidP="003E0564">
            <w:pPr>
              <w:spacing w:before="60" w:after="60"/>
              <w:rPr>
                <w:lang w:val="es-ES"/>
              </w:rPr>
            </w:pPr>
            <w:r w:rsidRPr="008A43DC">
              <w:rPr>
                <w:lang w:val="es-ES"/>
              </w:rPr>
              <w:t>Preven</w:t>
            </w:r>
            <w:r w:rsidR="003E0564" w:rsidRPr="008A43DC">
              <w:rPr>
                <w:lang w:val="es-ES"/>
              </w:rPr>
              <w:t>ir sobreproducción</w:t>
            </w:r>
          </w:p>
        </w:tc>
      </w:tr>
      <w:tr w:rsidR="003E0564" w:rsidRPr="008A43DC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</w:tr>
      <w:tr w:rsidR="003E0564" w:rsidRPr="008A43DC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8A43DC" w:rsidRDefault="003E0564" w:rsidP="003E0564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  <w:r w:rsidRPr="008A43DC">
              <w:rPr>
                <w:b w:val="0"/>
                <w:lang w:val="es-ES"/>
              </w:rPr>
              <w:t>Fabricación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8A43DC" w:rsidRDefault="003E0564" w:rsidP="003E0564">
            <w:pPr>
              <w:spacing w:before="60" w:after="60"/>
              <w:rPr>
                <w:lang w:val="es-ES"/>
              </w:rPr>
            </w:pPr>
            <w:r w:rsidRPr="008A43DC">
              <w:rPr>
                <w:lang w:val="es-ES"/>
              </w:rPr>
              <w:t xml:space="preserve">Seguimiento </w:t>
            </w:r>
            <w:r w:rsidR="00CE5FBD" w:rsidRPr="008A43DC">
              <w:rPr>
                <w:lang w:val="es-ES"/>
              </w:rPr>
              <w:t>GPS</w:t>
            </w:r>
          </w:p>
        </w:tc>
      </w:tr>
      <w:tr w:rsidR="003E0564" w:rsidRPr="008A43DC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</w:tr>
      <w:tr w:rsidR="003E0564" w:rsidRPr="008A43DC" w:rsidTr="006878C4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8A43DC" w:rsidRDefault="003E0564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  <w:r w:rsidRPr="008A43DC">
              <w:rPr>
                <w:b w:val="0"/>
                <w:lang w:val="es-ES"/>
              </w:rPr>
              <w:t>Ciudad inteligente (</w:t>
            </w:r>
            <w:r w:rsidR="00CE5FBD" w:rsidRPr="008A43DC">
              <w:rPr>
                <w:b w:val="0"/>
                <w:lang w:val="es-ES"/>
              </w:rPr>
              <w:t>Smart cities</w:t>
            </w:r>
            <w:r w:rsidRPr="008A43DC">
              <w:rPr>
                <w:b w:val="0"/>
                <w:lang w:val="es-ES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8A43DC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4201" w:rsidRPr="008A43DC" w:rsidRDefault="00CE5FBD" w:rsidP="006878C4">
            <w:pPr>
              <w:spacing w:before="60" w:after="60"/>
              <w:rPr>
                <w:lang w:val="es-ES"/>
              </w:rPr>
            </w:pPr>
            <w:r w:rsidRPr="008A43DC">
              <w:rPr>
                <w:lang w:val="es-ES"/>
              </w:rPr>
              <w:t>Interc</w:t>
            </w:r>
            <w:r w:rsidR="003E0564" w:rsidRPr="008A43DC">
              <w:rPr>
                <w:lang w:val="es-ES"/>
              </w:rPr>
              <w:t>ambio de reports y resultados en tiempo real</w:t>
            </w:r>
          </w:p>
        </w:tc>
      </w:tr>
    </w:tbl>
    <w:p w:rsidR="00210701" w:rsidRPr="008A43DC" w:rsidRDefault="00210701" w:rsidP="006728BF">
      <w:pPr>
        <w:rPr>
          <w:lang w:val="es-ES"/>
        </w:rPr>
      </w:pPr>
    </w:p>
    <w:p w:rsidR="006728BF" w:rsidRPr="008A43DC" w:rsidRDefault="006728BF">
      <w:pPr>
        <w:rPr>
          <w:b/>
          <w:lang w:val="es-ES"/>
        </w:rPr>
      </w:pPr>
      <w:r w:rsidRPr="008A43DC">
        <w:rPr>
          <w:lang w:val="es-ES"/>
        </w:rPr>
        <w:br w:type="page"/>
      </w:r>
    </w:p>
    <w:p w:rsidR="00457B2D" w:rsidRPr="008A43DC" w:rsidRDefault="00FC3EEE" w:rsidP="00457B2D">
      <w:pPr>
        <w:pStyle w:val="eTask"/>
        <w:rPr>
          <w:lang w:val="es-ES"/>
        </w:rPr>
      </w:pPr>
      <w:r w:rsidRPr="008A43DC">
        <w:rPr>
          <w:lang w:val="es-ES"/>
        </w:rPr>
        <w:lastRenderedPageBreak/>
        <w:t>Escribir tres aplicaciones básicas de IoT para ciudades inteligentes</w:t>
      </w:r>
      <w:r w:rsidR="00457B2D" w:rsidRPr="008A43DC">
        <w:rPr>
          <w:lang w:val="es-ES"/>
        </w:rPr>
        <w:t xml:space="preserve"> </w:t>
      </w:r>
      <w:r w:rsidRPr="008A43DC">
        <w:rPr>
          <w:lang w:val="es-ES"/>
        </w:rPr>
        <w:t>(</w:t>
      </w:r>
      <w:r w:rsidR="00457B2D" w:rsidRPr="008A43DC">
        <w:rPr>
          <w:lang w:val="es-ES"/>
        </w:rPr>
        <w:t>Smart Cities</w:t>
      </w:r>
      <w:r w:rsidRPr="008A43DC">
        <w:rPr>
          <w:lang w:val="es-ES"/>
        </w:rPr>
        <w:t>)</w:t>
      </w:r>
      <w:r w:rsidR="00457B2D" w:rsidRPr="008A43DC">
        <w:rPr>
          <w:lang w:val="es-ES"/>
        </w:rPr>
        <w:t>.</w:t>
      </w:r>
    </w:p>
    <w:p w:rsidR="00457B2D" w:rsidRPr="008A43DC" w:rsidRDefault="00457B2D" w:rsidP="006728BF">
      <w:pPr>
        <w:rPr>
          <w:lang w:val="es-ES"/>
        </w:rPr>
      </w:pPr>
    </w:p>
    <w:p w:rsidR="00457B2D" w:rsidRPr="008A43DC" w:rsidRDefault="00457B2D" w:rsidP="00457B2D">
      <w:pPr>
        <w:rPr>
          <w:lang w:val="es-ES"/>
        </w:rPr>
      </w:pPr>
      <w:r w:rsidRPr="008A43DC">
        <w:rPr>
          <w:lang w:val="es-ES"/>
        </w:rPr>
        <w:t>1.</w:t>
      </w:r>
      <w:r w:rsidRPr="008A43DC">
        <w:rPr>
          <w:lang w:val="es-ES"/>
        </w:rPr>
        <w:tab/>
      </w:r>
      <w:r w:rsidR="00512A98" w:rsidRPr="008A43DC">
        <w:rPr>
          <w:color w:val="FF0000"/>
          <w:lang w:val="es-ES"/>
        </w:rPr>
        <w:t>Optimiza</w:t>
      </w:r>
      <w:r w:rsidR="00FC3EEE" w:rsidRPr="008A43DC">
        <w:rPr>
          <w:color w:val="FF0000"/>
          <w:lang w:val="es-ES"/>
        </w:rPr>
        <w:t>ción de transporte público y privado</w:t>
      </w:r>
    </w:p>
    <w:p w:rsidR="00457B2D" w:rsidRPr="008A43DC" w:rsidRDefault="00457B2D" w:rsidP="00457B2D">
      <w:pPr>
        <w:rPr>
          <w:lang w:val="es-ES"/>
        </w:rPr>
      </w:pPr>
    </w:p>
    <w:p w:rsidR="00457B2D" w:rsidRPr="008A43DC" w:rsidRDefault="00457B2D" w:rsidP="00457B2D">
      <w:pPr>
        <w:rPr>
          <w:noProof/>
          <w:lang w:val="es-ES" w:eastAsia="sk-SK"/>
        </w:rPr>
      </w:pPr>
      <w:r w:rsidRPr="008A43DC">
        <w:rPr>
          <w:noProof/>
          <w:lang w:val="es-ES" w:eastAsia="sk-SK"/>
        </w:rPr>
        <w:t>2.</w:t>
      </w:r>
      <w:r w:rsidRPr="008A43DC">
        <w:rPr>
          <w:lang w:val="es-ES"/>
        </w:rPr>
        <w:tab/>
      </w:r>
      <w:r w:rsidR="00512A98" w:rsidRPr="008A43DC">
        <w:rPr>
          <w:color w:val="FF0000"/>
          <w:lang w:val="es-ES"/>
        </w:rPr>
        <w:t>Sensor</w:t>
      </w:r>
      <w:r w:rsidR="00FC3EEE" w:rsidRPr="008A43DC">
        <w:rPr>
          <w:color w:val="FF0000"/>
          <w:lang w:val="es-ES"/>
        </w:rPr>
        <w:t>es de aparcamiento</w:t>
      </w:r>
    </w:p>
    <w:p w:rsidR="00457B2D" w:rsidRPr="008A43DC" w:rsidRDefault="00457B2D" w:rsidP="00457B2D">
      <w:pPr>
        <w:rPr>
          <w:noProof/>
          <w:lang w:val="es-ES" w:eastAsia="sk-SK"/>
        </w:rPr>
      </w:pPr>
    </w:p>
    <w:p w:rsidR="00457B2D" w:rsidRPr="008A43DC" w:rsidRDefault="00457B2D" w:rsidP="00457B2D">
      <w:pPr>
        <w:rPr>
          <w:noProof/>
          <w:lang w:val="es-ES" w:eastAsia="sk-SK"/>
        </w:rPr>
      </w:pPr>
      <w:r w:rsidRPr="008A43DC">
        <w:rPr>
          <w:noProof/>
          <w:lang w:val="es-ES" w:eastAsia="sk-SK"/>
        </w:rPr>
        <w:t>3.</w:t>
      </w:r>
      <w:r w:rsidRPr="008A43DC">
        <w:rPr>
          <w:lang w:val="es-ES"/>
        </w:rPr>
        <w:tab/>
      </w:r>
      <w:r w:rsidR="00FC3EEE" w:rsidRPr="008A43DC">
        <w:rPr>
          <w:color w:val="FF0000"/>
          <w:lang w:val="es-ES"/>
        </w:rPr>
        <w:t xml:space="preserve">Gestión de tráfico </w:t>
      </w:r>
      <w:r w:rsidR="008A43DC" w:rsidRPr="008A43DC">
        <w:rPr>
          <w:color w:val="FF0000"/>
          <w:lang w:val="es-ES"/>
        </w:rPr>
        <w:t>inteligente</w:t>
      </w:r>
      <w:r w:rsidR="00FC3EEE" w:rsidRPr="008A43DC">
        <w:rPr>
          <w:color w:val="FF0000"/>
          <w:lang w:val="es-ES"/>
        </w:rPr>
        <w:t xml:space="preserve"> en tiempo real</w:t>
      </w:r>
    </w:p>
    <w:p w:rsidR="001922A0" w:rsidRPr="008A43DC" w:rsidRDefault="001922A0" w:rsidP="006728BF">
      <w:pPr>
        <w:rPr>
          <w:lang w:val="es-ES"/>
        </w:rPr>
      </w:pPr>
    </w:p>
    <w:p w:rsidR="00137397" w:rsidRPr="008A43DC" w:rsidRDefault="00137397" w:rsidP="00137397">
      <w:pPr>
        <w:pStyle w:val="eLineBottom"/>
        <w:rPr>
          <w:lang w:val="es-ES"/>
        </w:rPr>
      </w:pPr>
    </w:p>
    <w:p w:rsidR="00137397" w:rsidRPr="008A43DC" w:rsidRDefault="00137397" w:rsidP="00C148FD">
      <w:pPr>
        <w:rPr>
          <w:lang w:val="es-ES"/>
        </w:rPr>
      </w:pPr>
    </w:p>
    <w:p w:rsidR="009B5E16" w:rsidRPr="008A43DC" w:rsidRDefault="009B5E16" w:rsidP="009B5E16">
      <w:pPr>
        <w:pStyle w:val="eTask"/>
        <w:ind w:left="284" w:hanging="284"/>
        <w:rPr>
          <w:noProof/>
          <w:lang w:val="es-ES" w:eastAsia="sk-SK"/>
        </w:rPr>
      </w:pPr>
      <w:r w:rsidRPr="008A43DC">
        <w:rPr>
          <w:lang w:val="es-ES"/>
        </w:rPr>
        <w:t>Modif</w:t>
      </w:r>
      <w:r w:rsidR="006256D2" w:rsidRPr="008A43DC">
        <w:rPr>
          <w:lang w:val="es-ES"/>
        </w:rPr>
        <w:t>icar la frase para que sea verdadera</w:t>
      </w:r>
      <w:r w:rsidRPr="008A43DC">
        <w:rPr>
          <w:lang w:val="es-ES"/>
        </w:rPr>
        <w:t>.</w:t>
      </w:r>
    </w:p>
    <w:p w:rsidR="00F55FED" w:rsidRPr="008A43DC" w:rsidRDefault="00F55FED" w:rsidP="006728BF">
      <w:pPr>
        <w:rPr>
          <w:lang w:val="es-ES"/>
        </w:rPr>
      </w:pPr>
    </w:p>
    <w:p w:rsidR="00F55FED" w:rsidRPr="008A43DC" w:rsidRDefault="006256D2" w:rsidP="006728BF">
      <w:pPr>
        <w:rPr>
          <w:lang w:val="es-ES"/>
        </w:rPr>
      </w:pPr>
      <w:r w:rsidRPr="008A43DC">
        <w:rPr>
          <w:lang w:val="es-ES"/>
        </w:rPr>
        <w:t xml:space="preserve">Las direcciones en </w:t>
      </w:r>
      <w:r w:rsidR="009B5E16" w:rsidRPr="008A43DC">
        <w:rPr>
          <w:lang w:val="es-ES"/>
        </w:rPr>
        <w:t xml:space="preserve">IPv6 </w:t>
      </w:r>
      <w:r w:rsidRPr="008A43DC">
        <w:rPr>
          <w:lang w:val="es-ES"/>
        </w:rPr>
        <w:t xml:space="preserve">se representan con grupos de </w:t>
      </w:r>
      <w:r w:rsidR="009B5E16" w:rsidRPr="008A43D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cuatro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ocho</m:t>
                  </m:r>
                </m:e>
              </m:mr>
            </m:m>
          </m:e>
        </m:d>
      </m:oMath>
      <w:r w:rsidR="009567ED" w:rsidRPr="008A43DC">
        <w:rPr>
          <w:lang w:val="es-ES"/>
        </w:rPr>
        <w:t xml:space="preserve"> </w:t>
      </w:r>
      <w:r w:rsidRPr="008A43DC">
        <w:rPr>
          <w:lang w:val="es-ES"/>
        </w:rPr>
        <w:t>dígitos hexadecimales</w:t>
      </w:r>
      <w:r w:rsidR="009B5E16" w:rsidRPr="008A43DC">
        <w:rPr>
          <w:lang w:val="es-ES"/>
        </w:rPr>
        <w:t>.</w:t>
      </w:r>
    </w:p>
    <w:p w:rsidR="00F55FED" w:rsidRPr="008A43DC" w:rsidRDefault="00F55FED" w:rsidP="00C148FD">
      <w:pPr>
        <w:pStyle w:val="eLineBottom"/>
        <w:rPr>
          <w:lang w:val="es-ES"/>
        </w:rPr>
      </w:pPr>
    </w:p>
    <w:p w:rsidR="00C148FD" w:rsidRPr="008A43DC" w:rsidRDefault="00C148FD" w:rsidP="00C148FD">
      <w:pPr>
        <w:rPr>
          <w:lang w:val="es-ES"/>
        </w:rPr>
      </w:pPr>
    </w:p>
    <w:p w:rsidR="00137397" w:rsidRPr="008A43DC" w:rsidRDefault="006256D2" w:rsidP="00B141A2">
      <w:pPr>
        <w:pStyle w:val="eTask"/>
        <w:rPr>
          <w:lang w:val="es-ES"/>
        </w:rPr>
      </w:pPr>
      <w:r w:rsidRPr="008A43DC">
        <w:rPr>
          <w:lang w:val="es-ES"/>
        </w:rPr>
        <w:t xml:space="preserve">Señalar cuatro aplicaciones básicas de </w:t>
      </w:r>
      <w:r w:rsidR="00B141A2" w:rsidRPr="008A43DC">
        <w:rPr>
          <w:lang w:val="es-ES"/>
        </w:rPr>
        <w:t xml:space="preserve">IoT </w:t>
      </w:r>
      <w:r w:rsidRPr="008A43DC">
        <w:rPr>
          <w:lang w:val="es-ES"/>
        </w:rPr>
        <w:t>en servicios de Energía</w:t>
      </w:r>
      <w:r w:rsidR="00137397" w:rsidRPr="008A43DC">
        <w:rPr>
          <w:lang w:val="es-ES"/>
        </w:rPr>
        <w:t>.</w:t>
      </w:r>
    </w:p>
    <w:p w:rsidR="00137397" w:rsidRPr="008A43DC" w:rsidRDefault="00137397" w:rsidP="006728BF">
      <w:pPr>
        <w:rPr>
          <w:lang w:val="es-ES"/>
        </w:rPr>
      </w:pPr>
    </w:p>
    <w:p w:rsidR="00137397" w:rsidRPr="008A43DC" w:rsidRDefault="00137397" w:rsidP="00137397">
      <w:pPr>
        <w:rPr>
          <w:lang w:val="es-ES"/>
        </w:rPr>
      </w:pPr>
      <w:r w:rsidRPr="008A43DC">
        <w:rPr>
          <w:lang w:val="es-ES"/>
        </w:rPr>
        <w:t>1.</w:t>
      </w:r>
      <w:r w:rsidRPr="008A43DC">
        <w:rPr>
          <w:lang w:val="es-ES"/>
        </w:rPr>
        <w:tab/>
      </w:r>
      <w:r w:rsidR="006256D2" w:rsidRPr="008A43DC">
        <w:rPr>
          <w:color w:val="FF0000"/>
          <w:lang w:val="es-ES"/>
        </w:rPr>
        <w:t>Contadores inteligentes</w:t>
      </w:r>
      <w:r w:rsidR="00512A98" w:rsidRPr="008A43DC">
        <w:rPr>
          <w:lang w:val="es-ES"/>
        </w:rPr>
        <w:t xml:space="preserve"> </w:t>
      </w:r>
    </w:p>
    <w:p w:rsidR="00137397" w:rsidRPr="008A43DC" w:rsidRDefault="00137397" w:rsidP="00137397">
      <w:pPr>
        <w:rPr>
          <w:lang w:val="es-ES"/>
        </w:rPr>
      </w:pPr>
    </w:p>
    <w:p w:rsidR="00137397" w:rsidRPr="008A43DC" w:rsidRDefault="00137397" w:rsidP="00137397">
      <w:pPr>
        <w:rPr>
          <w:noProof/>
          <w:lang w:val="es-ES" w:eastAsia="sk-SK"/>
        </w:rPr>
      </w:pPr>
      <w:r w:rsidRPr="008A43DC">
        <w:rPr>
          <w:noProof/>
          <w:lang w:val="es-ES" w:eastAsia="sk-SK"/>
        </w:rPr>
        <w:t>2.</w:t>
      </w:r>
      <w:r w:rsidRPr="008A43DC">
        <w:rPr>
          <w:lang w:val="es-ES"/>
        </w:rPr>
        <w:tab/>
      </w:r>
      <w:r w:rsidR="006256D2" w:rsidRPr="008A43DC">
        <w:rPr>
          <w:color w:val="FF0000"/>
          <w:lang w:val="es-ES"/>
        </w:rPr>
        <w:t>Producción de energía y reciclado</w:t>
      </w:r>
    </w:p>
    <w:p w:rsidR="00137397" w:rsidRPr="008A43DC" w:rsidRDefault="00137397" w:rsidP="00137397">
      <w:pPr>
        <w:rPr>
          <w:noProof/>
          <w:lang w:val="es-ES" w:eastAsia="sk-SK"/>
        </w:rPr>
      </w:pPr>
    </w:p>
    <w:p w:rsidR="00137397" w:rsidRPr="008A43DC" w:rsidRDefault="00137397" w:rsidP="00137397">
      <w:pPr>
        <w:rPr>
          <w:lang w:val="es-ES"/>
        </w:rPr>
      </w:pPr>
      <w:r w:rsidRPr="008A43DC">
        <w:rPr>
          <w:noProof/>
          <w:lang w:val="es-ES" w:eastAsia="sk-SK"/>
        </w:rPr>
        <w:t>3.</w:t>
      </w:r>
      <w:r w:rsidRPr="008A43DC">
        <w:rPr>
          <w:lang w:val="es-ES"/>
        </w:rPr>
        <w:tab/>
      </w:r>
      <w:r w:rsidR="006256D2" w:rsidRPr="008A43DC">
        <w:rPr>
          <w:color w:val="FF0000"/>
          <w:lang w:val="es-ES"/>
        </w:rPr>
        <w:t>Redes inteligentes</w:t>
      </w:r>
    </w:p>
    <w:p w:rsidR="00FC57C5" w:rsidRPr="008A43DC" w:rsidRDefault="00FC57C5" w:rsidP="00137397">
      <w:pPr>
        <w:rPr>
          <w:lang w:val="es-ES"/>
        </w:rPr>
      </w:pPr>
    </w:p>
    <w:p w:rsidR="006728BF" w:rsidRPr="008A43DC" w:rsidRDefault="00FC57C5" w:rsidP="006728BF">
      <w:pPr>
        <w:rPr>
          <w:lang w:val="es-ES"/>
        </w:rPr>
      </w:pPr>
      <w:r w:rsidRPr="008A43DC">
        <w:rPr>
          <w:lang w:val="es-ES"/>
        </w:rPr>
        <w:t xml:space="preserve">4. </w:t>
      </w:r>
      <w:r w:rsidR="006728BF" w:rsidRPr="008A43DC">
        <w:rPr>
          <w:lang w:val="es-ES"/>
        </w:rPr>
        <w:tab/>
      </w:r>
      <w:r w:rsidR="006256D2" w:rsidRPr="008A43DC">
        <w:rPr>
          <w:color w:val="FF0000"/>
          <w:lang w:val="es-ES"/>
        </w:rPr>
        <w:t>Análisis y predicción de consumo de energía</w:t>
      </w:r>
    </w:p>
    <w:p w:rsidR="00FC57C5" w:rsidRPr="008A43DC" w:rsidRDefault="00FC57C5" w:rsidP="00137397">
      <w:pPr>
        <w:rPr>
          <w:u w:val="single"/>
          <w:lang w:val="es-ES"/>
        </w:rPr>
      </w:pPr>
    </w:p>
    <w:p w:rsidR="00137397" w:rsidRPr="008A43DC" w:rsidRDefault="00137397" w:rsidP="00137397">
      <w:pPr>
        <w:pStyle w:val="eLineBottom"/>
        <w:rPr>
          <w:lang w:val="es-ES"/>
        </w:rPr>
      </w:pPr>
    </w:p>
    <w:p w:rsidR="00223478" w:rsidRPr="008A43DC" w:rsidRDefault="00223478" w:rsidP="00C148FD">
      <w:pPr>
        <w:pStyle w:val="eCheckBoxText"/>
        <w:rPr>
          <w:lang w:val="es-ES"/>
        </w:rPr>
      </w:pPr>
    </w:p>
    <w:p w:rsidR="0062473F" w:rsidRPr="008A43DC" w:rsidRDefault="0062473F" w:rsidP="0062473F">
      <w:pPr>
        <w:pStyle w:val="eTask"/>
        <w:rPr>
          <w:noProof/>
          <w:lang w:val="es-ES" w:eastAsia="sk-SK"/>
        </w:rPr>
      </w:pPr>
      <w:r w:rsidRPr="008A43DC">
        <w:rPr>
          <w:lang w:val="es-ES"/>
        </w:rPr>
        <w:t>Rel</w:t>
      </w:r>
      <w:r w:rsidRPr="008A43DC">
        <w:rPr>
          <w:noProof/>
          <w:lang w:val="es-ES" w:eastAsia="sk-SK"/>
        </w:rPr>
        <w:t>lenar la tabla ordenando los siguientes elementos desde arriba hacia abajo en función de su relevancia en aplicaciones de la IoT: Móviles, Smart TV, reproductores multimedia, portátiles, lectores electrónicos.</w:t>
      </w:r>
    </w:p>
    <w:p w:rsidR="00A57E9D" w:rsidRPr="008A43DC" w:rsidRDefault="00A57E9D" w:rsidP="006728BF">
      <w:pPr>
        <w:rPr>
          <w:u w:val="single"/>
          <w:lang w:val="es-ES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</w:tblGrid>
      <w:tr w:rsidR="00686ACE" w:rsidRPr="008A43DC" w:rsidTr="006728BF">
        <w:tc>
          <w:tcPr>
            <w:tcW w:w="2552" w:type="dxa"/>
            <w:tcBorders>
              <w:bottom w:val="single" w:sz="4" w:space="0" w:color="auto"/>
            </w:tcBorders>
          </w:tcPr>
          <w:p w:rsidR="006728BF" w:rsidRPr="008A43DC" w:rsidRDefault="0062473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s-ES"/>
              </w:rPr>
            </w:pPr>
            <w:r w:rsidRPr="008A43DC">
              <w:rPr>
                <w:b w:val="0"/>
                <w:color w:val="FF0000"/>
                <w:lang w:val="es-ES"/>
              </w:rPr>
              <w:t>Teléfonos</w:t>
            </w:r>
          </w:p>
        </w:tc>
      </w:tr>
      <w:tr w:rsidR="00686ACE" w:rsidRPr="008A43DC" w:rsidTr="006728BF">
        <w:tc>
          <w:tcPr>
            <w:tcW w:w="2552" w:type="dxa"/>
            <w:tcBorders>
              <w:top w:val="single" w:sz="4" w:space="0" w:color="auto"/>
            </w:tcBorders>
          </w:tcPr>
          <w:p w:rsidR="006728BF" w:rsidRPr="008A43DC" w:rsidRDefault="0062473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s-ES"/>
              </w:rPr>
            </w:pPr>
            <w:r w:rsidRPr="008A43DC">
              <w:rPr>
                <w:b w:val="0"/>
                <w:color w:val="FF0000"/>
                <w:lang w:val="es-ES"/>
              </w:rPr>
              <w:t>Portátiles</w:t>
            </w:r>
          </w:p>
        </w:tc>
      </w:tr>
      <w:tr w:rsidR="00686ACE" w:rsidRPr="008A43DC" w:rsidTr="00D46C4F">
        <w:tc>
          <w:tcPr>
            <w:tcW w:w="2552" w:type="dxa"/>
          </w:tcPr>
          <w:p w:rsidR="00686ACE" w:rsidRPr="008A43DC" w:rsidRDefault="00512A98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s-ES"/>
              </w:rPr>
            </w:pPr>
            <w:r w:rsidRPr="008A43DC">
              <w:rPr>
                <w:b w:val="0"/>
                <w:color w:val="FF0000"/>
                <w:lang w:val="es-ES"/>
              </w:rPr>
              <w:t>Smart TV</w:t>
            </w:r>
          </w:p>
        </w:tc>
      </w:tr>
      <w:tr w:rsidR="00686ACE" w:rsidRPr="008A43DC" w:rsidTr="00D46C4F">
        <w:tc>
          <w:tcPr>
            <w:tcW w:w="2552" w:type="dxa"/>
          </w:tcPr>
          <w:p w:rsidR="00686ACE" w:rsidRPr="008A43DC" w:rsidRDefault="0062473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s-ES"/>
              </w:rPr>
            </w:pPr>
            <w:r w:rsidRPr="008A43DC">
              <w:rPr>
                <w:b w:val="0"/>
                <w:color w:val="FF0000"/>
                <w:lang w:val="es-ES"/>
              </w:rPr>
              <w:t>Reproductores multimedia</w:t>
            </w:r>
          </w:p>
        </w:tc>
      </w:tr>
      <w:tr w:rsidR="00686ACE" w:rsidRPr="008A43DC" w:rsidTr="00D46C4F">
        <w:tc>
          <w:tcPr>
            <w:tcW w:w="2552" w:type="dxa"/>
          </w:tcPr>
          <w:p w:rsidR="00686ACE" w:rsidRPr="008A43DC" w:rsidRDefault="0062473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s-ES"/>
              </w:rPr>
            </w:pPr>
            <w:r w:rsidRPr="008A43DC">
              <w:rPr>
                <w:b w:val="0"/>
                <w:color w:val="FF0000"/>
                <w:lang w:val="es-ES"/>
              </w:rPr>
              <w:t>Lectores electrónicos</w:t>
            </w:r>
          </w:p>
        </w:tc>
      </w:tr>
    </w:tbl>
    <w:p w:rsidR="005F6159" w:rsidRPr="00A65E53" w:rsidRDefault="005F6159" w:rsidP="006728BF">
      <w:pPr>
        <w:rPr>
          <w:lang w:val="en-US"/>
        </w:rPr>
      </w:pPr>
    </w:p>
    <w:sectPr w:rsidR="005F6159" w:rsidRPr="00A65E5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FE7" w:rsidRDefault="000A1FE7" w:rsidP="00861A1A">
      <w:r>
        <w:separator/>
      </w:r>
    </w:p>
  </w:endnote>
  <w:endnote w:type="continuationSeparator" w:id="0">
    <w:p w:rsidR="000A1FE7" w:rsidRDefault="000A1FE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878C4" w:rsidRPr="006878C4" w:rsidRDefault="006878C4" w:rsidP="006878C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878C4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6878C4" w:rsidP="006878C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878C4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FE7" w:rsidRDefault="000A1FE7" w:rsidP="00861A1A">
      <w:r>
        <w:separator/>
      </w:r>
    </w:p>
  </w:footnote>
  <w:footnote w:type="continuationSeparator" w:id="0">
    <w:p w:rsidR="000A1FE7" w:rsidRDefault="000A1FE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6878C4" w:rsidRPr="006878C4">
      <w:rPr>
        <w:rFonts w:ascii="Calibri" w:hAnsi="Calibri"/>
        <w:b/>
        <w:smallCaps/>
        <w:noProof/>
      </w:rPr>
      <w:t>EJERCICIO</w:t>
    </w:r>
  </w:p>
  <w:p w:rsidR="00C148FD" w:rsidRPr="00C148FD" w:rsidRDefault="00DF6D2A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E90E48">
      <w:rPr>
        <w:rFonts w:ascii="Calibri" w:hAnsi="Calibri"/>
        <w:smallCaps/>
        <w:noProof/>
        <w:sz w:val="20"/>
        <w:szCs w:val="20"/>
        <w:lang w:val="en-US"/>
      </w:rPr>
      <w:t xml:space="preserve">INTERNET DE LAS </w:t>
    </w:r>
    <w:r>
      <w:rPr>
        <w:rFonts w:ascii="Calibri" w:hAnsi="Calibri"/>
        <w:smallCaps/>
        <w:noProof/>
        <w:sz w:val="20"/>
        <w:szCs w:val="20"/>
        <w:lang w:val="en-US"/>
      </w:rPr>
      <w:t>C</w:t>
    </w:r>
    <w:r w:rsidRPr="00E90E48">
      <w:rPr>
        <w:rFonts w:ascii="Calibri" w:hAnsi="Calibri"/>
        <w:smallCaps/>
        <w:noProof/>
        <w:sz w:val="20"/>
        <w:szCs w:val="20"/>
        <w:lang w:val="en-US"/>
      </w:rPr>
      <w:t>OSAS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562E0"/>
    <w:rsid w:val="00073ADF"/>
    <w:rsid w:val="0007473C"/>
    <w:rsid w:val="000750C9"/>
    <w:rsid w:val="00087EAC"/>
    <w:rsid w:val="00094A16"/>
    <w:rsid w:val="000A1FE7"/>
    <w:rsid w:val="000A233F"/>
    <w:rsid w:val="000A55B3"/>
    <w:rsid w:val="000B1FC9"/>
    <w:rsid w:val="000C4911"/>
    <w:rsid w:val="000C6B3A"/>
    <w:rsid w:val="000F5362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90305"/>
    <w:rsid w:val="0039238A"/>
    <w:rsid w:val="003B1326"/>
    <w:rsid w:val="003C5B45"/>
    <w:rsid w:val="003D41BB"/>
    <w:rsid w:val="003E01BE"/>
    <w:rsid w:val="003E0564"/>
    <w:rsid w:val="003E5AAC"/>
    <w:rsid w:val="003F03EB"/>
    <w:rsid w:val="003F623C"/>
    <w:rsid w:val="003F7F87"/>
    <w:rsid w:val="00402B09"/>
    <w:rsid w:val="00417ED2"/>
    <w:rsid w:val="00457B2D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01A9F"/>
    <w:rsid w:val="00512A98"/>
    <w:rsid w:val="005132B0"/>
    <w:rsid w:val="00517E3A"/>
    <w:rsid w:val="0052284C"/>
    <w:rsid w:val="00561B7B"/>
    <w:rsid w:val="00561C5A"/>
    <w:rsid w:val="005728B3"/>
    <w:rsid w:val="005738D5"/>
    <w:rsid w:val="0057504E"/>
    <w:rsid w:val="00576BC2"/>
    <w:rsid w:val="005832C4"/>
    <w:rsid w:val="00587966"/>
    <w:rsid w:val="005A3EAE"/>
    <w:rsid w:val="005A6F6C"/>
    <w:rsid w:val="005B2E55"/>
    <w:rsid w:val="005B37E2"/>
    <w:rsid w:val="005B460C"/>
    <w:rsid w:val="005B7A09"/>
    <w:rsid w:val="005D7525"/>
    <w:rsid w:val="005E1AB1"/>
    <w:rsid w:val="005E20B2"/>
    <w:rsid w:val="005E25C5"/>
    <w:rsid w:val="005E5A22"/>
    <w:rsid w:val="005F5FA1"/>
    <w:rsid w:val="005F6159"/>
    <w:rsid w:val="00614201"/>
    <w:rsid w:val="00617D04"/>
    <w:rsid w:val="0062473F"/>
    <w:rsid w:val="006256D2"/>
    <w:rsid w:val="00625B5A"/>
    <w:rsid w:val="0063686B"/>
    <w:rsid w:val="006435FE"/>
    <w:rsid w:val="0064494B"/>
    <w:rsid w:val="0066065E"/>
    <w:rsid w:val="006630B2"/>
    <w:rsid w:val="0066326F"/>
    <w:rsid w:val="00665D43"/>
    <w:rsid w:val="006728BF"/>
    <w:rsid w:val="0068067D"/>
    <w:rsid w:val="0068131D"/>
    <w:rsid w:val="00686ACE"/>
    <w:rsid w:val="006878C4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2CB1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A43DC"/>
    <w:rsid w:val="008B05F5"/>
    <w:rsid w:val="008B6CCD"/>
    <w:rsid w:val="008C57F6"/>
    <w:rsid w:val="008C64E0"/>
    <w:rsid w:val="008D38F1"/>
    <w:rsid w:val="008E2BA0"/>
    <w:rsid w:val="008E6F74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5B23"/>
    <w:rsid w:val="00AB258B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92F9A"/>
    <w:rsid w:val="00DA18A6"/>
    <w:rsid w:val="00DA1F5C"/>
    <w:rsid w:val="00DA24E3"/>
    <w:rsid w:val="00DB2F24"/>
    <w:rsid w:val="00DB674B"/>
    <w:rsid w:val="00DC1DC7"/>
    <w:rsid w:val="00DC5116"/>
    <w:rsid w:val="00DD085D"/>
    <w:rsid w:val="00DD34CF"/>
    <w:rsid w:val="00DD6149"/>
    <w:rsid w:val="00DE3767"/>
    <w:rsid w:val="00DF6D2A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3EE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BC75B27-7DA8-4176-96BD-D8F36B6E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303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2015-11-11T15:11:00Z</dcterms:created>
  <dcterms:modified xsi:type="dcterms:W3CDTF">2017-09-26T15:22:00Z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