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28" w:rsidRPr="00C5345C" w:rsidRDefault="0027691B" w:rsidP="00F57928">
      <w:pPr>
        <w:pStyle w:val="eTask"/>
        <w:ind w:left="284" w:hanging="284"/>
        <w:rPr>
          <w:bCs/>
          <w:noProof/>
          <w:lang w:val="es-ES"/>
        </w:rPr>
      </w:pPr>
      <w:r w:rsidRPr="00C5345C">
        <w:rPr>
          <w:rStyle w:val="hps"/>
          <w:lang w:val="es-ES"/>
        </w:rPr>
        <w:t>La c</w:t>
      </w:r>
      <w:r w:rsidR="00F57928" w:rsidRPr="00C5345C">
        <w:rPr>
          <w:rStyle w:val="hps"/>
          <w:lang w:val="es-ES"/>
        </w:rPr>
        <w:t>o</w:t>
      </w:r>
      <w:r w:rsidRPr="00C5345C">
        <w:rPr>
          <w:rStyle w:val="hps"/>
          <w:lang w:val="es-ES"/>
        </w:rPr>
        <w:t>municació</w:t>
      </w:r>
      <w:r w:rsidR="00F57928" w:rsidRPr="00C5345C">
        <w:rPr>
          <w:rStyle w:val="hps"/>
          <w:lang w:val="es-ES"/>
        </w:rPr>
        <w:t xml:space="preserve">n </w:t>
      </w:r>
      <w:r w:rsidRPr="00C5345C">
        <w:rPr>
          <w:rStyle w:val="hps"/>
          <w:lang w:val="es-ES"/>
        </w:rPr>
        <w:t>a través de la red eléctrica transmite señal utilizando una modulación en el rango de frecuencia de:</w:t>
      </w:r>
    </w:p>
    <w:p w:rsidR="001003A1" w:rsidRPr="00C5345C" w:rsidRDefault="001003A1" w:rsidP="00CE78BF">
      <w:pPr>
        <w:rPr>
          <w:noProof/>
          <w:lang w:val="es-ES"/>
        </w:rPr>
      </w:pPr>
    </w:p>
    <w:p w:rsidR="007777E0" w:rsidRPr="00C5345C" w:rsidRDefault="007777E0" w:rsidP="00CA2ACA">
      <w:pPr>
        <w:pStyle w:val="eLineBottom"/>
        <w:ind w:left="426" w:hanging="426"/>
        <w:rPr>
          <w:noProof/>
          <w:lang w:val="es-ES"/>
        </w:rPr>
      </w:pPr>
      <w:r w:rsidRPr="00C5345C">
        <w:rPr>
          <w:rStyle w:val="eCheckBoxSquareChar"/>
          <w:noProof/>
          <w:lang w:val="es-ES"/>
        </w:rPr>
        <w:t>□</w:t>
      </w:r>
      <w:r w:rsidR="00CA2ACA">
        <w:rPr>
          <w:rStyle w:val="eCheckBoxSquareChar"/>
          <w:noProof/>
          <w:lang w:val="es-ES"/>
        </w:rPr>
        <w:tab/>
      </w:r>
      <w:r w:rsidRPr="00C5345C">
        <w:rPr>
          <w:rStyle w:val="eCheckBoxTextChar"/>
          <w:lang w:val="es-ES"/>
        </w:rPr>
        <w:t>10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 xml:space="preserve">Hz </w:t>
      </w:r>
      <w:r w:rsidR="0027691B" w:rsidRPr="00C5345C">
        <w:rPr>
          <w:rStyle w:val="eCheckBoxTextChar"/>
          <w:lang w:val="es-ES"/>
        </w:rPr>
        <w:t>a</w:t>
      </w:r>
      <w:r w:rsidRPr="00C5345C">
        <w:rPr>
          <w:rStyle w:val="eCheckBoxTextChar"/>
          <w:lang w:val="es-ES"/>
        </w:rPr>
        <w:t xml:space="preserve"> 200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>Hz</w:t>
      </w:r>
    </w:p>
    <w:p w:rsidR="007777E0" w:rsidRPr="00C5345C" w:rsidRDefault="007777E0" w:rsidP="00CA2ACA">
      <w:pPr>
        <w:pStyle w:val="eLineBottom"/>
        <w:ind w:left="426" w:hanging="426"/>
        <w:rPr>
          <w:rStyle w:val="eCheckBoxTextChar"/>
          <w:lang w:val="es-ES"/>
        </w:rPr>
      </w:pPr>
      <w:r w:rsidRPr="00C5345C">
        <w:rPr>
          <w:rStyle w:val="eCheckBoxSquareChar"/>
          <w:noProof/>
          <w:lang w:val="es-ES"/>
        </w:rPr>
        <w:t>□</w:t>
      </w:r>
      <w:r w:rsidR="00CA2ACA">
        <w:rPr>
          <w:rStyle w:val="eCheckBoxSquareChar"/>
          <w:noProof/>
          <w:lang w:val="es-ES"/>
        </w:rPr>
        <w:tab/>
      </w:r>
      <w:r w:rsidRPr="00C5345C">
        <w:rPr>
          <w:rStyle w:val="eCheckBoxTextChar"/>
          <w:lang w:val="es-ES"/>
        </w:rPr>
        <w:t>200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 xml:space="preserve">Hz </w:t>
      </w:r>
      <w:r w:rsidR="0027691B" w:rsidRPr="00C5345C">
        <w:rPr>
          <w:rStyle w:val="eCheckBoxTextChar"/>
          <w:lang w:val="es-ES"/>
        </w:rPr>
        <w:t>a</w:t>
      </w:r>
      <w:r w:rsidRPr="00C5345C">
        <w:rPr>
          <w:rStyle w:val="eCheckBoxTextChar"/>
          <w:lang w:val="es-ES"/>
        </w:rPr>
        <w:t xml:space="preserve"> 10</w:t>
      </w:r>
      <w:r w:rsidR="00CE78BF" w:rsidRPr="00C5345C">
        <w:rPr>
          <w:rStyle w:val="eCheckBoxTextChar"/>
          <w:lang w:val="es-ES"/>
        </w:rPr>
        <w:t> kHz</w:t>
      </w:r>
    </w:p>
    <w:p w:rsidR="007777E0" w:rsidRPr="00C5345C" w:rsidRDefault="002764BA" w:rsidP="00CA2ACA">
      <w:pPr>
        <w:pStyle w:val="eLineBottom"/>
        <w:ind w:left="426" w:hanging="426"/>
        <w:rPr>
          <w:noProof/>
          <w:lang w:val="es-ES"/>
        </w:rPr>
      </w:pPr>
      <w:r w:rsidRPr="00CA2ACA">
        <w:rPr>
          <w:rStyle w:val="eCheckBoxSquareChar"/>
          <w:b/>
          <w:noProof/>
          <w:color w:val="FF0000"/>
          <w:szCs w:val="40"/>
          <w:lang w:val="sk-SK"/>
        </w:rPr>
        <w:t>x</w:t>
      </w:r>
      <w:r w:rsidR="00CA2ACA">
        <w:rPr>
          <w:rStyle w:val="eCheckBoxSquareChar"/>
          <w:noProof/>
          <w:lang w:val="es-ES"/>
        </w:rPr>
        <w:tab/>
      </w:r>
      <w:r w:rsidR="007777E0" w:rsidRPr="00CA2ACA">
        <w:rPr>
          <w:rStyle w:val="eCheckBoxTextChar"/>
          <w:color w:val="FF0000"/>
        </w:rPr>
        <w:t>20</w:t>
      </w:r>
      <w:r w:rsidR="00CE78BF" w:rsidRPr="00CA2ACA">
        <w:rPr>
          <w:rStyle w:val="eCheckBoxTextChar"/>
          <w:color w:val="FF0000"/>
        </w:rPr>
        <w:t> </w:t>
      </w:r>
      <w:r w:rsidR="007777E0" w:rsidRPr="00CA2ACA">
        <w:rPr>
          <w:rStyle w:val="eCheckBoxTextChar"/>
          <w:color w:val="FF0000"/>
        </w:rPr>
        <w:t xml:space="preserve">kHz </w:t>
      </w:r>
      <w:r w:rsidR="0027691B" w:rsidRPr="00CA2ACA">
        <w:rPr>
          <w:rStyle w:val="eCheckBoxTextChar"/>
          <w:color w:val="FF0000"/>
        </w:rPr>
        <w:t>a</w:t>
      </w:r>
      <w:r w:rsidR="007777E0" w:rsidRPr="00CA2ACA">
        <w:rPr>
          <w:rStyle w:val="eCheckBoxTextChar"/>
          <w:color w:val="FF0000"/>
        </w:rPr>
        <w:t xml:space="preserve"> 100</w:t>
      </w:r>
      <w:r w:rsidR="00CE78BF" w:rsidRPr="00CA2ACA">
        <w:rPr>
          <w:rStyle w:val="eCheckBoxTextChar"/>
          <w:color w:val="FF0000"/>
        </w:rPr>
        <w:t> </w:t>
      </w:r>
      <w:r w:rsidR="007777E0" w:rsidRPr="00CA2ACA">
        <w:rPr>
          <w:rStyle w:val="eCheckBoxTextChar"/>
          <w:color w:val="FF0000"/>
        </w:rPr>
        <w:t>MHz</w:t>
      </w:r>
    </w:p>
    <w:p w:rsidR="007777E0" w:rsidRPr="00C5345C" w:rsidRDefault="007777E0" w:rsidP="00CA2ACA">
      <w:pPr>
        <w:pStyle w:val="eLineBottom"/>
        <w:ind w:left="426" w:hanging="426"/>
        <w:rPr>
          <w:rStyle w:val="eCheckBoxTextChar"/>
          <w:lang w:val="es-ES"/>
        </w:rPr>
      </w:pPr>
      <w:r w:rsidRPr="00C5345C">
        <w:rPr>
          <w:rStyle w:val="eCheckBoxSquareChar"/>
          <w:noProof/>
          <w:lang w:val="es-ES"/>
        </w:rPr>
        <w:t>□</w:t>
      </w:r>
      <w:r w:rsidR="00CA2ACA">
        <w:rPr>
          <w:rStyle w:val="eCheckBoxSquareChar"/>
          <w:noProof/>
          <w:lang w:val="es-ES"/>
        </w:rPr>
        <w:tab/>
      </w:r>
      <w:r w:rsidRPr="00C5345C">
        <w:rPr>
          <w:rStyle w:val="eCheckBoxTextChar"/>
          <w:lang w:val="es-ES"/>
        </w:rPr>
        <w:t>100</w:t>
      </w:r>
      <w:r w:rsidR="00CE78BF" w:rsidRPr="00C5345C">
        <w:rPr>
          <w:rStyle w:val="eCheckBoxTextChar"/>
          <w:lang w:val="es-ES"/>
        </w:rPr>
        <w:t> </w:t>
      </w:r>
      <w:r w:rsidRPr="00C5345C">
        <w:rPr>
          <w:rStyle w:val="eCheckBoxTextChar"/>
          <w:lang w:val="es-ES"/>
        </w:rPr>
        <w:t xml:space="preserve">MHz </w:t>
      </w:r>
      <w:r w:rsidR="0027691B" w:rsidRPr="00C5345C">
        <w:rPr>
          <w:rStyle w:val="eCheckBoxTextChar"/>
          <w:lang w:val="es-ES"/>
        </w:rPr>
        <w:t>a</w:t>
      </w:r>
      <w:r w:rsidRPr="00C5345C">
        <w:rPr>
          <w:rStyle w:val="eCheckBoxTextChar"/>
          <w:lang w:val="es-ES"/>
        </w:rPr>
        <w:t xml:space="preserve"> 200</w:t>
      </w:r>
      <w:r w:rsidR="00CE78BF" w:rsidRPr="00C5345C">
        <w:rPr>
          <w:rStyle w:val="eCheckBoxTextChar"/>
          <w:lang w:val="es-ES"/>
        </w:rPr>
        <w:t> MHz</w:t>
      </w:r>
    </w:p>
    <w:p w:rsidR="00F226F0" w:rsidRDefault="00F226F0" w:rsidP="00F226F0">
      <w:pPr>
        <w:pStyle w:val="eLineBottom"/>
        <w:rPr>
          <w:noProof/>
          <w:szCs w:val="24"/>
          <w:lang w:val="es-ES"/>
        </w:rPr>
      </w:pPr>
    </w:p>
    <w:p w:rsidR="00CA2ACA" w:rsidRPr="00C5345C" w:rsidRDefault="00CA2ACA" w:rsidP="00F226F0">
      <w:pPr>
        <w:pStyle w:val="eLineBottom"/>
        <w:rPr>
          <w:noProof/>
          <w:szCs w:val="24"/>
          <w:lang w:val="es-ES"/>
        </w:rPr>
      </w:pPr>
    </w:p>
    <w:p w:rsidR="00F226F0" w:rsidRPr="00C5345C" w:rsidRDefault="00F226F0" w:rsidP="00F226F0">
      <w:pPr>
        <w:rPr>
          <w:noProof/>
          <w:lang w:val="es-ES"/>
        </w:rPr>
      </w:pPr>
    </w:p>
    <w:p w:rsidR="00F57928" w:rsidRPr="00C5345C" w:rsidRDefault="001556FE" w:rsidP="00F57928">
      <w:pPr>
        <w:pStyle w:val="eTask"/>
        <w:ind w:left="284" w:hanging="284"/>
        <w:rPr>
          <w:bCs/>
          <w:noProof/>
          <w:lang w:val="es-ES"/>
        </w:rPr>
      </w:pPr>
      <w:r w:rsidRPr="00C5345C">
        <w:rPr>
          <w:rStyle w:val="hps"/>
          <w:lang w:val="es-ES"/>
        </w:rPr>
        <w:t>Ordenar las tecnologías inalámbricas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ZigBee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(</w:t>
      </w:r>
      <w:r w:rsidR="00F57928" w:rsidRPr="00C5345C">
        <w:rPr>
          <w:lang w:val="es-ES"/>
        </w:rPr>
        <w:t xml:space="preserve">2400 </w:t>
      </w:r>
      <w:r w:rsidR="00F57928" w:rsidRPr="00C5345C">
        <w:rPr>
          <w:rStyle w:val="hps"/>
          <w:lang w:val="es-ES"/>
        </w:rPr>
        <w:t>Hz</w:t>
      </w:r>
      <w:r w:rsidR="00F57928" w:rsidRPr="00C5345C">
        <w:rPr>
          <w:lang w:val="es-ES"/>
        </w:rPr>
        <w:t xml:space="preserve">), ZigBee </w:t>
      </w:r>
      <w:r w:rsidR="00F57928" w:rsidRPr="00C5345C">
        <w:rPr>
          <w:rStyle w:val="hps"/>
          <w:lang w:val="es-ES"/>
        </w:rPr>
        <w:t>(868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Hz</w:t>
      </w:r>
      <w:r w:rsidR="00F57928" w:rsidRPr="00C5345C">
        <w:rPr>
          <w:lang w:val="es-ES"/>
        </w:rPr>
        <w:t xml:space="preserve">), Z-Wave, </w:t>
      </w:r>
      <w:r w:rsidR="00F57928" w:rsidRPr="00C5345C">
        <w:rPr>
          <w:rStyle w:val="hps"/>
          <w:lang w:val="es-ES"/>
        </w:rPr>
        <w:t>EnOcean</w:t>
      </w:r>
      <w:r w:rsidR="00F57928" w:rsidRPr="00C5345C">
        <w:rPr>
          <w:lang w:val="es-ES"/>
        </w:rPr>
        <w:t xml:space="preserve">, Bluetooth </w:t>
      </w:r>
      <w:r w:rsidRPr="00C5345C">
        <w:rPr>
          <w:lang w:val="es-ES"/>
        </w:rPr>
        <w:t>según la velocidad de transmisión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(</w:t>
      </w:r>
      <w:r w:rsidR="00F57928" w:rsidRPr="00C5345C">
        <w:rPr>
          <w:lang w:val="es-ES"/>
        </w:rPr>
        <w:t xml:space="preserve">1 </w:t>
      </w:r>
      <w:r w:rsidR="00F57928" w:rsidRPr="00C5345C">
        <w:rPr>
          <w:rStyle w:val="hps"/>
          <w:lang w:val="es-ES"/>
        </w:rPr>
        <w:t>–</w:t>
      </w:r>
      <w:r w:rsidR="00F57928" w:rsidRPr="00C5345C">
        <w:rPr>
          <w:lang w:val="es-ES"/>
        </w:rPr>
        <w:t xml:space="preserve"> </w:t>
      </w:r>
      <w:r w:rsidRPr="00C5345C">
        <w:rPr>
          <w:lang w:val="es-ES"/>
        </w:rPr>
        <w:t>la más baja</w:t>
      </w:r>
      <w:r w:rsidR="00F57928" w:rsidRPr="00C5345C">
        <w:rPr>
          <w:lang w:val="es-ES"/>
        </w:rPr>
        <w:t xml:space="preserve">, </w:t>
      </w:r>
      <w:r w:rsidR="00F57928" w:rsidRPr="00C5345C">
        <w:rPr>
          <w:rStyle w:val="hps"/>
          <w:lang w:val="es-ES"/>
        </w:rPr>
        <w:t>5</w:t>
      </w:r>
      <w:r w:rsidR="00F57928" w:rsidRPr="00C5345C">
        <w:rPr>
          <w:lang w:val="es-ES"/>
        </w:rPr>
        <w:t xml:space="preserve"> </w:t>
      </w:r>
      <w:r w:rsidRPr="00C5345C">
        <w:rPr>
          <w:rStyle w:val="hps"/>
          <w:lang w:val="es-ES"/>
        </w:rPr>
        <w:t>–</w:t>
      </w:r>
      <w:r w:rsidR="00F57928" w:rsidRPr="00C5345C">
        <w:rPr>
          <w:rStyle w:val="hps"/>
          <w:lang w:val="es-ES"/>
        </w:rPr>
        <w:t xml:space="preserve"> </w:t>
      </w:r>
      <w:r w:rsidRPr="00C5345C">
        <w:rPr>
          <w:rStyle w:val="hps"/>
          <w:lang w:val="es-ES"/>
        </w:rPr>
        <w:t>la más alta</w:t>
      </w:r>
      <w:r w:rsidR="00F57928" w:rsidRPr="00C5345C">
        <w:rPr>
          <w:lang w:val="es-ES"/>
        </w:rPr>
        <w:t>).</w:t>
      </w:r>
    </w:p>
    <w:p w:rsidR="0053325B" w:rsidRPr="00C5345C" w:rsidRDefault="0053325B" w:rsidP="00CE78BF">
      <w:pPr>
        <w:rPr>
          <w:noProof/>
          <w:lang w:val="es-ES"/>
        </w:rPr>
      </w:pPr>
    </w:p>
    <w:p w:rsidR="00936C0B" w:rsidRPr="00AA51EB" w:rsidRDefault="00936C0B" w:rsidP="00936C0B">
      <w:pPr>
        <w:pStyle w:val="Odstavecseseznamem"/>
        <w:numPr>
          <w:ilvl w:val="0"/>
          <w:numId w:val="10"/>
        </w:numPr>
        <w:spacing w:line="480" w:lineRule="auto"/>
        <w:rPr>
          <w:b/>
          <w:noProof/>
          <w:color w:val="FF0000"/>
          <w:lang w:val="sk-SK" w:eastAsia="sk-SK"/>
        </w:rPr>
      </w:pPr>
      <w:r w:rsidRPr="00AA51EB">
        <w:rPr>
          <w:b/>
          <w:color w:val="FF0000"/>
        </w:rPr>
        <w:t>ZigBee (868Hz)</w:t>
      </w:r>
    </w:p>
    <w:p w:rsidR="00936C0B" w:rsidRPr="00AA51EB" w:rsidRDefault="00936C0B" w:rsidP="00936C0B">
      <w:pPr>
        <w:pStyle w:val="Odstavecseseznamem"/>
        <w:numPr>
          <w:ilvl w:val="0"/>
          <w:numId w:val="10"/>
        </w:numPr>
        <w:spacing w:line="480" w:lineRule="auto"/>
        <w:rPr>
          <w:b/>
          <w:color w:val="FF0000"/>
        </w:rPr>
      </w:pPr>
      <w:r w:rsidRPr="00AA51EB">
        <w:rPr>
          <w:b/>
          <w:color w:val="FF0000"/>
        </w:rPr>
        <w:t>Z-Wave</w:t>
      </w:r>
    </w:p>
    <w:p w:rsidR="00936C0B" w:rsidRPr="00AA51EB" w:rsidRDefault="00936C0B" w:rsidP="00936C0B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</w:rPr>
      </w:pPr>
      <w:r w:rsidRPr="00AA51EB">
        <w:rPr>
          <w:b/>
          <w:noProof/>
          <w:color w:val="FF0000"/>
          <w:lang w:val="en-GB"/>
        </w:rPr>
        <w:t>EnOcean</w:t>
      </w:r>
    </w:p>
    <w:p w:rsidR="00936C0B" w:rsidRPr="00AA51EB" w:rsidRDefault="00936C0B" w:rsidP="00936C0B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</w:rPr>
      </w:pPr>
      <w:r w:rsidRPr="00AA51EB">
        <w:rPr>
          <w:b/>
          <w:noProof/>
          <w:color w:val="FF0000"/>
          <w:lang w:val="en-GB"/>
        </w:rPr>
        <w:t>ZigBee (2400Hz)</w:t>
      </w:r>
    </w:p>
    <w:p w:rsidR="00936C0B" w:rsidRPr="00AA51EB" w:rsidRDefault="00936C0B" w:rsidP="00936C0B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</w:rPr>
      </w:pPr>
      <w:r w:rsidRPr="00AA51EB">
        <w:rPr>
          <w:b/>
          <w:noProof/>
          <w:color w:val="FF0000"/>
          <w:lang w:val="en-GB"/>
        </w:rPr>
        <w:t>Bluetooth</w:t>
      </w:r>
    </w:p>
    <w:p w:rsidR="004A43EB" w:rsidRPr="00C5345C" w:rsidRDefault="004A43EB" w:rsidP="004A43EB">
      <w:pPr>
        <w:pStyle w:val="eLineBottom"/>
        <w:rPr>
          <w:noProof/>
          <w:szCs w:val="24"/>
          <w:lang w:val="es-ES"/>
        </w:rPr>
      </w:pPr>
    </w:p>
    <w:p w:rsidR="004A43EB" w:rsidRPr="00C5345C" w:rsidRDefault="004A43EB" w:rsidP="004A43EB">
      <w:pPr>
        <w:rPr>
          <w:noProof/>
          <w:lang w:val="es-ES"/>
        </w:rPr>
      </w:pPr>
    </w:p>
    <w:p w:rsidR="00CE78BF" w:rsidRPr="00C5345C" w:rsidRDefault="00CE78BF">
      <w:pPr>
        <w:rPr>
          <w:b/>
          <w:noProof/>
          <w:lang w:val="es-ES"/>
        </w:rPr>
      </w:pPr>
      <w:r w:rsidRPr="00C5345C">
        <w:rPr>
          <w:noProof/>
          <w:lang w:val="es-ES"/>
        </w:rPr>
        <w:br w:type="page"/>
      </w:r>
    </w:p>
    <w:p w:rsidR="00F57928" w:rsidRPr="00C5345C" w:rsidRDefault="001556FE" w:rsidP="00F57928">
      <w:pPr>
        <w:pStyle w:val="eTask"/>
        <w:ind w:left="284" w:hanging="284"/>
        <w:rPr>
          <w:bCs/>
          <w:noProof/>
          <w:lang w:val="es-ES"/>
        </w:rPr>
      </w:pPr>
      <w:r w:rsidRPr="00C5345C">
        <w:rPr>
          <w:noProof/>
          <w:lang w:val="es-ES"/>
        </w:rPr>
        <w:lastRenderedPageBreak/>
        <w:t>A</w:t>
      </w:r>
      <w:r w:rsidR="00F57928" w:rsidRPr="00C5345C">
        <w:rPr>
          <w:noProof/>
          <w:lang w:val="es-ES"/>
        </w:rPr>
        <w:t>sign</w:t>
      </w:r>
      <w:r w:rsidRPr="00C5345C">
        <w:rPr>
          <w:noProof/>
          <w:lang w:val="es-ES"/>
        </w:rPr>
        <w:t>ar</w:t>
      </w:r>
      <w:r w:rsidR="00F57928" w:rsidRPr="00C5345C">
        <w:rPr>
          <w:noProof/>
          <w:lang w:val="es-ES"/>
        </w:rPr>
        <w:t xml:space="preserve"> n</w:t>
      </w:r>
      <w:r w:rsidRPr="00C5345C">
        <w:rPr>
          <w:noProof/>
          <w:lang w:val="es-ES"/>
        </w:rPr>
        <w:t>ombres a las</w:t>
      </w:r>
      <w:r w:rsidR="00F57928" w:rsidRPr="00C5345C">
        <w:rPr>
          <w:noProof/>
          <w:lang w:val="es-ES"/>
        </w:rPr>
        <w:t xml:space="preserve"> </w:t>
      </w:r>
      <w:r w:rsidRPr="00C5345C">
        <w:rPr>
          <w:noProof/>
          <w:lang w:val="es-ES"/>
        </w:rPr>
        <w:t>siguientes definiciones de tecnologías inalámbricas</w:t>
      </w:r>
      <w:r w:rsidR="00CE78BF" w:rsidRPr="00C5345C">
        <w:rPr>
          <w:rStyle w:val="hps"/>
          <w:lang w:val="es-ES"/>
        </w:rPr>
        <w:t>.</w:t>
      </w:r>
      <w:r w:rsidR="00F57928" w:rsidRPr="00C5345C">
        <w:rPr>
          <w:lang w:val="es-ES"/>
        </w:rPr>
        <w:t xml:space="preserve"> </w:t>
      </w:r>
    </w:p>
    <w:p w:rsidR="000D2EA6" w:rsidRPr="00C5345C" w:rsidRDefault="000D2EA6" w:rsidP="000D2EA6">
      <w:pPr>
        <w:rPr>
          <w:noProof/>
          <w:lang w:val="es-ES"/>
        </w:rPr>
      </w:pPr>
    </w:p>
    <w:p w:rsidR="00F57928" w:rsidRPr="00C5345C" w:rsidRDefault="00F57928" w:rsidP="000D2EA6">
      <w:pPr>
        <w:rPr>
          <w:noProof/>
          <w:lang w:val="es-ES"/>
        </w:rPr>
      </w:pPr>
    </w:p>
    <w:tbl>
      <w:tblPr>
        <w:tblStyle w:val="Mkatabulky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1524"/>
        <w:gridCol w:w="5518"/>
      </w:tblGrid>
      <w:tr w:rsidR="00CE78BF" w:rsidRPr="00C5345C" w:rsidTr="00CE78BF">
        <w:tc>
          <w:tcPr>
            <w:tcW w:w="1660" w:type="dxa"/>
            <w:vAlign w:val="center"/>
          </w:tcPr>
          <w:p w:rsidR="00CE78BF" w:rsidRPr="00C5345C" w:rsidRDefault="001556FE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  <w:r w:rsidRPr="00C5345C">
              <w:rPr>
                <w:lang w:val="es-ES"/>
              </w:rPr>
              <w:t>Tecnología</w:t>
            </w:r>
          </w:p>
          <w:p w:rsidR="000D2EA6" w:rsidRPr="00C5345C" w:rsidRDefault="000D2EA6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b/>
                <w:lang w:val="es-ES"/>
              </w:rPr>
            </w:pPr>
          </w:p>
        </w:tc>
        <w:tc>
          <w:tcPr>
            <w:tcW w:w="5518" w:type="dxa"/>
            <w:vAlign w:val="center"/>
          </w:tcPr>
          <w:p w:rsidR="00CE78BF" w:rsidRPr="00C5345C" w:rsidRDefault="001556FE" w:rsidP="00CE78BF">
            <w:pPr>
              <w:jc w:val="center"/>
              <w:rPr>
                <w:b/>
                <w:lang w:val="es-ES"/>
              </w:rPr>
            </w:pPr>
            <w:r w:rsidRPr="00C5345C">
              <w:rPr>
                <w:b/>
                <w:lang w:val="es-ES"/>
              </w:rPr>
              <w:t>Definició</w:t>
            </w:r>
            <w:r w:rsidR="00CE78BF" w:rsidRPr="00C5345C">
              <w:rPr>
                <w:b/>
                <w:lang w:val="es-ES"/>
              </w:rPr>
              <w:t>n</w:t>
            </w:r>
          </w:p>
          <w:p w:rsidR="000D2EA6" w:rsidRPr="00C5345C" w:rsidRDefault="000D2EA6" w:rsidP="00CE78BF">
            <w:pPr>
              <w:jc w:val="center"/>
              <w:rPr>
                <w:b/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b/>
                <w:lang w:val="es-ES"/>
              </w:rPr>
            </w:pPr>
          </w:p>
        </w:tc>
        <w:tc>
          <w:tcPr>
            <w:tcW w:w="5518" w:type="dxa"/>
            <w:tcBorders>
              <w:bottom w:val="single" w:sz="4" w:space="0" w:color="auto"/>
            </w:tcBorders>
            <w:vAlign w:val="center"/>
          </w:tcPr>
          <w:p w:rsidR="00CE78BF" w:rsidRPr="00C5345C" w:rsidRDefault="00CE78BF" w:rsidP="00CE78BF">
            <w:pPr>
              <w:jc w:val="center"/>
              <w:rPr>
                <w:b/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es-ES"/>
              </w:rPr>
            </w:pPr>
            <w:r w:rsidRPr="00C5345C">
              <w:rPr>
                <w:rStyle w:val="hps"/>
                <w:lang w:val="es-ES"/>
              </w:rPr>
              <w:t>Z-</w:t>
            </w:r>
            <w:r w:rsidRPr="00C5345C">
              <w:rPr>
                <w:lang w:val="es-ES"/>
              </w:rPr>
              <w:t>Wave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936C0B" w:rsidP="0063318D">
            <w:pPr>
              <w:rPr>
                <w:rStyle w:val="eCheckBoxTextChar"/>
                <w:lang w:val="es-E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201776D" wp14:editId="2D4F656B">
                      <wp:simplePos x="0" y="0"/>
                      <wp:positionH relativeFrom="column">
                        <wp:posOffset>-79375</wp:posOffset>
                      </wp:positionH>
                      <wp:positionV relativeFrom="page">
                        <wp:posOffset>302260</wp:posOffset>
                      </wp:positionV>
                      <wp:extent cx="962025" cy="800100"/>
                      <wp:effectExtent l="0" t="0" r="28575" b="19050"/>
                      <wp:wrapNone/>
                      <wp:docPr id="5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8001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2E9934" id="Přímá spojnice 4" o:spid="_x0000_s1026" style="position:absolute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-6.25pt,23.8pt" to="69.5pt,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936C0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9F28506" wp14:editId="47E61823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2921635</wp:posOffset>
                      </wp:positionV>
                      <wp:extent cx="962025" cy="942975"/>
                      <wp:effectExtent l="0" t="0" r="28575" b="28575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9429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DDAF14" id="Přímá spojnice 7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5pt,230.05pt" to="69.5pt,3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" strokecolor="red" strokeweight="1.25pt"/>
                  </w:pict>
                </mc:Fallback>
              </mc:AlternateContent>
            </w:r>
            <w:r w:rsidRPr="00936C0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138D233" wp14:editId="5BE4E669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302260</wp:posOffset>
                      </wp:positionV>
                      <wp:extent cx="952500" cy="800100"/>
                      <wp:effectExtent l="0" t="0" r="19050" b="1905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0" cy="8001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7B843C" id="Přímá spojnice 6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5pt,23.8pt" to="68.75pt,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" strokecolor="red" strokeweight="1.25pt"/>
                  </w:pict>
                </mc:Fallback>
              </mc:AlternateContent>
            </w:r>
            <w:r w:rsidRPr="00936C0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683BF5" wp14:editId="74D122D5">
                      <wp:simplePos x="0" y="0"/>
                      <wp:positionH relativeFrom="column">
                        <wp:posOffset>2147483647</wp:posOffset>
                      </wp:positionH>
                      <wp:positionV relativeFrom="page">
                        <wp:posOffset>1082040</wp:posOffset>
                      </wp:positionV>
                      <wp:extent cx="0" cy="800100"/>
                      <wp:effectExtent l="0" t="0" r="19050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77C5B7" id="Přímá spojnic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69093.2pt,85.2pt" to="169093.2pt,1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5345C" w:rsidP="00C5345C">
            <w:pPr>
              <w:rPr>
                <w:rStyle w:val="eCheckBoxTextChar"/>
                <w:lang w:val="es-ES"/>
              </w:rPr>
            </w:pPr>
            <w:r w:rsidRPr="00C5345C">
              <w:rPr>
                <w:rStyle w:val="eCheckBoxTextChar"/>
                <w:lang w:val="es-ES"/>
              </w:rPr>
              <w:t>Se ha propuesto para su uso en domótica y también en la industria. Se trata de un estándar de red que opera en el llamado modo enrutado.</w:t>
            </w: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rStyle w:val="eCheckBoxTextChar"/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rPr>
                <w:rStyle w:val="eCheckBoxTextChar"/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5345C">
              <w:rPr>
                <w:lang w:val="es-ES"/>
              </w:rPr>
              <w:t>ZigBee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5345C" w:rsidP="00C5345C">
            <w:pPr>
              <w:rPr>
                <w:lang w:val="es-ES"/>
              </w:rPr>
            </w:pPr>
            <w:r w:rsidRPr="00C5345C">
              <w:rPr>
                <w:lang w:val="es-ES"/>
              </w:rPr>
              <w:t>Est</w:t>
            </w:r>
            <w:r>
              <w:rPr>
                <w:lang w:val="es-ES"/>
              </w:rPr>
              <w:t>e</w:t>
            </w:r>
            <w:r w:rsidRPr="00C5345C">
              <w:rPr>
                <w:lang w:val="es-ES"/>
              </w:rPr>
              <w:t xml:space="preserve"> </w:t>
            </w:r>
            <w:r>
              <w:rPr>
                <w:lang w:val="es-ES"/>
              </w:rPr>
              <w:t>estándar s</w:t>
            </w:r>
            <w:r w:rsidRPr="00C5345C">
              <w:rPr>
                <w:lang w:val="es-ES"/>
              </w:rPr>
              <w:t xml:space="preserve">e centra principalmente en aplicaciones para </w:t>
            </w:r>
            <w:r>
              <w:rPr>
                <w:lang w:val="es-ES"/>
              </w:rPr>
              <w:t>domótica</w:t>
            </w:r>
            <w:r w:rsidRPr="00C5345C">
              <w:rPr>
                <w:lang w:val="es-ES"/>
              </w:rPr>
              <w:t>. El protocolo de comunicación de esta tecnología enruta los mensajes utilizando el algoritmo de enrutamiento de origen (SRA).</w:t>
            </w: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5345C">
              <w:rPr>
                <w:lang w:val="es-ES"/>
              </w:rPr>
              <w:t>WiFi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CA2ACA" w:rsidP="0063318D">
            <w:pPr>
              <w:rPr>
                <w:lang w:val="es-ES"/>
              </w:rPr>
            </w:pPr>
            <w:r w:rsidRPr="00936C0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2531C4C" wp14:editId="19715286">
                      <wp:simplePos x="0" y="0"/>
                      <wp:positionH relativeFrom="column">
                        <wp:posOffset>-73660</wp:posOffset>
                      </wp:positionH>
                      <wp:positionV relativeFrom="page">
                        <wp:posOffset>366467</wp:posOffset>
                      </wp:positionV>
                      <wp:extent cx="962025" cy="0"/>
                      <wp:effectExtent l="0" t="0" r="28575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615F91" id="Přímá spojnice 3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8pt,28.85pt" to="69.9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5345C" w:rsidP="0063318D">
            <w:pPr>
              <w:rPr>
                <w:lang w:val="es-ES"/>
              </w:rPr>
            </w:pPr>
            <w:r w:rsidRPr="00C5345C">
              <w:rPr>
                <w:lang w:val="es-ES"/>
              </w:rPr>
              <w:t>Se utiliza para conectar la cámara IP en domótica, para conectar cualquier dispositivo multimedia en el hogar, incluyendo los dispositivos móviles y ordenadores en la distancia de 50 a 100 m.</w:t>
            </w: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5345C">
              <w:rPr>
                <w:rStyle w:val="hps"/>
                <w:lang w:val="es-ES"/>
              </w:rPr>
              <w:t>EnOcean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936C0B" w:rsidP="0063318D">
            <w:pPr>
              <w:pStyle w:val="eText"/>
              <w:spacing w:after="0"/>
              <w:rPr>
                <w:noProof/>
                <w:lang w:val="es-ES"/>
              </w:rPr>
            </w:pPr>
            <w:r w:rsidRPr="00936C0B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2FFAEC" wp14:editId="5EBA0AFF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495300</wp:posOffset>
                      </wp:positionV>
                      <wp:extent cx="962025" cy="942975"/>
                      <wp:effectExtent l="0" t="0" r="28575" b="28575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9429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6F645" id="Přímá spojnice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pt,39pt" to="69.75pt,1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" strokecolor="red" strokeweight="1.25pt"/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8F70B4" w:rsidP="008F70B4">
            <w:pPr>
              <w:pStyle w:val="eText"/>
              <w:spacing w:after="0"/>
              <w:rPr>
                <w:lang w:val="es-ES"/>
              </w:rPr>
            </w:pPr>
            <w:r w:rsidRPr="008F70B4">
              <w:rPr>
                <w:noProof/>
                <w:lang w:val="es-ES"/>
              </w:rPr>
              <w:t xml:space="preserve">Esta tecnología se utiliza principalmente en teléfonos móviles y auriculares inalámbricos, tabletas y PCs, especialmente como un reemplazo </w:t>
            </w:r>
            <w:r>
              <w:rPr>
                <w:noProof/>
                <w:lang w:val="es-ES"/>
              </w:rPr>
              <w:t>de periféricos cableado</w:t>
            </w:r>
            <w:r w:rsidRPr="008F70B4">
              <w:rPr>
                <w:noProof/>
                <w:lang w:val="es-ES"/>
              </w:rPr>
              <w:t>s. En domótica se centra en el campo de la sanidad electrónica para detectar las características biométricas del usuario.</w:t>
            </w: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5345C" w:rsidRDefault="00CE78BF" w:rsidP="0063318D">
            <w:pPr>
              <w:pStyle w:val="eText"/>
              <w:spacing w:after="0"/>
              <w:rPr>
                <w:noProof/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ext"/>
              <w:spacing w:after="0"/>
              <w:rPr>
                <w:noProof/>
                <w:lang w:val="es-ES"/>
              </w:rPr>
            </w:pPr>
          </w:p>
        </w:tc>
      </w:tr>
      <w:tr w:rsidR="00CE78BF" w:rsidRPr="00C5345C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5345C">
              <w:rPr>
                <w:lang w:val="es-ES"/>
              </w:rPr>
              <w:t>Bluetooth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5345C" w:rsidRDefault="00CE78BF" w:rsidP="0063318D">
            <w:pPr>
              <w:rPr>
                <w:lang w:val="es-E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5345C" w:rsidRDefault="008F70B4" w:rsidP="008F70B4">
            <w:pPr>
              <w:rPr>
                <w:lang w:val="es-ES"/>
              </w:rPr>
            </w:pPr>
            <w:r w:rsidRPr="008F70B4">
              <w:rPr>
                <w:lang w:val="es-ES"/>
              </w:rPr>
              <w:t>Est</w:t>
            </w:r>
            <w:r>
              <w:rPr>
                <w:lang w:val="es-ES"/>
              </w:rPr>
              <w:t>e</w:t>
            </w:r>
            <w:r w:rsidRPr="008F70B4">
              <w:rPr>
                <w:lang w:val="es-ES"/>
              </w:rPr>
              <w:t xml:space="preserve"> </w:t>
            </w:r>
            <w:r>
              <w:rPr>
                <w:lang w:val="es-ES"/>
              </w:rPr>
              <w:t>estándar</w:t>
            </w:r>
            <w:r w:rsidRPr="008F70B4">
              <w:rPr>
                <w:lang w:val="es-ES"/>
              </w:rPr>
              <w:t xml:space="preserve"> se utiliza principalmente en la automatización de edificios, logística </w:t>
            </w:r>
            <w:r>
              <w:rPr>
                <w:lang w:val="es-ES"/>
              </w:rPr>
              <w:t xml:space="preserve">y </w:t>
            </w:r>
            <w:r w:rsidRPr="008F70B4">
              <w:rPr>
                <w:lang w:val="es-ES"/>
              </w:rPr>
              <w:t xml:space="preserve">el transporte </w:t>
            </w:r>
            <w:r>
              <w:rPr>
                <w:lang w:val="es-ES"/>
              </w:rPr>
              <w:t xml:space="preserve">de mercancías en </w:t>
            </w:r>
            <w:r w:rsidRPr="008F70B4">
              <w:rPr>
                <w:lang w:val="es-ES"/>
              </w:rPr>
              <w:t>la industria. Se utiliza la energía de los</w:t>
            </w:r>
            <w:r>
              <w:rPr>
                <w:lang w:val="es-ES"/>
              </w:rPr>
              <w:t xml:space="preserve"> alrededores para alimentar</w:t>
            </w:r>
            <w:r w:rsidRPr="008F70B4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a los </w:t>
            </w:r>
            <w:r w:rsidRPr="008F70B4">
              <w:rPr>
                <w:lang w:val="es-ES"/>
              </w:rPr>
              <w:t>sensores.</w:t>
            </w:r>
          </w:p>
        </w:tc>
      </w:tr>
    </w:tbl>
    <w:p w:rsidR="004A43EB" w:rsidRPr="00C5345C" w:rsidRDefault="004A43EB" w:rsidP="000D2EA6">
      <w:pPr>
        <w:rPr>
          <w:noProof/>
          <w:lang w:val="es-ES"/>
        </w:rPr>
      </w:pPr>
    </w:p>
    <w:p w:rsidR="000D2EA6" w:rsidRPr="00C5345C" w:rsidRDefault="000D2EA6" w:rsidP="000D2EA6">
      <w:pPr>
        <w:pStyle w:val="eLineBottom"/>
        <w:rPr>
          <w:noProof/>
          <w:lang w:val="es-ES"/>
        </w:rPr>
      </w:pPr>
    </w:p>
    <w:p w:rsidR="00CE78BF" w:rsidRPr="00C5345C" w:rsidRDefault="00CE78BF" w:rsidP="00CE78BF">
      <w:pPr>
        <w:rPr>
          <w:rStyle w:val="hps"/>
          <w:lang w:val="es-ES" w:eastAsia="en-US"/>
        </w:rPr>
      </w:pPr>
    </w:p>
    <w:p w:rsidR="00F57928" w:rsidRPr="00C5345C" w:rsidRDefault="00C5345C" w:rsidP="00F57928">
      <w:pPr>
        <w:pStyle w:val="eTask"/>
        <w:ind w:left="284" w:hanging="284"/>
        <w:rPr>
          <w:lang w:val="es-ES" w:eastAsia="en-US"/>
        </w:rPr>
      </w:pPr>
      <w:r w:rsidRPr="00C5345C">
        <w:rPr>
          <w:rStyle w:val="hps"/>
          <w:lang w:val="es-ES"/>
        </w:rPr>
        <w:t xml:space="preserve">Ordenar las tecnologías inalámbricas </w:t>
      </w:r>
      <w:r w:rsidR="00F57928" w:rsidRPr="00C5345C">
        <w:rPr>
          <w:rStyle w:val="hps"/>
          <w:lang w:val="es-ES"/>
        </w:rPr>
        <w:t>ZigBee</w:t>
      </w:r>
      <w:r w:rsidR="00F57928" w:rsidRPr="00C5345C">
        <w:rPr>
          <w:lang w:val="es-ES"/>
        </w:rPr>
        <w:t xml:space="preserve">, </w:t>
      </w:r>
      <w:r w:rsidR="00F57928" w:rsidRPr="00C5345C">
        <w:rPr>
          <w:rStyle w:val="hps"/>
          <w:lang w:val="es-ES"/>
        </w:rPr>
        <w:t>EnOcean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Z-</w:t>
      </w:r>
      <w:r w:rsidR="00F57928" w:rsidRPr="00C5345C">
        <w:rPr>
          <w:lang w:val="es-ES"/>
        </w:rPr>
        <w:t xml:space="preserve">Wave, Bluetooth </w:t>
      </w:r>
      <w:r w:rsidRPr="00C5345C">
        <w:rPr>
          <w:rStyle w:val="hps"/>
          <w:lang w:val="es-ES"/>
        </w:rPr>
        <w:t>según la cantidad de energía que necesitan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>(</w:t>
      </w:r>
      <w:r w:rsidR="00F57928" w:rsidRPr="00C5345C">
        <w:rPr>
          <w:lang w:val="es-ES"/>
        </w:rPr>
        <w:t xml:space="preserve">1 </w:t>
      </w:r>
      <w:r w:rsidRPr="00C5345C">
        <w:rPr>
          <w:rStyle w:val="hps"/>
          <w:lang w:val="es-ES"/>
        </w:rPr>
        <w:t>–</w:t>
      </w:r>
      <w:r w:rsidR="00F57928" w:rsidRPr="00C5345C">
        <w:rPr>
          <w:rStyle w:val="hps"/>
          <w:lang w:val="es-ES"/>
        </w:rPr>
        <w:t xml:space="preserve"> </w:t>
      </w:r>
      <w:r w:rsidRPr="00C5345C">
        <w:rPr>
          <w:rStyle w:val="hps"/>
          <w:lang w:val="es-ES"/>
        </w:rPr>
        <w:t>la más baja</w:t>
      </w:r>
      <w:r w:rsidR="00F57928" w:rsidRPr="00C5345C">
        <w:rPr>
          <w:lang w:val="es-ES"/>
        </w:rPr>
        <w:t xml:space="preserve">, </w:t>
      </w:r>
      <w:r w:rsidR="00CA2ACA">
        <w:rPr>
          <w:rStyle w:val="hps"/>
          <w:lang w:val="es-ES"/>
        </w:rPr>
        <w:t>4</w:t>
      </w:r>
      <w:r w:rsidR="00F57928" w:rsidRPr="00C5345C">
        <w:rPr>
          <w:lang w:val="es-ES"/>
        </w:rPr>
        <w:t xml:space="preserve"> </w:t>
      </w:r>
      <w:r w:rsidR="00F57928" w:rsidRPr="00C5345C">
        <w:rPr>
          <w:rStyle w:val="hps"/>
          <w:lang w:val="es-ES"/>
        </w:rPr>
        <w:t xml:space="preserve">– </w:t>
      </w:r>
      <w:r w:rsidRPr="00C5345C">
        <w:rPr>
          <w:rStyle w:val="hps"/>
          <w:lang w:val="es-ES"/>
        </w:rPr>
        <w:t>la más alta</w:t>
      </w:r>
      <w:r w:rsidR="00F57928" w:rsidRPr="00C5345C">
        <w:rPr>
          <w:lang w:val="es-ES"/>
        </w:rPr>
        <w:t>)</w:t>
      </w:r>
    </w:p>
    <w:p w:rsidR="00F33860" w:rsidRPr="00C5345C" w:rsidRDefault="00F33860" w:rsidP="00F33860">
      <w:pPr>
        <w:pStyle w:val="eTask"/>
        <w:numPr>
          <w:ilvl w:val="0"/>
          <w:numId w:val="0"/>
        </w:numPr>
        <w:rPr>
          <w:bCs/>
          <w:noProof/>
          <w:lang w:val="es-ES"/>
        </w:rPr>
      </w:pPr>
    </w:p>
    <w:p w:rsidR="00936C0B" w:rsidRPr="00CE78BF" w:rsidRDefault="00936C0B" w:rsidP="00936C0B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AA51EB">
        <w:rPr>
          <w:noProof/>
          <w:color w:val="FF0000"/>
          <w:lang w:val="en-GB"/>
        </w:rPr>
        <w:t>EnOcean</w:t>
      </w:r>
    </w:p>
    <w:p w:rsidR="00571F2F" w:rsidRPr="00CA2ACA" w:rsidRDefault="00571F2F" w:rsidP="00571F2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noProof/>
          <w:lang w:val="sk-SK" w:eastAsia="sk-SK"/>
        </w:rPr>
      </w:pPr>
      <w:r w:rsidRPr="00CA2ACA">
        <w:rPr>
          <w:noProof/>
          <w:color w:val="FF0000"/>
          <w:lang w:val="en-GB"/>
        </w:rPr>
        <w:t>ZigBee</w:t>
      </w:r>
    </w:p>
    <w:p w:rsidR="00571F2F" w:rsidRPr="00CE78BF" w:rsidRDefault="00571F2F" w:rsidP="00571F2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AA51EB">
        <w:rPr>
          <w:noProof/>
          <w:color w:val="FF0000"/>
          <w:lang w:val="en-GB"/>
        </w:rPr>
        <w:t>Z-Wave</w:t>
      </w:r>
    </w:p>
    <w:p w:rsidR="00F33860" w:rsidRPr="00571F2F" w:rsidRDefault="00571F2F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lang w:val="es-ES"/>
        </w:rPr>
      </w:pPr>
      <w:r w:rsidRPr="00571F2F">
        <w:rPr>
          <w:noProof/>
          <w:color w:val="FF0000"/>
          <w:lang w:val="en-GB"/>
        </w:rPr>
        <w:t>Bluetooth</w:t>
      </w:r>
    </w:p>
    <w:p w:rsidR="004A43EB" w:rsidRPr="00C5345C" w:rsidRDefault="004A43EB" w:rsidP="00F33860">
      <w:pPr>
        <w:pStyle w:val="eLineBottom"/>
        <w:jc w:val="both"/>
        <w:rPr>
          <w:noProof/>
          <w:lang w:val="es-ES"/>
        </w:rPr>
      </w:pPr>
    </w:p>
    <w:p w:rsidR="00CE78BF" w:rsidRPr="00C5345C" w:rsidRDefault="00CE78BF">
      <w:pPr>
        <w:rPr>
          <w:b/>
          <w:lang w:val="es-ES"/>
        </w:rPr>
      </w:pPr>
    </w:p>
    <w:p w:rsidR="00E460FE" w:rsidRPr="00C5345C" w:rsidRDefault="002D2DBF" w:rsidP="00E460FE">
      <w:pPr>
        <w:pStyle w:val="eTask"/>
        <w:ind w:left="284" w:hanging="284"/>
        <w:rPr>
          <w:lang w:val="es-ES"/>
        </w:rPr>
      </w:pPr>
      <w:r>
        <w:rPr>
          <w:lang w:val="es-ES"/>
        </w:rPr>
        <w:lastRenderedPageBreak/>
        <w:t>Modificar los textos siguientes de manera que las afirmaciones sean ciertas</w:t>
      </w:r>
      <w:r w:rsidR="00E460FE" w:rsidRPr="00C5345C">
        <w:rPr>
          <w:lang w:val="es-ES"/>
        </w:rPr>
        <w:t>.</w:t>
      </w:r>
    </w:p>
    <w:p w:rsidR="00E460FE" w:rsidRPr="00C5345C" w:rsidRDefault="00E460FE" w:rsidP="00CE78BF">
      <w:pPr>
        <w:rPr>
          <w:noProof/>
          <w:lang w:val="es-ES"/>
        </w:rPr>
      </w:pPr>
    </w:p>
    <w:p w:rsidR="00E460FE" w:rsidRPr="00C5345C" w:rsidRDefault="002D2DBF" w:rsidP="00CA2ACA">
      <w:pPr>
        <w:spacing w:line="360" w:lineRule="auto"/>
        <w:jc w:val="both"/>
        <w:rPr>
          <w:b/>
          <w:noProof/>
          <w:lang w:val="es-ES"/>
        </w:rPr>
      </w:pPr>
      <w:r>
        <w:rPr>
          <w:noProof/>
          <w:lang w:val="es-ES"/>
        </w:rPr>
        <w:t>KNX e</w:t>
      </w:r>
      <w:r w:rsidR="00E460FE" w:rsidRPr="00C5345C">
        <w:rPr>
          <w:noProof/>
          <w:lang w:val="es-ES"/>
        </w:rPr>
        <w:t xml:space="preserve">s </w:t>
      </w:r>
      <w:r>
        <w:rPr>
          <w:noProof/>
          <w:lang w:val="es-ES"/>
        </w:rPr>
        <w:t>un estándar</w:t>
      </w:r>
      <w:r w:rsidR="00E460FE" w:rsidRPr="00C5345C">
        <w:rPr>
          <w:noProof/>
          <w:lang w:val="es-ES"/>
        </w:rPr>
        <w:t xml:space="preserve"> Europe</w:t>
      </w:r>
      <w:r>
        <w:rPr>
          <w:noProof/>
          <w:lang w:val="es-ES"/>
        </w:rPr>
        <w:t>o</w:t>
      </w:r>
      <w:r w:rsidR="00E460FE" w:rsidRPr="00C5345C">
        <w:rPr>
          <w:noProof/>
          <w:lang w:val="es-ES"/>
        </w:rPr>
        <w:t xml:space="preserve"> (EN50090, 2003) </w:t>
      </w:r>
      <w:r>
        <w:rPr>
          <w:noProof/>
          <w:lang w:val="es-ES"/>
        </w:rPr>
        <w:t>e internac</w:t>
      </w:r>
      <w:r w:rsidR="00E460FE" w:rsidRPr="00C5345C">
        <w:rPr>
          <w:noProof/>
          <w:lang w:val="es-ES"/>
        </w:rPr>
        <w:t xml:space="preserve">ional (ISO / IEC 14543-3, 2006) </w:t>
      </w:r>
      <w:r>
        <w:rPr>
          <w:noProof/>
          <w:lang w:val="es-ES"/>
        </w:rPr>
        <w:t>para</w:t>
      </w:r>
      <w:r w:rsidR="00E460FE" w:rsidRPr="00C5345C">
        <w:rPr>
          <w:noProof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color w:val="FF0000"/>
                      <w:lang w:val="en-GB"/>
                    </w:rPr>
                    <m:t>la automatización en el hogar y la construcción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noProof/>
                      <w:lang w:val="es-ES"/>
                    </w:rPr>
                    <m:t>la automatización en la industria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460FE" w:rsidRPr="00C5345C">
        <w:rPr>
          <w:noProof/>
          <w:lang w:val="es-ES"/>
        </w:rPr>
        <w:t>.</w:t>
      </w:r>
    </w:p>
    <w:p w:rsidR="00E460FE" w:rsidRPr="00C5345C" w:rsidRDefault="00E460FE" w:rsidP="00CA2ACA">
      <w:pPr>
        <w:spacing w:line="360" w:lineRule="auto"/>
        <w:jc w:val="both"/>
        <w:rPr>
          <w:noProof/>
          <w:lang w:val="es-ES"/>
        </w:rPr>
      </w:pPr>
    </w:p>
    <w:p w:rsidR="00CE78BF" w:rsidRPr="00C5345C" w:rsidRDefault="00E460FE" w:rsidP="00CA2ACA">
      <w:pPr>
        <w:spacing w:line="360" w:lineRule="auto"/>
        <w:jc w:val="both"/>
        <w:rPr>
          <w:noProof/>
          <w:lang w:val="es-ES"/>
        </w:rPr>
      </w:pPr>
      <w:r w:rsidRPr="00C5345C">
        <w:rPr>
          <w:noProof/>
          <w:lang w:val="es-ES"/>
        </w:rPr>
        <w:t xml:space="preserve">LON </w:t>
      </w:r>
      <w:r w:rsidR="00BA47DE">
        <w:rPr>
          <w:noProof/>
          <w:lang w:val="es-ES"/>
        </w:rPr>
        <w:t>se refiere a</w:t>
      </w:r>
      <w:r w:rsidRPr="00C5345C">
        <w:rPr>
          <w:noProof/>
          <w:lang w:val="es-ES"/>
        </w:rPr>
        <w:t xml:space="preserve"> Local Operating Network, </w:t>
      </w:r>
      <w:r w:rsidR="00BA47DE">
        <w:rPr>
          <w:noProof/>
          <w:lang w:val="es-ES"/>
        </w:rPr>
        <w:t xml:space="preserve">introducido originalmente como una solución para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color w:val="FF0000"/>
                      <w:lang w:val="en-GB"/>
                    </w:rPr>
                    <m:t>la automatización en edificios industriales, aeropuertos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noProof/>
                      <w:lang w:val="es-ES"/>
                    </w:rPr>
                    <m:t>la automatización de hogares y p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noProof/>
                      <w:lang w:val="es-ES"/>
                    </w:rPr>
                    <m:t>i</m:t>
                  </m:r>
                  <m:r>
                    <m:rPr>
                      <m:nor/>
                    </m:rPr>
                    <w:rPr>
                      <w:strike/>
                      <w:noProof/>
                      <w:lang w:val="es-ES"/>
                    </w:rPr>
                    <m:t>sos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C5345C">
        <w:rPr>
          <w:noProof/>
          <w:lang w:val="es-ES"/>
        </w:rPr>
        <w:t>.</w:t>
      </w:r>
    </w:p>
    <w:p w:rsidR="00CE78BF" w:rsidRPr="00C5345C" w:rsidRDefault="00CE78BF" w:rsidP="00CA2ACA">
      <w:pPr>
        <w:spacing w:line="360" w:lineRule="auto"/>
        <w:jc w:val="both"/>
        <w:rPr>
          <w:noProof/>
          <w:lang w:val="es-ES"/>
        </w:rPr>
      </w:pPr>
    </w:p>
    <w:p w:rsidR="00E460FE" w:rsidRPr="00C5345C" w:rsidRDefault="00BA47DE" w:rsidP="00CA2ACA">
      <w:pPr>
        <w:spacing w:line="360" w:lineRule="auto"/>
        <w:jc w:val="both"/>
        <w:rPr>
          <w:noProof/>
          <w:lang w:val="es-ES"/>
        </w:rPr>
      </w:pPr>
      <w:r>
        <w:rPr>
          <w:noProof/>
          <w:lang w:val="es-ES"/>
        </w:rPr>
        <w:t xml:space="preserve">La arquitectura </w:t>
      </w:r>
      <w:r w:rsidR="00E460FE" w:rsidRPr="00C5345C">
        <w:rPr>
          <w:noProof/>
          <w:lang w:val="es-ES"/>
        </w:rPr>
        <w:t xml:space="preserve">LON </w:t>
      </w:r>
      <w:r>
        <w:rPr>
          <w:noProof/>
          <w:lang w:val="es-ES"/>
        </w:rPr>
        <w:t>utiliza gestión</w:t>
      </w:r>
      <w:r w:rsidR="00E460FE" w:rsidRPr="00C5345C">
        <w:rPr>
          <w:noProof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color w:val="FF0000"/>
                      <w:lang w:val="en-GB"/>
                    </w:rPr>
                    <m:t>descentralizada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noProof/>
                      <w:lang w:val="es-ES"/>
                    </w:rPr>
                    <m:t>centraliz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noProof/>
                      <w:lang w:val="es-ES"/>
                    </w:rPr>
                    <m:t>a</m:t>
                  </m:r>
                  <m:r>
                    <m:rPr>
                      <m:nor/>
                    </m:rPr>
                    <w:rPr>
                      <w:strike/>
                      <w:noProof/>
                      <w:lang w:val="es-ES"/>
                    </w:rPr>
                    <m:t>d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noProof/>
                      <w:lang w:val="es-ES"/>
                    </w:rPr>
                    <m:t>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460FE" w:rsidRPr="00C5345C">
        <w:rPr>
          <w:noProof/>
          <w:lang w:val="es-ES"/>
        </w:rPr>
        <w:t xml:space="preserve">. </w:t>
      </w:r>
    </w:p>
    <w:p w:rsidR="00E460FE" w:rsidRPr="00C5345C" w:rsidRDefault="00E460FE" w:rsidP="00CA2ACA">
      <w:pPr>
        <w:spacing w:line="360" w:lineRule="auto"/>
        <w:jc w:val="both"/>
        <w:rPr>
          <w:noProof/>
          <w:lang w:val="es-ES"/>
        </w:rPr>
      </w:pPr>
    </w:p>
    <w:p w:rsidR="00E460FE" w:rsidRPr="00C5345C" w:rsidRDefault="00BA47DE" w:rsidP="00CA2ACA">
      <w:pPr>
        <w:spacing w:line="360" w:lineRule="auto"/>
        <w:jc w:val="both"/>
        <w:rPr>
          <w:noProof/>
          <w:lang w:val="es-ES"/>
        </w:rPr>
      </w:pPr>
      <w:r>
        <w:rPr>
          <w:lang w:val="es-ES"/>
        </w:rPr>
        <w:t>Por controlador se entiende un</w:t>
      </w:r>
      <w:r w:rsidR="00E460FE" w:rsidRPr="00C5345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color w:val="FF0000"/>
                      <w:lang w:val="en-GB"/>
                    </w:rPr>
                    <m:t>dispositivo de control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noProof/>
                      <w:lang w:val="es-ES"/>
                    </w:rPr>
                    <m:t>dispositivo sensor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E78BF" w:rsidRPr="00C5345C">
        <w:rPr>
          <w:lang w:val="es-ES"/>
        </w:rPr>
        <w:t xml:space="preserve"> </w:t>
      </w:r>
      <w:r>
        <w:rPr>
          <w:lang w:val="es-ES"/>
        </w:rPr>
        <w:t>que actúa como “cerebro”</w:t>
      </w:r>
      <w:r w:rsidR="00E460FE" w:rsidRPr="00C5345C">
        <w:rPr>
          <w:lang w:val="es-ES"/>
        </w:rPr>
        <w:t xml:space="preserve"> </w:t>
      </w:r>
      <w:r>
        <w:rPr>
          <w:lang w:val="es-ES"/>
        </w:rPr>
        <w:t>de todo el sistema domótico</w:t>
      </w:r>
      <w:r w:rsidR="00E460FE" w:rsidRPr="00C5345C">
        <w:rPr>
          <w:lang w:val="es-ES"/>
        </w:rPr>
        <w:t>.</w:t>
      </w:r>
      <w:bookmarkStart w:id="0" w:name="_GoBack"/>
      <w:bookmarkEnd w:id="0"/>
    </w:p>
    <w:p w:rsidR="00E460FE" w:rsidRPr="00C5345C" w:rsidRDefault="00E460FE" w:rsidP="00E460FE">
      <w:pPr>
        <w:pStyle w:val="eLineBottom"/>
        <w:jc w:val="both"/>
        <w:rPr>
          <w:noProof/>
          <w:lang w:val="es-ES"/>
        </w:rPr>
      </w:pPr>
    </w:p>
    <w:p w:rsidR="00E460FE" w:rsidRPr="00C5345C" w:rsidRDefault="00E460FE" w:rsidP="00CE78BF">
      <w:pPr>
        <w:rPr>
          <w:noProof/>
          <w:lang w:val="es-ES"/>
        </w:rPr>
      </w:pPr>
    </w:p>
    <w:p w:rsidR="00E460FE" w:rsidRPr="00C5345C" w:rsidRDefault="002D2DBF" w:rsidP="00E460FE">
      <w:pPr>
        <w:pStyle w:val="eTask"/>
        <w:ind w:left="360"/>
        <w:rPr>
          <w:lang w:val="es-ES"/>
        </w:rPr>
      </w:pPr>
      <w:r>
        <w:rPr>
          <w:lang w:val="es-ES"/>
        </w:rPr>
        <w:t>Enumerar cuatro formas de conocer la ubicación</w:t>
      </w:r>
      <w:r w:rsidR="00E460FE" w:rsidRPr="00C5345C">
        <w:rPr>
          <w:lang w:val="es-ES"/>
        </w:rPr>
        <w:t>.</w:t>
      </w:r>
    </w:p>
    <w:p w:rsidR="00CE78BF" w:rsidRPr="00C5345C" w:rsidRDefault="00CE78BF" w:rsidP="00CE78BF">
      <w:pPr>
        <w:rPr>
          <w:lang w:val="es-ES"/>
        </w:rPr>
      </w:pPr>
    </w:p>
    <w:p w:rsidR="00571F2F" w:rsidRPr="00CE78BF" w:rsidRDefault="00571F2F" w:rsidP="00571F2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CE78BF">
        <w:rPr>
          <w:b w:val="0"/>
          <w:lang w:val="en-US"/>
        </w:rPr>
        <w:t xml:space="preserve">a) </w:t>
      </w:r>
      <w:proofErr w:type="spellStart"/>
      <w:r>
        <w:rPr>
          <w:color w:val="FF0000"/>
          <w:lang w:val="en-GB"/>
        </w:rPr>
        <w:t>identificación</w:t>
      </w:r>
      <w:proofErr w:type="spellEnd"/>
      <w:r>
        <w:rPr>
          <w:color w:val="FF0000"/>
          <w:lang w:val="en-GB"/>
        </w:rPr>
        <w:t xml:space="preserve"> </w:t>
      </w:r>
      <w:proofErr w:type="spellStart"/>
      <w:r>
        <w:rPr>
          <w:color w:val="FF0000"/>
          <w:lang w:val="en-GB"/>
        </w:rPr>
        <w:t>por</w:t>
      </w:r>
      <w:proofErr w:type="spellEnd"/>
      <w:r>
        <w:rPr>
          <w:color w:val="FF0000"/>
          <w:lang w:val="en-GB"/>
        </w:rPr>
        <w:t xml:space="preserve"> </w:t>
      </w:r>
      <w:proofErr w:type="spellStart"/>
      <w:r>
        <w:rPr>
          <w:color w:val="FF0000"/>
          <w:lang w:val="en-GB"/>
        </w:rPr>
        <w:t>radiofrecuencia</w:t>
      </w:r>
      <w:proofErr w:type="spellEnd"/>
    </w:p>
    <w:p w:rsidR="00571F2F" w:rsidRPr="00CE78BF" w:rsidRDefault="00571F2F" w:rsidP="00571F2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lang w:val="en-US"/>
        </w:rPr>
        <w:t xml:space="preserve">b) </w:t>
      </w:r>
      <w:r w:rsidRPr="00EE6C46">
        <w:rPr>
          <w:color w:val="FF0000"/>
          <w:lang w:val="en-GB"/>
        </w:rPr>
        <w:t>GPS</w:t>
      </w:r>
    </w:p>
    <w:p w:rsidR="00571F2F" w:rsidRPr="00CE78BF" w:rsidRDefault="00571F2F" w:rsidP="00571F2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noProof/>
          <w:lang w:val="en-GB"/>
        </w:rPr>
        <w:t xml:space="preserve">c) </w:t>
      </w:r>
      <w:r>
        <w:rPr>
          <w:color w:val="FF0000"/>
          <w:lang w:val="en-GB"/>
        </w:rPr>
        <w:t xml:space="preserve">red </w:t>
      </w:r>
      <w:proofErr w:type="spellStart"/>
      <w:r>
        <w:rPr>
          <w:color w:val="FF0000"/>
          <w:lang w:val="en-GB"/>
        </w:rPr>
        <w:t>móvil</w:t>
      </w:r>
      <w:proofErr w:type="spellEnd"/>
    </w:p>
    <w:p w:rsidR="00571F2F" w:rsidRDefault="00571F2F" w:rsidP="00571F2F">
      <w:pPr>
        <w:pStyle w:val="eTask"/>
        <w:numPr>
          <w:ilvl w:val="0"/>
          <w:numId w:val="0"/>
        </w:numPr>
        <w:spacing w:line="480" w:lineRule="auto"/>
        <w:ind w:left="357"/>
        <w:rPr>
          <w:lang w:val="en-US"/>
        </w:rPr>
      </w:pPr>
      <w:r w:rsidRPr="00CE78BF">
        <w:rPr>
          <w:b w:val="0"/>
          <w:noProof/>
          <w:lang w:val="en-GB"/>
        </w:rPr>
        <w:t xml:space="preserve">d) </w:t>
      </w:r>
      <w:r w:rsidRPr="00EE6C46">
        <w:rPr>
          <w:color w:val="FF0000"/>
          <w:lang w:val="en-GB"/>
        </w:rPr>
        <w:t>Bluetooth</w:t>
      </w:r>
    </w:p>
    <w:p w:rsidR="00E460FE" w:rsidRPr="00C5345C" w:rsidRDefault="00E460FE" w:rsidP="00E460FE">
      <w:pPr>
        <w:pStyle w:val="eLineBottom"/>
        <w:jc w:val="both"/>
        <w:rPr>
          <w:noProof/>
          <w:lang w:val="es-ES"/>
        </w:rPr>
      </w:pPr>
    </w:p>
    <w:p w:rsidR="00E460FE" w:rsidRPr="00C5345C" w:rsidRDefault="00E460FE" w:rsidP="00CE78BF">
      <w:pPr>
        <w:rPr>
          <w:noProof/>
          <w:lang w:val="es-ES"/>
        </w:rPr>
      </w:pPr>
    </w:p>
    <w:p w:rsidR="00E460FE" w:rsidRPr="00C5345C" w:rsidRDefault="002D2DBF" w:rsidP="00E460FE">
      <w:pPr>
        <w:pStyle w:val="eTask"/>
        <w:ind w:left="360"/>
        <w:rPr>
          <w:lang w:val="es-ES"/>
        </w:rPr>
      </w:pPr>
      <w:r>
        <w:rPr>
          <w:lang w:val="es-ES"/>
        </w:rPr>
        <w:t>Enumerar entidades definidas en la tecnología</w:t>
      </w:r>
      <w:r w:rsidR="00E460FE" w:rsidRPr="00C5345C">
        <w:rPr>
          <w:lang w:val="es-ES"/>
        </w:rPr>
        <w:t xml:space="preserve"> ZigBee.</w:t>
      </w:r>
    </w:p>
    <w:p w:rsidR="00CE78BF" w:rsidRPr="00C5345C" w:rsidRDefault="00CE78BF" w:rsidP="00CE78BF">
      <w:pPr>
        <w:rPr>
          <w:lang w:val="es-ES"/>
        </w:rPr>
      </w:pPr>
    </w:p>
    <w:p w:rsidR="00571F2F" w:rsidRPr="00CE78BF" w:rsidRDefault="00571F2F" w:rsidP="00571F2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CE78BF">
        <w:rPr>
          <w:b w:val="0"/>
          <w:lang w:val="en-US"/>
        </w:rPr>
        <w:t xml:space="preserve">a) </w:t>
      </w:r>
      <w:proofErr w:type="spellStart"/>
      <w:r>
        <w:rPr>
          <w:color w:val="FF0000"/>
          <w:lang w:val="en-GB"/>
        </w:rPr>
        <w:t>coordinadores</w:t>
      </w:r>
      <w:proofErr w:type="spellEnd"/>
      <w:r>
        <w:rPr>
          <w:color w:val="FF0000"/>
          <w:lang w:val="en-GB"/>
        </w:rPr>
        <w:t xml:space="preserve"> de red</w:t>
      </w:r>
    </w:p>
    <w:p w:rsidR="00571F2F" w:rsidRPr="00CE78BF" w:rsidRDefault="00571F2F" w:rsidP="00571F2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lang w:val="en-US"/>
        </w:rPr>
        <w:t xml:space="preserve">b) </w:t>
      </w:r>
      <w:r w:rsidRPr="0068361A">
        <w:rPr>
          <w:color w:val="FF0000"/>
          <w:lang w:val="en-GB"/>
        </w:rPr>
        <w:t>FFD (</w:t>
      </w:r>
      <w:r w:rsidRPr="00571F2F">
        <w:rPr>
          <w:i/>
          <w:color w:val="FF0000"/>
          <w:lang w:val="en-GB"/>
        </w:rPr>
        <w:t>full-function device</w:t>
      </w:r>
      <w:r w:rsidRPr="0068361A">
        <w:rPr>
          <w:color w:val="FF0000"/>
          <w:lang w:val="en-GB"/>
        </w:rPr>
        <w:t>)</w:t>
      </w:r>
    </w:p>
    <w:p w:rsidR="00571F2F" w:rsidRPr="00CE78BF" w:rsidRDefault="00571F2F" w:rsidP="00571F2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noProof/>
          <w:lang w:val="en-GB"/>
        </w:rPr>
        <w:t xml:space="preserve">c) </w:t>
      </w:r>
      <w:r>
        <w:rPr>
          <w:color w:val="FF0000"/>
          <w:lang w:val="en-GB"/>
        </w:rPr>
        <w:t xml:space="preserve">RFD </w:t>
      </w:r>
      <w:r w:rsidRPr="0068361A">
        <w:rPr>
          <w:b w:val="0"/>
          <w:i/>
          <w:color w:val="FF0000"/>
          <w:lang w:val="en-GB"/>
        </w:rPr>
        <w:t>(</w:t>
      </w:r>
      <w:r w:rsidRPr="00571F2F">
        <w:rPr>
          <w:i/>
          <w:color w:val="FF0000"/>
          <w:lang w:val="en-GB"/>
        </w:rPr>
        <w:t>reduced-function device</w:t>
      </w:r>
      <w:r w:rsidRPr="0068361A">
        <w:rPr>
          <w:color w:val="FF0000"/>
          <w:lang w:val="en-GB"/>
        </w:rPr>
        <w:t>)</w:t>
      </w:r>
    </w:p>
    <w:p w:rsidR="00C145C6" w:rsidRPr="00571F2F" w:rsidRDefault="00C145C6" w:rsidP="00E460FE">
      <w:pPr>
        <w:pStyle w:val="eTask"/>
        <w:numPr>
          <w:ilvl w:val="0"/>
          <w:numId w:val="0"/>
        </w:numPr>
        <w:rPr>
          <w:noProof/>
          <w:lang w:val="en-GB"/>
        </w:rPr>
      </w:pPr>
    </w:p>
    <w:sectPr w:rsidR="00C145C6" w:rsidRPr="00571F2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BC3" w:rsidRDefault="00D17BC3" w:rsidP="00861A1A">
      <w:r>
        <w:separator/>
      </w:r>
    </w:p>
  </w:endnote>
  <w:endnote w:type="continuationSeparator" w:id="0">
    <w:p w:rsidR="00D17BC3" w:rsidRDefault="00D17BC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A2ACA" w:rsidRPr="00CA2ACA" w:rsidRDefault="00CA2ACA" w:rsidP="00CA2AC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2ACA">
            <w:rPr>
              <w:sz w:val="16"/>
              <w:szCs w:val="16"/>
            </w:rPr>
            <w:t xml:space="preserve">El </w:t>
          </w:r>
          <w:proofErr w:type="spellStart"/>
          <w:r w:rsidRPr="00CA2ACA">
            <w:rPr>
              <w:sz w:val="16"/>
              <w:szCs w:val="16"/>
            </w:rPr>
            <w:t>presente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proyecto</w:t>
          </w:r>
          <w:proofErr w:type="spellEnd"/>
          <w:r w:rsidRPr="00CA2ACA">
            <w:rPr>
              <w:sz w:val="16"/>
              <w:szCs w:val="16"/>
            </w:rPr>
            <w:t xml:space="preserve"> ha </w:t>
          </w:r>
          <w:proofErr w:type="spellStart"/>
          <w:r w:rsidRPr="00CA2ACA">
            <w:rPr>
              <w:sz w:val="16"/>
              <w:szCs w:val="16"/>
            </w:rPr>
            <w:t>sido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financiado</w:t>
          </w:r>
          <w:proofErr w:type="spellEnd"/>
          <w:r w:rsidRPr="00CA2ACA">
            <w:rPr>
              <w:sz w:val="16"/>
              <w:szCs w:val="16"/>
            </w:rPr>
            <w:t xml:space="preserve"> con el </w:t>
          </w:r>
          <w:proofErr w:type="spellStart"/>
          <w:r w:rsidRPr="00CA2ACA">
            <w:rPr>
              <w:sz w:val="16"/>
              <w:szCs w:val="16"/>
            </w:rPr>
            <w:t>apoyo</w:t>
          </w:r>
          <w:proofErr w:type="spellEnd"/>
          <w:r w:rsidRPr="00CA2ACA">
            <w:rPr>
              <w:sz w:val="16"/>
              <w:szCs w:val="16"/>
            </w:rPr>
            <w:t xml:space="preserve"> de la </w:t>
          </w:r>
          <w:proofErr w:type="spellStart"/>
          <w:r w:rsidRPr="00CA2ACA">
            <w:rPr>
              <w:sz w:val="16"/>
              <w:szCs w:val="16"/>
            </w:rPr>
            <w:t>Comisión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Europea</w:t>
          </w:r>
          <w:proofErr w:type="spellEnd"/>
          <w:r w:rsidRPr="00CA2ACA">
            <w:rPr>
              <w:sz w:val="16"/>
              <w:szCs w:val="16"/>
            </w:rPr>
            <w:t>.</w:t>
          </w:r>
        </w:p>
        <w:p w:rsidR="00BF5E09" w:rsidRPr="00CA51B5" w:rsidRDefault="00CA2ACA" w:rsidP="00CA2AC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2ACA">
            <w:rPr>
              <w:sz w:val="16"/>
              <w:szCs w:val="16"/>
            </w:rPr>
            <w:t>Esta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publicación</w:t>
          </w:r>
          <w:proofErr w:type="spellEnd"/>
          <w:r w:rsidRPr="00CA2ACA">
            <w:rPr>
              <w:sz w:val="16"/>
              <w:szCs w:val="16"/>
            </w:rPr>
            <w:t xml:space="preserve"> (</w:t>
          </w:r>
          <w:proofErr w:type="spellStart"/>
          <w:r w:rsidRPr="00CA2ACA">
            <w:rPr>
              <w:sz w:val="16"/>
              <w:szCs w:val="16"/>
            </w:rPr>
            <w:t>comunicación</w:t>
          </w:r>
          <w:proofErr w:type="spellEnd"/>
          <w:r w:rsidRPr="00CA2ACA">
            <w:rPr>
              <w:sz w:val="16"/>
              <w:szCs w:val="16"/>
            </w:rPr>
            <w:t xml:space="preserve">) es </w:t>
          </w:r>
          <w:proofErr w:type="spellStart"/>
          <w:r w:rsidRPr="00CA2ACA">
            <w:rPr>
              <w:sz w:val="16"/>
              <w:szCs w:val="16"/>
            </w:rPr>
            <w:t>responsabilidad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exclusiva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gramStart"/>
          <w:r w:rsidRPr="00CA2ACA">
            <w:rPr>
              <w:sz w:val="16"/>
              <w:szCs w:val="16"/>
            </w:rPr>
            <w:t xml:space="preserve">de </w:t>
          </w:r>
          <w:proofErr w:type="spellStart"/>
          <w:r w:rsidRPr="00CA2ACA">
            <w:rPr>
              <w:sz w:val="16"/>
              <w:szCs w:val="16"/>
            </w:rPr>
            <w:t>su</w:t>
          </w:r>
          <w:proofErr w:type="spellEnd"/>
          <w:proofErr w:type="gramEnd"/>
          <w:r w:rsidRPr="00CA2ACA">
            <w:rPr>
              <w:sz w:val="16"/>
              <w:szCs w:val="16"/>
            </w:rPr>
            <w:t xml:space="preserve"> autor. La </w:t>
          </w:r>
          <w:proofErr w:type="spellStart"/>
          <w:r w:rsidRPr="00CA2ACA">
            <w:rPr>
              <w:sz w:val="16"/>
              <w:szCs w:val="16"/>
            </w:rPr>
            <w:t>Comisión</w:t>
          </w:r>
          <w:proofErr w:type="spellEnd"/>
          <w:r w:rsidRPr="00CA2ACA">
            <w:rPr>
              <w:sz w:val="16"/>
              <w:szCs w:val="16"/>
            </w:rPr>
            <w:t xml:space="preserve"> no es </w:t>
          </w:r>
          <w:proofErr w:type="spellStart"/>
          <w:r w:rsidRPr="00CA2ACA">
            <w:rPr>
              <w:sz w:val="16"/>
              <w:szCs w:val="16"/>
            </w:rPr>
            <w:t>responsable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del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uso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que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pueda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hacerse</w:t>
          </w:r>
          <w:proofErr w:type="spellEnd"/>
          <w:r w:rsidRPr="00CA2ACA">
            <w:rPr>
              <w:sz w:val="16"/>
              <w:szCs w:val="16"/>
            </w:rPr>
            <w:t xml:space="preserve"> de la </w:t>
          </w:r>
          <w:proofErr w:type="spellStart"/>
          <w:r w:rsidRPr="00CA2ACA">
            <w:rPr>
              <w:sz w:val="16"/>
              <w:szCs w:val="16"/>
            </w:rPr>
            <w:t>información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aquí</w:t>
          </w:r>
          <w:proofErr w:type="spellEnd"/>
          <w:r w:rsidRPr="00CA2ACA">
            <w:rPr>
              <w:sz w:val="16"/>
              <w:szCs w:val="16"/>
            </w:rPr>
            <w:t xml:space="preserve"> </w:t>
          </w:r>
          <w:proofErr w:type="spellStart"/>
          <w:r w:rsidRPr="00CA2ACA">
            <w:rPr>
              <w:sz w:val="16"/>
              <w:szCs w:val="16"/>
            </w:rPr>
            <w:t>difundida</w:t>
          </w:r>
          <w:proofErr w:type="spellEnd"/>
          <w:r w:rsidRPr="00CA2ACA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BC3" w:rsidRDefault="00D17BC3" w:rsidP="00861A1A">
      <w:r>
        <w:separator/>
      </w:r>
    </w:p>
  </w:footnote>
  <w:footnote w:type="continuationSeparator" w:id="0">
    <w:p w:rsidR="00D17BC3" w:rsidRDefault="00D17BC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CA2ACA" w:rsidRPr="00CA2ACA">
      <w:rPr>
        <w:rFonts w:ascii="Calibri" w:hAnsi="Calibri"/>
        <w:b/>
        <w:smallCaps/>
        <w:noProof/>
      </w:rPr>
      <w:t>EJERCICIO</w:t>
    </w:r>
  </w:p>
  <w:p w:rsidR="00C148FD" w:rsidRPr="00C148FD" w:rsidRDefault="00C15F7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</w:t>
    </w:r>
    <w:r w:rsidR="0027691B">
      <w:rPr>
        <w:rFonts w:ascii="Calibri" w:hAnsi="Calibri"/>
        <w:smallCaps/>
        <w:noProof/>
        <w:sz w:val="20"/>
        <w:szCs w:val="20"/>
        <w:lang w:val="en-US"/>
      </w:rPr>
      <w:t>DOMÓTICA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507DE"/>
    <w:multiLevelType w:val="hybridMultilevel"/>
    <w:tmpl w:val="26A87A08"/>
    <w:lvl w:ilvl="0" w:tplc="BB206D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13B5E"/>
    <w:multiLevelType w:val="hybridMultilevel"/>
    <w:tmpl w:val="6B54DAC0"/>
    <w:lvl w:ilvl="0" w:tplc="BB206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37185"/>
    <w:rsid w:val="00045BEB"/>
    <w:rsid w:val="000519C8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6B3A"/>
    <w:rsid w:val="000D2EA6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56FE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F6290"/>
    <w:rsid w:val="00213F2C"/>
    <w:rsid w:val="0021752B"/>
    <w:rsid w:val="00223478"/>
    <w:rsid w:val="00225015"/>
    <w:rsid w:val="00272012"/>
    <w:rsid w:val="002764BA"/>
    <w:rsid w:val="0027691B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D2DBF"/>
    <w:rsid w:val="002E301D"/>
    <w:rsid w:val="00304ADA"/>
    <w:rsid w:val="00306B9F"/>
    <w:rsid w:val="00307892"/>
    <w:rsid w:val="00310B1E"/>
    <w:rsid w:val="00314098"/>
    <w:rsid w:val="0031520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92966"/>
    <w:rsid w:val="004A01E5"/>
    <w:rsid w:val="004A24D6"/>
    <w:rsid w:val="004A43EB"/>
    <w:rsid w:val="004A7B44"/>
    <w:rsid w:val="004C0E36"/>
    <w:rsid w:val="004E5E95"/>
    <w:rsid w:val="004E6376"/>
    <w:rsid w:val="004E70EA"/>
    <w:rsid w:val="004F482D"/>
    <w:rsid w:val="004F5AFF"/>
    <w:rsid w:val="004F75D8"/>
    <w:rsid w:val="005132B0"/>
    <w:rsid w:val="00517E3A"/>
    <w:rsid w:val="0052284C"/>
    <w:rsid w:val="00532F55"/>
    <w:rsid w:val="0053325B"/>
    <w:rsid w:val="005452CC"/>
    <w:rsid w:val="00560C4F"/>
    <w:rsid w:val="00561B7B"/>
    <w:rsid w:val="00561C5A"/>
    <w:rsid w:val="00571F2F"/>
    <w:rsid w:val="005728B3"/>
    <w:rsid w:val="005738D5"/>
    <w:rsid w:val="0057504E"/>
    <w:rsid w:val="00576F1A"/>
    <w:rsid w:val="005832C4"/>
    <w:rsid w:val="00587966"/>
    <w:rsid w:val="005A20CC"/>
    <w:rsid w:val="005B2E55"/>
    <w:rsid w:val="005B37E2"/>
    <w:rsid w:val="005B460C"/>
    <w:rsid w:val="005C61F7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C3A1F"/>
    <w:rsid w:val="006C68B6"/>
    <w:rsid w:val="006D39B2"/>
    <w:rsid w:val="006D3F30"/>
    <w:rsid w:val="006D50FA"/>
    <w:rsid w:val="006E4BA5"/>
    <w:rsid w:val="006F0D5B"/>
    <w:rsid w:val="006F2923"/>
    <w:rsid w:val="006F787A"/>
    <w:rsid w:val="0070487F"/>
    <w:rsid w:val="00710301"/>
    <w:rsid w:val="007109B4"/>
    <w:rsid w:val="0073574D"/>
    <w:rsid w:val="00737B41"/>
    <w:rsid w:val="007460F9"/>
    <w:rsid w:val="0076745A"/>
    <w:rsid w:val="007738BD"/>
    <w:rsid w:val="007777E0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6B96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8F62BA"/>
    <w:rsid w:val="008F70B4"/>
    <w:rsid w:val="00912A69"/>
    <w:rsid w:val="00916DC9"/>
    <w:rsid w:val="00936C0B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A5F9E"/>
    <w:rsid w:val="009B17C5"/>
    <w:rsid w:val="009B638C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1733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7DE"/>
    <w:rsid w:val="00BB3CAA"/>
    <w:rsid w:val="00BB48C7"/>
    <w:rsid w:val="00BC1F6B"/>
    <w:rsid w:val="00BC732E"/>
    <w:rsid w:val="00BD23FC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15F70"/>
    <w:rsid w:val="00C2393A"/>
    <w:rsid w:val="00C27BBF"/>
    <w:rsid w:val="00C5345C"/>
    <w:rsid w:val="00C5580D"/>
    <w:rsid w:val="00C57915"/>
    <w:rsid w:val="00C7264E"/>
    <w:rsid w:val="00C767C9"/>
    <w:rsid w:val="00C878F0"/>
    <w:rsid w:val="00CA2ACA"/>
    <w:rsid w:val="00CA51B5"/>
    <w:rsid w:val="00CB234F"/>
    <w:rsid w:val="00CC2293"/>
    <w:rsid w:val="00CC266E"/>
    <w:rsid w:val="00CE09BA"/>
    <w:rsid w:val="00CE2F73"/>
    <w:rsid w:val="00CE78BF"/>
    <w:rsid w:val="00CF4DFA"/>
    <w:rsid w:val="00D060B3"/>
    <w:rsid w:val="00D06992"/>
    <w:rsid w:val="00D17BC3"/>
    <w:rsid w:val="00D20A5C"/>
    <w:rsid w:val="00D2650E"/>
    <w:rsid w:val="00D302FB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460FE"/>
    <w:rsid w:val="00E50E31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2951"/>
    <w:rsid w:val="00F168D6"/>
    <w:rsid w:val="00F226F0"/>
    <w:rsid w:val="00F24638"/>
    <w:rsid w:val="00F248A4"/>
    <w:rsid w:val="00F33860"/>
    <w:rsid w:val="00F46B18"/>
    <w:rsid w:val="00F57928"/>
    <w:rsid w:val="00F657AF"/>
    <w:rsid w:val="00F71B5A"/>
    <w:rsid w:val="00F748A6"/>
    <w:rsid w:val="00F82C59"/>
    <w:rsid w:val="00F865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053DFC"/>
  <w15:docId w15:val="{C6C5F557-F5D3-46B7-8DB9-2A97ABC4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Standardnpsmoodstavce"/>
    <w:rsid w:val="00F5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D49E0-7B05-44A0-BD6A-D1956FA18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395</Words>
  <Characters>2331</Characters>
  <Application>Microsoft Office Word</Application>
  <DocSecurity>0</DocSecurity>
  <Lines>19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2</cp:revision>
  <cp:lastPrinted>2013-05-24T15:00:00Z</cp:lastPrinted>
  <dcterms:created xsi:type="dcterms:W3CDTF">2016-02-29T10:54:00Z</dcterms:created>
  <dcterms:modified xsi:type="dcterms:W3CDTF">2016-02-29T10:54:00Z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