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64711" w14:textId="77777777" w:rsidR="006D768A" w:rsidRPr="005943EB" w:rsidRDefault="006D768A" w:rsidP="006D768A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t>Modifica las siguientes frases, de forma que las sentencias sean ciertas</w:t>
      </w:r>
    </w:p>
    <w:p w14:paraId="21E10A21" w14:textId="77777777" w:rsidR="001922A0" w:rsidRPr="00AC026F" w:rsidRDefault="001922A0" w:rsidP="00AC026F">
      <w:pPr>
        <w:rPr>
          <w:lang w:val="es-ES"/>
        </w:rPr>
      </w:pPr>
    </w:p>
    <w:p w14:paraId="514E5B3F" w14:textId="77777777" w:rsidR="00D945B1" w:rsidRPr="005E4DDD" w:rsidRDefault="00B61776" w:rsidP="00AC026F">
      <w:pPr>
        <w:spacing w:line="360" w:lineRule="auto"/>
      </w:pPr>
      <w:r w:rsidRPr="005E4DDD">
        <w:rPr>
          <w:lang w:val="es-ES"/>
        </w:rPr>
        <w:t xml:space="preserve">La computación en nube es un </w:t>
      </w:r>
      <w:r w:rsidRPr="005E4DDD">
        <w:t>paradigma</w:t>
      </w:r>
      <w:r w:rsidR="00D945B1" w:rsidRPr="005E4DDD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centralizado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distribuido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945B1" w:rsidRPr="005E4DDD">
        <w:t xml:space="preserve"> </w:t>
      </w:r>
      <w:r w:rsidRPr="005E4DDD">
        <w:t xml:space="preserve">que se centra en ofrecer a una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pequeña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amplia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5E4DDD">
        <w:t xml:space="preserve"> gama de usuario</w:t>
      </w:r>
      <w:r w:rsidR="00D945B1" w:rsidRPr="005E4DDD">
        <w:t xml:space="preserve">s </w:t>
      </w:r>
      <w:r w:rsidRPr="005E4DDD">
        <w:t>un acceso</w:t>
      </w:r>
      <w:r w:rsidR="00D945B1" w:rsidRPr="005E4DDD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centralizado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distribuido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945B1" w:rsidRPr="00A931B9">
        <w:rPr>
          <w:lang w:val="es-ES"/>
        </w:rPr>
        <w:t xml:space="preserve"> </w:t>
      </w:r>
      <w:r w:rsidRPr="00A931B9">
        <w:rPr>
          <w:lang w:val="es-ES"/>
        </w:rPr>
        <w:t xml:space="preserve">a una infraestructura </w:t>
      </w:r>
      <w:r w:rsidRPr="005E4DDD">
        <w:t>hardware y/o e</w:t>
      </w:r>
      <w:r w:rsidR="00D945B1" w:rsidRPr="005E4DDD">
        <w:t>scalable, virtualiz</w:t>
      </w:r>
      <w:r w:rsidRPr="005E4DDD">
        <w:t>a</w:t>
      </w:r>
      <w:r w:rsidR="00D945B1" w:rsidRPr="005E4DDD">
        <w:t>d</w:t>
      </w:r>
      <w:r w:rsidRPr="005E4DDD">
        <w:t>a</w:t>
      </w:r>
      <w:r w:rsidR="00D945B1" w:rsidRPr="005E4DDD">
        <w:t xml:space="preserve"> </w:t>
      </w:r>
      <w:r w:rsidRPr="005E4DDD">
        <w:t>sobre</w:t>
      </w:r>
      <w:r w:rsidR="00D945B1" w:rsidRPr="005E4DDD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redes móviles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Internet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945B1" w:rsidRPr="005E4DDD">
        <w:t>.</w:t>
      </w:r>
    </w:p>
    <w:p w14:paraId="460F4FC3" w14:textId="77777777" w:rsidR="00D35F2E" w:rsidRPr="00A931B9" w:rsidRDefault="00B61776" w:rsidP="00AC026F">
      <w:pPr>
        <w:spacing w:line="360" w:lineRule="auto"/>
        <w:rPr>
          <w:lang w:val="es-ES"/>
        </w:rPr>
      </w:pPr>
      <w:r w:rsidRPr="00A931B9">
        <w:rPr>
          <w:lang w:val="es-ES"/>
        </w:rPr>
        <w:t xml:space="preserve">Los </w:t>
      </w:r>
      <w:r w:rsidR="00485299" w:rsidRPr="00A931B9">
        <w:rPr>
          <w:lang w:val="es-ES"/>
        </w:rPr>
        <w:t>recursos en la nube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son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35F2E" w:rsidRPr="00A931B9">
        <w:rPr>
          <w:lang w:val="es-ES"/>
        </w:rPr>
        <w:t xml:space="preserve"> transparent</w:t>
      </w:r>
      <w:r w:rsidR="00485299" w:rsidRPr="00A931B9">
        <w:rPr>
          <w:lang w:val="es-ES"/>
        </w:rPr>
        <w:t>es</w:t>
      </w:r>
      <w:r w:rsidR="00D35F2E" w:rsidRPr="00A931B9">
        <w:rPr>
          <w:lang w:val="es-ES"/>
        </w:rPr>
        <w:t xml:space="preserve"> </w:t>
      </w:r>
      <w:r w:rsidR="00485299" w:rsidRPr="005E4DDD">
        <w:rPr>
          <w:lang w:val="es-ES"/>
        </w:rPr>
        <w:t>a los usuarios, y los usuarios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necesitan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necesitan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35F2E" w:rsidRPr="00A931B9">
        <w:rPr>
          <w:lang w:val="es-ES"/>
        </w:rPr>
        <w:t xml:space="preserve"> </w:t>
      </w:r>
      <w:r w:rsidR="00485299" w:rsidRPr="005E4DDD">
        <w:rPr>
          <w:lang w:val="es-ES"/>
        </w:rPr>
        <w:t>conocer su ubicación exacta</w:t>
      </w:r>
      <w:r w:rsidR="0029714E" w:rsidRPr="00A931B9">
        <w:rPr>
          <w:lang w:val="es-ES"/>
        </w:rPr>
        <w:t>.</w:t>
      </w:r>
    </w:p>
    <w:p w14:paraId="5473B771" w14:textId="77777777" w:rsidR="00D35F2E" w:rsidRPr="00A931B9" w:rsidRDefault="00D35F2E" w:rsidP="00AC026F">
      <w:pPr>
        <w:spacing w:line="360" w:lineRule="auto"/>
        <w:rPr>
          <w:lang w:val="es-ES"/>
        </w:rPr>
      </w:pPr>
    </w:p>
    <w:p w14:paraId="76514E74" w14:textId="77777777" w:rsidR="00D35F2E" w:rsidRPr="005E4DDD" w:rsidRDefault="00D35F2E" w:rsidP="00AC026F">
      <w:pPr>
        <w:spacing w:line="360" w:lineRule="auto"/>
        <w:rPr>
          <w:lang w:val="ca-ES"/>
        </w:rPr>
      </w:pPr>
      <w:r w:rsidRPr="00A931B9">
        <w:rPr>
          <w:lang w:val="es-ES"/>
        </w:rPr>
        <w:t xml:space="preserve"> </w:t>
      </w:r>
      <w:r w:rsidR="00485299" w:rsidRPr="005E4DDD">
        <w:rPr>
          <w:lang w:val="es-ES"/>
        </w:rPr>
        <w:t xml:space="preserve">Si se utiliza correctamente, el cloud computing es una tecnología </w:t>
      </w:r>
      <w:r w:rsidR="00724CB8" w:rsidRPr="005E4DDD">
        <w:rPr>
          <w:lang w:val="es-ES"/>
        </w:rPr>
        <w:t>que ofrec</w:t>
      </w:r>
      <w:r w:rsidR="00485299" w:rsidRPr="005E4DDD">
        <w:rPr>
          <w:lang w:val="es-ES"/>
        </w:rPr>
        <w:t>e grandes oportunidades para las empresas de</w:t>
      </w:r>
      <w:r w:rsidR="00485299" w:rsidRPr="005E4DDD">
        <w:rPr>
          <w:lang w:val="ca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pequeño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gran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A931B9">
        <w:rPr>
          <w:lang w:val="es-ES"/>
        </w:rPr>
        <w:t xml:space="preserve"> </w:t>
      </w:r>
      <w:r w:rsidR="00485299" w:rsidRPr="00A931B9">
        <w:rPr>
          <w:lang w:val="es-ES"/>
        </w:rPr>
        <w:t>tamaño</w:t>
      </w:r>
      <w:r w:rsidR="0029714E" w:rsidRPr="00A931B9">
        <w:rPr>
          <w:lang w:val="es-ES"/>
        </w:rPr>
        <w:t>.</w:t>
      </w:r>
      <w:r w:rsidRPr="00A931B9">
        <w:rPr>
          <w:lang w:val="es-ES"/>
        </w:rPr>
        <w:t xml:space="preserve"> </w:t>
      </w:r>
    </w:p>
    <w:p w14:paraId="283BA144" w14:textId="77777777" w:rsidR="00D35F2E" w:rsidRPr="00A931B9" w:rsidRDefault="00D35F2E" w:rsidP="00AC026F">
      <w:pPr>
        <w:spacing w:line="360" w:lineRule="auto"/>
        <w:rPr>
          <w:lang w:val="es-ES"/>
        </w:rPr>
      </w:pPr>
    </w:p>
    <w:p w14:paraId="12A6818D" w14:textId="77777777" w:rsidR="00170488" w:rsidRPr="00AC026F" w:rsidRDefault="00485299" w:rsidP="00AC026F">
      <w:pPr>
        <w:spacing w:line="360" w:lineRule="auto"/>
        <w:rPr>
          <w:lang w:val="es-ES"/>
        </w:rPr>
      </w:pPr>
      <w:r w:rsidRPr="005E4DDD">
        <w:rPr>
          <w:lang w:val="es-ES"/>
        </w:rPr>
        <w:t xml:space="preserve">El principal reto del cloud computing es la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seguridad, incluyendo privacidad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falta de control o control limitado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70488" w:rsidRPr="00AC026F">
        <w:rPr>
          <w:lang w:val="es-ES"/>
        </w:rPr>
        <w:t xml:space="preserve">. </w:t>
      </w:r>
    </w:p>
    <w:p w14:paraId="18C4BB84" w14:textId="77777777" w:rsidR="00D40EB6" w:rsidRPr="00AC026F" w:rsidRDefault="00D40EB6" w:rsidP="00AC026F">
      <w:pPr>
        <w:spacing w:line="360" w:lineRule="auto"/>
        <w:rPr>
          <w:lang w:val="es-ES"/>
        </w:rPr>
      </w:pPr>
    </w:p>
    <w:p w14:paraId="4E5A80C2" w14:textId="77777777" w:rsidR="003C360A" w:rsidRPr="00A931B9" w:rsidRDefault="00485299" w:rsidP="00AC026F">
      <w:pPr>
        <w:spacing w:line="360" w:lineRule="auto"/>
        <w:rPr>
          <w:lang w:val="es-ES"/>
        </w:rPr>
      </w:pPr>
      <w:r w:rsidRPr="00A931B9">
        <w:rPr>
          <w:lang w:val="es-ES"/>
        </w:rPr>
        <w:t>El cliente</w:t>
      </w:r>
      <w:r w:rsidR="003C360A" w:rsidRPr="00A931B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puede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puede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C360A" w:rsidRPr="00A931B9">
        <w:rPr>
          <w:lang w:val="es-ES"/>
        </w:rPr>
        <w:t xml:space="preserve"> unilateral</w:t>
      </w:r>
      <w:r w:rsidRPr="00A931B9">
        <w:rPr>
          <w:lang w:val="es-ES"/>
        </w:rPr>
        <w:t>mente</w:t>
      </w:r>
      <w:r w:rsidR="003C360A" w:rsidRPr="00A931B9">
        <w:rPr>
          <w:lang w:val="es-ES"/>
        </w:rPr>
        <w:t xml:space="preserve"> </w:t>
      </w:r>
      <w:r w:rsidRPr="00A931B9">
        <w:rPr>
          <w:lang w:val="es-ES"/>
        </w:rPr>
        <w:t xml:space="preserve">modificar su </w:t>
      </w:r>
      <w:r w:rsidR="003C360A" w:rsidRPr="00A931B9">
        <w:rPr>
          <w:lang w:val="es-ES"/>
        </w:rPr>
        <w:t>provisi</w:t>
      </w:r>
      <w:r w:rsidRPr="00A931B9">
        <w:rPr>
          <w:lang w:val="es-ES"/>
        </w:rPr>
        <w:t>ó</w:t>
      </w:r>
      <w:r w:rsidR="003C360A" w:rsidRPr="00A931B9">
        <w:rPr>
          <w:lang w:val="es-ES"/>
        </w:rPr>
        <w:t xml:space="preserve">n </w:t>
      </w:r>
      <w:r w:rsidRPr="00A931B9">
        <w:rPr>
          <w:lang w:val="es-ES"/>
        </w:rPr>
        <w:t>de recursos computacionales</w:t>
      </w:r>
      <w:r w:rsidR="003C360A" w:rsidRPr="00A931B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automáticamente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 xml:space="preserve">manualmente 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C360A" w:rsidRPr="00A931B9">
        <w:rPr>
          <w:lang w:val="es-ES"/>
        </w:rPr>
        <w:t>.</w:t>
      </w:r>
    </w:p>
    <w:p w14:paraId="010A6919" w14:textId="77777777" w:rsidR="00D40EB6" w:rsidRPr="00A931B9" w:rsidRDefault="00485299" w:rsidP="00AC026F">
      <w:pPr>
        <w:spacing w:line="360" w:lineRule="auto"/>
        <w:rPr>
          <w:lang w:val="es-ES"/>
        </w:rPr>
      </w:pPr>
      <w:r w:rsidRPr="005E4DDD">
        <w:rPr>
          <w:lang w:val="es-ES"/>
        </w:rPr>
        <w:t xml:space="preserve">La mayoría de las implementaciones de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escalabilidad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 xml:space="preserve">acceso a la red de banda ancha 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40EB6" w:rsidRPr="00A931B9">
        <w:rPr>
          <w:lang w:val="es-ES"/>
        </w:rPr>
        <w:t xml:space="preserve"> </w:t>
      </w:r>
      <w:r w:rsidRPr="00A931B9">
        <w:rPr>
          <w:lang w:val="es-ES"/>
        </w:rPr>
        <w:t>s</w:t>
      </w:r>
      <w:r w:rsidRPr="005E4DDD">
        <w:rPr>
          <w:lang w:val="es-ES"/>
        </w:rPr>
        <w:t>e basan en la adición o eliminación de nodos o servidores</w:t>
      </w:r>
      <w:r w:rsidR="00D40EB6" w:rsidRPr="00A931B9">
        <w:rPr>
          <w:lang w:val="es-ES"/>
        </w:rPr>
        <w:t>.</w:t>
      </w:r>
    </w:p>
    <w:p w14:paraId="076E96AA" w14:textId="77777777" w:rsidR="00141E1A" w:rsidRPr="00A931B9" w:rsidRDefault="00141E1A" w:rsidP="00141E1A">
      <w:pPr>
        <w:pStyle w:val="eLineBottom"/>
        <w:rPr>
          <w:lang w:val="es-ES"/>
        </w:rPr>
      </w:pPr>
    </w:p>
    <w:p w14:paraId="38969C2D" w14:textId="77777777" w:rsidR="001922A0" w:rsidRPr="00A931B9" w:rsidRDefault="001922A0" w:rsidP="001922A0">
      <w:pPr>
        <w:rPr>
          <w:lang w:val="es-ES"/>
        </w:rPr>
      </w:pPr>
    </w:p>
    <w:p w14:paraId="0099862B" w14:textId="77777777" w:rsidR="00AC026F" w:rsidRDefault="00AC026F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04F233F8" w14:textId="354DB159" w:rsidR="003A1E6F" w:rsidRPr="003A1E6F" w:rsidRDefault="00CD096B" w:rsidP="003A1E6F">
      <w:pPr>
        <w:pStyle w:val="eTask"/>
        <w:rPr>
          <w:lang w:val="en-US"/>
        </w:rPr>
      </w:pPr>
      <w:r>
        <w:rPr>
          <w:lang w:val="es-ES_tradnl"/>
        </w:rPr>
        <w:lastRenderedPageBreak/>
        <w:t>Indica</w:t>
      </w:r>
      <w:r w:rsidR="006D768A" w:rsidRPr="005943EB">
        <w:rPr>
          <w:lang w:val="es-ES_tradnl"/>
        </w:rPr>
        <w:t xml:space="preserve"> las frases correctas</w:t>
      </w:r>
      <w:r w:rsidR="003A1E6F" w:rsidRPr="003A1E6F">
        <w:rPr>
          <w:lang w:val="en-US"/>
        </w:rPr>
        <w:t xml:space="preserve">. </w:t>
      </w:r>
    </w:p>
    <w:p w14:paraId="5AC06325" w14:textId="77777777" w:rsidR="003A1E6F" w:rsidRPr="00A65E53" w:rsidRDefault="003A1E6F" w:rsidP="003A1E6F">
      <w:pPr>
        <w:rPr>
          <w:lang w:val="en-US"/>
        </w:rPr>
      </w:pPr>
    </w:p>
    <w:p w14:paraId="21A8692C" w14:textId="43E5B5EB" w:rsidR="00A21623" w:rsidRPr="00AC026F" w:rsidRDefault="00AC026F" w:rsidP="00CA3635">
      <w:pPr>
        <w:pStyle w:val="eCheckBoxText"/>
        <w:spacing w:after="120"/>
        <w:ind w:left="425" w:hanging="425"/>
        <w:rPr>
          <w:szCs w:val="40"/>
          <w:lang w:val="es-ES"/>
        </w:rPr>
      </w:pPr>
      <w:r w:rsidRPr="00882BE0">
        <w:rPr>
          <w:rStyle w:val="eCheckBoxSquareChar"/>
        </w:rPr>
        <w:t>□</w:t>
      </w:r>
      <w:r w:rsidR="003A1E6F" w:rsidRPr="00AC026F">
        <w:rPr>
          <w:szCs w:val="40"/>
          <w:lang w:val="es-ES"/>
        </w:rPr>
        <w:tab/>
      </w:r>
      <w:r w:rsidR="00485299" w:rsidRPr="00AC026F">
        <w:rPr>
          <w:szCs w:val="40"/>
          <w:lang w:val="es-ES"/>
        </w:rPr>
        <w:t xml:space="preserve">Las </w:t>
      </w:r>
      <w:r w:rsidR="00485299" w:rsidRPr="005E4DDD">
        <w:rPr>
          <w:szCs w:val="40"/>
          <w:lang w:val="es-ES"/>
        </w:rPr>
        <w:t>capacidades de computación en la nube están disponibles a través de la red y son accesibles a través de diferentes plataformas de cliente gracias a la utilización de mecanismos estándar.</w:t>
      </w:r>
    </w:p>
    <w:p w14:paraId="54D77195" w14:textId="303BA0CB" w:rsidR="00485299" w:rsidRPr="005E4DDD" w:rsidRDefault="00AC026F" w:rsidP="00485299">
      <w:pPr>
        <w:pStyle w:val="eCheckBoxText"/>
        <w:spacing w:after="120"/>
        <w:ind w:left="425" w:hanging="425"/>
        <w:rPr>
          <w:lang w:val="ca-ES"/>
        </w:rPr>
      </w:pPr>
      <w:r w:rsidRPr="00882BE0">
        <w:rPr>
          <w:rStyle w:val="eCheckBoxSquareChar"/>
        </w:rPr>
        <w:t>□</w:t>
      </w:r>
      <w:r w:rsidR="003A1E6F" w:rsidRPr="00A931B9">
        <w:rPr>
          <w:rStyle w:val="eCheckBoxSquareChar"/>
          <w:lang w:val="es-ES"/>
        </w:rPr>
        <w:tab/>
      </w:r>
      <w:r w:rsidR="00485299" w:rsidRPr="005E4DDD">
        <w:rPr>
          <w:lang w:val="es-ES"/>
        </w:rPr>
        <w:t>El auto-servicio bajo demanda no implica un alto nivel de planificación</w:t>
      </w:r>
      <w:r w:rsidR="00415CEC">
        <w:rPr>
          <w:lang w:val="es-ES"/>
        </w:rPr>
        <w:t>.</w:t>
      </w:r>
      <w:bookmarkStart w:id="0" w:name="_GoBack"/>
      <w:bookmarkEnd w:id="0"/>
    </w:p>
    <w:p w14:paraId="682D4E99" w14:textId="2F2B877C" w:rsidR="00170488" w:rsidRPr="00AC026F" w:rsidRDefault="00AC026F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s-ES"/>
        </w:rPr>
      </w:pPr>
      <w:r w:rsidRPr="00882BE0">
        <w:rPr>
          <w:rStyle w:val="eCheckBoxSquareChar"/>
        </w:rPr>
        <w:t>□</w:t>
      </w:r>
      <w:r w:rsidR="003A1E6F" w:rsidRPr="00AC026F">
        <w:rPr>
          <w:rStyle w:val="eCheckBoxSquareChar"/>
          <w:lang w:val="es-ES"/>
        </w:rPr>
        <w:tab/>
      </w:r>
      <w:r w:rsidR="00485299" w:rsidRPr="005E4DDD">
        <w:rPr>
          <w:szCs w:val="40"/>
          <w:lang w:val="es-ES"/>
        </w:rPr>
        <w:t xml:space="preserve">Hay numerosos servicios de computación en la nube </w:t>
      </w:r>
      <w:r w:rsidR="00B30251" w:rsidRPr="005E4DDD">
        <w:rPr>
          <w:szCs w:val="40"/>
          <w:lang w:val="es-ES"/>
        </w:rPr>
        <w:t>que incorporan código abierto total o parcialmente en la aplicación final</w:t>
      </w:r>
      <w:r w:rsidR="0029714E" w:rsidRPr="00AC026F">
        <w:rPr>
          <w:lang w:val="es-ES"/>
        </w:rPr>
        <w:t>.</w:t>
      </w:r>
    </w:p>
    <w:p w14:paraId="2D2D2BE2" w14:textId="04D9EA3C" w:rsidR="00A21623" w:rsidRPr="00A931B9" w:rsidRDefault="00AC026F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s-ES"/>
        </w:rPr>
      </w:pPr>
      <w:r w:rsidRPr="00882BE0">
        <w:rPr>
          <w:rStyle w:val="eCheckBoxSquareChar"/>
        </w:rPr>
        <w:t>□</w:t>
      </w:r>
      <w:r w:rsidR="003A1E6F" w:rsidRPr="00A931B9">
        <w:rPr>
          <w:rStyle w:val="eCheckBoxSquareChar"/>
          <w:lang w:val="es-ES"/>
        </w:rPr>
        <w:tab/>
      </w:r>
      <w:r w:rsidR="00B30251" w:rsidRPr="005E4DDD">
        <w:rPr>
          <w:szCs w:val="40"/>
          <w:lang w:val="es-ES"/>
        </w:rPr>
        <w:t xml:space="preserve">Un servicio en la nube es un programa de aplicación que funciona en la nube, con algunas características de aplicación de escritorio pura y algunas características de aplicación Web pura. </w:t>
      </w:r>
    </w:p>
    <w:p w14:paraId="38F950F2" w14:textId="72752673" w:rsidR="00B30251" w:rsidRPr="00AC026F" w:rsidRDefault="00AC026F" w:rsidP="00CA3635">
      <w:pPr>
        <w:pStyle w:val="eCheckBoxText"/>
        <w:spacing w:after="120"/>
        <w:ind w:left="425" w:hanging="425"/>
        <w:rPr>
          <w:lang w:val="es-ES"/>
        </w:rPr>
      </w:pPr>
      <w:r w:rsidRPr="00882BE0">
        <w:rPr>
          <w:rStyle w:val="eCheckBoxSquareChar"/>
        </w:rPr>
        <w:t>□</w:t>
      </w:r>
      <w:r w:rsidR="003A1E6F" w:rsidRPr="00AC026F">
        <w:rPr>
          <w:rStyle w:val="eCheckBoxSquareChar"/>
          <w:lang w:val="es-ES"/>
        </w:rPr>
        <w:tab/>
      </w:r>
      <w:r w:rsidR="00B30251" w:rsidRPr="00AC026F">
        <w:rPr>
          <w:lang w:val="es-ES"/>
        </w:rPr>
        <w:t xml:space="preserve">La arquitectura de una solución en la nube es la estructura del sistema, que comprende típicamente recursos de la nube, servicios de red, middleware, componentes de software, sus propiedades visibles externamente y las relaciones entre ellas. </w:t>
      </w:r>
    </w:p>
    <w:p w14:paraId="4FA33791" w14:textId="26EA54A7" w:rsidR="00141E1A" w:rsidRPr="00AC026F" w:rsidRDefault="00AC026F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s-ES"/>
        </w:rPr>
      </w:pPr>
      <w:r w:rsidRPr="00882BE0">
        <w:rPr>
          <w:rStyle w:val="eCheckBoxSquareChar"/>
        </w:rPr>
        <w:t>□</w:t>
      </w:r>
      <w:r w:rsidR="00211FB6" w:rsidRPr="00AC026F">
        <w:rPr>
          <w:rStyle w:val="eCheckBoxSquareChar"/>
          <w:lang w:val="es-ES"/>
        </w:rPr>
        <w:tab/>
      </w:r>
      <w:r w:rsidR="00B30251" w:rsidRPr="00AC026F">
        <w:rPr>
          <w:lang w:val="es-ES"/>
        </w:rPr>
        <w:t>Middleware es el software que hace posible la conexión entre dos clientes, servidores, bases de datos o incluso aplicaciones.</w:t>
      </w:r>
    </w:p>
    <w:p w14:paraId="4397A5D8" w14:textId="77777777" w:rsidR="00C8560D" w:rsidRPr="00AC026F" w:rsidRDefault="00C8560D" w:rsidP="0029714E">
      <w:pPr>
        <w:rPr>
          <w:lang w:val="es-ES"/>
        </w:rPr>
      </w:pPr>
    </w:p>
    <w:p w14:paraId="1096F34E" w14:textId="77777777" w:rsidR="00AC026F" w:rsidRDefault="00AC026F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2BC22616" w14:textId="1CBCC324" w:rsidR="006D768A" w:rsidRPr="005943EB" w:rsidRDefault="006D768A" w:rsidP="006D768A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lastRenderedPageBreak/>
        <w:t xml:space="preserve">Asigna los términos de la columna izquierda con sus definiciones correspondientes en la derecha </w:t>
      </w:r>
    </w:p>
    <w:p w14:paraId="523BF2EE" w14:textId="77777777" w:rsidR="00612F1D" w:rsidRPr="00EB68C8" w:rsidRDefault="00612F1D" w:rsidP="00612F1D">
      <w:pPr>
        <w:rPr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14:paraId="6FF6FA29" w14:textId="77777777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E3859A" w14:textId="77777777" w:rsidR="0029714E" w:rsidRDefault="00B30251" w:rsidP="00AC026F">
            <w:pPr>
              <w:jc w:val="center"/>
            </w:pPr>
            <w:r>
              <w:rPr>
                <w:rFonts w:eastAsia="MS Mincho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lang w:val="en-US"/>
              </w:rPr>
              <w:t>privado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496D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D2A454" w14:textId="77777777" w:rsidR="0029714E" w:rsidRDefault="00612F1D" w:rsidP="00B30251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AC026F">
              <w:rPr>
                <w:rFonts w:eastAsia="MS Mincho"/>
                <w:color w:val="000000"/>
                <w:kern w:val="24"/>
                <w:lang w:val="es-ES"/>
              </w:rPr>
              <w:t xml:space="preserve">... </w:t>
            </w:r>
            <w:r w:rsidR="00B30251" w:rsidRPr="00B30251">
              <w:rPr>
                <w:rFonts w:eastAsia="MS Mincho"/>
                <w:color w:val="000000"/>
                <w:kern w:val="24"/>
                <w:lang w:val="es-ES"/>
              </w:rPr>
              <w:t xml:space="preserve">es una combinación de diferentes métodos </w:t>
            </w:r>
            <w:r w:rsidR="00B30251">
              <w:rPr>
                <w:rFonts w:eastAsia="MS Mincho"/>
                <w:color w:val="000000"/>
                <w:kern w:val="24"/>
                <w:lang w:val="es-ES"/>
              </w:rPr>
              <w:t xml:space="preserve">de </w:t>
            </w:r>
            <w:r w:rsidR="00B30251" w:rsidRPr="00B30251">
              <w:rPr>
                <w:rFonts w:eastAsia="MS Mincho"/>
                <w:color w:val="000000"/>
                <w:kern w:val="24"/>
                <w:lang w:val="es-ES"/>
              </w:rPr>
              <w:t>agrupación de recursos</w:t>
            </w:r>
            <w:r w:rsidR="00B30251">
              <w:rPr>
                <w:rFonts w:eastAsia="MS Mincho"/>
                <w:color w:val="000000"/>
                <w:kern w:val="24"/>
                <w:lang w:val="es-ES"/>
              </w:rPr>
              <w:t xml:space="preserve"> </w:t>
            </w:r>
          </w:p>
        </w:tc>
      </w:tr>
      <w:tr w:rsidR="0029714E" w14:paraId="03BCC377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E7FA51" w14:textId="77777777"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E7AE659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38D9F" w14:textId="77777777" w:rsidR="0029714E" w:rsidRDefault="0029714E" w:rsidP="00C84D77">
            <w:pPr>
              <w:pStyle w:val="eText"/>
              <w:spacing w:after="0"/>
            </w:pPr>
          </w:p>
        </w:tc>
      </w:tr>
      <w:tr w:rsidR="0029714E" w14:paraId="19E9F85E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5045" w14:textId="77777777" w:rsidR="0029714E" w:rsidRDefault="00B30251" w:rsidP="00612F1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público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4F11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251D83" w14:textId="77777777" w:rsidR="0029714E" w:rsidRDefault="00B30251" w:rsidP="00C84D7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B30251">
              <w:rPr>
                <w:rFonts w:eastAsia="MS Mincho"/>
                <w:color w:val="000000"/>
                <w:kern w:val="24"/>
                <w:lang w:val="es-ES"/>
              </w:rPr>
              <w:t>Construido y gestionado dentro de una sola organización.</w:t>
            </w:r>
          </w:p>
        </w:tc>
      </w:tr>
      <w:tr w:rsidR="0029714E" w14:paraId="59C2BC18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E9F674" w14:textId="77777777"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DA0A4D9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E0D11A" w14:textId="77777777" w:rsidR="0029714E" w:rsidRDefault="0029714E" w:rsidP="00C84D77">
            <w:pPr>
              <w:pStyle w:val="eText"/>
              <w:spacing w:after="0"/>
            </w:pPr>
          </w:p>
        </w:tc>
      </w:tr>
      <w:tr w:rsidR="0029714E" w14:paraId="37C5D828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C2E8" w14:textId="77777777" w:rsidR="0029714E" w:rsidRDefault="00B30251" w:rsidP="00612F1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comunitario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FE1E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4BBCF" w14:textId="77777777" w:rsidR="0029714E" w:rsidRPr="00B30251" w:rsidRDefault="00B30251" w:rsidP="00B30251">
            <w:pPr>
              <w:rPr>
                <w:rFonts w:ascii="Times" w:hAnsi="Times"/>
                <w:sz w:val="20"/>
                <w:szCs w:val="20"/>
                <w:lang w:val="ca-ES" w:eastAsia="es-ES"/>
              </w:rPr>
            </w:pPr>
            <w:r w:rsidRPr="00B30251">
              <w:rPr>
                <w:rFonts w:eastAsia="MS Mincho"/>
                <w:color w:val="000000"/>
                <w:kern w:val="24"/>
                <w:lang w:val="es-ES" w:eastAsia="ca-ES"/>
              </w:rPr>
              <w:t>Permite a los clientes beneficiarse de las economías de escala.</w:t>
            </w:r>
          </w:p>
        </w:tc>
      </w:tr>
      <w:tr w:rsidR="0029714E" w14:paraId="73C91DAC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0235D9" w14:textId="77777777"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3BD88BF7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7E5D2A" w14:textId="77777777" w:rsidR="0029714E" w:rsidRDefault="0029714E" w:rsidP="00C84D77">
            <w:pPr>
              <w:pStyle w:val="eText"/>
              <w:spacing w:after="0"/>
            </w:pPr>
          </w:p>
        </w:tc>
      </w:tr>
      <w:tr w:rsidR="0029714E" w14:paraId="0CA001B8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8454C9" w14:textId="77777777" w:rsidR="0029714E" w:rsidRDefault="00B30251" w:rsidP="00612F1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híbrido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5BE4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930E80" w14:textId="77777777" w:rsidR="0029714E" w:rsidRDefault="00B30251" w:rsidP="00AC026F">
            <w:r>
              <w:rPr>
                <w:lang w:val="es-ES"/>
              </w:rPr>
              <w:t>Comparte los recursos informáticos de varias organizaciones.</w:t>
            </w:r>
          </w:p>
        </w:tc>
      </w:tr>
    </w:tbl>
    <w:p w14:paraId="716EB2AD" w14:textId="77777777" w:rsidR="00EE4E6D" w:rsidRDefault="00EE4E6D" w:rsidP="00C84D77"/>
    <w:p w14:paraId="3EC997F3" w14:textId="77777777" w:rsidR="00C84D77" w:rsidRDefault="00C84D77" w:rsidP="00C84D77">
      <w:pPr>
        <w:pStyle w:val="eLineBottom"/>
      </w:pPr>
    </w:p>
    <w:p w14:paraId="56D71DEB" w14:textId="77777777" w:rsidR="00C84D77" w:rsidRDefault="00C84D77" w:rsidP="00C84D77"/>
    <w:p w14:paraId="15A395A4" w14:textId="77777777" w:rsidR="006D768A" w:rsidRPr="005943EB" w:rsidRDefault="006D768A" w:rsidP="006D768A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t xml:space="preserve">Rellena los números de las sentencias correctas </w:t>
      </w:r>
    </w:p>
    <w:p w14:paraId="3FB0832E" w14:textId="77777777" w:rsidR="00290885" w:rsidRPr="00AC026F" w:rsidRDefault="00290885" w:rsidP="00AC026F">
      <w:pPr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14:paraId="6C2C5249" w14:textId="77777777" w:rsidTr="00C97642">
        <w:trPr>
          <w:trHeight w:val="117"/>
          <w:jc w:val="center"/>
        </w:trPr>
        <w:tc>
          <w:tcPr>
            <w:tcW w:w="2223" w:type="dxa"/>
          </w:tcPr>
          <w:p w14:paraId="71A543F0" w14:textId="77777777" w:rsidR="00290885" w:rsidRPr="00AC026F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</w:p>
        </w:tc>
      </w:tr>
      <w:tr w:rsidR="00C97642" w14:paraId="516A4FA6" w14:textId="77777777" w:rsidTr="00290885">
        <w:trPr>
          <w:trHeight w:val="117"/>
          <w:jc w:val="center"/>
        </w:trPr>
        <w:tc>
          <w:tcPr>
            <w:tcW w:w="2223" w:type="dxa"/>
          </w:tcPr>
          <w:p w14:paraId="7B5D9D59" w14:textId="77777777" w:rsidR="00C97642" w:rsidRPr="00AC026F" w:rsidRDefault="00C97642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</w:p>
        </w:tc>
      </w:tr>
      <w:tr w:rsidR="00290885" w14:paraId="6CCBE37D" w14:textId="77777777" w:rsidTr="00290885">
        <w:trPr>
          <w:jc w:val="center"/>
        </w:trPr>
        <w:tc>
          <w:tcPr>
            <w:tcW w:w="2223" w:type="dxa"/>
          </w:tcPr>
          <w:p w14:paraId="767E77EE" w14:textId="77777777" w:rsidR="00290885" w:rsidRPr="00AC026F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</w:p>
        </w:tc>
      </w:tr>
      <w:tr w:rsidR="00290885" w14:paraId="785C2256" w14:textId="77777777" w:rsidTr="00290885">
        <w:trPr>
          <w:jc w:val="center"/>
        </w:trPr>
        <w:tc>
          <w:tcPr>
            <w:tcW w:w="2223" w:type="dxa"/>
          </w:tcPr>
          <w:p w14:paraId="64E32054" w14:textId="77777777" w:rsidR="00290885" w:rsidRPr="00AC026F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</w:p>
        </w:tc>
      </w:tr>
      <w:tr w:rsidR="00C84D77" w14:paraId="2B18D93C" w14:textId="77777777" w:rsidTr="00290885">
        <w:trPr>
          <w:jc w:val="center"/>
        </w:trPr>
        <w:tc>
          <w:tcPr>
            <w:tcW w:w="2223" w:type="dxa"/>
          </w:tcPr>
          <w:p w14:paraId="019E25B2" w14:textId="77777777" w:rsidR="00C84D77" w:rsidRPr="00AC026F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s-ES"/>
              </w:rPr>
            </w:pPr>
          </w:p>
        </w:tc>
      </w:tr>
      <w:tr w:rsidR="00C84D77" w14:paraId="42490DD5" w14:textId="77777777" w:rsidTr="00290885">
        <w:trPr>
          <w:jc w:val="center"/>
        </w:trPr>
        <w:tc>
          <w:tcPr>
            <w:tcW w:w="2223" w:type="dxa"/>
          </w:tcPr>
          <w:p w14:paraId="735295C8" w14:textId="77777777" w:rsidR="00C84D77" w:rsidRPr="00AC026F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s-ES"/>
              </w:rPr>
            </w:pPr>
          </w:p>
        </w:tc>
      </w:tr>
    </w:tbl>
    <w:p w14:paraId="07A48377" w14:textId="77777777" w:rsidR="00290885" w:rsidRPr="00AC026F" w:rsidRDefault="00290885" w:rsidP="00AC026F">
      <w:pPr>
        <w:rPr>
          <w:lang w:val="es-ES"/>
        </w:rPr>
      </w:pPr>
    </w:p>
    <w:p w14:paraId="4D5432F6" w14:textId="77777777" w:rsidR="00EB68C8" w:rsidRPr="00EB68C8" w:rsidRDefault="00C84D77" w:rsidP="00C84D77">
      <w:pPr>
        <w:spacing w:after="120"/>
        <w:ind w:left="357" w:hanging="357"/>
      </w:pPr>
      <w:r w:rsidRPr="00AC026F">
        <w:rPr>
          <w:b/>
          <w:lang w:val="es-ES"/>
        </w:rPr>
        <w:t>1</w:t>
      </w:r>
      <w:r w:rsidRPr="00AC026F">
        <w:rPr>
          <w:lang w:val="es-ES"/>
        </w:rPr>
        <w:t xml:space="preserve"> – </w:t>
      </w:r>
      <w:r w:rsidR="00B30251" w:rsidRPr="00AC026F">
        <w:rPr>
          <w:lang w:val="es-ES"/>
        </w:rPr>
        <w:t xml:space="preserve">Los </w:t>
      </w:r>
      <w:r w:rsidR="00B30251" w:rsidRPr="00B30251">
        <w:rPr>
          <w:lang w:val="es-ES"/>
        </w:rPr>
        <w:t xml:space="preserve">usuarios de la nube necesitan invertir en infraestructura de tecnología de la información, </w:t>
      </w:r>
      <w:r w:rsidR="00B30251">
        <w:rPr>
          <w:lang w:val="es-ES"/>
        </w:rPr>
        <w:t>comprar</w:t>
      </w:r>
      <w:r w:rsidR="00B30251" w:rsidRPr="00B30251">
        <w:rPr>
          <w:lang w:val="es-ES"/>
        </w:rPr>
        <w:t xml:space="preserve"> hardware, o comprar licencias de software.</w:t>
      </w:r>
      <w:r w:rsidR="00B30251">
        <w:rPr>
          <w:lang w:val="es-ES"/>
        </w:rPr>
        <w:t xml:space="preserve"> </w:t>
      </w:r>
    </w:p>
    <w:p w14:paraId="3233F331" w14:textId="77777777" w:rsidR="00DE51CB" w:rsidRPr="00A931B9" w:rsidRDefault="00C84D77" w:rsidP="00C84D77">
      <w:pPr>
        <w:spacing w:after="120"/>
        <w:ind w:left="357" w:hanging="357"/>
        <w:rPr>
          <w:lang w:val="es-ES"/>
        </w:rPr>
      </w:pPr>
      <w:r w:rsidRPr="00A931B9">
        <w:rPr>
          <w:b/>
          <w:lang w:val="es-ES"/>
        </w:rPr>
        <w:t>2</w:t>
      </w:r>
      <w:r w:rsidRPr="00A931B9">
        <w:rPr>
          <w:lang w:val="es-ES"/>
        </w:rPr>
        <w:t xml:space="preserve"> – </w:t>
      </w:r>
      <w:r w:rsidR="00B30251" w:rsidRPr="00B30251">
        <w:rPr>
          <w:lang w:val="es-ES"/>
        </w:rPr>
        <w:t xml:space="preserve">La computación en nube permite a una empresa </w:t>
      </w:r>
      <w:r w:rsidR="00B30251">
        <w:rPr>
          <w:lang w:val="es-ES"/>
        </w:rPr>
        <w:t>utilizar</w:t>
      </w:r>
      <w:r w:rsidR="00B30251" w:rsidRPr="00B30251">
        <w:rPr>
          <w:lang w:val="es-ES"/>
        </w:rPr>
        <w:t>, acce</w:t>
      </w:r>
      <w:r w:rsidR="00B30251">
        <w:rPr>
          <w:lang w:val="es-ES"/>
        </w:rPr>
        <w:t>der</w:t>
      </w:r>
      <w:r w:rsidR="00B30251" w:rsidRPr="00B30251">
        <w:rPr>
          <w:lang w:val="es-ES"/>
        </w:rPr>
        <w:t xml:space="preserve"> y pagar sólo por lo que u</w:t>
      </w:r>
      <w:r w:rsidR="00B30251">
        <w:rPr>
          <w:lang w:val="es-ES"/>
        </w:rPr>
        <w:t>s</w:t>
      </w:r>
      <w:r w:rsidR="00B30251" w:rsidRPr="00B30251">
        <w:rPr>
          <w:lang w:val="es-ES"/>
        </w:rPr>
        <w:t xml:space="preserve">an, con un tiempo de implementación </w:t>
      </w:r>
      <w:r w:rsidR="00B30251">
        <w:rPr>
          <w:lang w:val="es-ES"/>
        </w:rPr>
        <w:t>corto</w:t>
      </w:r>
      <w:r w:rsidR="00B30251" w:rsidRPr="00B30251">
        <w:rPr>
          <w:lang w:val="es-ES"/>
        </w:rPr>
        <w:t>.</w:t>
      </w:r>
    </w:p>
    <w:p w14:paraId="0E0560E4" w14:textId="61A06942" w:rsidR="00DE51CB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3</w:t>
      </w:r>
      <w:r w:rsidRPr="00AC026F">
        <w:rPr>
          <w:lang w:val="es-ES"/>
        </w:rPr>
        <w:t xml:space="preserve"> – </w:t>
      </w:r>
      <w:r w:rsidR="00B30251" w:rsidRPr="00B30251">
        <w:rPr>
          <w:lang w:val="es-ES"/>
        </w:rPr>
        <w:t>Todos los accesos a la nube se hace</w:t>
      </w:r>
      <w:r w:rsidR="00415CEC">
        <w:rPr>
          <w:lang w:val="es-ES"/>
        </w:rPr>
        <w:t>n</w:t>
      </w:r>
      <w:r w:rsidR="00B30251" w:rsidRPr="00B30251">
        <w:rPr>
          <w:lang w:val="es-ES"/>
        </w:rPr>
        <w:t xml:space="preserve"> a través de Internet, </w:t>
      </w:r>
      <w:r w:rsidR="00B30251">
        <w:rPr>
          <w:lang w:val="es-ES"/>
        </w:rPr>
        <w:t>introduciendo</w:t>
      </w:r>
      <w:r w:rsidR="00B30251" w:rsidRPr="00B30251">
        <w:rPr>
          <w:lang w:val="es-ES"/>
        </w:rPr>
        <w:t xml:space="preserve"> latencia en cada comunicación entre el usuario y el proveedor.</w:t>
      </w:r>
    </w:p>
    <w:p w14:paraId="7F62C63E" w14:textId="77777777" w:rsidR="00DE51CB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4</w:t>
      </w:r>
      <w:r w:rsidRPr="00AC026F">
        <w:rPr>
          <w:lang w:val="es-ES"/>
        </w:rPr>
        <w:t xml:space="preserve"> – </w:t>
      </w:r>
      <w:r w:rsidR="00B30251" w:rsidRPr="00AC026F">
        <w:rPr>
          <w:lang w:val="es-ES"/>
        </w:rPr>
        <w:t>La cantidad de control que el usuario tiene sobre el proveedor de la nube y sus recursos no varían mucho entre los proveedores.</w:t>
      </w:r>
    </w:p>
    <w:p w14:paraId="0B5C3A4E" w14:textId="4055A22E" w:rsidR="002A53F9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5</w:t>
      </w:r>
      <w:r w:rsidRPr="00AC026F">
        <w:rPr>
          <w:lang w:val="es-ES"/>
        </w:rPr>
        <w:t xml:space="preserve"> – </w:t>
      </w:r>
      <w:r w:rsidR="00724CB8">
        <w:rPr>
          <w:lang w:val="es-ES"/>
        </w:rPr>
        <w:t>La</w:t>
      </w:r>
      <w:r w:rsidR="00724CB8" w:rsidRPr="00724CB8">
        <w:rPr>
          <w:lang w:val="es-ES"/>
        </w:rPr>
        <w:t xml:space="preserve"> eliminación de datos oportuna es siempre posible en la computación en nube</w:t>
      </w:r>
      <w:r w:rsidR="00415CEC">
        <w:rPr>
          <w:lang w:val="es-ES"/>
        </w:rPr>
        <w:t>.</w:t>
      </w:r>
    </w:p>
    <w:p w14:paraId="6C356686" w14:textId="77777777" w:rsidR="00724CB8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6</w:t>
      </w:r>
      <w:r w:rsidRPr="00AC026F">
        <w:rPr>
          <w:lang w:val="es-ES"/>
        </w:rPr>
        <w:t xml:space="preserve"> – </w:t>
      </w:r>
      <w:r w:rsidR="00724CB8" w:rsidRPr="00724CB8">
        <w:rPr>
          <w:lang w:val="es-ES"/>
        </w:rPr>
        <w:t>El problema de</w:t>
      </w:r>
      <w:r w:rsidR="00724CB8">
        <w:rPr>
          <w:lang w:val="es-ES"/>
        </w:rPr>
        <w:t>rivado de</w:t>
      </w:r>
      <w:r w:rsidR="00724CB8" w:rsidRPr="00724CB8">
        <w:rPr>
          <w:lang w:val="es-ES"/>
        </w:rPr>
        <w:t>l riesgo de protección de datos para clientes de la nube aumenta en casos de múltiples transferencias de datos, por ejemplo, entre nubes federad</w:t>
      </w:r>
      <w:r w:rsidR="00724CB8">
        <w:rPr>
          <w:lang w:val="es-ES"/>
        </w:rPr>
        <w:t>a</w:t>
      </w:r>
      <w:r w:rsidR="00724CB8" w:rsidRPr="00724CB8">
        <w:rPr>
          <w:lang w:val="es-ES"/>
        </w:rPr>
        <w:t>s.</w:t>
      </w:r>
      <w:r w:rsidR="00724CB8">
        <w:rPr>
          <w:lang w:val="es-ES"/>
        </w:rPr>
        <w:t xml:space="preserve"> </w:t>
      </w:r>
    </w:p>
    <w:p w14:paraId="57AB189E" w14:textId="77777777" w:rsidR="00A21623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7</w:t>
      </w:r>
      <w:r w:rsidRPr="00AC026F">
        <w:rPr>
          <w:lang w:val="es-ES"/>
        </w:rPr>
        <w:t xml:space="preserve"> – </w:t>
      </w:r>
      <w:r w:rsidR="00724CB8">
        <w:rPr>
          <w:lang w:val="es-ES"/>
        </w:rPr>
        <w:t>Los s</w:t>
      </w:r>
      <w:r w:rsidR="00724CB8" w:rsidRPr="00724CB8">
        <w:rPr>
          <w:lang w:val="es-ES"/>
        </w:rPr>
        <w:t>ervicios en la nube no requiere</w:t>
      </w:r>
      <w:r w:rsidR="00724CB8">
        <w:rPr>
          <w:lang w:val="es-ES"/>
        </w:rPr>
        <w:t>n</w:t>
      </w:r>
      <w:r w:rsidR="00724CB8" w:rsidRPr="00724CB8">
        <w:rPr>
          <w:lang w:val="es-ES"/>
        </w:rPr>
        <w:t xml:space="preserve"> que los usuarios </w:t>
      </w:r>
      <w:r w:rsidR="00724CB8">
        <w:rPr>
          <w:lang w:val="es-ES"/>
        </w:rPr>
        <w:t>tengan</w:t>
      </w:r>
      <w:r w:rsidR="00724CB8" w:rsidRPr="00724CB8">
        <w:rPr>
          <w:lang w:val="es-ES"/>
        </w:rPr>
        <w:t xml:space="preserve"> equipos sofisticados </w:t>
      </w:r>
      <w:r w:rsidR="00724CB8">
        <w:rPr>
          <w:lang w:val="es-ES"/>
        </w:rPr>
        <w:t>en los que se</w:t>
      </w:r>
      <w:r w:rsidR="00724CB8" w:rsidRPr="00724CB8">
        <w:rPr>
          <w:lang w:val="es-ES"/>
        </w:rPr>
        <w:t xml:space="preserve"> pued</w:t>
      </w:r>
      <w:r w:rsidR="00724CB8">
        <w:rPr>
          <w:lang w:val="es-ES"/>
        </w:rPr>
        <w:t>a</w:t>
      </w:r>
      <w:r w:rsidR="00724CB8" w:rsidRPr="00724CB8">
        <w:rPr>
          <w:lang w:val="es-ES"/>
        </w:rPr>
        <w:t xml:space="preserve"> ejecutar software especializado</w:t>
      </w:r>
      <w:r w:rsidRPr="00AC026F">
        <w:rPr>
          <w:lang w:val="es-ES"/>
        </w:rPr>
        <w:t>.</w:t>
      </w:r>
    </w:p>
    <w:sectPr w:rsidR="00A21623" w:rsidRPr="00AC026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E8E49" w14:textId="77777777" w:rsidR="00182DEA" w:rsidRDefault="00182DEA" w:rsidP="00861A1A">
      <w:r>
        <w:separator/>
      </w:r>
    </w:p>
  </w:endnote>
  <w:endnote w:type="continuationSeparator" w:id="0">
    <w:p w14:paraId="53BC4D83" w14:textId="77777777" w:rsidR="00182DEA" w:rsidRDefault="00182DE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30251" w14:paraId="546D9BA1" w14:textId="77777777" w:rsidTr="00CA51B5">
      <w:tc>
        <w:tcPr>
          <w:tcW w:w="2518" w:type="dxa"/>
        </w:tcPr>
        <w:p w14:paraId="064954BD" w14:textId="77777777" w:rsidR="00B30251" w:rsidRDefault="00B30251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 wp14:anchorId="2B276142" wp14:editId="20CAEE02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7FABA7C" w14:textId="77777777" w:rsidR="00AC026F" w:rsidRPr="00D32B5B" w:rsidRDefault="00AC026F" w:rsidP="00AC02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50E3F652" w14:textId="58D0F472" w:rsidR="00B30251" w:rsidRPr="00CA51B5" w:rsidRDefault="00AC026F" w:rsidP="00AC02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B30251" w14:paraId="65BA421A" w14:textId="77777777" w:rsidTr="00CA51B5">
      <w:tc>
        <w:tcPr>
          <w:tcW w:w="8472" w:type="dxa"/>
          <w:gridSpan w:val="2"/>
        </w:tcPr>
        <w:p w14:paraId="0BF8424A" w14:textId="77777777" w:rsidR="00B30251" w:rsidRPr="00CA51B5" w:rsidRDefault="00B30251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E13B958" w14:textId="77777777" w:rsidR="00B30251" w:rsidRPr="00CA51B5" w:rsidRDefault="00B30251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3586D72F" w14:textId="77777777" w:rsidR="00B30251" w:rsidRPr="00BF5E09" w:rsidRDefault="00B30251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982B3" w14:textId="77777777" w:rsidR="00182DEA" w:rsidRDefault="00182DEA" w:rsidP="00861A1A">
      <w:r>
        <w:separator/>
      </w:r>
    </w:p>
  </w:footnote>
  <w:footnote w:type="continuationSeparator" w:id="0">
    <w:p w14:paraId="4E0D22B6" w14:textId="77777777" w:rsidR="00182DEA" w:rsidRDefault="00182DE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A2E66" w14:textId="007F0145" w:rsidR="00B30251" w:rsidRPr="002B41A8" w:rsidRDefault="00B30251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 wp14:anchorId="69ABE2ED" wp14:editId="022D9E8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C026F" w:rsidRPr="0030665B">
      <w:rPr>
        <w:rFonts w:ascii="Calibri" w:hAnsi="Calibri"/>
        <w:b/>
        <w:smallCaps/>
        <w:noProof/>
      </w:rPr>
      <w:t>EJERCICIO</w:t>
    </w:r>
  </w:p>
  <w:p w14:paraId="5072D6CC" w14:textId="6943BC4A" w:rsidR="00B30251" w:rsidRPr="00C148FD" w:rsidRDefault="00AC026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C026F">
      <w:rPr>
        <w:rFonts w:ascii="Calibri" w:hAnsi="Calibri"/>
        <w:smallCaps/>
        <w:noProof/>
        <w:sz w:val="20"/>
        <w:szCs w:val="20"/>
        <w:lang w:val="en-US"/>
      </w:rPr>
      <w:t>LA COMPUTACIÓN EN NUBE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82DEA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E301D"/>
    <w:rsid w:val="00302298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15CEC"/>
    <w:rsid w:val="00417ED2"/>
    <w:rsid w:val="00462858"/>
    <w:rsid w:val="0046567F"/>
    <w:rsid w:val="00472203"/>
    <w:rsid w:val="00475954"/>
    <w:rsid w:val="00485299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E9B"/>
    <w:rsid w:val="005D7525"/>
    <w:rsid w:val="005E1AB1"/>
    <w:rsid w:val="005E20B2"/>
    <w:rsid w:val="005E4DDD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D768A"/>
    <w:rsid w:val="006F0D5B"/>
    <w:rsid w:val="006F787A"/>
    <w:rsid w:val="00710301"/>
    <w:rsid w:val="00724CB8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31B9"/>
    <w:rsid w:val="00A97C95"/>
    <w:rsid w:val="00AA0506"/>
    <w:rsid w:val="00AA5B23"/>
    <w:rsid w:val="00AC026F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0251"/>
    <w:rsid w:val="00B3151A"/>
    <w:rsid w:val="00B32D3E"/>
    <w:rsid w:val="00B37307"/>
    <w:rsid w:val="00B5145B"/>
    <w:rsid w:val="00B61776"/>
    <w:rsid w:val="00B707D0"/>
    <w:rsid w:val="00B75FF7"/>
    <w:rsid w:val="00B816F4"/>
    <w:rsid w:val="00B822EA"/>
    <w:rsid w:val="00B84417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64812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D096B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B88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302298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302298"/>
  </w:style>
  <w:style w:type="character" w:customStyle="1" w:styleId="TextocomentarioCar">
    <w:name w:val="Texto comentario Car"/>
    <w:basedOn w:val="Fuentedeprrafopredeter"/>
    <w:link w:val="Textocomentario"/>
    <w:semiHidden/>
    <w:rsid w:val="00302298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0229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02298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302298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302298"/>
  </w:style>
  <w:style w:type="character" w:customStyle="1" w:styleId="TextocomentarioCar">
    <w:name w:val="Texto comentario Car"/>
    <w:basedOn w:val="Fuentedeprrafopredeter"/>
    <w:link w:val="Textocomentario"/>
    <w:semiHidden/>
    <w:rsid w:val="00302298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02298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02298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4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2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0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\Users\vre soriano\Downloads\TechPedia_worksheet_template_EN.dot</Template>
  <TotalTime>7</TotalTime>
  <Pages>3</Pages>
  <Words>540</Words>
  <Characters>2970</Characters>
  <Application>Microsoft Macintosh Word</Application>
  <DocSecurity>0</DocSecurity>
  <Lines>24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Miquel Soriano</cp:lastModifiedBy>
  <cp:revision>4</cp:revision>
  <cp:lastPrinted>2013-05-24T15:00:00Z</cp:lastPrinted>
  <dcterms:created xsi:type="dcterms:W3CDTF">2016-05-02T19:01:00Z</dcterms:created>
  <dcterms:modified xsi:type="dcterms:W3CDTF">2016-06-12T15:28:00Z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