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D75" w:rsidRPr="00692D75" w:rsidRDefault="00692D75" w:rsidP="004B3C91">
      <w:pPr>
        <w:pStyle w:val="eTask"/>
        <w:rPr>
          <w:lang w:val="sk-SK"/>
        </w:rPr>
      </w:pPr>
      <w:r w:rsidRPr="00692D75">
        <w:rPr>
          <w:lang w:val="sk-SK"/>
        </w:rPr>
        <w:t xml:space="preserve">Aké sú základné oblasti </w:t>
      </w:r>
      <w:r w:rsidR="004B3C91" w:rsidRPr="00692D75">
        <w:rPr>
          <w:lang w:val="sk-SK"/>
        </w:rPr>
        <w:t>rozpoznávani</w:t>
      </w:r>
      <w:r w:rsidR="004B3C91">
        <w:rPr>
          <w:lang w:val="sk-SK"/>
        </w:rPr>
        <w:t>a</w:t>
      </w:r>
      <w:r w:rsidR="004B3C91" w:rsidRPr="00692D75">
        <w:rPr>
          <w:lang w:val="sk-SK"/>
        </w:rPr>
        <w:t xml:space="preserve"> </w:t>
      </w:r>
      <w:r w:rsidRPr="00692D75">
        <w:rPr>
          <w:lang w:val="sk-SK"/>
        </w:rPr>
        <w:t>gest z pohľadu vstupného hardvéru?</w:t>
      </w: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mikrofón</w:t>
      </w:r>
      <w:r w:rsidRPr="00692D75">
        <w:rPr>
          <w:rStyle w:val="eCheckBoxTextChar"/>
          <w:lang w:val="sk-SK"/>
        </w:rPr>
        <w:t>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 xml:space="preserve">dotykové zariadenia (tablety, </w:t>
      </w:r>
      <w:proofErr w:type="spellStart"/>
      <w:r w:rsidRPr="00692D75">
        <w:rPr>
          <w:lang w:val="sk-SK"/>
        </w:rPr>
        <w:t>touchpady</w:t>
      </w:r>
      <w:proofErr w:type="spellEnd"/>
      <w:r w:rsidRPr="00692D75">
        <w:rPr>
          <w:lang w:val="sk-SK"/>
        </w:rPr>
        <w:t xml:space="preserve"> alebo </w:t>
      </w:r>
      <w:proofErr w:type="spellStart"/>
      <w:r w:rsidRPr="00692D75">
        <w:rPr>
          <w:lang w:val="sk-SK"/>
        </w:rPr>
        <w:t>smart</w:t>
      </w:r>
      <w:proofErr w:type="spellEnd"/>
      <w:r w:rsidRPr="00692D75">
        <w:rPr>
          <w:lang w:val="sk-SK"/>
        </w:rPr>
        <w:t xml:space="preserve"> telefóny),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2D/3D kamera.</w:t>
      </w:r>
    </w:p>
    <w:p w:rsidR="00692D75" w:rsidRPr="00692D75" w:rsidRDefault="00692D75" w:rsidP="00692D75">
      <w:pPr>
        <w:pStyle w:val="eLineBottom"/>
        <w:rPr>
          <w:lang w:val="sk-SK"/>
        </w:rPr>
      </w:pP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pStyle w:val="eTask"/>
        <w:rPr>
          <w:lang w:val="sk-SK"/>
        </w:rPr>
      </w:pPr>
      <w:r w:rsidRPr="00692D75">
        <w:rPr>
          <w:lang w:val="sk-SK"/>
        </w:rPr>
        <w:t>Aké sú základné kategórie gest z pohľadu skúseností používateľa?</w:t>
      </w: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vrodené gestá,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statické gestá</w:t>
      </w:r>
      <w:r w:rsidRPr="00692D75">
        <w:rPr>
          <w:rStyle w:val="eCheckBoxTextChar"/>
          <w:lang w:val="sk-SK"/>
        </w:rPr>
        <w:t>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naučené gestá,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dynamické gestá.</w:t>
      </w:r>
    </w:p>
    <w:p w:rsidR="00692D75" w:rsidRPr="00692D75" w:rsidRDefault="00692D75" w:rsidP="00692D75">
      <w:pPr>
        <w:pStyle w:val="eLineBottom"/>
        <w:rPr>
          <w:lang w:val="sk-SK"/>
        </w:rPr>
      </w:pP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pStyle w:val="eTask"/>
        <w:rPr>
          <w:lang w:val="sk-SK"/>
        </w:rPr>
      </w:pPr>
      <w:r w:rsidRPr="00692D75">
        <w:rPr>
          <w:lang w:val="sk-SK"/>
        </w:rPr>
        <w:t>K jednotlivým typom gest priraďte zodpovedajúcu definíciu.</w:t>
      </w:r>
    </w:p>
    <w:p w:rsidR="00692D75" w:rsidRPr="00692D75" w:rsidRDefault="00692D75" w:rsidP="00692D75">
      <w:pPr>
        <w:rPr>
          <w:lang w:val="sk-S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6"/>
        <w:gridCol w:w="2734"/>
        <w:gridCol w:w="3202"/>
      </w:tblGrid>
      <w:tr w:rsidR="00692D75" w:rsidRPr="00692D75" w:rsidTr="00367D87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2D75" w:rsidRPr="00692D75" w:rsidRDefault="004B3C91" w:rsidP="00367D8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Kontinuálne</w:t>
            </w:r>
            <w:r w:rsidRPr="00692D75">
              <w:rPr>
                <w:lang w:val="sk-SK"/>
              </w:rPr>
              <w:t xml:space="preserve"> </w:t>
            </w:r>
            <w:r w:rsidR="00692D75" w:rsidRPr="00692D75">
              <w:rPr>
                <w:lang w:val="sk-SK"/>
              </w:rPr>
              <w:t>gestá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2D75" w:rsidRPr="00692D75" w:rsidRDefault="00692D75" w:rsidP="00367D87">
            <w:pPr>
              <w:rPr>
                <w:lang w:val="sk-SK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2D75" w:rsidRPr="00692D75" w:rsidRDefault="00692D75" w:rsidP="00367D87">
            <w:pPr>
              <w:rPr>
                <w:lang w:val="sk-SK"/>
              </w:rPr>
            </w:pPr>
            <w:r w:rsidRPr="00692D75">
              <w:rPr>
                <w:lang w:val="sk-SK"/>
              </w:rPr>
              <w:t xml:space="preserve">Póza resp. gesto </w:t>
            </w:r>
            <w:r w:rsidR="004B3C91">
              <w:rPr>
                <w:lang w:val="sk-SK"/>
              </w:rPr>
              <w:t xml:space="preserve">je </w:t>
            </w:r>
            <w:r w:rsidRPr="00692D75">
              <w:rPr>
                <w:lang w:val="sk-SK"/>
              </w:rPr>
              <w:t>nezávislé na pohybe.</w:t>
            </w:r>
          </w:p>
        </w:tc>
      </w:tr>
      <w:tr w:rsidR="00692D75" w:rsidRPr="00692D75" w:rsidTr="00367D87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692D75" w:rsidRPr="00692D75" w:rsidRDefault="00692D75" w:rsidP="00367D87">
            <w:pPr>
              <w:jc w:val="center"/>
              <w:rPr>
                <w:lang w:val="sk-SK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692D75" w:rsidRPr="00692D75" w:rsidRDefault="00692D75" w:rsidP="00367D87">
            <w:pPr>
              <w:rPr>
                <w:lang w:val="sk-SK"/>
              </w:rPr>
            </w:pPr>
          </w:p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692D75" w:rsidRPr="00692D75" w:rsidRDefault="00692D75" w:rsidP="00367D87">
            <w:pPr>
              <w:rPr>
                <w:lang w:val="sk-SK"/>
              </w:rPr>
            </w:pPr>
          </w:p>
        </w:tc>
      </w:tr>
      <w:tr w:rsidR="00692D75" w:rsidRPr="00692D75" w:rsidTr="00367D87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2D75" w:rsidRPr="00692D75" w:rsidRDefault="004B3C91" w:rsidP="00367D8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Statické</w:t>
            </w:r>
            <w:r w:rsidRPr="00692D75">
              <w:rPr>
                <w:lang w:val="sk-SK"/>
              </w:rPr>
              <w:t xml:space="preserve"> </w:t>
            </w:r>
            <w:r w:rsidR="00692D75" w:rsidRPr="00692D75">
              <w:rPr>
                <w:lang w:val="sk-SK"/>
              </w:rPr>
              <w:t>gestá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2D75" w:rsidRPr="00692D75" w:rsidRDefault="00692D75" w:rsidP="00367D87">
            <w:pPr>
              <w:rPr>
                <w:lang w:val="sk-SK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2D75" w:rsidRPr="00692D75" w:rsidRDefault="00692D75" w:rsidP="00367D87">
            <w:pPr>
              <w:rPr>
                <w:lang w:val="sk-SK"/>
              </w:rPr>
            </w:pPr>
            <w:r w:rsidRPr="00692D75">
              <w:rPr>
                <w:lang w:val="sk-SK"/>
              </w:rPr>
              <w:t>Predĺžený pohyb, ktorý nepredstavuje žiadnu špecifickú pózu.</w:t>
            </w:r>
          </w:p>
        </w:tc>
      </w:tr>
      <w:tr w:rsidR="00692D75" w:rsidRPr="00692D75" w:rsidTr="00367D87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692D75" w:rsidRPr="00692D75" w:rsidRDefault="00692D75" w:rsidP="00367D87">
            <w:pPr>
              <w:jc w:val="center"/>
              <w:rPr>
                <w:lang w:val="sk-SK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692D75" w:rsidRPr="00692D75" w:rsidRDefault="00692D75" w:rsidP="00367D87">
            <w:pPr>
              <w:rPr>
                <w:lang w:val="sk-SK"/>
              </w:rPr>
            </w:pPr>
          </w:p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692D75" w:rsidRPr="00692D75" w:rsidRDefault="00692D75" w:rsidP="00367D87">
            <w:pPr>
              <w:rPr>
                <w:lang w:val="sk-SK"/>
              </w:rPr>
            </w:pPr>
          </w:p>
        </w:tc>
      </w:tr>
      <w:tr w:rsidR="00692D75" w:rsidRPr="00692D75" w:rsidTr="00367D87">
        <w:trPr>
          <w:trHeight w:val="680"/>
        </w:trPr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:rsidR="00692D75" w:rsidRPr="00692D75" w:rsidRDefault="00692D75" w:rsidP="00367D87">
            <w:pPr>
              <w:jc w:val="center"/>
              <w:rPr>
                <w:lang w:val="sk-SK"/>
              </w:rPr>
            </w:pPr>
            <w:r w:rsidRPr="00692D75">
              <w:rPr>
                <w:lang w:val="sk-SK"/>
              </w:rPr>
              <w:t>Dynamické gestá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2D75" w:rsidRPr="00692D75" w:rsidRDefault="00692D75" w:rsidP="00367D87">
            <w:pPr>
              <w:rPr>
                <w:lang w:val="sk-SK"/>
              </w:rPr>
            </w:pPr>
            <w:r>
              <w:rPr>
                <w:noProof/>
                <w:lang w:val="sk-SK" w:eastAsia="en-US"/>
              </w:rPr>
              <w:t xml:space="preserve"> </w:t>
            </w: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:rsidR="00692D75" w:rsidRPr="00692D75" w:rsidRDefault="00692D75" w:rsidP="00367D87">
            <w:pPr>
              <w:rPr>
                <w:lang w:val="sk-SK"/>
              </w:rPr>
            </w:pPr>
            <w:r w:rsidRPr="00692D75">
              <w:rPr>
                <w:lang w:val="sk-SK"/>
              </w:rPr>
              <w:t>Kontinuálny pohyb umožňujúci priamo ovládať aplikáciu napr. manipulovať s objektom v nej.</w:t>
            </w:r>
          </w:p>
        </w:tc>
      </w:tr>
    </w:tbl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pStyle w:val="eLineBottom"/>
        <w:rPr>
          <w:lang w:val="sk-SK"/>
        </w:rPr>
      </w:pP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pStyle w:val="eTask"/>
        <w:rPr>
          <w:lang w:val="sk-SK"/>
        </w:rPr>
      </w:pPr>
      <w:r w:rsidRPr="00692D75">
        <w:rPr>
          <w:lang w:val="sk-SK"/>
        </w:rPr>
        <w:t>Ktoré parametre RGB obrazu nie sú ovplyvnené zmenou svetelných podmienok snímanej scény?</w:t>
      </w: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jas obrazu</w:t>
      </w:r>
      <w:r w:rsidRPr="00692D75">
        <w:rPr>
          <w:rStyle w:val="eCheckBoxTextChar"/>
          <w:lang w:val="sk-SK"/>
        </w:rPr>
        <w:t>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rozlíšenie/veľkosť obrazu,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kontrast obrazu.</w:t>
      </w:r>
    </w:p>
    <w:p w:rsidR="00692D75" w:rsidRPr="00692D75" w:rsidRDefault="00692D75" w:rsidP="00692D75">
      <w:pPr>
        <w:pStyle w:val="eLineBottom"/>
        <w:rPr>
          <w:lang w:val="sk-SK"/>
        </w:rPr>
      </w:pPr>
    </w:p>
    <w:p w:rsidR="00692D75" w:rsidRPr="00692D75" w:rsidRDefault="00692D75" w:rsidP="00692D75">
      <w:pPr>
        <w:rPr>
          <w:rStyle w:val="hps"/>
          <w:b/>
          <w:lang w:val="sk-SK"/>
        </w:rPr>
      </w:pPr>
      <w:r w:rsidRPr="00692D75">
        <w:rPr>
          <w:rStyle w:val="hps"/>
          <w:lang w:val="sk-SK"/>
        </w:rPr>
        <w:br w:type="page"/>
      </w:r>
    </w:p>
    <w:p w:rsidR="00692D75" w:rsidRPr="00692D75" w:rsidRDefault="00692D75" w:rsidP="00692D75">
      <w:pPr>
        <w:pStyle w:val="eTask"/>
        <w:rPr>
          <w:lang w:val="sk-SK"/>
        </w:rPr>
      </w:pPr>
      <w:r w:rsidRPr="00692D75">
        <w:rPr>
          <w:lang w:val="sk-SK"/>
        </w:rPr>
        <w:lastRenderedPageBreak/>
        <w:t>Na akom princípe je založená väčšina hĺbkových senzorov</w:t>
      </w:r>
      <w:r w:rsidRPr="00692D75">
        <w:rPr>
          <w:rStyle w:val="hps"/>
          <w:lang w:val="sk-SK"/>
        </w:rPr>
        <w:t>?</w:t>
      </w: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emisia a detekcia ultrafialového svetla</w:t>
      </w:r>
      <w:r w:rsidRPr="00692D75">
        <w:rPr>
          <w:rStyle w:val="eCheckBoxTextChar"/>
          <w:lang w:val="sk-SK"/>
        </w:rPr>
        <w:t>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emisia a detekcia infračerveného svetla,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emisia a detekcia bieleho svetla (viditeľného svetelného spektra).</w:t>
      </w:r>
    </w:p>
    <w:p w:rsidR="00692D75" w:rsidRPr="00692D75" w:rsidRDefault="00692D75" w:rsidP="00692D75">
      <w:pPr>
        <w:pStyle w:val="eLineBottom"/>
        <w:rPr>
          <w:lang w:val="sk-SK"/>
        </w:rPr>
      </w:pP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pStyle w:val="eTask"/>
        <w:rPr>
          <w:lang w:val="sk-SK"/>
        </w:rPr>
      </w:pPr>
      <w:r w:rsidRPr="00692D75">
        <w:rPr>
          <w:lang w:val="sk-SK"/>
        </w:rPr>
        <w:t>Ktoré tvrdenie o hĺbkovom obraze je správne?</w:t>
      </w: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4B3C91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Hĺbkový obraz je 2D obraz obsahujúci informáciu o absolútnej vzdialenosti medzi jednotlivými objektami v scéne vyjadrenú v mm.</w:t>
      </w:r>
      <w:bookmarkStart w:id="0" w:name="_GoBack"/>
      <w:bookmarkEnd w:id="0"/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Hĺbkový obraz je 2D obraz obsahujúci informáciu o absolútnej vzdialenosti medzi obrazovým senzorom (CCD čip) a jednotlivými pixelmi obrazu vyjadrenú v mm.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Hĺbkový obraz je 2D obraz obsahujúci informáciu o relatívnej vzdialenosti medzi jednotlivými objektami v scéne a stredom obrazu vyjadrenú v mm.</w:t>
      </w:r>
    </w:p>
    <w:p w:rsidR="00692D75" w:rsidRPr="00692D75" w:rsidRDefault="00692D75" w:rsidP="00692D75">
      <w:pPr>
        <w:pStyle w:val="eLineBottom"/>
        <w:rPr>
          <w:lang w:val="sk-SK"/>
        </w:rPr>
      </w:pP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pStyle w:val="eTask"/>
        <w:rPr>
          <w:lang w:val="sk-SK"/>
        </w:rPr>
      </w:pPr>
      <w:r w:rsidRPr="00692D75">
        <w:rPr>
          <w:lang w:val="sk-SK"/>
        </w:rPr>
        <w:t>Medzi základné požiadavky pri návrhu gest nepatrí:</w:t>
      </w: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  <w:t>p</w:t>
      </w:r>
      <w:r w:rsidRPr="00692D75">
        <w:rPr>
          <w:lang w:val="sk-SK"/>
        </w:rPr>
        <w:t>rirodzenosť gesta</w:t>
      </w:r>
      <w:r w:rsidRPr="00692D75">
        <w:rPr>
          <w:rStyle w:val="eCheckBoxTextChar"/>
          <w:lang w:val="sk-SK"/>
        </w:rPr>
        <w:t>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komfort používateľa</w:t>
      </w:r>
      <w:r w:rsidRPr="00692D75">
        <w:rPr>
          <w:rStyle w:val="eCheckBoxTextChar"/>
          <w:lang w:val="sk-SK"/>
        </w:rPr>
        <w:t>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  <w:t>ľ</w:t>
      </w:r>
      <w:r w:rsidRPr="00692D75">
        <w:rPr>
          <w:lang w:val="sk-SK"/>
        </w:rPr>
        <w:t>ahká zapamätateľnosť gesta,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 xml:space="preserve"> používateľská jedinečnosť gesta.</w:t>
      </w:r>
    </w:p>
    <w:p w:rsidR="00692D75" w:rsidRPr="00692D75" w:rsidRDefault="00692D75" w:rsidP="00692D75">
      <w:pPr>
        <w:pStyle w:val="eLineBottom"/>
        <w:rPr>
          <w:lang w:val="sk-SK"/>
        </w:rPr>
      </w:pPr>
    </w:p>
    <w:p w:rsidR="00692D75" w:rsidRPr="00692D75" w:rsidRDefault="00692D75" w:rsidP="00692D75">
      <w:pPr>
        <w:ind w:left="357" w:hanging="357"/>
        <w:rPr>
          <w:lang w:val="sk-SK"/>
        </w:rPr>
      </w:pPr>
    </w:p>
    <w:p w:rsidR="00692D75" w:rsidRPr="00692D75" w:rsidRDefault="00692D75" w:rsidP="00692D75">
      <w:pPr>
        <w:rPr>
          <w:b/>
          <w:lang w:val="sk-SK"/>
        </w:rPr>
      </w:pPr>
      <w:r w:rsidRPr="00692D75">
        <w:rPr>
          <w:lang w:val="sk-SK"/>
        </w:rPr>
        <w:br w:type="page"/>
      </w:r>
    </w:p>
    <w:p w:rsidR="00692D75" w:rsidRPr="00692D75" w:rsidRDefault="00692D75" w:rsidP="00692D75">
      <w:pPr>
        <w:pStyle w:val="eTask"/>
        <w:rPr>
          <w:lang w:val="sk-SK"/>
        </w:rPr>
      </w:pPr>
      <w:r w:rsidRPr="00692D75">
        <w:rPr>
          <w:lang w:val="sk-SK"/>
        </w:rPr>
        <w:lastRenderedPageBreak/>
        <w:t>Priraďte význačné vlastnosti k jednotlivým spôsobom rozpoznávania gest.</w:t>
      </w:r>
    </w:p>
    <w:p w:rsidR="00692D75" w:rsidRPr="00692D75" w:rsidRDefault="00692D75" w:rsidP="00692D75">
      <w:pPr>
        <w:rPr>
          <w:lang w:val="sk-SK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3969"/>
      </w:tblGrid>
      <w:tr w:rsidR="00692D75" w:rsidRPr="00692D75" w:rsidTr="00367D87">
        <w:tc>
          <w:tcPr>
            <w:tcW w:w="4394" w:type="dxa"/>
          </w:tcPr>
          <w:p w:rsidR="00692D75" w:rsidRPr="00692D75" w:rsidRDefault="00692D75" w:rsidP="00367D87">
            <w:pPr>
              <w:spacing w:before="120" w:after="120"/>
              <w:jc w:val="center"/>
              <w:rPr>
                <w:b/>
                <w:lang w:val="sk-SK"/>
              </w:rPr>
            </w:pPr>
            <w:r w:rsidRPr="00692D75">
              <w:rPr>
                <w:b/>
                <w:lang w:val="sk-SK"/>
              </w:rPr>
              <w:t>Dátová rukavica</w:t>
            </w:r>
          </w:p>
        </w:tc>
        <w:tc>
          <w:tcPr>
            <w:tcW w:w="3969" w:type="dxa"/>
          </w:tcPr>
          <w:p w:rsidR="00692D75" w:rsidRPr="00692D75" w:rsidRDefault="00692D75" w:rsidP="00367D87">
            <w:pPr>
              <w:spacing w:before="120" w:after="120"/>
              <w:jc w:val="center"/>
              <w:rPr>
                <w:b/>
                <w:lang w:val="sk-SK"/>
              </w:rPr>
            </w:pPr>
            <w:r w:rsidRPr="00692D75">
              <w:rPr>
                <w:b/>
                <w:lang w:val="sk-SK"/>
              </w:rPr>
              <w:t>Kamera</w:t>
            </w:r>
          </w:p>
        </w:tc>
      </w:tr>
      <w:tr w:rsidR="00692D75" w:rsidRPr="00692D75" w:rsidTr="00367D87">
        <w:tc>
          <w:tcPr>
            <w:tcW w:w="4394" w:type="dxa"/>
          </w:tcPr>
          <w:p w:rsidR="00692D75" w:rsidRPr="00692D75" w:rsidRDefault="00692D75" w:rsidP="00367D87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3969" w:type="dxa"/>
          </w:tcPr>
          <w:p w:rsidR="00692D75" w:rsidRPr="00692D75" w:rsidRDefault="00692D75" w:rsidP="00367D87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692D75" w:rsidRPr="00692D75" w:rsidTr="00367D87">
        <w:tc>
          <w:tcPr>
            <w:tcW w:w="4394" w:type="dxa"/>
          </w:tcPr>
          <w:p w:rsidR="00692D75" w:rsidRPr="00692D75" w:rsidRDefault="00692D75" w:rsidP="00367D87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3969" w:type="dxa"/>
          </w:tcPr>
          <w:p w:rsidR="00692D75" w:rsidRPr="00692D75" w:rsidRDefault="00692D75" w:rsidP="00367D87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692D75" w:rsidRPr="00692D75" w:rsidTr="00367D87">
        <w:tc>
          <w:tcPr>
            <w:tcW w:w="4394" w:type="dxa"/>
          </w:tcPr>
          <w:p w:rsidR="00692D75" w:rsidRPr="00692D75" w:rsidRDefault="00692D75" w:rsidP="00367D87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3969" w:type="dxa"/>
          </w:tcPr>
          <w:p w:rsidR="00692D75" w:rsidRPr="00692D75" w:rsidRDefault="00692D75" w:rsidP="00367D87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</w:tr>
    </w:tbl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rPr>
          <w:lang w:val="sk-SK"/>
        </w:rPr>
      </w:pPr>
      <w:r w:rsidRPr="00692D75">
        <w:rPr>
          <w:b/>
          <w:lang w:val="sk-SK"/>
        </w:rPr>
        <w:t>A</w:t>
      </w:r>
      <w:r w:rsidRPr="00692D75">
        <w:rPr>
          <w:lang w:val="sk-SK"/>
        </w:rPr>
        <w:t xml:space="preserve"> – priame a presné výsledky,</w:t>
      </w:r>
    </w:p>
    <w:p w:rsidR="00692D75" w:rsidRPr="00692D75" w:rsidRDefault="00692D75" w:rsidP="00692D75">
      <w:pPr>
        <w:rPr>
          <w:b/>
          <w:lang w:val="sk-SK"/>
        </w:rPr>
      </w:pPr>
      <w:r w:rsidRPr="00692D75">
        <w:rPr>
          <w:b/>
          <w:lang w:val="sk-SK"/>
        </w:rPr>
        <w:t>B</w:t>
      </w:r>
      <w:r w:rsidRPr="00692D75">
        <w:rPr>
          <w:lang w:val="sk-SK"/>
        </w:rPr>
        <w:t xml:space="preserve"> – nízky komfort používateľa,</w:t>
      </w:r>
    </w:p>
    <w:p w:rsidR="00692D75" w:rsidRPr="00692D75" w:rsidRDefault="00692D75" w:rsidP="00692D75">
      <w:pPr>
        <w:rPr>
          <w:lang w:val="sk-SK"/>
        </w:rPr>
      </w:pPr>
      <w:r w:rsidRPr="00692D75">
        <w:rPr>
          <w:b/>
          <w:lang w:val="sk-SK"/>
        </w:rPr>
        <w:t>C</w:t>
      </w:r>
      <w:r w:rsidRPr="00692D75">
        <w:rPr>
          <w:lang w:val="sk-SK"/>
        </w:rPr>
        <w:t xml:space="preserve"> – vysoký komfort používateľa,</w:t>
      </w:r>
    </w:p>
    <w:p w:rsidR="00692D75" w:rsidRPr="00692D75" w:rsidRDefault="00692D75" w:rsidP="00692D75">
      <w:pPr>
        <w:rPr>
          <w:lang w:val="sk-SK"/>
        </w:rPr>
      </w:pPr>
      <w:r w:rsidRPr="00692D75">
        <w:rPr>
          <w:b/>
          <w:lang w:val="sk-SK"/>
        </w:rPr>
        <w:t>D</w:t>
      </w:r>
      <w:r w:rsidRPr="00692D75">
        <w:rPr>
          <w:lang w:val="sk-SK"/>
        </w:rPr>
        <w:t xml:space="preserve"> – algoritmická zložitosť,</w:t>
      </w:r>
    </w:p>
    <w:p w:rsidR="00692D75" w:rsidRPr="00692D75" w:rsidRDefault="00692D75" w:rsidP="00692D75">
      <w:pPr>
        <w:rPr>
          <w:lang w:val="sk-SK"/>
        </w:rPr>
      </w:pPr>
      <w:r w:rsidRPr="00692D75">
        <w:rPr>
          <w:b/>
          <w:lang w:val="sk-SK"/>
        </w:rPr>
        <w:t>E</w:t>
      </w:r>
      <w:r w:rsidRPr="00692D75">
        <w:rPr>
          <w:lang w:val="sk-SK"/>
        </w:rPr>
        <w:t xml:space="preserve"> – relatívne nízke náklady na senzorickú časť,</w:t>
      </w:r>
    </w:p>
    <w:p w:rsidR="00692D75" w:rsidRPr="00692D75" w:rsidRDefault="00692D75" w:rsidP="00692D75">
      <w:pPr>
        <w:rPr>
          <w:lang w:val="sk-SK"/>
        </w:rPr>
      </w:pPr>
      <w:r w:rsidRPr="00692D75">
        <w:rPr>
          <w:b/>
          <w:lang w:val="sk-SK"/>
        </w:rPr>
        <w:t>F</w:t>
      </w:r>
      <w:r w:rsidRPr="00692D75">
        <w:rPr>
          <w:lang w:val="sk-SK"/>
        </w:rPr>
        <w:t xml:space="preserve"> – vysoké náklady na senzorickú časť.</w:t>
      </w:r>
    </w:p>
    <w:p w:rsidR="00692D75" w:rsidRPr="00692D75" w:rsidRDefault="00692D75" w:rsidP="00692D75">
      <w:pPr>
        <w:pStyle w:val="eLineBottom"/>
        <w:rPr>
          <w:lang w:val="sk-SK"/>
        </w:rPr>
      </w:pP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pStyle w:val="eTask"/>
        <w:rPr>
          <w:lang w:val="sk-SK"/>
        </w:rPr>
      </w:pPr>
      <w:r w:rsidRPr="00692D75">
        <w:rPr>
          <w:lang w:val="sk-SK"/>
        </w:rPr>
        <w:t>Výstupom algoritmu metódy konvexných nedostatkov pri rozpoznávaní statických gest je:</w:t>
      </w:r>
    </w:p>
    <w:p w:rsidR="00692D75" w:rsidRPr="00692D75" w:rsidRDefault="00692D75" w:rsidP="00692D75">
      <w:pPr>
        <w:rPr>
          <w:lang w:val="sk-SK"/>
        </w:rPr>
      </w:pP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súradnice ruky a pozadia obrazu</w:t>
      </w:r>
      <w:r w:rsidRPr="00692D75">
        <w:rPr>
          <w:rStyle w:val="eCheckBoxTextChar"/>
          <w:lang w:val="sk-SK"/>
        </w:rPr>
        <w:t>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  <w:t>s</w:t>
      </w:r>
      <w:r w:rsidRPr="00692D75">
        <w:rPr>
          <w:lang w:val="sk-SK"/>
        </w:rPr>
        <w:t>úradnice obrysu resp. kontúry ruky</w:t>
      </w:r>
      <w:r w:rsidRPr="00692D75">
        <w:rPr>
          <w:rStyle w:val="eCheckBoxTextChar"/>
          <w:lang w:val="sk-SK"/>
        </w:rPr>
        <w:t>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</w:r>
      <w:r w:rsidRPr="00692D75">
        <w:rPr>
          <w:lang w:val="sk-SK"/>
        </w:rPr>
        <w:t>súradnice troch význačných bodov ruky: počiatočný, najhlbší a koncový bod,</w:t>
      </w:r>
    </w:p>
    <w:p w:rsidR="00692D75" w:rsidRPr="00692D75" w:rsidRDefault="00692D75" w:rsidP="00692D75">
      <w:pPr>
        <w:ind w:left="357" w:hanging="357"/>
        <w:rPr>
          <w:lang w:val="sk-SK"/>
        </w:rPr>
      </w:pPr>
      <w:r w:rsidRPr="00692D75">
        <w:rPr>
          <w:rStyle w:val="eCheckBoxSquareChar"/>
          <w:lang w:val="sk-SK"/>
        </w:rPr>
        <w:t>□</w:t>
      </w:r>
      <w:r w:rsidRPr="00692D75">
        <w:rPr>
          <w:szCs w:val="40"/>
          <w:lang w:val="sk-SK"/>
        </w:rPr>
        <w:tab/>
        <w:t>s</w:t>
      </w:r>
      <w:r w:rsidRPr="00692D75">
        <w:rPr>
          <w:lang w:val="sk-SK"/>
        </w:rPr>
        <w:t>úradnice štyroch význačných bodov ruky: počiatočný, centrálny, najhlbší a koncový bod</w:t>
      </w:r>
      <w:r w:rsidRPr="00692D75">
        <w:rPr>
          <w:rStyle w:val="hps"/>
          <w:lang w:val="sk-SK"/>
        </w:rPr>
        <w:t>.</w:t>
      </w:r>
    </w:p>
    <w:p w:rsidR="00692D75" w:rsidRPr="00692D75" w:rsidRDefault="00692D75" w:rsidP="00692D75">
      <w:pPr>
        <w:rPr>
          <w:lang w:val="sk-SK"/>
        </w:rPr>
      </w:pPr>
    </w:p>
    <w:p w:rsidR="00B8781C" w:rsidRPr="00692D75" w:rsidRDefault="00B8781C" w:rsidP="00692D75">
      <w:pPr>
        <w:rPr>
          <w:lang w:val="sk-SK"/>
        </w:rPr>
      </w:pPr>
    </w:p>
    <w:sectPr w:rsidR="00B8781C" w:rsidRPr="00692D75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1A1" w:rsidRDefault="00EE11A1" w:rsidP="00861A1A">
      <w:r>
        <w:separator/>
      </w:r>
    </w:p>
  </w:endnote>
  <w:endnote w:type="continuationSeparator" w:id="0">
    <w:p w:rsidR="00EE11A1" w:rsidRDefault="00EE11A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92D75" w:rsidRPr="003140EE" w:rsidRDefault="00692D75" w:rsidP="00692D7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</w:t>
          </w:r>
          <w:r w:rsidRPr="003140EE">
            <w:rPr>
              <w:sz w:val="16"/>
              <w:szCs w:val="16"/>
            </w:rPr>
            <w:t>projekt bol financovaný s podporou Európskej Komisie.</w:t>
          </w:r>
        </w:p>
        <w:p w:rsidR="00BF5E09" w:rsidRPr="00CA51B5" w:rsidRDefault="00692D75" w:rsidP="00692D7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1A1" w:rsidRDefault="00EE11A1" w:rsidP="00861A1A">
      <w:r>
        <w:separator/>
      </w:r>
    </w:p>
  </w:footnote>
  <w:footnote w:type="continuationSeparator" w:id="0">
    <w:p w:rsidR="00EE11A1" w:rsidRDefault="00EE11A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D75" w:rsidRPr="002B41A8" w:rsidRDefault="00CB1345" w:rsidP="00692D75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692D75">
      <w:rPr>
        <w:rFonts w:ascii="Calibri" w:hAnsi="Calibri"/>
        <w:b/>
        <w:smallCaps/>
        <w:noProof/>
      </w:rPr>
      <w:t>PRACOVNÝ  LIST</w:t>
    </w:r>
  </w:p>
  <w:p w:rsidR="00C148FD" w:rsidRPr="009C23DE" w:rsidRDefault="00692D75" w:rsidP="00C16560">
    <w:pPr>
      <w:pStyle w:val="eText"/>
      <w:jc w:val="right"/>
      <w:rPr>
        <w:rFonts w:asciiTheme="minorHAnsi" w:hAnsiTheme="minorHAnsi"/>
        <w:sz w:val="20"/>
        <w:szCs w:val="20"/>
      </w:rPr>
    </w:pPr>
    <w:r w:rsidRPr="009C23DE">
      <w:rPr>
        <w:rStyle w:val="eTerm"/>
        <w:rFonts w:asciiTheme="minorHAnsi" w:hAnsiTheme="minorHAnsi"/>
        <w:sz w:val="20"/>
        <w:szCs w:val="20"/>
        <w:shd w:val="clear" w:color="auto" w:fill="auto"/>
      </w:rPr>
      <w:t xml:space="preserve">MULTIMODÁLNE ROZHRANIE MMI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546358"/>
    <w:multiLevelType w:val="hybridMultilevel"/>
    <w:tmpl w:val="0B203BE6"/>
    <w:lvl w:ilvl="0" w:tplc="E0FCD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071C63"/>
    <w:multiLevelType w:val="hybridMultilevel"/>
    <w:tmpl w:val="8FCAA104"/>
    <w:lvl w:ilvl="0" w:tplc="41282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EF3B0D"/>
    <w:multiLevelType w:val="hybridMultilevel"/>
    <w:tmpl w:val="D444C276"/>
    <w:lvl w:ilvl="0" w:tplc="9D5C7ECE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22FAB"/>
    <w:multiLevelType w:val="hybridMultilevel"/>
    <w:tmpl w:val="ED9C33F2"/>
    <w:lvl w:ilvl="0" w:tplc="13920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DE053E"/>
    <w:multiLevelType w:val="hybridMultilevel"/>
    <w:tmpl w:val="B978AE80"/>
    <w:lvl w:ilvl="0" w:tplc="7F960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344DEB"/>
    <w:multiLevelType w:val="hybridMultilevel"/>
    <w:tmpl w:val="D29C3C70"/>
    <w:lvl w:ilvl="0" w:tplc="3FC86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1F3B7C"/>
    <w:multiLevelType w:val="hybridMultilevel"/>
    <w:tmpl w:val="3AAA0A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F1416"/>
    <w:multiLevelType w:val="hybridMultilevel"/>
    <w:tmpl w:val="78724AE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E3BBE"/>
    <w:multiLevelType w:val="multilevel"/>
    <w:tmpl w:val="1F242C5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16"/>
  </w:num>
  <w:num w:numId="5">
    <w:abstractNumId w:val="1"/>
  </w:num>
  <w:num w:numId="6">
    <w:abstractNumId w:val="11"/>
  </w:num>
  <w:num w:numId="7">
    <w:abstractNumId w:val="9"/>
  </w:num>
  <w:num w:numId="8">
    <w:abstractNumId w:val="24"/>
  </w:num>
  <w:num w:numId="9">
    <w:abstractNumId w:val="2"/>
  </w:num>
  <w:num w:numId="10">
    <w:abstractNumId w:val="3"/>
  </w:num>
  <w:num w:numId="11">
    <w:abstractNumId w:val="25"/>
  </w:num>
  <w:num w:numId="12">
    <w:abstractNumId w:val="8"/>
  </w:num>
  <w:num w:numId="13">
    <w:abstractNumId w:val="20"/>
  </w:num>
  <w:num w:numId="14">
    <w:abstractNumId w:val="22"/>
  </w:num>
  <w:num w:numId="15">
    <w:abstractNumId w:val="12"/>
  </w:num>
  <w:num w:numId="16">
    <w:abstractNumId w:val="0"/>
  </w:num>
  <w:num w:numId="17">
    <w:abstractNumId w:val="23"/>
  </w:num>
  <w:num w:numId="18">
    <w:abstractNumId w:val="21"/>
  </w:num>
  <w:num w:numId="19">
    <w:abstractNumId w:val="18"/>
  </w:num>
  <w:num w:numId="20">
    <w:abstractNumId w:val="14"/>
  </w:num>
  <w:num w:numId="21">
    <w:abstractNumId w:val="6"/>
  </w:num>
  <w:num w:numId="22">
    <w:abstractNumId w:val="6"/>
  </w:num>
  <w:num w:numId="23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</w:num>
  <w:num w:numId="26">
    <w:abstractNumId w:val="4"/>
  </w:num>
  <w:num w:numId="27">
    <w:abstractNumId w:val="13"/>
  </w:num>
  <w:num w:numId="28">
    <w:abstractNumId w:val="6"/>
  </w:num>
  <w:num w:numId="29">
    <w:abstractNumId w:val="6"/>
  </w:num>
  <w:num w:numId="30">
    <w:abstractNumId w:val="6"/>
  </w:num>
  <w:num w:numId="31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10"/>
  </w:num>
  <w:num w:numId="34">
    <w:abstractNumId w:val="5"/>
  </w:num>
  <w:num w:numId="35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28B1"/>
    <w:rsid w:val="0000673F"/>
    <w:rsid w:val="00016AD8"/>
    <w:rsid w:val="00017595"/>
    <w:rsid w:val="00021197"/>
    <w:rsid w:val="00030EDA"/>
    <w:rsid w:val="00045BEB"/>
    <w:rsid w:val="00056506"/>
    <w:rsid w:val="000738F9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13F2C"/>
    <w:rsid w:val="00223478"/>
    <w:rsid w:val="00225015"/>
    <w:rsid w:val="0023165A"/>
    <w:rsid w:val="00267A03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24B8"/>
    <w:rsid w:val="002B41A8"/>
    <w:rsid w:val="002E1F57"/>
    <w:rsid w:val="002E301D"/>
    <w:rsid w:val="00304ADA"/>
    <w:rsid w:val="00306B9F"/>
    <w:rsid w:val="00307892"/>
    <w:rsid w:val="00315203"/>
    <w:rsid w:val="00322A12"/>
    <w:rsid w:val="00337851"/>
    <w:rsid w:val="00347E4D"/>
    <w:rsid w:val="00351AF3"/>
    <w:rsid w:val="0035280A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3C91"/>
    <w:rsid w:val="004B6F8D"/>
    <w:rsid w:val="004C0E36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A415C"/>
    <w:rsid w:val="005B2E55"/>
    <w:rsid w:val="005B37E2"/>
    <w:rsid w:val="005B460C"/>
    <w:rsid w:val="005D2112"/>
    <w:rsid w:val="005D7525"/>
    <w:rsid w:val="005E1AB1"/>
    <w:rsid w:val="005E20B2"/>
    <w:rsid w:val="005E5A22"/>
    <w:rsid w:val="005F105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92D75"/>
    <w:rsid w:val="006931E5"/>
    <w:rsid w:val="006A24C7"/>
    <w:rsid w:val="006B5D59"/>
    <w:rsid w:val="006D39B2"/>
    <w:rsid w:val="006D3F30"/>
    <w:rsid w:val="006D50FA"/>
    <w:rsid w:val="006D723B"/>
    <w:rsid w:val="006E6D59"/>
    <w:rsid w:val="006F0D5B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C6A99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A7C81"/>
    <w:rsid w:val="008B05F5"/>
    <w:rsid w:val="008B6CCD"/>
    <w:rsid w:val="008C64E0"/>
    <w:rsid w:val="008D38F1"/>
    <w:rsid w:val="008D6149"/>
    <w:rsid w:val="008D64C3"/>
    <w:rsid w:val="008F1B37"/>
    <w:rsid w:val="008F5585"/>
    <w:rsid w:val="00912A69"/>
    <w:rsid w:val="00914456"/>
    <w:rsid w:val="009151B7"/>
    <w:rsid w:val="00916DC9"/>
    <w:rsid w:val="00936526"/>
    <w:rsid w:val="0094072E"/>
    <w:rsid w:val="009413F3"/>
    <w:rsid w:val="00950649"/>
    <w:rsid w:val="0095346A"/>
    <w:rsid w:val="00955A25"/>
    <w:rsid w:val="00960B46"/>
    <w:rsid w:val="00963F86"/>
    <w:rsid w:val="0097175A"/>
    <w:rsid w:val="00974B16"/>
    <w:rsid w:val="009802AD"/>
    <w:rsid w:val="00985B1B"/>
    <w:rsid w:val="009A5F9E"/>
    <w:rsid w:val="009B638C"/>
    <w:rsid w:val="009C23DE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17F55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8781C"/>
    <w:rsid w:val="00B903D0"/>
    <w:rsid w:val="00B94FBB"/>
    <w:rsid w:val="00BA263D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6560"/>
    <w:rsid w:val="00C1774B"/>
    <w:rsid w:val="00C2393A"/>
    <w:rsid w:val="00C444FD"/>
    <w:rsid w:val="00C45D0F"/>
    <w:rsid w:val="00C5580D"/>
    <w:rsid w:val="00C57915"/>
    <w:rsid w:val="00C7264E"/>
    <w:rsid w:val="00C767C9"/>
    <w:rsid w:val="00C878F0"/>
    <w:rsid w:val="00C95751"/>
    <w:rsid w:val="00C97B84"/>
    <w:rsid w:val="00CA51B5"/>
    <w:rsid w:val="00CB1345"/>
    <w:rsid w:val="00CC2293"/>
    <w:rsid w:val="00CC266E"/>
    <w:rsid w:val="00CD5138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5BD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3C94"/>
    <w:rsid w:val="00E14EEB"/>
    <w:rsid w:val="00E2272B"/>
    <w:rsid w:val="00E352FF"/>
    <w:rsid w:val="00E41087"/>
    <w:rsid w:val="00E516D7"/>
    <w:rsid w:val="00E5359D"/>
    <w:rsid w:val="00E54A46"/>
    <w:rsid w:val="00E65738"/>
    <w:rsid w:val="00E830C4"/>
    <w:rsid w:val="00E8518C"/>
    <w:rsid w:val="00E879F9"/>
    <w:rsid w:val="00E90BD9"/>
    <w:rsid w:val="00EA1BDF"/>
    <w:rsid w:val="00EB6B74"/>
    <w:rsid w:val="00EB6E4B"/>
    <w:rsid w:val="00EC77B0"/>
    <w:rsid w:val="00ED2956"/>
    <w:rsid w:val="00ED4CDA"/>
    <w:rsid w:val="00EE11A1"/>
    <w:rsid w:val="00EE3197"/>
    <w:rsid w:val="00EE65E9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64BA3"/>
    <w:rsid w:val="00F748A6"/>
    <w:rsid w:val="00F82B66"/>
    <w:rsid w:val="00F82C59"/>
    <w:rsid w:val="00F871C6"/>
    <w:rsid w:val="00F8749B"/>
    <w:rsid w:val="00F95FBA"/>
    <w:rsid w:val="00F96872"/>
    <w:rsid w:val="00FA74D9"/>
    <w:rsid w:val="00FB072F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15CDDFE-F4BA-465A-8840-75691A46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paragraph" w:styleId="Heading1">
    <w:name w:val="heading 1"/>
    <w:aliases w:val="eChapterName"/>
    <w:basedOn w:val="Normal"/>
    <w:next w:val="Normal"/>
    <w:link w:val="Heading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Heading2">
    <w:name w:val="heading 2"/>
    <w:aliases w:val="eTitle1"/>
    <w:basedOn w:val="Normal"/>
    <w:next w:val="Normal"/>
    <w:link w:val="Heading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Heading3">
    <w:name w:val="heading 3"/>
    <w:aliases w:val="eTitle2"/>
    <w:basedOn w:val="Normal"/>
    <w:next w:val="Normal"/>
    <w:link w:val="Heading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Heading4">
    <w:name w:val="heading 4"/>
    <w:aliases w:val="eTitle3"/>
    <w:basedOn w:val="Normal"/>
    <w:next w:val="Normal"/>
    <w:link w:val="Heading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Heading5">
    <w:name w:val="heading 5"/>
    <w:aliases w:val="eTitle4"/>
    <w:basedOn w:val="Normal"/>
    <w:next w:val="Normal"/>
    <w:link w:val="Heading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072F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eTerm">
    <w:name w:val="eTerm"/>
    <w:basedOn w:val="DefaultParagraphFont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rsid w:val="001E0F8B"/>
    <w:pPr>
      <w:spacing w:after="240"/>
    </w:pPr>
    <w:rPr>
      <w:lang w:eastAsia="en-US"/>
    </w:rPr>
  </w:style>
  <w:style w:type="paragraph" w:styleId="ListBullet">
    <w:name w:val="List Bullet"/>
    <w:basedOn w:val="Normal"/>
    <w:rsid w:val="001E0F8B"/>
    <w:pPr>
      <w:tabs>
        <w:tab w:val="num" w:pos="340"/>
      </w:tabs>
      <w:ind w:left="340" w:hanging="340"/>
      <w:contextualSpacing/>
    </w:pPr>
  </w:style>
  <w:style w:type="character" w:customStyle="1" w:styleId="Heading1Char">
    <w:name w:val="Heading 1 Char"/>
    <w:aliases w:val="eChapterName Char"/>
    <w:basedOn w:val="DefaultParagraphFont"/>
    <w:link w:val="Heading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Heading2Char">
    <w:name w:val="Heading 2 Char"/>
    <w:aliases w:val="eTitle1 Char"/>
    <w:basedOn w:val="DefaultParagraphFont"/>
    <w:link w:val="Heading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Heading3Char">
    <w:name w:val="Heading 3 Char"/>
    <w:aliases w:val="eTitle2 Char"/>
    <w:basedOn w:val="DefaultParagraphFont"/>
    <w:link w:val="Heading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Heading4Char">
    <w:name w:val="Heading 4 Char"/>
    <w:aliases w:val="eTitle3 Char"/>
    <w:basedOn w:val="DefaultParagraphFont"/>
    <w:link w:val="Heading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Heading5Char">
    <w:name w:val="Heading 5 Char"/>
    <w:aliases w:val="eTitle4 Char"/>
    <w:basedOn w:val="DefaultParagraphFont"/>
    <w:link w:val="Heading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Heading6Char">
    <w:name w:val="Heading 6 Char"/>
    <w:basedOn w:val="DefaultParagraphFont"/>
    <w:link w:val="Heading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Heading7Char">
    <w:name w:val="Heading 7 Char"/>
    <w:basedOn w:val="DefaultParagraphFont"/>
    <w:link w:val="Heading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Heading8Char">
    <w:name w:val="Heading 8 Char"/>
    <w:basedOn w:val="DefaultParagraphFont"/>
    <w:link w:val="Heading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Heading9Char">
    <w:name w:val="Heading 9 Char"/>
    <w:basedOn w:val="DefaultParagraphFont"/>
    <w:link w:val="Heading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al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rsid w:val="00734028"/>
    <w:rPr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2E1F57"/>
    <w:pPr>
      <w:ind w:left="720"/>
      <w:contextualSpacing/>
    </w:pPr>
  </w:style>
  <w:style w:type="paragraph" w:styleId="Caption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DefaultParagraphFont"/>
    <w:rsid w:val="00F64BA3"/>
  </w:style>
  <w:style w:type="character" w:customStyle="1" w:styleId="shorttext">
    <w:name w:val="short_text"/>
    <w:basedOn w:val="DefaultParagraphFont"/>
    <w:rsid w:val="00B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</Template>
  <TotalTime>3</TotalTime>
  <Pages>3</Pages>
  <Words>341</Words>
  <Characters>1950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Renata Rybarova</cp:lastModifiedBy>
  <cp:revision>4</cp:revision>
  <cp:lastPrinted>2013-05-24T15:00:00Z</cp:lastPrinted>
  <dcterms:created xsi:type="dcterms:W3CDTF">2016-02-26T11:05:00Z</dcterms:created>
  <dcterms:modified xsi:type="dcterms:W3CDTF">2016-03-05T13:58:00Z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