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08474F" w:rsidRDefault="003264F1" w:rsidP="003264F1">
      <w:pPr>
        <w:pStyle w:val="eTask"/>
        <w:ind w:left="360" w:hanging="360"/>
        <w:rPr>
          <w:lang w:val="de-DE"/>
        </w:rPr>
      </w:pPr>
      <w:r w:rsidRPr="0008474F">
        <w:rPr>
          <w:bCs/>
          <w:lang w:val="de-DE"/>
        </w:rPr>
        <w:t>Welche Schnittstellentypen können in Zugangs- und Backbone-Netzwerken verwendet werden?</w:t>
      </w:r>
    </w:p>
    <w:p w:rsidR="003264F1" w:rsidRPr="0008474F" w:rsidRDefault="003264F1" w:rsidP="003264F1">
      <w:pPr>
        <w:rPr>
          <w:lang w:val="de-DE"/>
        </w:rPr>
      </w:pPr>
    </w:p>
    <w:p w:rsidR="003264F1" w:rsidRPr="0008474F" w:rsidRDefault="003264F1" w:rsidP="003137B1">
      <w:pPr>
        <w:ind w:left="357"/>
        <w:rPr>
          <w:lang w:val="de-DE"/>
        </w:rPr>
      </w:pPr>
      <w:r w:rsidRPr="0008474F">
        <w:rPr>
          <w:lang w:val="de-DE"/>
        </w:rPr>
        <w:t>1.</w:t>
      </w:r>
      <w:r w:rsidRPr="0008474F">
        <w:rPr>
          <w:lang w:val="de-DE"/>
        </w:rPr>
        <w:tab/>
        <w:t>______________________________</w:t>
      </w:r>
    </w:p>
    <w:p w:rsidR="003264F1" w:rsidRPr="0008474F" w:rsidRDefault="003264F1" w:rsidP="003137B1">
      <w:pPr>
        <w:ind w:left="357"/>
        <w:rPr>
          <w:lang w:val="de-DE"/>
        </w:rPr>
      </w:pPr>
    </w:p>
    <w:p w:rsidR="003264F1" w:rsidRPr="0008474F" w:rsidRDefault="003264F1" w:rsidP="003137B1">
      <w:pPr>
        <w:ind w:left="357"/>
        <w:rPr>
          <w:lang w:val="de-DE"/>
        </w:rPr>
      </w:pPr>
      <w:r w:rsidRPr="0008474F">
        <w:rPr>
          <w:lang w:val="de-DE"/>
        </w:rPr>
        <w:t>2.</w:t>
      </w:r>
      <w:r w:rsidRPr="0008474F">
        <w:rPr>
          <w:lang w:val="de-DE"/>
        </w:rPr>
        <w:tab/>
        <w:t>______________________________</w:t>
      </w:r>
    </w:p>
    <w:p w:rsidR="003264F1" w:rsidRPr="0008474F" w:rsidRDefault="003264F1" w:rsidP="003137B1">
      <w:pPr>
        <w:ind w:left="357"/>
        <w:rPr>
          <w:lang w:val="de-DE"/>
        </w:rPr>
      </w:pPr>
    </w:p>
    <w:p w:rsidR="003264F1" w:rsidRPr="0008474F" w:rsidRDefault="003264F1" w:rsidP="003137B1">
      <w:pPr>
        <w:ind w:left="357"/>
        <w:rPr>
          <w:lang w:val="de-DE"/>
        </w:rPr>
      </w:pPr>
      <w:r w:rsidRPr="0008474F">
        <w:rPr>
          <w:lang w:val="de-DE"/>
        </w:rPr>
        <w:t>3.</w:t>
      </w:r>
      <w:r w:rsidRPr="0008474F">
        <w:rPr>
          <w:lang w:val="de-DE"/>
        </w:rPr>
        <w:tab/>
        <w:t>______________________________</w:t>
      </w:r>
    </w:p>
    <w:p w:rsidR="003264F1" w:rsidRPr="0008474F" w:rsidRDefault="003264F1" w:rsidP="003264F1">
      <w:pPr>
        <w:pStyle w:val="eLineBottom"/>
        <w:rPr>
          <w:lang w:val="de-DE"/>
        </w:rPr>
      </w:pPr>
    </w:p>
    <w:p w:rsidR="003264F1" w:rsidRPr="0008474F" w:rsidRDefault="003264F1" w:rsidP="003264F1">
      <w:pPr>
        <w:rPr>
          <w:lang w:val="de-DE"/>
        </w:rPr>
      </w:pPr>
    </w:p>
    <w:p w:rsidR="00766135" w:rsidRPr="0008474F" w:rsidRDefault="00766135" w:rsidP="00766135">
      <w:pPr>
        <w:pStyle w:val="eTask"/>
        <w:rPr>
          <w:lang w:val="de-DE"/>
        </w:rPr>
      </w:pPr>
      <w:r w:rsidRPr="0008474F">
        <w:rPr>
          <w:bCs/>
          <w:lang w:val="de-DE"/>
        </w:rPr>
        <w:t>Ordnen Sie den vier Schnittstellen in der linken Spalte die entsprechenden theoretisch erreichbaren Übertragungsraten in der rechten Spalte</w:t>
      </w:r>
      <w:r w:rsidR="00D54CEC">
        <w:rPr>
          <w:bCs/>
          <w:lang w:val="de-DE"/>
        </w:rPr>
        <w:t xml:space="preserve"> zu</w:t>
      </w:r>
      <w:r w:rsidRPr="0008474F">
        <w:rPr>
          <w:bCs/>
          <w:lang w:val="de-DE"/>
        </w:rPr>
        <w:t>.</w:t>
      </w:r>
    </w:p>
    <w:p w:rsidR="00766135" w:rsidRPr="0008474F" w:rsidRDefault="00766135" w:rsidP="00766135">
      <w:pPr>
        <w:pStyle w:val="eTask"/>
        <w:numPr>
          <w:ilvl w:val="0"/>
          <w:numId w:val="0"/>
        </w:num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829"/>
        <w:gridCol w:w="2006"/>
      </w:tblGrid>
      <w:tr w:rsidR="00766135" w:rsidRPr="0008474F" w:rsidTr="007F22F2"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08474F" w:rsidRDefault="007F22F2" w:rsidP="004D4178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USB 3.0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</w:tcPr>
          <w:p w:rsidR="00766135" w:rsidRPr="0008474F" w:rsidRDefault="007F22F2" w:rsidP="004D4178">
            <w:pPr>
              <w:rPr>
                <w:b/>
                <w:lang w:val="de-DE"/>
              </w:rPr>
            </w:pPr>
            <w:r w:rsidRPr="0008474F">
              <w:rPr>
                <w:lang w:val="de-DE"/>
              </w:rPr>
              <w:t>bis zu 600 Mbit/s</w:t>
            </w: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08474F" w:rsidRDefault="00766135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08474F" w:rsidRDefault="00766135" w:rsidP="004D4178">
            <w:pPr>
              <w:rPr>
                <w:b/>
                <w:lang w:val="de-DE"/>
              </w:rPr>
            </w:pP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08474F" w:rsidRDefault="007F22F2" w:rsidP="004D4178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Thunderbolt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08474F" w:rsidRDefault="007F22F2" w:rsidP="004D4178">
            <w:pPr>
              <w:rPr>
                <w:b/>
                <w:lang w:val="de-DE"/>
              </w:rPr>
            </w:pPr>
            <w:r w:rsidRPr="0008474F">
              <w:rPr>
                <w:lang w:val="de-DE"/>
              </w:rPr>
              <w:t>bis zu 5 Gbit/s</w:t>
            </w: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08474F" w:rsidRDefault="00766135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08474F" w:rsidRDefault="00766135" w:rsidP="004D4178">
            <w:pPr>
              <w:rPr>
                <w:b/>
                <w:lang w:val="de-DE"/>
              </w:rPr>
            </w:pP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08474F" w:rsidRDefault="007F22F2" w:rsidP="004D4178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Bluetooth 2.0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08474F" w:rsidRDefault="007F22F2" w:rsidP="004D4178">
            <w:pPr>
              <w:rPr>
                <w:b/>
                <w:lang w:val="de-DE"/>
              </w:rPr>
            </w:pPr>
            <w:r w:rsidRPr="0008474F">
              <w:rPr>
                <w:lang w:val="de-DE"/>
              </w:rPr>
              <w:t>bis zu 10 Gbit/s</w:t>
            </w: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08474F" w:rsidRDefault="00766135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08474F" w:rsidRDefault="00766135" w:rsidP="004D4178">
            <w:pPr>
              <w:rPr>
                <w:b/>
                <w:lang w:val="de-DE"/>
              </w:rPr>
            </w:pPr>
          </w:p>
        </w:tc>
      </w:tr>
      <w:tr w:rsidR="00766135" w:rsidRPr="0008474F" w:rsidTr="007F22F2">
        <w:tc>
          <w:tcPr>
            <w:tcW w:w="19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135" w:rsidRPr="0008474F" w:rsidRDefault="007F22F2" w:rsidP="004D4178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Wi-Fi (802.11n)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08474F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</w:tcPr>
          <w:p w:rsidR="00766135" w:rsidRPr="0008474F" w:rsidRDefault="007F22F2" w:rsidP="007F22F2">
            <w:pPr>
              <w:rPr>
                <w:b/>
                <w:lang w:val="de-DE"/>
              </w:rPr>
            </w:pPr>
            <w:r w:rsidRPr="0008474F">
              <w:rPr>
                <w:lang w:val="de-DE"/>
              </w:rPr>
              <w:t>bis zu 3 Gbit/s</w:t>
            </w:r>
          </w:p>
        </w:tc>
      </w:tr>
    </w:tbl>
    <w:p w:rsidR="00766135" w:rsidRPr="0008474F" w:rsidRDefault="00766135" w:rsidP="00766135">
      <w:pPr>
        <w:pStyle w:val="eLineBottom"/>
        <w:rPr>
          <w:lang w:val="de-DE"/>
        </w:rPr>
      </w:pPr>
    </w:p>
    <w:p w:rsidR="00766135" w:rsidRPr="0008474F" w:rsidRDefault="00766135" w:rsidP="00766135">
      <w:pPr>
        <w:rPr>
          <w:lang w:val="de-DE"/>
        </w:rPr>
      </w:pPr>
    </w:p>
    <w:p w:rsidR="004E2B7C" w:rsidRPr="0008474F" w:rsidRDefault="004E2B7C" w:rsidP="004E2B7C">
      <w:pPr>
        <w:pStyle w:val="eTask"/>
        <w:rPr>
          <w:lang w:val="de-DE"/>
        </w:rPr>
      </w:pPr>
      <w:r w:rsidRPr="0008474F">
        <w:rPr>
          <w:bCs/>
          <w:lang w:val="de-DE"/>
        </w:rPr>
        <w:t xml:space="preserve">Wählen Sie </w:t>
      </w:r>
      <w:r w:rsidR="007F5DB4">
        <w:rPr>
          <w:bCs/>
          <w:lang w:val="de-DE"/>
        </w:rPr>
        <w:t xml:space="preserve">jeweils eine </w:t>
      </w:r>
      <w:r w:rsidRPr="0008474F">
        <w:rPr>
          <w:bCs/>
          <w:lang w:val="de-DE"/>
        </w:rPr>
        <w:t>Variante des folgenden Text</w:t>
      </w:r>
      <w:r w:rsidR="007F5DB4">
        <w:rPr>
          <w:bCs/>
          <w:lang w:val="de-DE"/>
        </w:rPr>
        <w:t>e</w:t>
      </w:r>
      <w:r w:rsidRPr="0008474F">
        <w:rPr>
          <w:bCs/>
          <w:lang w:val="de-DE"/>
        </w:rPr>
        <w:t>s, so dass die Aussage richtig ist.</w:t>
      </w:r>
    </w:p>
    <w:p w:rsidR="004E2B7C" w:rsidRPr="0008474F" w:rsidRDefault="004E2B7C" w:rsidP="004E2B7C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4E2B7C" w:rsidRPr="0008474F" w:rsidRDefault="00576947" w:rsidP="000864CD">
      <w:pPr>
        <w:spacing w:line="360" w:lineRule="auto"/>
        <w:rPr>
          <w:lang w:val="de-DE"/>
        </w:rPr>
      </w:pPr>
      <w:r>
        <w:rPr>
          <w:lang w:val="de-DE"/>
        </w:rPr>
        <w:t>Die</w:t>
      </w:r>
      <w:r w:rsidR="004E2B7C" w:rsidRPr="0008474F">
        <w:rPr>
          <w:lang w:val="de-DE"/>
        </w:rPr>
        <w:t xml:space="preserve"> USB-Schnittstelle ist eine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serielle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parallele</m:t>
                  </m:r>
                </m:e>
              </m:mr>
            </m:m>
          </m:e>
        </m:d>
      </m:oMath>
      <w:r w:rsidR="004E2B7C" w:rsidRPr="0008474F">
        <w:rPr>
          <w:lang w:val="de-DE"/>
        </w:rPr>
        <w:t xml:space="preserve"> Schnittstelle des Typs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Bus</m:t>
                  </m:r>
                  <m: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Ring</m:t>
                  </m:r>
                </m:e>
              </m:mr>
            </m:m>
          </m:e>
        </m:d>
      </m:oMath>
      <w:r w:rsidR="004E2B7C" w:rsidRPr="0008474F">
        <w:rPr>
          <w:lang w:val="de-DE"/>
        </w:rPr>
        <w:t xml:space="preserve">. Alle Geräte, die über </w:t>
      </w:r>
      <w:r>
        <w:rPr>
          <w:lang w:val="de-DE"/>
        </w:rPr>
        <w:t xml:space="preserve">eine </w:t>
      </w:r>
      <w:r w:rsidR="004E2B7C" w:rsidRPr="0008474F">
        <w:rPr>
          <w:lang w:val="de-DE"/>
        </w:rPr>
        <w:t xml:space="preserve">USB-Schnittstelle angeschlossen sind,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teilen miteinander nicht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teilen miteinander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de-DE"/>
          </w:rPr>
          <m:t xml:space="preserve"> </m:t>
        </m:r>
      </m:oMath>
      <w:r w:rsidR="004E2B7C" w:rsidRPr="0008474F">
        <w:rPr>
          <w:lang w:val="de-DE"/>
        </w:rPr>
        <w:t xml:space="preserve"> die ganze Breite des Übertragungsband</w:t>
      </w:r>
      <w:r>
        <w:rPr>
          <w:lang w:val="de-DE"/>
        </w:rPr>
        <w:t>e</w:t>
      </w:r>
      <w:r w:rsidR="004E2B7C" w:rsidRPr="0008474F">
        <w:rPr>
          <w:lang w:val="de-DE"/>
        </w:rPr>
        <w:t>s.</w:t>
      </w:r>
    </w:p>
    <w:p w:rsidR="00C24013" w:rsidRPr="0008474F" w:rsidRDefault="00C24013" w:rsidP="00C24013">
      <w:pPr>
        <w:pStyle w:val="eLineBottom"/>
        <w:rPr>
          <w:lang w:val="de-DE"/>
        </w:rPr>
      </w:pPr>
    </w:p>
    <w:p w:rsidR="00C24013" w:rsidRPr="0008474F" w:rsidRDefault="00C24013" w:rsidP="00C24013">
      <w:pPr>
        <w:rPr>
          <w:lang w:val="de-DE"/>
        </w:rPr>
      </w:pPr>
    </w:p>
    <w:p w:rsidR="00C24013" w:rsidRPr="0008474F" w:rsidRDefault="00C24013" w:rsidP="00C24013">
      <w:pPr>
        <w:pStyle w:val="eTask"/>
        <w:rPr>
          <w:lang w:val="de-DE"/>
        </w:rPr>
      </w:pPr>
      <w:r w:rsidRPr="0008474F">
        <w:rPr>
          <w:bCs/>
          <w:lang w:val="de-DE"/>
        </w:rPr>
        <w:t>Ordnen Sie den vier Geschwindigkeitsmodi in der linken Spalte ihre Spezifikation in der rechten Spalte</w:t>
      </w:r>
      <w:r w:rsidR="00D54CEC">
        <w:rPr>
          <w:bCs/>
          <w:lang w:val="de-DE"/>
        </w:rPr>
        <w:t xml:space="preserve"> zu</w:t>
      </w:r>
      <w:r w:rsidRPr="0008474F">
        <w:rPr>
          <w:bCs/>
          <w:lang w:val="de-DE"/>
        </w:rPr>
        <w:t>.</w:t>
      </w:r>
    </w:p>
    <w:p w:rsidR="00197271" w:rsidRPr="0008474F" w:rsidRDefault="00197271" w:rsidP="00197271">
      <w:pPr>
        <w:pStyle w:val="eTask"/>
        <w:numPr>
          <w:ilvl w:val="0"/>
          <w:numId w:val="0"/>
        </w:numPr>
        <w:rPr>
          <w:lang w:val="de-DE"/>
        </w:rPr>
      </w:pPr>
    </w:p>
    <w:tbl>
      <w:tblPr>
        <w:tblStyle w:val="Mkatabulky"/>
        <w:tblW w:w="7857" w:type="dxa"/>
        <w:tblInd w:w="360" w:type="dxa"/>
        <w:tblLook w:val="04A0" w:firstRow="1" w:lastRow="0" w:firstColumn="1" w:lastColumn="0" w:noHBand="0" w:noVBand="1"/>
      </w:tblPr>
      <w:tblGrid>
        <w:gridCol w:w="4030"/>
        <w:gridCol w:w="1417"/>
        <w:gridCol w:w="2410"/>
      </w:tblGrid>
      <w:tr w:rsidR="00197271" w:rsidRPr="0008474F" w:rsidTr="00E70007">
        <w:trPr>
          <w:trHeight w:val="567"/>
        </w:trPr>
        <w:tc>
          <w:tcPr>
            <w:tcW w:w="40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08474F" w:rsidRDefault="00197271" w:rsidP="00197271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SuperSpeed+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Spezifikation USB 3.0</w:t>
            </w:r>
          </w:p>
        </w:tc>
      </w:tr>
      <w:tr w:rsidR="00197271" w:rsidRPr="0008474F" w:rsidTr="00E70007">
        <w:trPr>
          <w:trHeight w:val="283"/>
        </w:trPr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</w:p>
        </w:tc>
      </w:tr>
      <w:tr w:rsidR="00197271" w:rsidRPr="0008474F" w:rsidTr="00E70007">
        <w:trPr>
          <w:trHeight w:val="567"/>
        </w:trPr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08474F" w:rsidRDefault="00197271" w:rsidP="00197271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High Speed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Spezifikation USB 2.0</w:t>
            </w:r>
          </w:p>
        </w:tc>
      </w:tr>
      <w:tr w:rsidR="00197271" w:rsidRPr="0008474F" w:rsidTr="00E70007">
        <w:trPr>
          <w:trHeight w:val="283"/>
        </w:trPr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</w:p>
        </w:tc>
      </w:tr>
      <w:tr w:rsidR="00197271" w:rsidRPr="0008474F" w:rsidTr="00E70007">
        <w:trPr>
          <w:trHeight w:val="567"/>
        </w:trPr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08474F" w:rsidRDefault="00197271" w:rsidP="00197271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Full Speed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Spezifikation USB 3.1</w:t>
            </w:r>
          </w:p>
        </w:tc>
      </w:tr>
      <w:tr w:rsidR="00197271" w:rsidRPr="0008474F" w:rsidTr="00E70007">
        <w:trPr>
          <w:trHeight w:val="283"/>
        </w:trPr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4D417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</w:p>
        </w:tc>
      </w:tr>
      <w:tr w:rsidR="00197271" w:rsidRPr="0008474F" w:rsidTr="00E70007">
        <w:trPr>
          <w:trHeight w:val="567"/>
        </w:trPr>
        <w:tc>
          <w:tcPr>
            <w:tcW w:w="40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7271" w:rsidRPr="0008474F" w:rsidRDefault="00197271" w:rsidP="00197271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Super Speed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08474F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271" w:rsidRPr="0008474F" w:rsidRDefault="00197271" w:rsidP="00E70007">
            <w:pPr>
              <w:jc w:val="center"/>
              <w:rPr>
                <w:b/>
                <w:lang w:val="de-DE"/>
              </w:rPr>
            </w:pPr>
            <w:r w:rsidRPr="0008474F">
              <w:rPr>
                <w:lang w:val="de-DE"/>
              </w:rPr>
              <w:t>Spezifikation USB 1.1</w:t>
            </w:r>
          </w:p>
        </w:tc>
      </w:tr>
    </w:tbl>
    <w:p w:rsidR="0008474F" w:rsidRPr="0008474F" w:rsidRDefault="0008474F">
      <w:pPr>
        <w:rPr>
          <w:b/>
          <w:bCs/>
          <w:lang w:val="de-DE"/>
        </w:rPr>
      </w:pPr>
      <w:r w:rsidRPr="0008474F">
        <w:rPr>
          <w:bCs/>
          <w:lang w:val="de-DE"/>
        </w:rPr>
        <w:br w:type="page"/>
      </w:r>
    </w:p>
    <w:p w:rsidR="00197271" w:rsidRPr="0008474F" w:rsidRDefault="00E728DC" w:rsidP="00197271">
      <w:pPr>
        <w:pStyle w:val="eTask"/>
        <w:rPr>
          <w:lang w:val="de-DE"/>
        </w:rPr>
      </w:pPr>
      <w:r w:rsidRPr="0008474F">
        <w:rPr>
          <w:bCs/>
          <w:lang w:val="de-DE"/>
        </w:rPr>
        <w:lastRenderedPageBreak/>
        <w:t xml:space="preserve">Welches USB-Gerät dient </w:t>
      </w:r>
      <w:r w:rsidR="00A04F68">
        <w:rPr>
          <w:bCs/>
          <w:lang w:val="de-DE"/>
        </w:rPr>
        <w:t xml:space="preserve">der </w:t>
      </w:r>
      <w:r w:rsidRPr="0008474F">
        <w:rPr>
          <w:bCs/>
          <w:lang w:val="de-DE"/>
        </w:rPr>
        <w:t>Erweiterung (Verlängerung) des USB-Busses?</w:t>
      </w:r>
    </w:p>
    <w:p w:rsidR="003137B1" w:rsidRPr="0008474F" w:rsidRDefault="003137B1" w:rsidP="003137B1">
      <w:pPr>
        <w:rPr>
          <w:lang w:val="de-DE"/>
        </w:rPr>
      </w:pPr>
    </w:p>
    <w:p w:rsidR="003137B1" w:rsidRPr="0008474F" w:rsidRDefault="003137B1" w:rsidP="003137B1">
      <w:pPr>
        <w:rPr>
          <w:rStyle w:val="eCheckBoxTextChar"/>
          <w:lang w:val="de-DE"/>
        </w:rPr>
      </w:pPr>
      <w:r w:rsidRPr="0008474F">
        <w:rPr>
          <w:rStyle w:val="eCheckBoxSquareChar"/>
          <w:lang w:val="de-DE"/>
        </w:rPr>
        <w:t>□</w:t>
      </w:r>
      <w:r w:rsidRPr="0008474F">
        <w:rPr>
          <w:lang w:val="de-DE"/>
        </w:rPr>
        <w:tab/>
      </w:r>
      <w:r w:rsidRPr="0008474F">
        <w:rPr>
          <w:rStyle w:val="eCheckBoxTextChar"/>
          <w:lang w:val="de-DE"/>
        </w:rPr>
        <w:t>USB-Hub</w:t>
      </w:r>
    </w:p>
    <w:p w:rsidR="003137B1" w:rsidRPr="0008474F" w:rsidRDefault="003137B1" w:rsidP="003137B1">
      <w:pPr>
        <w:rPr>
          <w:rStyle w:val="eCheckBoxTextChar"/>
          <w:lang w:val="de-DE"/>
        </w:rPr>
      </w:pPr>
      <w:r w:rsidRPr="0008474F">
        <w:rPr>
          <w:rStyle w:val="eCheckBoxSquareChar"/>
          <w:lang w:val="de-DE"/>
        </w:rPr>
        <w:t>□</w:t>
      </w:r>
      <w:r w:rsidRPr="0008474F">
        <w:rPr>
          <w:lang w:val="de-DE"/>
        </w:rPr>
        <w:tab/>
      </w:r>
      <w:r w:rsidRPr="0008474F">
        <w:rPr>
          <w:rStyle w:val="eCheckBoxTextChar"/>
          <w:lang w:val="de-DE"/>
        </w:rPr>
        <w:t>USB-Endgerät</w:t>
      </w:r>
    </w:p>
    <w:p w:rsidR="0008474F" w:rsidRDefault="0008474F" w:rsidP="003137B1">
      <w:pPr>
        <w:rPr>
          <w:lang w:val="de-DE"/>
        </w:rPr>
      </w:pPr>
    </w:p>
    <w:p w:rsidR="000E28CC" w:rsidRDefault="000E28CC" w:rsidP="000E28CC">
      <w:pPr>
        <w:pStyle w:val="eLineBottom"/>
        <w:rPr>
          <w:lang w:val="de-DE"/>
        </w:rPr>
      </w:pPr>
      <w:bookmarkStart w:id="0" w:name="_GoBack"/>
      <w:bookmarkEnd w:id="0"/>
    </w:p>
    <w:p w:rsidR="000E28CC" w:rsidRPr="0008474F" w:rsidRDefault="000E28CC" w:rsidP="003137B1">
      <w:pPr>
        <w:rPr>
          <w:lang w:val="de-DE"/>
        </w:rPr>
      </w:pPr>
    </w:p>
    <w:p w:rsidR="00456107" w:rsidRPr="0008474F" w:rsidRDefault="00456107" w:rsidP="00456107">
      <w:pPr>
        <w:pStyle w:val="eTask"/>
        <w:ind w:left="360" w:hanging="360"/>
        <w:rPr>
          <w:lang w:val="de-DE"/>
        </w:rPr>
      </w:pPr>
      <w:r w:rsidRPr="0008474F">
        <w:rPr>
          <w:bCs/>
          <w:lang w:val="de-DE"/>
        </w:rPr>
        <w:t xml:space="preserve">Wählen Sie </w:t>
      </w:r>
      <w:r w:rsidR="007F5DB4">
        <w:rPr>
          <w:bCs/>
          <w:lang w:val="de-DE"/>
        </w:rPr>
        <w:t xml:space="preserve">jeweils eine </w:t>
      </w:r>
      <w:r w:rsidRPr="0008474F">
        <w:rPr>
          <w:bCs/>
          <w:lang w:val="de-DE"/>
        </w:rPr>
        <w:t>Variante des folgenden Text</w:t>
      </w:r>
      <w:r w:rsidR="007F5DB4">
        <w:rPr>
          <w:bCs/>
          <w:lang w:val="de-DE"/>
        </w:rPr>
        <w:t>e</w:t>
      </w:r>
      <w:r w:rsidRPr="0008474F">
        <w:rPr>
          <w:bCs/>
          <w:lang w:val="de-DE"/>
        </w:rPr>
        <w:t>s, so dass die Aussage richtig ist.</w:t>
      </w:r>
    </w:p>
    <w:p w:rsidR="00456107" w:rsidRPr="0008474F" w:rsidRDefault="00456107" w:rsidP="00456107">
      <w:pPr>
        <w:rPr>
          <w:lang w:val="de-DE"/>
        </w:rPr>
      </w:pPr>
    </w:p>
    <w:p w:rsidR="00E71732" w:rsidRPr="0008474F" w:rsidRDefault="00456107" w:rsidP="000864CD">
      <w:pPr>
        <w:spacing w:line="360" w:lineRule="auto"/>
        <w:rPr>
          <w:lang w:val="de-DE"/>
        </w:rPr>
      </w:pPr>
      <w:r w:rsidRPr="0008474F">
        <w:rPr>
          <w:lang w:val="de-DE"/>
        </w:rPr>
        <w:t xml:space="preserve">Die Schnittstelle USB 3.0 ist ein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Dualbus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Singlebus</m:t>
                  </m:r>
                </m:e>
              </m:mr>
            </m:m>
          </m:e>
        </m:d>
      </m:oMath>
      <w:r w:rsidRPr="0008474F">
        <w:rPr>
          <w:lang w:val="de-DE"/>
        </w:rPr>
        <w:t xml:space="preserve">, der eine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parallele Verbindung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Überbrückung</m:t>
                  </m:r>
                </m:e>
              </m:mr>
            </m:m>
          </m:e>
        </m:d>
      </m:oMath>
      <w:r w:rsidRPr="0008474F">
        <w:rPr>
          <w:lang w:val="de-DE"/>
        </w:rPr>
        <w:t xml:space="preserve"> von USB 2.0 und dem neuen Bus USB SuperSpeed bildet. Dank dieser Konzeption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wird 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wird es nicht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de-DE"/>
          </w:rPr>
          <m:t xml:space="preserve"> </m:t>
        </m:r>
      </m:oMath>
      <w:r w:rsidRPr="0008474F">
        <w:rPr>
          <w:lang w:val="de-DE"/>
        </w:rPr>
        <w:t xml:space="preserve"> möglich sein, Endgeräte </w:t>
      </w:r>
      <w:r w:rsidR="00D413BC">
        <w:rPr>
          <w:lang w:val="de-DE"/>
        </w:rPr>
        <w:t xml:space="preserve">mit </w:t>
      </w:r>
      <w:r w:rsidRPr="0008474F">
        <w:rPr>
          <w:lang w:val="de-DE"/>
        </w:rPr>
        <w:t xml:space="preserve">USB 2.0 </w:t>
      </w:r>
      <w:r w:rsidR="00D413BC">
        <w:rPr>
          <w:lang w:val="de-DE"/>
        </w:rPr>
        <w:t xml:space="preserve">an </w:t>
      </w:r>
      <w:r w:rsidRPr="0008474F">
        <w:rPr>
          <w:lang w:val="de-DE"/>
        </w:rPr>
        <w:t xml:space="preserve">USB 3.0 </w:t>
      </w:r>
      <w:r w:rsidR="00D413BC" w:rsidRPr="0008474F">
        <w:rPr>
          <w:lang w:val="de-DE"/>
        </w:rPr>
        <w:t xml:space="preserve">Controllern </w:t>
      </w:r>
      <w:r w:rsidRPr="0008474F">
        <w:rPr>
          <w:lang w:val="de-DE"/>
        </w:rPr>
        <w:t xml:space="preserve">zu verwenden. Jedoch </w:t>
      </w:r>
      <w:r w:rsidR="00D413BC">
        <w:rPr>
          <w:lang w:val="de-DE"/>
        </w:rPr>
        <w:t xml:space="preserve">ist es </w:t>
      </w:r>
      <w:r w:rsidRPr="0008474F">
        <w:rPr>
          <w:lang w:val="de-DE"/>
        </w:rPr>
        <w:t xml:space="preserve">auf einem Endgerät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nicht möglich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möglich</m:t>
                  </m:r>
                </m:e>
              </m:mr>
            </m:m>
          </m:e>
        </m:d>
      </m:oMath>
      <w:r w:rsidRPr="0008474F">
        <w:rPr>
          <w:lang w:val="de-DE"/>
        </w:rPr>
        <w:t>, beide Busse</w:t>
      </w:r>
      <w:r w:rsidR="00D413BC">
        <w:rPr>
          <w:lang w:val="de-DE"/>
        </w:rPr>
        <w:t xml:space="preserve"> gleichzeitig zu benutzen</w:t>
      </w:r>
      <w:r w:rsidRPr="0008474F">
        <w:rPr>
          <w:lang w:val="de-DE"/>
        </w:rPr>
        <w:t>.</w:t>
      </w:r>
    </w:p>
    <w:p w:rsidR="00E71732" w:rsidRPr="0008474F" w:rsidRDefault="00E71732" w:rsidP="00E71732">
      <w:pPr>
        <w:pStyle w:val="eLineBottom"/>
        <w:rPr>
          <w:lang w:val="de-DE"/>
        </w:rPr>
      </w:pPr>
    </w:p>
    <w:p w:rsidR="00E71732" w:rsidRPr="0008474F" w:rsidRDefault="00E71732" w:rsidP="00E71732">
      <w:pPr>
        <w:rPr>
          <w:lang w:val="de-DE"/>
        </w:rPr>
      </w:pPr>
    </w:p>
    <w:p w:rsidR="00342FBB" w:rsidRPr="0008474F" w:rsidRDefault="00342FBB" w:rsidP="00342FBB">
      <w:pPr>
        <w:pStyle w:val="eTask"/>
        <w:ind w:left="360" w:hanging="360"/>
        <w:rPr>
          <w:lang w:val="de-DE"/>
        </w:rPr>
      </w:pPr>
      <w:r w:rsidRPr="0008474F">
        <w:rPr>
          <w:bCs/>
          <w:lang w:val="de-DE"/>
        </w:rPr>
        <w:t>Welche Pakettypen werden von der Schnittstelle USB SuperSpeed verwendet?</w:t>
      </w:r>
    </w:p>
    <w:p w:rsidR="00342FBB" w:rsidRPr="0008474F" w:rsidRDefault="00342FBB" w:rsidP="00342FBB">
      <w:pPr>
        <w:rPr>
          <w:lang w:val="de-DE"/>
        </w:rPr>
      </w:pPr>
    </w:p>
    <w:p w:rsidR="00342FBB" w:rsidRPr="0008474F" w:rsidRDefault="00342FBB" w:rsidP="003137B1">
      <w:pPr>
        <w:ind w:left="357"/>
        <w:rPr>
          <w:lang w:val="de-DE"/>
        </w:rPr>
      </w:pPr>
      <w:r w:rsidRPr="0008474F">
        <w:rPr>
          <w:lang w:val="de-DE"/>
        </w:rPr>
        <w:t>1.</w:t>
      </w:r>
      <w:r w:rsidRPr="0008474F">
        <w:rPr>
          <w:lang w:val="de-DE"/>
        </w:rPr>
        <w:tab/>
        <w:t>_______________________________________________________</w:t>
      </w:r>
    </w:p>
    <w:p w:rsidR="00342FBB" w:rsidRPr="0008474F" w:rsidRDefault="00342FBB" w:rsidP="003137B1">
      <w:pPr>
        <w:ind w:left="357"/>
        <w:rPr>
          <w:lang w:val="de-DE"/>
        </w:rPr>
      </w:pPr>
    </w:p>
    <w:p w:rsidR="00342FBB" w:rsidRPr="0008474F" w:rsidRDefault="00342FBB" w:rsidP="003137B1">
      <w:pPr>
        <w:ind w:left="357"/>
        <w:rPr>
          <w:lang w:val="de-DE"/>
        </w:rPr>
      </w:pPr>
      <w:r w:rsidRPr="0008474F">
        <w:rPr>
          <w:lang w:val="de-DE"/>
        </w:rPr>
        <w:t>2.</w:t>
      </w:r>
      <w:r w:rsidRPr="0008474F">
        <w:rPr>
          <w:lang w:val="de-DE"/>
        </w:rPr>
        <w:tab/>
        <w:t>_______________________________________________________</w:t>
      </w:r>
    </w:p>
    <w:p w:rsidR="00342FBB" w:rsidRPr="0008474F" w:rsidRDefault="00342FBB" w:rsidP="003137B1">
      <w:pPr>
        <w:ind w:left="357"/>
        <w:rPr>
          <w:lang w:val="de-DE"/>
        </w:rPr>
      </w:pPr>
    </w:p>
    <w:p w:rsidR="00342FBB" w:rsidRPr="0008474F" w:rsidRDefault="00342FBB" w:rsidP="003137B1">
      <w:pPr>
        <w:ind w:left="357"/>
        <w:rPr>
          <w:lang w:val="de-DE"/>
        </w:rPr>
      </w:pPr>
      <w:r w:rsidRPr="0008474F">
        <w:rPr>
          <w:lang w:val="de-DE"/>
        </w:rPr>
        <w:t>3.</w:t>
      </w:r>
      <w:r w:rsidRPr="0008474F">
        <w:rPr>
          <w:lang w:val="de-DE"/>
        </w:rPr>
        <w:tab/>
        <w:t>_______________________________________________________</w:t>
      </w:r>
    </w:p>
    <w:p w:rsidR="00342FBB" w:rsidRPr="0008474F" w:rsidRDefault="00342FBB" w:rsidP="003137B1">
      <w:pPr>
        <w:ind w:left="357"/>
        <w:rPr>
          <w:lang w:val="de-DE"/>
        </w:rPr>
      </w:pPr>
    </w:p>
    <w:p w:rsidR="00342FBB" w:rsidRPr="0008474F" w:rsidRDefault="00342FBB" w:rsidP="003137B1">
      <w:pPr>
        <w:ind w:left="357"/>
        <w:rPr>
          <w:lang w:val="de-DE"/>
        </w:rPr>
      </w:pPr>
      <w:r w:rsidRPr="0008474F">
        <w:rPr>
          <w:lang w:val="de-DE"/>
        </w:rPr>
        <w:t>4.</w:t>
      </w:r>
      <w:r w:rsidRPr="0008474F">
        <w:rPr>
          <w:lang w:val="de-DE"/>
        </w:rPr>
        <w:tab/>
        <w:t>_______________________________________________________</w:t>
      </w:r>
    </w:p>
    <w:p w:rsidR="00342FBB" w:rsidRPr="0008474F" w:rsidRDefault="00342FBB" w:rsidP="00342FBB">
      <w:pPr>
        <w:pStyle w:val="eLineBottom"/>
        <w:rPr>
          <w:lang w:val="de-DE"/>
        </w:rPr>
      </w:pPr>
    </w:p>
    <w:p w:rsidR="000864CD" w:rsidRPr="0008474F" w:rsidRDefault="000864CD" w:rsidP="00342FBB">
      <w:pPr>
        <w:pStyle w:val="eLineBottom"/>
        <w:rPr>
          <w:lang w:val="de-DE"/>
        </w:rPr>
      </w:pPr>
    </w:p>
    <w:p w:rsidR="00342FBB" w:rsidRPr="0008474F" w:rsidRDefault="00342FBB" w:rsidP="00342FBB">
      <w:pPr>
        <w:rPr>
          <w:lang w:val="de-DE"/>
        </w:rPr>
      </w:pPr>
    </w:p>
    <w:p w:rsidR="0008474F" w:rsidRDefault="0008474F">
      <w:pPr>
        <w:rPr>
          <w:b/>
          <w:bCs/>
          <w:lang w:val="de-DE"/>
        </w:rPr>
      </w:pPr>
      <w:r>
        <w:rPr>
          <w:bCs/>
          <w:lang w:val="de-DE"/>
        </w:rPr>
        <w:br w:type="page"/>
      </w:r>
    </w:p>
    <w:p w:rsidR="00342FBB" w:rsidRPr="0008474F" w:rsidRDefault="00E433EA" w:rsidP="00342FBB">
      <w:pPr>
        <w:pStyle w:val="eTask"/>
        <w:ind w:left="360" w:hanging="360"/>
        <w:rPr>
          <w:lang w:val="de-DE"/>
        </w:rPr>
      </w:pPr>
      <w:r w:rsidRPr="0008474F">
        <w:rPr>
          <w:bCs/>
          <w:lang w:val="de-DE"/>
        </w:rPr>
        <w:lastRenderedPageBreak/>
        <w:t>Ergänzen Sie die richtigen Beschr</w:t>
      </w:r>
      <w:r w:rsidR="00D413BC">
        <w:rPr>
          <w:bCs/>
          <w:lang w:val="de-DE"/>
        </w:rPr>
        <w:t>iftungen der einzelnen Teile i</w:t>
      </w:r>
      <w:r w:rsidRPr="0008474F">
        <w:rPr>
          <w:bCs/>
          <w:lang w:val="de-DE"/>
        </w:rPr>
        <w:t>m folgenden Bild:</w:t>
      </w:r>
    </w:p>
    <w:p w:rsidR="00E71732" w:rsidRPr="0008474F" w:rsidRDefault="00E71732" w:rsidP="00E71732">
      <w:pPr>
        <w:rPr>
          <w:lang w:val="de-DE"/>
        </w:rPr>
      </w:pPr>
    </w:p>
    <w:p w:rsidR="00FB0FCA" w:rsidRPr="0008474F" w:rsidRDefault="0008474F" w:rsidP="0077662F">
      <w:pPr>
        <w:jc w:val="center"/>
        <w:rPr>
          <w:lang w:val="de-DE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-1170305</wp:posOffset>
            </wp:positionH>
            <wp:positionV relativeFrom="page">
              <wp:posOffset>1414145</wp:posOffset>
            </wp:positionV>
            <wp:extent cx="4720590" cy="1974850"/>
            <wp:effectExtent l="0" t="0" r="3810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S_komunikace_Thunderbolt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0590" cy="197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7D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left:0;text-align:left;margin-left:356.65pt;margin-top:129.15pt;width:76.5pt;height:26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">
            <v:textbox>
              <w:txbxContent>
                <w:p w:rsidR="00FB0FCA" w:rsidRDefault="00FB0FCA" w:rsidP="00FB0FCA">
                  <w:pPr>
                    <w:jc w:val="center"/>
                  </w:pPr>
                </w:p>
              </w:txbxContent>
            </v:textbox>
            <w10:wrap type="square" anchorx="margin"/>
          </v:shape>
        </w:pict>
      </w:r>
      <w:r w:rsidR="002737DD">
        <w:rPr>
          <w:noProof/>
        </w:rPr>
        <w:pict>
          <v:shape id="_x0000_s1027" type="#_x0000_t202" style="position:absolute;left:0;text-align:left;margin-left:20.65pt;margin-top:131.25pt;width:76.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">
            <v:textbox>
              <w:txbxContent>
                <w:p w:rsidR="00FB0FCA" w:rsidRPr="00FB0FCA" w:rsidRDefault="00FB0FCA" w:rsidP="00FB0FCA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 w:rsidR="002737DD">
        <w:rPr>
          <w:noProof/>
        </w:rPr>
        <w:pict>
          <v:shape id="_x0000_s1028" type="#_x0000_t202" style="position:absolute;left:0;text-align:left;margin-left:242.65pt;margin-top:116.25pt;width:75.75pt;height:3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">
            <v:textbox>
              <w:txbxContent>
                <w:p w:rsidR="0077662F" w:rsidRPr="00FB0FCA" w:rsidRDefault="0077662F" w:rsidP="0077662F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 w:rsidR="002737DD">
        <w:rPr>
          <w:noProof/>
        </w:rPr>
        <w:pict>
          <v:shape id="_x0000_s1029" type="#_x0000_t202" style="position:absolute;left:0;text-align:left;margin-left:130.15pt;margin-top:117pt;width:75.75pt;height:3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">
            <v:textbox>
              <w:txbxContent>
                <w:p w:rsidR="0077662F" w:rsidRPr="00FB0FCA" w:rsidRDefault="0077662F" w:rsidP="0077662F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 w:rsidR="002737DD">
        <w:rPr>
          <w:noProof/>
        </w:rPr>
        <w:pict>
          <v:shape id="_x0000_s1030" type="#_x0000_t202" style="position:absolute;left:0;text-align:left;margin-left:308.65pt;margin-top:4.5pt;width:121.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">
            <v:textbox>
              <w:txbxContent>
                <w:p w:rsidR="0077662F" w:rsidRPr="00FB0FCA" w:rsidRDefault="0077662F" w:rsidP="00FB0FCA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  <w:r w:rsidR="002737DD">
        <w:rPr>
          <w:noProof/>
        </w:rPr>
        <w:pict>
          <v:shape id="_x0000_s1031" type="#_x0000_t202" style="position:absolute;left:0;text-align:left;margin-left:0;margin-top:3.75pt;width:121.5pt;height:21.7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">
            <v:textbox>
              <w:txbxContent>
                <w:p w:rsidR="0077662F" w:rsidRPr="00FB0FCA" w:rsidRDefault="0077662F" w:rsidP="00FB0FCA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2737DD" w:rsidP="00FB0FCA">
      <w:pPr>
        <w:rPr>
          <w:lang w:val="de-DE"/>
        </w:rPr>
      </w:pPr>
      <w:r>
        <w:rPr>
          <w:noProof/>
        </w:rPr>
        <w:pict>
          <v:shape id="_x0000_s1032" type="#_x0000_t202" style="position:absolute;margin-left:165.3pt;margin-top:13.05pt;width:121.5pt;height:21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">
            <v:textbox>
              <w:txbxContent>
                <w:p w:rsidR="0077662F" w:rsidRPr="00FB0FCA" w:rsidRDefault="0077662F" w:rsidP="0077662F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  <w10:wrap type="square" anchorx="margin"/>
          </v:shape>
        </w:pict>
      </w: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FB0FCA" w:rsidRPr="0008474F" w:rsidRDefault="00FB0FCA" w:rsidP="00FB0FCA">
      <w:pPr>
        <w:rPr>
          <w:lang w:val="de-DE"/>
        </w:rPr>
      </w:pPr>
    </w:p>
    <w:p w:rsidR="000864CD" w:rsidRPr="0008474F" w:rsidRDefault="00FB0FCA" w:rsidP="0008474F">
      <w:pPr>
        <w:pStyle w:val="eLineBottom"/>
        <w:rPr>
          <w:lang w:val="de-DE"/>
        </w:rPr>
      </w:pPr>
      <w:r w:rsidRPr="0008474F">
        <w:rPr>
          <w:lang w:val="de-DE"/>
        </w:rPr>
        <w:tab/>
      </w:r>
    </w:p>
    <w:p w:rsidR="0008474F" w:rsidRPr="0008474F" w:rsidRDefault="0008474F" w:rsidP="0008474F">
      <w:pPr>
        <w:pStyle w:val="eTask"/>
        <w:numPr>
          <w:ilvl w:val="0"/>
          <w:numId w:val="0"/>
        </w:numPr>
        <w:ind w:left="360"/>
        <w:rPr>
          <w:lang w:val="de-DE"/>
        </w:rPr>
      </w:pPr>
    </w:p>
    <w:p w:rsidR="00FB0FCA" w:rsidRPr="0008474F" w:rsidRDefault="00FB0FCA" w:rsidP="00FB0FCA">
      <w:pPr>
        <w:pStyle w:val="eTask"/>
        <w:ind w:left="360" w:hanging="360"/>
        <w:rPr>
          <w:lang w:val="de-DE"/>
        </w:rPr>
      </w:pPr>
      <w:r w:rsidRPr="0008474F">
        <w:rPr>
          <w:bCs/>
          <w:lang w:val="de-DE"/>
        </w:rPr>
        <w:t xml:space="preserve">Wählen Sie </w:t>
      </w:r>
      <w:r w:rsidR="007F5DB4">
        <w:rPr>
          <w:bCs/>
          <w:lang w:val="de-DE"/>
        </w:rPr>
        <w:t xml:space="preserve">jeweils eine </w:t>
      </w:r>
      <w:r w:rsidRPr="0008474F">
        <w:rPr>
          <w:bCs/>
          <w:lang w:val="de-DE"/>
        </w:rPr>
        <w:t>Variante des folgenden Text</w:t>
      </w:r>
      <w:r w:rsidR="007F5DB4">
        <w:rPr>
          <w:bCs/>
          <w:lang w:val="de-DE"/>
        </w:rPr>
        <w:t>e</w:t>
      </w:r>
      <w:r w:rsidRPr="0008474F">
        <w:rPr>
          <w:bCs/>
          <w:lang w:val="de-DE"/>
        </w:rPr>
        <w:t>s, so dass die Aussage richtig ist.</w:t>
      </w:r>
    </w:p>
    <w:p w:rsidR="00E71732" w:rsidRPr="0008474F" w:rsidRDefault="00E71732" w:rsidP="00FB0FCA">
      <w:pPr>
        <w:tabs>
          <w:tab w:val="left" w:pos="1710"/>
        </w:tabs>
        <w:rPr>
          <w:lang w:val="de-DE"/>
        </w:rPr>
      </w:pPr>
    </w:p>
    <w:p w:rsidR="00FB0FCA" w:rsidRPr="0008474F" w:rsidRDefault="0054413E" w:rsidP="000864CD">
      <w:pPr>
        <w:tabs>
          <w:tab w:val="left" w:pos="1710"/>
        </w:tabs>
        <w:spacing w:line="360" w:lineRule="auto"/>
        <w:rPr>
          <w:lang w:val="de-DE"/>
        </w:rPr>
      </w:pPr>
      <w:r>
        <w:rPr>
          <w:lang w:val="de-DE"/>
        </w:rPr>
        <w:t xml:space="preserve">Die </w:t>
      </w:r>
      <w:r w:rsidR="00FB0FCA" w:rsidRPr="0008474F">
        <w:rPr>
          <w:lang w:val="de-DE"/>
        </w:rPr>
        <w:t xml:space="preserve">Schlüsselkomponente der Datenübertragung bei der Schnittstelle Thunderbolt ist ein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Controller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Endgerät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FB0FCA" w:rsidRPr="0008474F">
        <w:rPr>
          <w:lang w:val="de-DE"/>
        </w:rPr>
        <w:t xml:space="preserve">. Ein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Controller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Endgerät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FB0FCA" w:rsidRPr="0008474F">
        <w:rPr>
          <w:lang w:val="de-DE"/>
        </w:rPr>
        <w:t xml:space="preserve"> ist Bestandteil sowohl des Sende- als auch </w:t>
      </w:r>
      <w:r>
        <w:rPr>
          <w:lang w:val="de-DE"/>
        </w:rPr>
        <w:t xml:space="preserve">des </w:t>
      </w:r>
      <w:r w:rsidR="00FB0FCA" w:rsidRPr="0008474F">
        <w:rPr>
          <w:lang w:val="de-DE"/>
        </w:rPr>
        <w:t xml:space="preserve">Empfangsgerätes.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Endgeräte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Controller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FB0FCA" w:rsidRPr="0008474F">
        <w:rPr>
          <w:lang w:val="de-DE"/>
        </w:rPr>
        <w:t xml:space="preserve"> werden</w:t>
      </w:r>
      <w:r w:rsidR="00F667A2">
        <w:rPr>
          <w:lang w:val="de-DE"/>
        </w:rPr>
        <w:t xml:space="preserve"> </w:t>
      </w:r>
      <w:r w:rsidR="00FB0FCA" w:rsidRPr="0008474F">
        <w:rPr>
          <w:lang w:val="de-DE"/>
        </w:rPr>
        <w:t xml:space="preserve">für </w:t>
      </w:r>
      <w:r>
        <w:rPr>
          <w:lang w:val="de-DE"/>
        </w:rPr>
        <w:t xml:space="preserve">die </w:t>
      </w:r>
      <w:r w:rsidR="00FB0FCA" w:rsidRPr="0008474F">
        <w:rPr>
          <w:lang w:val="de-DE"/>
        </w:rPr>
        <w:t xml:space="preserve">Kommunikation mit einer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großen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sehr kleinen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FB0FCA" w:rsidRPr="0008474F">
        <w:rPr>
          <w:b/>
          <w:bCs/>
          <w:lang w:val="de-DE"/>
        </w:rPr>
        <w:t xml:space="preserve"> </w:t>
      </w:r>
      <w:r w:rsidR="00FB0FCA" w:rsidRPr="0008474F">
        <w:rPr>
          <w:lang w:val="de-DE"/>
        </w:rPr>
        <w:t xml:space="preserve">Verzögerung und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mit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ohne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FB0FCA" w:rsidRPr="0008474F">
        <w:rPr>
          <w:b/>
          <w:bCs/>
          <w:lang w:val="de-DE"/>
        </w:rPr>
        <w:t xml:space="preserve"> </w:t>
      </w:r>
      <w:r w:rsidR="00FB0FCA" w:rsidRPr="0008474F">
        <w:rPr>
          <w:lang w:val="de-DE"/>
        </w:rPr>
        <w:t>Unterstützung von Kriterien der Dienstgüte QoS entworfen.</w:t>
      </w:r>
    </w:p>
    <w:sectPr w:rsidR="00FB0FCA" w:rsidRPr="0008474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7DD" w:rsidRDefault="002737DD" w:rsidP="00861A1A">
      <w:r>
        <w:separator/>
      </w:r>
    </w:p>
  </w:endnote>
  <w:endnote w:type="continuationSeparator" w:id="0">
    <w:p w:rsidR="002737DD" w:rsidRDefault="002737D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E70007" w:rsidP="000864C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70007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7DD" w:rsidRDefault="002737DD" w:rsidP="00861A1A">
      <w:r>
        <w:separator/>
      </w:r>
    </w:p>
  </w:footnote>
  <w:footnote w:type="continuationSeparator" w:id="0">
    <w:p w:rsidR="002737DD" w:rsidRDefault="002737D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0864CD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MODERNE DATENSCHNITTSTELLEN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45BEB"/>
    <w:rsid w:val="00066F07"/>
    <w:rsid w:val="00073ADF"/>
    <w:rsid w:val="0007473C"/>
    <w:rsid w:val="000750C9"/>
    <w:rsid w:val="0008474F"/>
    <w:rsid w:val="000864CD"/>
    <w:rsid w:val="00087EAC"/>
    <w:rsid w:val="00091B3E"/>
    <w:rsid w:val="00094A16"/>
    <w:rsid w:val="000A233F"/>
    <w:rsid w:val="000A55B3"/>
    <w:rsid w:val="000C6B3A"/>
    <w:rsid w:val="000E28CC"/>
    <w:rsid w:val="00123B22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7271"/>
    <w:rsid w:val="001B057D"/>
    <w:rsid w:val="001D00A1"/>
    <w:rsid w:val="001D7466"/>
    <w:rsid w:val="001F6290"/>
    <w:rsid w:val="00213F2C"/>
    <w:rsid w:val="00223478"/>
    <w:rsid w:val="00225015"/>
    <w:rsid w:val="00272012"/>
    <w:rsid w:val="002737DD"/>
    <w:rsid w:val="002825A8"/>
    <w:rsid w:val="00283A7C"/>
    <w:rsid w:val="002850DE"/>
    <w:rsid w:val="00292860"/>
    <w:rsid w:val="00296E7C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37B1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D66EE"/>
    <w:rsid w:val="003E01BE"/>
    <w:rsid w:val="003E24B0"/>
    <w:rsid w:val="003F03EB"/>
    <w:rsid w:val="003F623C"/>
    <w:rsid w:val="003F7F87"/>
    <w:rsid w:val="00402B09"/>
    <w:rsid w:val="00417ED2"/>
    <w:rsid w:val="00456107"/>
    <w:rsid w:val="0046567F"/>
    <w:rsid w:val="00472203"/>
    <w:rsid w:val="00475954"/>
    <w:rsid w:val="00492966"/>
    <w:rsid w:val="004A01E5"/>
    <w:rsid w:val="004A7B44"/>
    <w:rsid w:val="004B0713"/>
    <w:rsid w:val="004C0E36"/>
    <w:rsid w:val="004D1C9F"/>
    <w:rsid w:val="004E2B7C"/>
    <w:rsid w:val="004E5E95"/>
    <w:rsid w:val="004E70EA"/>
    <w:rsid w:val="004F5AFF"/>
    <w:rsid w:val="005132B0"/>
    <w:rsid w:val="00517E3A"/>
    <w:rsid w:val="0052284C"/>
    <w:rsid w:val="0054413E"/>
    <w:rsid w:val="00561B7B"/>
    <w:rsid w:val="00561C5A"/>
    <w:rsid w:val="005728B3"/>
    <w:rsid w:val="005738D5"/>
    <w:rsid w:val="0057504E"/>
    <w:rsid w:val="00576947"/>
    <w:rsid w:val="00581178"/>
    <w:rsid w:val="005832C4"/>
    <w:rsid w:val="00587966"/>
    <w:rsid w:val="005A18A7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7435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7F5DB4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04F68"/>
    <w:rsid w:val="00A17111"/>
    <w:rsid w:val="00A25419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D84"/>
    <w:rsid w:val="00BF5E09"/>
    <w:rsid w:val="00BF6970"/>
    <w:rsid w:val="00C148FD"/>
    <w:rsid w:val="00C2393A"/>
    <w:rsid w:val="00C24013"/>
    <w:rsid w:val="00C40FA4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60B3"/>
    <w:rsid w:val="00D06992"/>
    <w:rsid w:val="00D20A5C"/>
    <w:rsid w:val="00D2650E"/>
    <w:rsid w:val="00D33524"/>
    <w:rsid w:val="00D413BC"/>
    <w:rsid w:val="00D54CEC"/>
    <w:rsid w:val="00D573B0"/>
    <w:rsid w:val="00D6535B"/>
    <w:rsid w:val="00D71B81"/>
    <w:rsid w:val="00D773FA"/>
    <w:rsid w:val="00D87749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7FD4"/>
    <w:rsid w:val="00E10571"/>
    <w:rsid w:val="00E10DD0"/>
    <w:rsid w:val="00E11170"/>
    <w:rsid w:val="00E14EEB"/>
    <w:rsid w:val="00E2272B"/>
    <w:rsid w:val="00E352FF"/>
    <w:rsid w:val="00E41087"/>
    <w:rsid w:val="00E433EA"/>
    <w:rsid w:val="00E516D7"/>
    <w:rsid w:val="00E5359D"/>
    <w:rsid w:val="00E54A46"/>
    <w:rsid w:val="00E65738"/>
    <w:rsid w:val="00E70007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667A2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F752BD"/>
  <w15:docId w15:val="{38183F02-8DD2-4B4B-9853-79EE37BCA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</TotalTime>
  <Pages>3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10</cp:revision>
  <cp:lastPrinted>2013-05-24T15:00:00Z</cp:lastPrinted>
  <dcterms:created xsi:type="dcterms:W3CDTF">2016-03-24T16:38:00Z</dcterms:created>
  <dcterms:modified xsi:type="dcterms:W3CDTF">2016-07-19T12:01:00Z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