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978B7A" w14:textId="1B0ABF23" w:rsidR="00ED4CDA" w:rsidRPr="009F5EE3" w:rsidRDefault="0012791F" w:rsidP="00DD0843">
      <w:pPr>
        <w:pStyle w:val="eTask"/>
        <w:rPr>
          <w:lang w:val="de-DE"/>
        </w:rPr>
      </w:pPr>
      <w:r w:rsidRPr="0012791F">
        <w:rPr>
          <w:lang w:val="de-DE"/>
        </w:rPr>
        <w:t>Was sind keine biometrischen Merkmale</w:t>
      </w:r>
      <w:r w:rsidR="00944692" w:rsidRPr="009F5EE3">
        <w:rPr>
          <w:lang w:val="de-DE"/>
        </w:rPr>
        <w:t>:</w:t>
      </w:r>
    </w:p>
    <w:p w14:paraId="7CCE8F23" w14:textId="77777777" w:rsidR="006B5F98" w:rsidRPr="009F5EE3" w:rsidRDefault="006B5F98" w:rsidP="00843DEB">
      <w:pPr>
        <w:rPr>
          <w:lang w:val="de-DE"/>
        </w:rPr>
      </w:pPr>
    </w:p>
    <w:p w14:paraId="1B5622AC" w14:textId="71487DDC" w:rsidR="00DD0843" w:rsidRPr="009F5EE3" w:rsidRDefault="00DD0843" w:rsidP="00391B93">
      <w:pPr>
        <w:ind w:left="357" w:hanging="357"/>
        <w:rPr>
          <w:lang w:val="de-DE"/>
        </w:rPr>
      </w:pPr>
      <w:r w:rsidRPr="009F5EE3">
        <w:rPr>
          <w:rStyle w:val="eCheckBoxSquareChar"/>
          <w:lang w:val="de-DE"/>
        </w:rPr>
        <w:t>□</w:t>
      </w:r>
      <w:r w:rsidRPr="009F5EE3">
        <w:rPr>
          <w:szCs w:val="40"/>
          <w:lang w:val="de-DE"/>
        </w:rPr>
        <w:tab/>
      </w:r>
      <w:r w:rsidR="008C107D" w:rsidRPr="008C107D">
        <w:rPr>
          <w:rStyle w:val="eCheckBoxTextChar"/>
          <w:lang w:val="de-DE"/>
        </w:rPr>
        <w:t>Fingerabdruck</w:t>
      </w:r>
    </w:p>
    <w:p w14:paraId="527CE066" w14:textId="1E8BD531" w:rsidR="00DD0843" w:rsidRPr="009F5EE3" w:rsidRDefault="00DD0843" w:rsidP="00391B93">
      <w:pPr>
        <w:ind w:left="357" w:hanging="357"/>
        <w:rPr>
          <w:lang w:val="de-DE"/>
        </w:rPr>
      </w:pPr>
      <w:r w:rsidRPr="009F5EE3">
        <w:rPr>
          <w:rStyle w:val="eCheckBoxSquareChar"/>
          <w:lang w:val="de-DE"/>
        </w:rPr>
        <w:t>□</w:t>
      </w:r>
      <w:r w:rsidRPr="009F5EE3">
        <w:rPr>
          <w:szCs w:val="40"/>
          <w:lang w:val="de-DE"/>
        </w:rPr>
        <w:tab/>
      </w:r>
      <w:r w:rsidR="008C107D">
        <w:rPr>
          <w:rStyle w:val="eCheckBoxTextChar"/>
          <w:lang w:val="de-DE"/>
        </w:rPr>
        <w:t>Stimme</w:t>
      </w:r>
      <w:r w:rsidR="00391B93" w:rsidRPr="009F5EE3">
        <w:rPr>
          <w:rStyle w:val="eCheckBoxTextChar"/>
          <w:lang w:val="de-DE"/>
        </w:rPr>
        <w:t>,</w:t>
      </w:r>
    </w:p>
    <w:p w14:paraId="1BB98093" w14:textId="557DE947" w:rsidR="00DD0843" w:rsidRPr="009F5EE3" w:rsidRDefault="00025AAF" w:rsidP="00391B93">
      <w:pPr>
        <w:ind w:left="357" w:hanging="357"/>
        <w:rPr>
          <w:lang w:val="de-DE"/>
        </w:rPr>
      </w:pPr>
      <w:r w:rsidRPr="009F5EE3">
        <w:rPr>
          <w:rStyle w:val="eCheckBoxSquareChar"/>
          <w:b/>
          <w:color w:val="FF0000"/>
          <w:lang w:val="de-DE"/>
        </w:rPr>
        <w:t>x</w:t>
      </w:r>
      <w:r w:rsidR="00DD0843" w:rsidRPr="009F5EE3">
        <w:rPr>
          <w:szCs w:val="40"/>
          <w:lang w:val="de-DE"/>
        </w:rPr>
        <w:tab/>
      </w:r>
      <w:r w:rsidR="008C107D" w:rsidRPr="008C107D">
        <w:rPr>
          <w:rStyle w:val="eCheckBoxTextChar"/>
          <w:b/>
          <w:color w:val="FF0000"/>
          <w:lang w:val="de-DE"/>
        </w:rPr>
        <w:t>Kennwort oder PIN (persönliche Identifikationsnummer),</w:t>
      </w:r>
    </w:p>
    <w:p w14:paraId="368640E0" w14:textId="33B0E3E1" w:rsidR="00DD0843" w:rsidRPr="009F5EE3" w:rsidRDefault="00DD0843" w:rsidP="00391B93">
      <w:pPr>
        <w:ind w:left="357" w:hanging="357"/>
        <w:rPr>
          <w:rStyle w:val="eCheckBoxTextChar"/>
          <w:b/>
          <w:lang w:val="de-DE"/>
        </w:rPr>
      </w:pPr>
      <w:r w:rsidRPr="009F5EE3">
        <w:rPr>
          <w:rStyle w:val="eCheckBoxSquareChar"/>
          <w:lang w:val="de-DE"/>
        </w:rPr>
        <w:t>□</w:t>
      </w:r>
      <w:r w:rsidRPr="009F5EE3">
        <w:rPr>
          <w:szCs w:val="40"/>
          <w:lang w:val="de-DE"/>
        </w:rPr>
        <w:tab/>
      </w:r>
      <w:r w:rsidR="008C107D" w:rsidRPr="008C107D">
        <w:rPr>
          <w:rStyle w:val="eCheckBoxTextChar"/>
          <w:lang w:val="de-DE"/>
        </w:rPr>
        <w:t>Iris</w:t>
      </w:r>
      <w:r w:rsidR="00843DEB" w:rsidRPr="009F5EE3">
        <w:rPr>
          <w:rStyle w:val="eCheckBoxTextChar"/>
          <w:lang w:val="de-DE"/>
        </w:rPr>
        <w:t>.</w:t>
      </w:r>
    </w:p>
    <w:p w14:paraId="57739110" w14:textId="77777777" w:rsidR="006B5F98" w:rsidRPr="009F5EE3" w:rsidRDefault="006B5F98" w:rsidP="00391B93">
      <w:pPr>
        <w:pStyle w:val="eLineBottom"/>
        <w:rPr>
          <w:lang w:val="de-DE"/>
        </w:rPr>
      </w:pPr>
    </w:p>
    <w:p w14:paraId="0790FBCA" w14:textId="77777777" w:rsidR="00843DEB" w:rsidRPr="009F5EE3" w:rsidRDefault="00843DEB" w:rsidP="00843DEB">
      <w:pPr>
        <w:rPr>
          <w:lang w:val="de-DE"/>
        </w:rPr>
      </w:pPr>
    </w:p>
    <w:p w14:paraId="60183A37" w14:textId="68AD4D86" w:rsidR="00ED4CDA" w:rsidRPr="005848B1" w:rsidRDefault="0012791F" w:rsidP="005848B1">
      <w:pPr>
        <w:pStyle w:val="eTask"/>
        <w:rPr>
          <w:lang w:val="de-DE"/>
        </w:rPr>
      </w:pPr>
      <w:r w:rsidRPr="0012791F">
        <w:rPr>
          <w:lang w:val="de-DE"/>
        </w:rPr>
        <w:t>Bestimmen Sie die richtige Reihenfolge in einem allgemeinen Erkennungsprozess. (1 - erster, 2 - zweiter, 3 - dritter, 4 - letzter)</w:t>
      </w:r>
      <w:r w:rsidR="005848B1" w:rsidRPr="005848B1">
        <w:rPr>
          <w:lang w:val="de-DE"/>
        </w:rPr>
        <w:t>.</w:t>
      </w:r>
    </w:p>
    <w:p w14:paraId="1C7E34E9" w14:textId="77777777" w:rsidR="006B5F98" w:rsidRPr="009F5EE3" w:rsidRDefault="006B5F98" w:rsidP="00843DEB">
      <w:pPr>
        <w:rPr>
          <w:lang w:val="de-DE"/>
        </w:rPr>
      </w:pPr>
    </w:p>
    <w:p w14:paraId="30C09BD2" w14:textId="20645296" w:rsidR="00ED4CDA" w:rsidRPr="009F5EE3" w:rsidRDefault="00ED4CDA" w:rsidP="00DD0843">
      <w:pPr>
        <w:pStyle w:val="Odsekzoznamu"/>
        <w:numPr>
          <w:ilvl w:val="0"/>
          <w:numId w:val="23"/>
        </w:numPr>
        <w:spacing w:line="480" w:lineRule="auto"/>
        <w:ind w:left="714" w:hanging="357"/>
        <w:rPr>
          <w:lang w:val="de-DE"/>
        </w:rPr>
      </w:pPr>
      <w:r w:rsidRPr="009F5EE3">
        <w:rPr>
          <w:lang w:val="de-DE"/>
        </w:rPr>
        <w:t>_</w:t>
      </w:r>
      <w:r w:rsidR="00025AAF" w:rsidRPr="009F5EE3">
        <w:rPr>
          <w:b/>
          <w:color w:val="FF0000"/>
          <w:lang w:val="de-DE"/>
        </w:rPr>
        <w:t>4</w:t>
      </w:r>
      <w:r w:rsidRPr="009F5EE3">
        <w:rPr>
          <w:lang w:val="de-DE"/>
        </w:rPr>
        <w:t xml:space="preserve">_ </w:t>
      </w:r>
      <w:r w:rsidR="00C40644">
        <w:rPr>
          <w:lang w:val="de-DE"/>
        </w:rPr>
        <w:t>Erkennung</w:t>
      </w:r>
    </w:p>
    <w:p w14:paraId="6826A493" w14:textId="1E97DD82" w:rsidR="00ED4CDA" w:rsidRPr="009F5EE3" w:rsidRDefault="00ED4CDA" w:rsidP="00DD0843">
      <w:pPr>
        <w:pStyle w:val="Odsekzoznamu"/>
        <w:numPr>
          <w:ilvl w:val="0"/>
          <w:numId w:val="23"/>
        </w:numPr>
        <w:spacing w:line="480" w:lineRule="auto"/>
        <w:ind w:left="714" w:hanging="357"/>
        <w:rPr>
          <w:lang w:val="de-DE"/>
        </w:rPr>
      </w:pPr>
      <w:r w:rsidRPr="009F5EE3">
        <w:rPr>
          <w:lang w:val="de-DE"/>
        </w:rPr>
        <w:t>_</w:t>
      </w:r>
      <w:r w:rsidR="00025AAF" w:rsidRPr="009F5EE3">
        <w:rPr>
          <w:b/>
          <w:color w:val="FF0000"/>
          <w:lang w:val="de-DE"/>
        </w:rPr>
        <w:t>1</w:t>
      </w:r>
      <w:r w:rsidRPr="009F5EE3">
        <w:rPr>
          <w:lang w:val="de-DE"/>
        </w:rPr>
        <w:t xml:space="preserve">_ </w:t>
      </w:r>
      <w:r w:rsidR="00C40644" w:rsidRPr="00C40644">
        <w:rPr>
          <w:lang w:val="de-DE"/>
        </w:rPr>
        <w:t>Datenerfassung</w:t>
      </w:r>
      <w:r w:rsidRPr="009F5EE3">
        <w:rPr>
          <w:lang w:val="de-DE"/>
        </w:rPr>
        <w:t>,</w:t>
      </w:r>
      <w:r w:rsidR="003C140A" w:rsidRPr="009F5EE3">
        <w:rPr>
          <w:lang w:val="de-DE"/>
        </w:rPr>
        <w:t xml:space="preserve"> </w:t>
      </w:r>
    </w:p>
    <w:p w14:paraId="2D847AB6" w14:textId="0B9CFC41" w:rsidR="00ED4CDA" w:rsidRPr="009F5EE3" w:rsidRDefault="00ED4CDA" w:rsidP="00DD0843">
      <w:pPr>
        <w:pStyle w:val="Odsekzoznamu"/>
        <w:numPr>
          <w:ilvl w:val="0"/>
          <w:numId w:val="23"/>
        </w:numPr>
        <w:spacing w:line="480" w:lineRule="auto"/>
        <w:ind w:left="714" w:hanging="357"/>
        <w:rPr>
          <w:lang w:val="de-DE"/>
        </w:rPr>
      </w:pPr>
      <w:r w:rsidRPr="009F5EE3">
        <w:rPr>
          <w:lang w:val="de-DE"/>
        </w:rPr>
        <w:t>_</w:t>
      </w:r>
      <w:r w:rsidR="00025AAF" w:rsidRPr="009F5EE3">
        <w:rPr>
          <w:b/>
          <w:color w:val="FF0000"/>
          <w:lang w:val="de-DE"/>
        </w:rPr>
        <w:t>3</w:t>
      </w:r>
      <w:r w:rsidRPr="009F5EE3">
        <w:rPr>
          <w:lang w:val="de-DE"/>
        </w:rPr>
        <w:t xml:space="preserve">_ </w:t>
      </w:r>
      <w:r w:rsidR="00C40644" w:rsidRPr="00C40644">
        <w:rPr>
          <w:lang w:val="de-DE"/>
        </w:rPr>
        <w:t>Datenregistrierung</w:t>
      </w:r>
      <w:r w:rsidRPr="009F5EE3">
        <w:rPr>
          <w:lang w:val="de-DE"/>
        </w:rPr>
        <w:t>,</w:t>
      </w:r>
      <w:r w:rsidR="003C140A" w:rsidRPr="009F5EE3">
        <w:rPr>
          <w:lang w:val="de-DE"/>
        </w:rPr>
        <w:t xml:space="preserve"> </w:t>
      </w:r>
    </w:p>
    <w:p w14:paraId="4E6473C1" w14:textId="59493C83" w:rsidR="00ED4CDA" w:rsidRPr="009F5EE3" w:rsidRDefault="00ED4CDA" w:rsidP="00DD0843">
      <w:pPr>
        <w:pStyle w:val="Odsekzoznamu"/>
        <w:numPr>
          <w:ilvl w:val="0"/>
          <w:numId w:val="23"/>
        </w:numPr>
        <w:spacing w:line="480" w:lineRule="auto"/>
        <w:ind w:left="714" w:hanging="357"/>
        <w:rPr>
          <w:lang w:val="de-DE"/>
        </w:rPr>
      </w:pPr>
      <w:r w:rsidRPr="009F5EE3">
        <w:rPr>
          <w:lang w:val="de-DE"/>
        </w:rPr>
        <w:t>_</w:t>
      </w:r>
      <w:r w:rsidR="00025AAF" w:rsidRPr="009F5EE3">
        <w:rPr>
          <w:b/>
          <w:color w:val="FF0000"/>
          <w:lang w:val="de-DE"/>
        </w:rPr>
        <w:t>2</w:t>
      </w:r>
      <w:r w:rsidRPr="009F5EE3">
        <w:rPr>
          <w:lang w:val="de-DE"/>
        </w:rPr>
        <w:t xml:space="preserve">_ </w:t>
      </w:r>
      <w:r w:rsidR="00C40644" w:rsidRPr="00C40644">
        <w:rPr>
          <w:lang w:val="de-DE"/>
        </w:rPr>
        <w:t>Vorverarbeitung</w:t>
      </w:r>
      <w:r w:rsidRPr="009F5EE3">
        <w:rPr>
          <w:lang w:val="de-DE"/>
        </w:rPr>
        <w:t>.</w:t>
      </w:r>
      <w:r w:rsidR="003C140A" w:rsidRPr="009F5EE3">
        <w:rPr>
          <w:lang w:val="de-DE"/>
        </w:rPr>
        <w:t xml:space="preserve"> </w:t>
      </w:r>
    </w:p>
    <w:p w14:paraId="7EB99292" w14:textId="77777777" w:rsidR="00ED4CDA" w:rsidRPr="009F5EE3" w:rsidRDefault="00ED4CDA" w:rsidP="00843DEB">
      <w:pPr>
        <w:pStyle w:val="eLineBottom"/>
        <w:rPr>
          <w:lang w:val="de-DE"/>
        </w:rPr>
      </w:pPr>
    </w:p>
    <w:p w14:paraId="3038D49D" w14:textId="77777777" w:rsidR="006B5F98" w:rsidRPr="009F5EE3" w:rsidRDefault="006B5F98" w:rsidP="00843DEB">
      <w:pPr>
        <w:rPr>
          <w:lang w:val="de-DE"/>
        </w:rPr>
      </w:pPr>
    </w:p>
    <w:p w14:paraId="0F416254" w14:textId="7288BA9E" w:rsidR="00ED4CDA" w:rsidRPr="009F5EE3" w:rsidRDefault="0012791F" w:rsidP="00DD0843">
      <w:pPr>
        <w:pStyle w:val="eTask"/>
        <w:rPr>
          <w:lang w:val="de-DE"/>
        </w:rPr>
      </w:pPr>
      <w:r>
        <w:rPr>
          <w:lang w:val="de-DE"/>
        </w:rPr>
        <w:t xml:space="preserve">Eine </w:t>
      </w:r>
      <w:r w:rsidR="008E05E0" w:rsidRPr="00D71548">
        <w:rPr>
          <w:lang w:val="de-DE"/>
        </w:rPr>
        <w:t>Mehrstufige Identifizierung</w:t>
      </w:r>
      <w:r w:rsidR="008E05E0">
        <w:rPr>
          <w:lang w:val="de-DE"/>
        </w:rPr>
        <w:t xml:space="preserve"> benutzt:</w:t>
      </w:r>
    </w:p>
    <w:p w14:paraId="5A65FB71" w14:textId="77777777" w:rsidR="006B5F98" w:rsidRPr="009F5EE3" w:rsidRDefault="006B5F98" w:rsidP="00391B93">
      <w:pPr>
        <w:rPr>
          <w:lang w:val="de-DE"/>
        </w:rPr>
      </w:pPr>
    </w:p>
    <w:p w14:paraId="156C1078" w14:textId="63E04DC1" w:rsidR="00391B93" w:rsidRPr="009F5EE3" w:rsidRDefault="00391B93" w:rsidP="00391B93">
      <w:pPr>
        <w:ind w:left="357" w:hanging="357"/>
        <w:rPr>
          <w:lang w:val="de-DE"/>
        </w:rPr>
      </w:pPr>
      <w:r w:rsidRPr="009F5EE3">
        <w:rPr>
          <w:rStyle w:val="eCheckBoxSquareChar"/>
          <w:lang w:val="de-DE"/>
        </w:rPr>
        <w:t>□</w:t>
      </w:r>
      <w:r w:rsidRPr="009F5EE3">
        <w:rPr>
          <w:szCs w:val="40"/>
          <w:lang w:val="de-DE"/>
        </w:rPr>
        <w:tab/>
      </w:r>
      <w:r w:rsidR="00FE7369" w:rsidRPr="00FE7369">
        <w:rPr>
          <w:lang w:val="de-DE"/>
        </w:rPr>
        <w:t>Benutzer-Stimme</w:t>
      </w:r>
      <w:r w:rsidRPr="009F5EE3">
        <w:rPr>
          <w:lang w:val="de-DE"/>
        </w:rPr>
        <w:t>,</w:t>
      </w:r>
    </w:p>
    <w:p w14:paraId="6DC08D14" w14:textId="0D9853B5" w:rsidR="00391B93" w:rsidRPr="009F5EE3" w:rsidRDefault="00391B93" w:rsidP="00391B93">
      <w:pPr>
        <w:ind w:left="357" w:hanging="357"/>
        <w:rPr>
          <w:lang w:val="de-DE"/>
        </w:rPr>
      </w:pPr>
      <w:r w:rsidRPr="009F5EE3">
        <w:rPr>
          <w:rStyle w:val="eCheckBoxSquareChar"/>
          <w:lang w:val="de-DE"/>
        </w:rPr>
        <w:t>□</w:t>
      </w:r>
      <w:r w:rsidRPr="009F5EE3">
        <w:rPr>
          <w:szCs w:val="40"/>
          <w:lang w:val="de-DE"/>
        </w:rPr>
        <w:tab/>
      </w:r>
      <w:r w:rsidR="00FE7369" w:rsidRPr="00FE7369">
        <w:rPr>
          <w:lang w:val="de-DE"/>
        </w:rPr>
        <w:t>Benutzer-Gesicht</w:t>
      </w:r>
      <w:r w:rsidRPr="009F5EE3">
        <w:rPr>
          <w:lang w:val="de-DE"/>
        </w:rPr>
        <w:t>,</w:t>
      </w:r>
    </w:p>
    <w:p w14:paraId="0EF12F08" w14:textId="353F4CBA" w:rsidR="00391B93" w:rsidRPr="009F5EE3" w:rsidRDefault="00391B93" w:rsidP="00391B93">
      <w:pPr>
        <w:ind w:left="357" w:hanging="357"/>
        <w:rPr>
          <w:lang w:val="de-DE"/>
        </w:rPr>
      </w:pPr>
      <w:r w:rsidRPr="009F5EE3">
        <w:rPr>
          <w:rStyle w:val="eCheckBoxSquareChar"/>
          <w:lang w:val="de-DE"/>
        </w:rPr>
        <w:t>□</w:t>
      </w:r>
      <w:r w:rsidRPr="009F5EE3">
        <w:rPr>
          <w:szCs w:val="40"/>
          <w:lang w:val="de-DE"/>
        </w:rPr>
        <w:tab/>
      </w:r>
      <w:r w:rsidR="00FE7369" w:rsidRPr="00FE7369">
        <w:rPr>
          <w:lang w:val="de-DE"/>
        </w:rPr>
        <w:t>Anmeldeinformationen als Benutzername, Kennwort oder PIN</w:t>
      </w:r>
      <w:r w:rsidRPr="009F5EE3">
        <w:rPr>
          <w:lang w:val="de-DE"/>
        </w:rPr>
        <w:t>,</w:t>
      </w:r>
    </w:p>
    <w:p w14:paraId="55A5F5A2" w14:textId="15691E72" w:rsidR="00391B93" w:rsidRPr="009F5EE3" w:rsidRDefault="00025AAF" w:rsidP="00391B93">
      <w:pPr>
        <w:ind w:left="357" w:hanging="357"/>
        <w:rPr>
          <w:rStyle w:val="eCheckBoxTextChar"/>
          <w:lang w:val="de-DE"/>
        </w:rPr>
      </w:pPr>
      <w:r w:rsidRPr="009F5EE3">
        <w:rPr>
          <w:rStyle w:val="eCheckBoxSquareChar"/>
          <w:b/>
          <w:color w:val="FF0000"/>
          <w:lang w:val="de-DE"/>
        </w:rPr>
        <w:t>x</w:t>
      </w:r>
      <w:r w:rsidR="00391B93" w:rsidRPr="009F5EE3">
        <w:rPr>
          <w:szCs w:val="40"/>
          <w:lang w:val="de-DE"/>
        </w:rPr>
        <w:tab/>
      </w:r>
      <w:r w:rsidR="003C16ED" w:rsidRPr="003C16ED">
        <w:rPr>
          <w:b/>
          <w:color w:val="FF0000"/>
          <w:lang w:val="de-DE"/>
        </w:rPr>
        <w:t>Kombination von Benutzer-Stimme, Gesicht und Anmeldeinformationen</w:t>
      </w:r>
      <w:r w:rsidR="00391B93" w:rsidRPr="009F5EE3">
        <w:rPr>
          <w:b/>
          <w:color w:val="FF0000"/>
          <w:lang w:val="de-DE"/>
        </w:rPr>
        <w:t>.</w:t>
      </w:r>
    </w:p>
    <w:p w14:paraId="5ACD3CBD" w14:textId="77777777" w:rsidR="00ED4CDA" w:rsidRPr="009F5EE3" w:rsidRDefault="00ED4CDA" w:rsidP="00391B93">
      <w:pPr>
        <w:pStyle w:val="eLineBottom"/>
        <w:rPr>
          <w:lang w:val="de-DE"/>
        </w:rPr>
      </w:pPr>
    </w:p>
    <w:p w14:paraId="0EA0064A" w14:textId="77777777" w:rsidR="00ED4CDA" w:rsidRPr="009F5EE3" w:rsidRDefault="00ED4CDA" w:rsidP="00391B93">
      <w:pPr>
        <w:rPr>
          <w:lang w:val="de-DE"/>
        </w:rPr>
      </w:pPr>
    </w:p>
    <w:p w14:paraId="2C1E0061" w14:textId="77777777" w:rsidR="00391B93" w:rsidRPr="009F5EE3" w:rsidRDefault="00391B93">
      <w:pPr>
        <w:rPr>
          <w:b/>
          <w:lang w:val="de-DE"/>
        </w:rPr>
      </w:pPr>
      <w:r w:rsidRPr="009F5EE3">
        <w:rPr>
          <w:lang w:val="de-DE"/>
        </w:rPr>
        <w:br w:type="page"/>
      </w:r>
    </w:p>
    <w:p w14:paraId="16014542" w14:textId="48B5ED07" w:rsidR="00ED4CDA" w:rsidRPr="009F5EE3" w:rsidRDefault="0012791F" w:rsidP="00DD0843">
      <w:pPr>
        <w:pStyle w:val="eTask"/>
        <w:rPr>
          <w:lang w:val="de-DE"/>
        </w:rPr>
      </w:pPr>
      <w:r w:rsidRPr="0012791F">
        <w:rPr>
          <w:lang w:val="de-DE"/>
        </w:rPr>
        <w:lastRenderedPageBreak/>
        <w:t>Bilden sie Paare aus richtiger Definition und der Art der Sprecher-Identifizierung:</w:t>
      </w:r>
      <w:r w:rsidR="008C09BC" w:rsidRPr="009F5EE3">
        <w:rPr>
          <w:lang w:val="de-DE"/>
        </w:rPr>
        <w:t xml:space="preserve"> </w:t>
      </w:r>
    </w:p>
    <w:p w14:paraId="49CABB69" w14:textId="51B29993" w:rsidR="006B5F98" w:rsidRPr="009F5EE3" w:rsidRDefault="00513C28" w:rsidP="00391B93">
      <w:pPr>
        <w:rPr>
          <w:lang w:val="de-DE"/>
        </w:rPr>
      </w:pPr>
      <w:r w:rsidRPr="009F5EE3">
        <w:rPr>
          <w:b/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FCEE4" wp14:editId="24BDC2AB">
                <wp:simplePos x="0" y="0"/>
                <wp:positionH relativeFrom="column">
                  <wp:posOffset>2280133</wp:posOffset>
                </wp:positionH>
                <wp:positionV relativeFrom="paragraph">
                  <wp:posOffset>2169994</wp:posOffset>
                </wp:positionV>
                <wp:extent cx="1285240" cy="798280"/>
                <wp:effectExtent l="0" t="0" r="29210" b="20955"/>
                <wp:wrapNone/>
                <wp:docPr id="6" name="Přímá spojnic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85240" cy="798280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0721769B" id="Přímá spojnice 6" o:spid="_x0000_s1026" style="position:absolute;flip:y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79.55pt,170.85pt" to="280.75pt,23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" strokecolor="red" strokeweight="1.25pt"/>
            </w:pict>
          </mc:Fallback>
        </mc:AlternateContent>
      </w:r>
      <w:r w:rsidR="00BA7593" w:rsidRPr="009F5EE3">
        <w:rPr>
          <w:b/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C712AA" wp14:editId="4AEF64C9">
                <wp:simplePos x="0" y="0"/>
                <wp:positionH relativeFrom="column">
                  <wp:posOffset>2280133</wp:posOffset>
                </wp:positionH>
                <wp:positionV relativeFrom="paragraph">
                  <wp:posOffset>470847</wp:posOffset>
                </wp:positionV>
                <wp:extent cx="1285240" cy="1746913"/>
                <wp:effectExtent l="0" t="0" r="29210" b="24765"/>
                <wp:wrapNone/>
                <wp:docPr id="5" name="Přímá spojnic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85240" cy="1746913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179105CB" id="Přímá spojnice 5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9.55pt,37.05pt" to="280.75pt,17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" strokecolor="red" strokeweight="1.25pt"/>
            </w:pict>
          </mc:Fallback>
        </mc:AlternateContent>
      </w:r>
      <w:r w:rsidR="00BA7593" w:rsidRPr="009F5EE3">
        <w:rPr>
          <w:b/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F011A0" wp14:editId="155FF2FE">
                <wp:simplePos x="0" y="0"/>
                <wp:positionH relativeFrom="column">
                  <wp:posOffset>2280133</wp:posOffset>
                </wp:positionH>
                <wp:positionV relativeFrom="paragraph">
                  <wp:posOffset>470848</wp:posOffset>
                </wp:positionV>
                <wp:extent cx="1285240" cy="2497540"/>
                <wp:effectExtent l="0" t="0" r="29210" b="36195"/>
                <wp:wrapNone/>
                <wp:docPr id="3" name="Přímá spojnic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85240" cy="2497540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6CE38F7A" id="Přímá spojnice 3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79.55pt,37.05pt" to="280.75pt,23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" strokecolor="red" strokeweight="1.25pt"/>
            </w:pict>
          </mc:Fallback>
        </mc:AlternateContent>
      </w:r>
    </w:p>
    <w:tbl>
      <w:tblPr>
        <w:tblStyle w:val="Mriekatabuky"/>
        <w:tblW w:w="0" w:type="auto"/>
        <w:tblInd w:w="360" w:type="dxa"/>
        <w:tblLook w:val="04A0" w:firstRow="1" w:lastRow="0" w:firstColumn="1" w:lastColumn="0" w:noHBand="0" w:noVBand="1"/>
      </w:tblPr>
      <w:tblGrid>
        <w:gridCol w:w="3220"/>
        <w:gridCol w:w="2029"/>
        <w:gridCol w:w="3453"/>
      </w:tblGrid>
      <w:tr w:rsidR="00DD0843" w:rsidRPr="009F5EE3" w14:paraId="1E036539" w14:textId="77777777" w:rsidTr="00DD0843">
        <w:trPr>
          <w:trHeight w:val="850"/>
        </w:trPr>
        <w:tc>
          <w:tcPr>
            <w:tcW w:w="32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1847B19" w14:textId="18CCEF5E" w:rsidR="00DD0843" w:rsidRPr="009F5EE3" w:rsidRDefault="0012791F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  <w:r w:rsidRPr="0012791F">
              <w:rPr>
                <w:b w:val="0"/>
                <w:lang w:val="de-DE"/>
              </w:rPr>
              <w:t xml:space="preserve">Für </w:t>
            </w:r>
            <w:r w:rsidR="003E77BC" w:rsidRPr="003E77BC">
              <w:rPr>
                <w:b w:val="0"/>
                <w:lang w:val="de-DE"/>
              </w:rPr>
              <w:t>Textunabhängige Systeme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2731A4A" w14:textId="77777777" w:rsidR="00DD0843" w:rsidRPr="009F5EE3" w:rsidRDefault="00DD0843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</w:p>
        </w:tc>
        <w:tc>
          <w:tcPr>
            <w:tcW w:w="351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4C4692B" w14:textId="28E00B99" w:rsidR="00DD0843" w:rsidRPr="009F5EE3" w:rsidRDefault="0012791F" w:rsidP="00DD0843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  <w:r>
              <w:rPr>
                <w:b w:val="0"/>
                <w:lang w:val="de-DE"/>
              </w:rPr>
              <w:t>v</w:t>
            </w:r>
            <w:r w:rsidR="00C539D3" w:rsidRPr="00C539D3">
              <w:rPr>
                <w:b w:val="0"/>
                <w:lang w:val="de-DE"/>
              </w:rPr>
              <w:t xml:space="preserve">erwenden Sie </w:t>
            </w:r>
            <w:r w:rsidR="00C539D3">
              <w:rPr>
                <w:b w:val="0"/>
                <w:lang w:val="de-DE"/>
              </w:rPr>
              <w:t xml:space="preserve">die </w:t>
            </w:r>
            <w:r w:rsidR="00C539D3" w:rsidRPr="00C539D3">
              <w:rPr>
                <w:b w:val="0"/>
                <w:lang w:val="de-DE"/>
              </w:rPr>
              <w:t>extrahierten akustischen Informationen, z.B. Formantenfrequenzen, Spektren usw</w:t>
            </w:r>
            <w:r w:rsidR="00C539D3">
              <w:rPr>
                <w:b w:val="0"/>
                <w:lang w:val="de-DE"/>
              </w:rPr>
              <w:t>.</w:t>
            </w:r>
          </w:p>
        </w:tc>
      </w:tr>
      <w:tr w:rsidR="00DD0843" w:rsidRPr="009F5EE3" w14:paraId="7AE47EAD" w14:textId="77777777" w:rsidTr="00DD0843">
        <w:trPr>
          <w:trHeight w:val="283"/>
        </w:trPr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34F03F1" w14:textId="77777777" w:rsidR="00DD0843" w:rsidRPr="009F5EE3" w:rsidRDefault="00DD0843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56EBED" w14:textId="77777777" w:rsidR="00DD0843" w:rsidRPr="009F5EE3" w:rsidRDefault="00DD0843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6A59F7D" w14:textId="77777777" w:rsidR="00DD0843" w:rsidRPr="009F5EE3" w:rsidRDefault="00DD0843" w:rsidP="00DD0843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</w:p>
        </w:tc>
      </w:tr>
      <w:tr w:rsidR="00DD0843" w:rsidRPr="009F5EE3" w14:paraId="60C76049" w14:textId="77777777" w:rsidTr="00DD0843">
        <w:trPr>
          <w:trHeight w:val="850"/>
        </w:trPr>
        <w:tc>
          <w:tcPr>
            <w:tcW w:w="32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CA291" w14:textId="7C362C37" w:rsidR="00DD0843" w:rsidRPr="009F5EE3" w:rsidRDefault="0012791F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  <w:r w:rsidRPr="0012791F">
              <w:rPr>
                <w:b w:val="0"/>
                <w:lang w:val="de-DE"/>
              </w:rPr>
              <w:t xml:space="preserve">Für </w:t>
            </w:r>
            <w:r w:rsidR="003E77BC">
              <w:rPr>
                <w:b w:val="0"/>
                <w:lang w:val="de-DE"/>
              </w:rPr>
              <w:t>Text</w:t>
            </w:r>
            <w:r w:rsidR="003E77BC" w:rsidRPr="003E77BC">
              <w:rPr>
                <w:b w:val="0"/>
                <w:lang w:val="de-DE"/>
              </w:rPr>
              <w:t>abhängige Systeme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D5567EB" w14:textId="39730BF5" w:rsidR="00DD0843" w:rsidRPr="009F5EE3" w:rsidRDefault="00BA7593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  <w:r w:rsidRPr="009F5EE3">
              <w:rPr>
                <w:b w:val="0"/>
                <w:noProof/>
                <w:lang w:val="sk-SK" w:eastAsia="sk-SK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248CAF2" wp14:editId="04C44626">
                      <wp:simplePos x="0" y="0"/>
                      <wp:positionH relativeFrom="column">
                        <wp:posOffset>-64770</wp:posOffset>
                      </wp:positionH>
                      <wp:positionV relativeFrom="paragraph">
                        <wp:posOffset>62230</wp:posOffset>
                      </wp:positionV>
                      <wp:extent cx="1285240" cy="0"/>
                      <wp:effectExtent l="0" t="0" r="29210" b="19050"/>
                      <wp:wrapNone/>
                      <wp:docPr id="4" name="Přímá spojnic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85240" cy="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line w14:anchorId="19EF6A45" id="Přímá spojnice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1pt,4.9pt" to="96.1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" strokecolor="red" strokeweight="1.25pt"/>
                  </w:pict>
                </mc:Fallback>
              </mc:AlternateConten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0809B03" w14:textId="7A8B9BF7" w:rsidR="00DD0843" w:rsidRPr="009F5EE3" w:rsidRDefault="0012791F" w:rsidP="00DD0843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  <w:r>
              <w:rPr>
                <w:b w:val="0"/>
                <w:lang w:val="de-DE"/>
              </w:rPr>
              <w:t>v</w:t>
            </w:r>
            <w:r w:rsidR="00C539D3" w:rsidRPr="00C539D3">
              <w:rPr>
                <w:b w:val="0"/>
                <w:lang w:val="de-DE"/>
              </w:rPr>
              <w:t xml:space="preserve">erwenden Sie </w:t>
            </w:r>
            <w:r w:rsidR="00B31340">
              <w:rPr>
                <w:b w:val="0"/>
                <w:lang w:val="de-DE"/>
              </w:rPr>
              <w:t xml:space="preserve">die </w:t>
            </w:r>
            <w:r w:rsidR="00B31340" w:rsidRPr="00C539D3">
              <w:rPr>
                <w:b w:val="0"/>
                <w:lang w:val="de-DE"/>
              </w:rPr>
              <w:t>präzisen Phrasen</w:t>
            </w:r>
            <w:r w:rsidR="00C539D3" w:rsidRPr="00C539D3">
              <w:rPr>
                <w:b w:val="0"/>
                <w:lang w:val="de-DE"/>
              </w:rPr>
              <w:t xml:space="preserve"> oder Passwörter</w:t>
            </w:r>
          </w:p>
        </w:tc>
      </w:tr>
      <w:tr w:rsidR="00DD0843" w:rsidRPr="009F5EE3" w14:paraId="03BEFD8F" w14:textId="77777777" w:rsidTr="00DD0843">
        <w:trPr>
          <w:trHeight w:val="283"/>
        </w:trPr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BC5B213" w14:textId="77777777" w:rsidR="00DD0843" w:rsidRPr="009F5EE3" w:rsidRDefault="00DD0843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4D7B3D" w14:textId="77777777" w:rsidR="00DD0843" w:rsidRPr="009F5EE3" w:rsidRDefault="00DD0843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97DA210" w14:textId="77777777" w:rsidR="00DD0843" w:rsidRPr="009F5EE3" w:rsidRDefault="00DD0843" w:rsidP="00DD0843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</w:p>
        </w:tc>
      </w:tr>
      <w:tr w:rsidR="00DD0843" w:rsidRPr="009F5EE3" w14:paraId="0D6EF5AB" w14:textId="77777777" w:rsidTr="00DD0843">
        <w:trPr>
          <w:trHeight w:val="850"/>
        </w:trPr>
        <w:tc>
          <w:tcPr>
            <w:tcW w:w="32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1FDD6" w14:textId="420DBC51" w:rsidR="00DD0843" w:rsidRPr="009F5EE3" w:rsidRDefault="0012791F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  <w:r w:rsidRPr="0012791F">
              <w:rPr>
                <w:b w:val="0"/>
                <w:lang w:val="de-DE"/>
              </w:rPr>
              <w:t xml:space="preserve">Für </w:t>
            </w:r>
            <w:r w:rsidR="009222DC">
              <w:rPr>
                <w:b w:val="0"/>
                <w:lang w:val="de-DE"/>
              </w:rPr>
              <w:t>Systeme</w:t>
            </w:r>
            <w:r>
              <w:rPr>
                <w:b w:val="0"/>
                <w:lang w:val="de-DE"/>
              </w:rPr>
              <w:t>,</w:t>
            </w:r>
            <w:r w:rsidR="009222DC">
              <w:rPr>
                <w:b w:val="0"/>
                <w:lang w:val="de-DE"/>
              </w:rPr>
              <w:t xml:space="preserve"> die akustische</w:t>
            </w:r>
            <w:r w:rsidR="009222DC" w:rsidRPr="003E77BC">
              <w:rPr>
                <w:b w:val="0"/>
                <w:lang w:val="de-DE"/>
              </w:rPr>
              <w:t>n Informationen</w:t>
            </w:r>
            <w:r w:rsidR="009222DC">
              <w:rPr>
                <w:b w:val="0"/>
                <w:lang w:val="de-DE"/>
              </w:rPr>
              <w:t xml:space="preserve"> verwenden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43DEFF" w14:textId="77777777" w:rsidR="00DD0843" w:rsidRPr="009F5EE3" w:rsidRDefault="00DD0843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8CEB7D3" w14:textId="55EAD73B" w:rsidR="00DD0843" w:rsidRPr="009F5EE3" w:rsidRDefault="0012791F" w:rsidP="00B31340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  <w:r>
              <w:rPr>
                <w:b w:val="0"/>
                <w:lang w:val="de-DE"/>
              </w:rPr>
              <w:t>v</w:t>
            </w:r>
            <w:r w:rsidR="00B31340" w:rsidRPr="00B31340">
              <w:rPr>
                <w:b w:val="0"/>
                <w:lang w:val="de-DE"/>
              </w:rPr>
              <w:t xml:space="preserve">erwenden </w:t>
            </w:r>
            <w:r w:rsidR="00B31340">
              <w:rPr>
                <w:b w:val="0"/>
                <w:lang w:val="de-DE"/>
              </w:rPr>
              <w:t xml:space="preserve">Sie die </w:t>
            </w:r>
            <w:r w:rsidR="00B31340" w:rsidRPr="00B31340">
              <w:rPr>
                <w:b w:val="0"/>
                <w:lang w:val="de-DE"/>
              </w:rPr>
              <w:t xml:space="preserve">extrahierten prosodischen Informationen, z.B. Sprache </w:t>
            </w:r>
            <w:r w:rsidR="00B31340">
              <w:rPr>
                <w:b w:val="0"/>
                <w:lang w:val="de-DE"/>
              </w:rPr>
              <w:t>Dynamik</w:t>
            </w:r>
            <w:r w:rsidR="00B31340" w:rsidRPr="00B31340">
              <w:rPr>
                <w:b w:val="0"/>
                <w:lang w:val="de-DE"/>
              </w:rPr>
              <w:t>, Stress, Pausen, etc</w:t>
            </w:r>
            <w:r w:rsidR="00DD0843" w:rsidRPr="009F5EE3">
              <w:rPr>
                <w:b w:val="0"/>
                <w:lang w:val="de-DE"/>
              </w:rPr>
              <w:t>.</w:t>
            </w:r>
          </w:p>
        </w:tc>
      </w:tr>
      <w:tr w:rsidR="00DD0843" w:rsidRPr="009F5EE3" w14:paraId="7ADEF001" w14:textId="77777777" w:rsidTr="00DD0843">
        <w:trPr>
          <w:trHeight w:val="283"/>
        </w:trPr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4D356B1" w14:textId="77777777" w:rsidR="00DD0843" w:rsidRPr="009F5EE3" w:rsidRDefault="00DD0843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B1BFA1" w14:textId="77777777" w:rsidR="00DD0843" w:rsidRPr="009F5EE3" w:rsidRDefault="00DD0843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0118317" w14:textId="77777777" w:rsidR="00DD0843" w:rsidRPr="009F5EE3" w:rsidRDefault="00DD0843" w:rsidP="00DD0843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</w:p>
        </w:tc>
      </w:tr>
      <w:tr w:rsidR="00DD0843" w:rsidRPr="009F5EE3" w14:paraId="28AB2E83" w14:textId="77777777" w:rsidTr="00DD0843">
        <w:trPr>
          <w:trHeight w:val="850"/>
        </w:trPr>
        <w:tc>
          <w:tcPr>
            <w:tcW w:w="32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5AA50B8" w14:textId="2C0B4862" w:rsidR="00DD0843" w:rsidRPr="009F5EE3" w:rsidRDefault="0012791F" w:rsidP="009222DC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  <w:r w:rsidRPr="0012791F">
              <w:rPr>
                <w:b w:val="0"/>
                <w:lang w:val="de-DE"/>
              </w:rPr>
              <w:t xml:space="preserve">Für </w:t>
            </w:r>
            <w:r w:rsidR="009222DC" w:rsidRPr="009222DC">
              <w:rPr>
                <w:b w:val="0"/>
                <w:lang w:val="de-DE"/>
              </w:rPr>
              <w:t>Systeme</w:t>
            </w:r>
            <w:r>
              <w:rPr>
                <w:b w:val="0"/>
                <w:lang w:val="de-DE"/>
              </w:rPr>
              <w:t>,</w:t>
            </w:r>
            <w:r w:rsidR="009222DC" w:rsidRPr="009222DC">
              <w:rPr>
                <w:b w:val="0"/>
                <w:lang w:val="de-DE"/>
              </w:rPr>
              <w:t xml:space="preserve"> </w:t>
            </w:r>
            <w:r w:rsidR="009222DC">
              <w:rPr>
                <w:b w:val="0"/>
                <w:lang w:val="de-DE"/>
              </w:rPr>
              <w:t>die</w:t>
            </w:r>
            <w:r w:rsidR="009222DC" w:rsidRPr="009222DC">
              <w:rPr>
                <w:b w:val="0"/>
                <w:lang w:val="de-DE"/>
              </w:rPr>
              <w:t xml:space="preserve"> prosodischen Informationen</w:t>
            </w:r>
            <w:r w:rsidR="009222DC">
              <w:rPr>
                <w:b w:val="0"/>
                <w:lang w:val="de-DE"/>
              </w:rPr>
              <w:t xml:space="preserve"> verwenden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1E79484" w14:textId="77777777" w:rsidR="00DD0843" w:rsidRPr="009F5EE3" w:rsidRDefault="00DD0843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C392E1F" w14:textId="68CF9170" w:rsidR="00DD0843" w:rsidRPr="009F5EE3" w:rsidRDefault="0012791F" w:rsidP="00DD0843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  <w:r>
              <w:rPr>
                <w:b w:val="0"/>
                <w:lang w:val="de-DE"/>
              </w:rPr>
              <w:t>v</w:t>
            </w:r>
            <w:r w:rsidR="00C24304" w:rsidRPr="00C24304">
              <w:rPr>
                <w:b w:val="0"/>
                <w:lang w:val="de-DE"/>
              </w:rPr>
              <w:t>erwenden Sie keine präzisen Phrasen oder Passwörter</w:t>
            </w:r>
            <w:r w:rsidR="00DD0843" w:rsidRPr="009F5EE3">
              <w:rPr>
                <w:b w:val="0"/>
                <w:lang w:val="de-DE"/>
              </w:rPr>
              <w:t>.</w:t>
            </w:r>
          </w:p>
        </w:tc>
      </w:tr>
    </w:tbl>
    <w:p w14:paraId="4A241A80" w14:textId="77777777" w:rsidR="00DD0843" w:rsidRPr="009F5EE3" w:rsidRDefault="00DD0843" w:rsidP="00391B93">
      <w:pPr>
        <w:rPr>
          <w:lang w:val="de-DE"/>
        </w:rPr>
      </w:pPr>
    </w:p>
    <w:p w14:paraId="66198234" w14:textId="77777777" w:rsidR="00391B93" w:rsidRPr="009F5EE3" w:rsidRDefault="00391B93" w:rsidP="00391B93">
      <w:pPr>
        <w:pStyle w:val="eLineBottom"/>
        <w:rPr>
          <w:lang w:val="de-DE"/>
        </w:rPr>
      </w:pPr>
    </w:p>
    <w:p w14:paraId="7BA4FFB2" w14:textId="77777777" w:rsidR="00DD0843" w:rsidRPr="009F5EE3" w:rsidRDefault="00DD0843" w:rsidP="00391B93">
      <w:pPr>
        <w:rPr>
          <w:lang w:val="de-DE"/>
        </w:rPr>
      </w:pPr>
    </w:p>
    <w:p w14:paraId="7F153C66" w14:textId="242F301D" w:rsidR="0012791F" w:rsidRPr="0012791F" w:rsidRDefault="0012791F" w:rsidP="0012791F">
      <w:pPr>
        <w:pStyle w:val="eTask"/>
        <w:rPr>
          <w:lang w:val="de-DE"/>
        </w:rPr>
      </w:pPr>
      <w:r w:rsidRPr="0012791F">
        <w:rPr>
          <w:lang w:val="de-DE"/>
        </w:rPr>
        <w:t>Bestimmen Sie die richtige Reihenfolge im automatischen Spracherkennungsprozess. (1 - erste, 2 - Sekunden, 3 - letzte).</w:t>
      </w:r>
    </w:p>
    <w:p w14:paraId="00427CBE" w14:textId="77777777" w:rsidR="006B5F98" w:rsidRPr="009F5EE3" w:rsidRDefault="006B5F98" w:rsidP="00391B93">
      <w:pPr>
        <w:rPr>
          <w:lang w:val="de-DE"/>
        </w:rPr>
      </w:pPr>
    </w:p>
    <w:p w14:paraId="11B84637" w14:textId="06079315" w:rsidR="00ED4CDA" w:rsidRPr="009F5EE3" w:rsidRDefault="00ED4CDA" w:rsidP="00391B93">
      <w:pPr>
        <w:pStyle w:val="Odsekzoznamu"/>
        <w:numPr>
          <w:ilvl w:val="0"/>
          <w:numId w:val="26"/>
        </w:numPr>
        <w:spacing w:line="480" w:lineRule="auto"/>
        <w:ind w:left="714" w:hanging="357"/>
        <w:rPr>
          <w:lang w:val="de-DE"/>
        </w:rPr>
      </w:pPr>
      <w:r w:rsidRPr="009F5EE3">
        <w:rPr>
          <w:lang w:val="de-DE"/>
        </w:rPr>
        <w:t>_</w:t>
      </w:r>
      <w:r w:rsidR="00025AAF" w:rsidRPr="009F5EE3">
        <w:rPr>
          <w:b/>
          <w:color w:val="FF0000"/>
          <w:lang w:val="de-DE"/>
        </w:rPr>
        <w:t>2</w:t>
      </w:r>
      <w:r w:rsidRPr="009F5EE3">
        <w:rPr>
          <w:lang w:val="de-DE"/>
        </w:rPr>
        <w:t xml:space="preserve">_ </w:t>
      </w:r>
      <w:r w:rsidR="00BA7A01" w:rsidRPr="00BA7A01">
        <w:rPr>
          <w:lang w:val="de-DE"/>
        </w:rPr>
        <w:t>Wörterbuchsuche</w:t>
      </w:r>
      <w:r w:rsidR="003C140A" w:rsidRPr="009F5EE3">
        <w:rPr>
          <w:lang w:val="de-DE"/>
        </w:rPr>
        <w:t xml:space="preserve">, </w:t>
      </w:r>
    </w:p>
    <w:p w14:paraId="656A6081" w14:textId="29986DC1" w:rsidR="00ED4CDA" w:rsidRPr="009F5EE3" w:rsidRDefault="00ED4CDA" w:rsidP="00391B93">
      <w:pPr>
        <w:pStyle w:val="Odsekzoznamu"/>
        <w:numPr>
          <w:ilvl w:val="0"/>
          <w:numId w:val="26"/>
        </w:numPr>
        <w:spacing w:line="480" w:lineRule="auto"/>
        <w:ind w:left="714" w:hanging="357"/>
        <w:rPr>
          <w:lang w:val="de-DE"/>
        </w:rPr>
      </w:pPr>
      <w:r w:rsidRPr="009F5EE3">
        <w:rPr>
          <w:lang w:val="de-DE"/>
        </w:rPr>
        <w:t>_</w:t>
      </w:r>
      <w:r w:rsidR="00025AAF" w:rsidRPr="009F5EE3">
        <w:rPr>
          <w:b/>
          <w:color w:val="FF0000"/>
          <w:lang w:val="de-DE"/>
        </w:rPr>
        <w:t>1</w:t>
      </w:r>
      <w:r w:rsidRPr="009F5EE3">
        <w:rPr>
          <w:lang w:val="de-DE"/>
        </w:rPr>
        <w:t xml:space="preserve">_ </w:t>
      </w:r>
      <w:r w:rsidR="00BA7A01" w:rsidRPr="00BA7A01">
        <w:rPr>
          <w:lang w:val="de-DE"/>
        </w:rPr>
        <w:t>Digitales Sprachsignal</w:t>
      </w:r>
      <w:r w:rsidR="003C140A" w:rsidRPr="009F5EE3">
        <w:rPr>
          <w:lang w:val="de-DE"/>
        </w:rPr>
        <w:t xml:space="preserve">, </w:t>
      </w:r>
    </w:p>
    <w:p w14:paraId="3D0529BC" w14:textId="0697BF65" w:rsidR="00ED4CDA" w:rsidRPr="009F5EE3" w:rsidRDefault="00ED4CDA" w:rsidP="00391B93">
      <w:pPr>
        <w:pStyle w:val="Odsekzoznamu"/>
        <w:numPr>
          <w:ilvl w:val="0"/>
          <w:numId w:val="26"/>
        </w:numPr>
        <w:spacing w:line="480" w:lineRule="auto"/>
        <w:ind w:left="714" w:hanging="357"/>
        <w:rPr>
          <w:lang w:val="de-DE"/>
        </w:rPr>
      </w:pPr>
      <w:r w:rsidRPr="009F5EE3">
        <w:rPr>
          <w:lang w:val="de-DE"/>
        </w:rPr>
        <w:t>_</w:t>
      </w:r>
      <w:r w:rsidR="00025AAF" w:rsidRPr="009F5EE3">
        <w:rPr>
          <w:b/>
          <w:color w:val="FF0000"/>
          <w:lang w:val="de-DE"/>
        </w:rPr>
        <w:t>3</w:t>
      </w:r>
      <w:r w:rsidRPr="009F5EE3">
        <w:rPr>
          <w:lang w:val="de-DE"/>
        </w:rPr>
        <w:t xml:space="preserve">_ </w:t>
      </w:r>
      <w:r w:rsidR="00BA7A01">
        <w:rPr>
          <w:lang w:val="de-DE"/>
        </w:rPr>
        <w:t>Textsequenz</w:t>
      </w:r>
      <w:r w:rsidR="003C140A" w:rsidRPr="009F5EE3">
        <w:rPr>
          <w:lang w:val="de-DE"/>
        </w:rPr>
        <w:t xml:space="preserve">. </w:t>
      </w:r>
    </w:p>
    <w:p w14:paraId="0A1EDA6E" w14:textId="77777777" w:rsidR="006B5F98" w:rsidRPr="009F5EE3" w:rsidRDefault="006B5F98" w:rsidP="00391B93">
      <w:pPr>
        <w:pStyle w:val="eLineBottom"/>
        <w:rPr>
          <w:lang w:val="de-DE"/>
        </w:rPr>
      </w:pPr>
    </w:p>
    <w:p w14:paraId="5CAE6C3A" w14:textId="77777777" w:rsidR="00391B93" w:rsidRPr="009F5EE3" w:rsidRDefault="00391B93" w:rsidP="00391B93">
      <w:pPr>
        <w:rPr>
          <w:lang w:val="de-DE"/>
        </w:rPr>
      </w:pPr>
    </w:p>
    <w:p w14:paraId="2A7AC4BD" w14:textId="7ADB89D8" w:rsidR="006B5F98" w:rsidRPr="009F5EE3" w:rsidRDefault="0012791F" w:rsidP="00DD0843">
      <w:pPr>
        <w:pStyle w:val="eTask"/>
        <w:rPr>
          <w:lang w:val="de-DE"/>
        </w:rPr>
      </w:pPr>
      <w:r w:rsidRPr="0012791F">
        <w:rPr>
          <w:lang w:val="de-DE"/>
        </w:rPr>
        <w:t>Die erfolgreichsten Methoden zum Extrahieren durch Sprachfunktionen sind</w:t>
      </w:r>
      <w:r w:rsidR="00097F4A" w:rsidRPr="00097F4A">
        <w:rPr>
          <w:lang w:val="de-DE"/>
        </w:rPr>
        <w:t>:</w:t>
      </w:r>
    </w:p>
    <w:p w14:paraId="42DA4E11" w14:textId="77777777" w:rsidR="006B5F98" w:rsidRPr="009F5EE3" w:rsidRDefault="006B5F98" w:rsidP="00391B93">
      <w:pPr>
        <w:rPr>
          <w:lang w:val="de-DE"/>
        </w:rPr>
      </w:pPr>
    </w:p>
    <w:p w14:paraId="4BF1BFFC" w14:textId="72BB033F" w:rsidR="00391B93" w:rsidRPr="009F5EE3" w:rsidRDefault="00391B93" w:rsidP="00391B93">
      <w:pPr>
        <w:ind w:left="357" w:hanging="357"/>
        <w:rPr>
          <w:lang w:val="de-DE"/>
        </w:rPr>
      </w:pPr>
      <w:r w:rsidRPr="009F5EE3">
        <w:rPr>
          <w:rStyle w:val="eCheckBoxSquareChar"/>
          <w:lang w:val="de-DE"/>
        </w:rPr>
        <w:t>□</w:t>
      </w:r>
      <w:r w:rsidRPr="009F5EE3">
        <w:rPr>
          <w:szCs w:val="40"/>
          <w:lang w:val="de-DE"/>
        </w:rPr>
        <w:tab/>
      </w:r>
      <w:r w:rsidR="006B5E43">
        <w:rPr>
          <w:lang w:val="de-DE"/>
        </w:rPr>
        <w:t>Hidden Markov Modelle</w:t>
      </w:r>
      <w:r w:rsidRPr="009F5EE3">
        <w:rPr>
          <w:lang w:val="de-DE"/>
        </w:rPr>
        <w:t>,</w:t>
      </w:r>
    </w:p>
    <w:p w14:paraId="145F1046" w14:textId="0488713C" w:rsidR="00391B93" w:rsidRPr="009F5EE3" w:rsidRDefault="00025AAF" w:rsidP="00391B93">
      <w:pPr>
        <w:ind w:left="357" w:hanging="357"/>
        <w:rPr>
          <w:lang w:val="de-DE"/>
        </w:rPr>
      </w:pPr>
      <w:r w:rsidRPr="009F5EE3">
        <w:rPr>
          <w:rStyle w:val="eCheckBoxSquareChar"/>
          <w:b/>
          <w:color w:val="FF0000"/>
          <w:lang w:val="de-DE"/>
        </w:rPr>
        <w:t>x</w:t>
      </w:r>
      <w:r w:rsidR="00391B93" w:rsidRPr="009F5EE3">
        <w:rPr>
          <w:szCs w:val="40"/>
          <w:lang w:val="de-DE"/>
        </w:rPr>
        <w:tab/>
      </w:r>
      <w:r w:rsidR="00097F4A" w:rsidRPr="00097F4A">
        <w:rPr>
          <w:b/>
          <w:color w:val="FF0000"/>
          <w:lang w:val="de-DE"/>
        </w:rPr>
        <w:t>Mel-Frequenz-Cepstralkoeffizienten</w:t>
      </w:r>
      <w:r w:rsidR="00391B93" w:rsidRPr="009F5EE3">
        <w:rPr>
          <w:b/>
          <w:color w:val="FF0000"/>
          <w:lang w:val="de-DE"/>
        </w:rPr>
        <w:t>,</w:t>
      </w:r>
    </w:p>
    <w:p w14:paraId="1E000C39" w14:textId="6E07C222" w:rsidR="00391B93" w:rsidRPr="009F5EE3" w:rsidRDefault="00025AAF" w:rsidP="00391B93">
      <w:pPr>
        <w:ind w:left="357" w:hanging="357"/>
        <w:rPr>
          <w:lang w:val="de-DE"/>
        </w:rPr>
      </w:pPr>
      <w:r w:rsidRPr="009F5EE3">
        <w:rPr>
          <w:rStyle w:val="eCheckBoxSquareChar"/>
          <w:b/>
          <w:color w:val="FF0000"/>
          <w:lang w:val="de-DE"/>
        </w:rPr>
        <w:t>x</w:t>
      </w:r>
      <w:r w:rsidR="00391B93" w:rsidRPr="009F5EE3">
        <w:rPr>
          <w:szCs w:val="40"/>
          <w:lang w:val="de-DE"/>
        </w:rPr>
        <w:tab/>
      </w:r>
      <w:r w:rsidR="00097F4A" w:rsidRPr="00097F4A">
        <w:rPr>
          <w:b/>
          <w:color w:val="FF0000"/>
          <w:lang w:val="de-DE"/>
        </w:rPr>
        <w:t xml:space="preserve">Perzeptuelle lineare </w:t>
      </w:r>
      <w:r w:rsidR="00097F4A">
        <w:rPr>
          <w:b/>
          <w:color w:val="FF0000"/>
          <w:lang w:val="de-DE"/>
        </w:rPr>
        <w:t>Prädiktion</w:t>
      </w:r>
      <w:r w:rsidR="00391B93" w:rsidRPr="009F5EE3">
        <w:rPr>
          <w:b/>
          <w:color w:val="FF0000"/>
          <w:lang w:val="de-DE"/>
        </w:rPr>
        <w:t>,</w:t>
      </w:r>
    </w:p>
    <w:p w14:paraId="02E1A26E" w14:textId="59776EB1" w:rsidR="00391B93" w:rsidRPr="009F5EE3" w:rsidRDefault="00391B93" w:rsidP="00391B93">
      <w:pPr>
        <w:ind w:left="357" w:hanging="357"/>
        <w:rPr>
          <w:rStyle w:val="eCheckBoxTextChar"/>
          <w:lang w:val="de-DE"/>
        </w:rPr>
      </w:pPr>
      <w:r w:rsidRPr="009F5EE3">
        <w:rPr>
          <w:rStyle w:val="eCheckBoxSquareChar"/>
          <w:lang w:val="de-DE"/>
        </w:rPr>
        <w:t>□</w:t>
      </w:r>
      <w:r w:rsidRPr="009F5EE3">
        <w:rPr>
          <w:szCs w:val="40"/>
          <w:lang w:val="de-DE"/>
        </w:rPr>
        <w:tab/>
      </w:r>
      <w:r w:rsidR="008D63BF" w:rsidRPr="008D63BF">
        <w:rPr>
          <w:lang w:val="de-DE"/>
        </w:rPr>
        <w:t>Diskrete Kosinustransformation</w:t>
      </w:r>
      <w:r w:rsidRPr="009F5EE3">
        <w:rPr>
          <w:lang w:val="de-DE"/>
        </w:rPr>
        <w:t>.</w:t>
      </w:r>
    </w:p>
    <w:p w14:paraId="25210086" w14:textId="77777777" w:rsidR="00391B93" w:rsidRPr="009F5EE3" w:rsidRDefault="00391B93" w:rsidP="00391B93">
      <w:pPr>
        <w:pStyle w:val="eLineBottom"/>
        <w:rPr>
          <w:lang w:val="de-DE"/>
        </w:rPr>
      </w:pPr>
    </w:p>
    <w:p w14:paraId="7E1DCEBF" w14:textId="77777777" w:rsidR="00391B93" w:rsidRPr="009F5EE3" w:rsidRDefault="00391B93" w:rsidP="00391B93">
      <w:pPr>
        <w:rPr>
          <w:lang w:val="de-DE"/>
        </w:rPr>
      </w:pPr>
    </w:p>
    <w:p w14:paraId="589183D3" w14:textId="77777777" w:rsidR="00391B93" w:rsidRPr="009F5EE3" w:rsidRDefault="00391B93">
      <w:pPr>
        <w:rPr>
          <w:b/>
          <w:lang w:val="de-DE"/>
        </w:rPr>
      </w:pPr>
      <w:r w:rsidRPr="009F5EE3">
        <w:rPr>
          <w:lang w:val="de-DE"/>
        </w:rPr>
        <w:br w:type="page"/>
      </w:r>
    </w:p>
    <w:p w14:paraId="5BB9D823" w14:textId="021BA122" w:rsidR="0012791F" w:rsidRPr="0012791F" w:rsidRDefault="0012791F" w:rsidP="0012791F">
      <w:pPr>
        <w:pStyle w:val="eTask"/>
        <w:rPr>
          <w:lang w:val="de-DE"/>
        </w:rPr>
      </w:pPr>
      <w:r w:rsidRPr="0012791F">
        <w:rPr>
          <w:lang w:val="de-DE"/>
        </w:rPr>
        <w:lastRenderedPageBreak/>
        <w:t>Bilden Sie Paare für ein automatische Spracherkennung (ASR) System und einer Eingabe Definition.</w:t>
      </w:r>
    </w:p>
    <w:p w14:paraId="4AC8D287" w14:textId="3D9C5024" w:rsidR="00391B93" w:rsidRPr="009F5EE3" w:rsidRDefault="00025AAF" w:rsidP="00391B93">
      <w:pPr>
        <w:rPr>
          <w:lang w:val="de-DE"/>
        </w:rPr>
      </w:pPr>
      <w:r w:rsidRPr="009F5EE3">
        <w:rPr>
          <w:b/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7E10A68" wp14:editId="39A8E25E">
                <wp:simplePos x="0" y="0"/>
                <wp:positionH relativeFrom="column">
                  <wp:posOffset>2266486</wp:posOffset>
                </wp:positionH>
                <wp:positionV relativeFrom="paragraph">
                  <wp:posOffset>1166884</wp:posOffset>
                </wp:positionV>
                <wp:extent cx="1316032" cy="1753339"/>
                <wp:effectExtent l="0" t="0" r="36830" b="37465"/>
                <wp:wrapNone/>
                <wp:docPr id="8" name="Přímá spojnic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16032" cy="1753339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2DE0B1E9" id="Přímá spojnice 8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8.45pt,91.9pt" to="282.05pt,22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" strokecolor="red" strokeweight="1.25pt"/>
            </w:pict>
          </mc:Fallback>
        </mc:AlternateContent>
      </w:r>
      <w:r w:rsidRPr="009F5EE3">
        <w:rPr>
          <w:b/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D7D481" wp14:editId="6100279C">
                <wp:simplePos x="0" y="0"/>
                <wp:positionH relativeFrom="column">
                  <wp:posOffset>2266099</wp:posOffset>
                </wp:positionH>
                <wp:positionV relativeFrom="paragraph">
                  <wp:posOffset>422694</wp:posOffset>
                </wp:positionV>
                <wp:extent cx="1302385" cy="741680"/>
                <wp:effectExtent l="0" t="0" r="31115" b="20320"/>
                <wp:wrapNone/>
                <wp:docPr id="7" name="Přímá spojnic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02385" cy="741680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5C497A85" id="Přímá spojnice 7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8.45pt,33.3pt" to="281pt,9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" strokecolor="red" strokeweight="1.25pt"/>
            </w:pict>
          </mc:Fallback>
        </mc:AlternateContent>
      </w:r>
    </w:p>
    <w:tbl>
      <w:tblPr>
        <w:tblStyle w:val="Mriekatabuky"/>
        <w:tblW w:w="0" w:type="auto"/>
        <w:tblInd w:w="360" w:type="dxa"/>
        <w:tblLook w:val="04A0" w:firstRow="1" w:lastRow="0" w:firstColumn="1" w:lastColumn="0" w:noHBand="0" w:noVBand="1"/>
      </w:tblPr>
      <w:tblGrid>
        <w:gridCol w:w="3220"/>
        <w:gridCol w:w="2042"/>
        <w:gridCol w:w="3440"/>
      </w:tblGrid>
      <w:tr w:rsidR="00391B93" w:rsidRPr="009F5EE3" w14:paraId="0ED21440" w14:textId="77777777" w:rsidTr="00651629">
        <w:trPr>
          <w:trHeight w:val="850"/>
        </w:trPr>
        <w:tc>
          <w:tcPr>
            <w:tcW w:w="32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5416FF8" w14:textId="2F863E71" w:rsidR="00391B93" w:rsidRPr="009F5EE3" w:rsidRDefault="0023446E" w:rsidP="0023446E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  <w:r>
              <w:rPr>
                <w:b w:val="0"/>
                <w:lang w:val="de-DE"/>
              </w:rPr>
              <w:t xml:space="preserve">ASR, die </w:t>
            </w:r>
            <w:r w:rsidRPr="0023446E">
              <w:rPr>
                <w:b w:val="0"/>
                <w:lang w:val="de-DE"/>
              </w:rPr>
              <w:t xml:space="preserve">isolierte Worte </w:t>
            </w:r>
            <w:r>
              <w:rPr>
                <w:b w:val="0"/>
                <w:lang w:val="de-DE"/>
              </w:rPr>
              <w:t xml:space="preserve">erkennen, </w:t>
            </w:r>
            <w:r w:rsidRPr="0023446E">
              <w:rPr>
                <w:b w:val="0"/>
                <w:lang w:val="de-DE"/>
              </w:rPr>
              <w:t>erfordern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A71384A" w14:textId="77777777" w:rsidR="00391B93" w:rsidRPr="009F5EE3" w:rsidRDefault="00025AAF" w:rsidP="00651629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  <w:r w:rsidRPr="009F5EE3">
              <w:rPr>
                <w:b w:val="0"/>
                <w:noProof/>
                <w:lang w:val="sk-SK" w:eastAsia="sk-SK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DFC8834" wp14:editId="6A6C547A">
                      <wp:simplePos x="0" y="0"/>
                      <wp:positionH relativeFrom="column">
                        <wp:posOffset>-64770</wp:posOffset>
                      </wp:positionH>
                      <wp:positionV relativeFrom="paragraph">
                        <wp:posOffset>230505</wp:posOffset>
                      </wp:positionV>
                      <wp:extent cx="1287780" cy="2510790"/>
                      <wp:effectExtent l="0" t="0" r="26670" b="22860"/>
                      <wp:wrapNone/>
                      <wp:docPr id="10" name="Přímá spojnic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287780" cy="251079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line w14:anchorId="7767CA54" id="Přímá spojnice 10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1pt,18.15pt" to="96.3pt,2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" strokecolor="red" strokeweight="1.25pt"/>
                  </w:pict>
                </mc:Fallback>
              </mc:AlternateContent>
            </w:r>
          </w:p>
        </w:tc>
        <w:tc>
          <w:tcPr>
            <w:tcW w:w="351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4893564" w14:textId="0C79C1B9" w:rsidR="00391B93" w:rsidRPr="009F5EE3" w:rsidRDefault="00CB0B13" w:rsidP="00CB0B13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  <w:r>
              <w:rPr>
                <w:b w:val="0"/>
                <w:lang w:val="de-DE"/>
              </w:rPr>
              <w:t>als Eingabe die</w:t>
            </w:r>
            <w:r w:rsidR="0069123D" w:rsidRPr="0069123D">
              <w:rPr>
                <w:b w:val="0"/>
                <w:lang w:val="de-DE"/>
              </w:rPr>
              <w:t xml:space="preserve"> natürliche Sprache ohne gramm</w:t>
            </w:r>
            <w:r w:rsidR="0069123D">
              <w:rPr>
                <w:b w:val="0"/>
                <w:lang w:val="de-DE"/>
              </w:rPr>
              <w:t>atikalische Einschränkungen</w:t>
            </w:r>
            <w:r w:rsidR="00391B93" w:rsidRPr="009F5EE3">
              <w:rPr>
                <w:b w:val="0"/>
                <w:lang w:val="de-DE"/>
              </w:rPr>
              <w:t>.</w:t>
            </w:r>
          </w:p>
        </w:tc>
      </w:tr>
      <w:tr w:rsidR="00391B93" w:rsidRPr="009F5EE3" w14:paraId="418AB66A" w14:textId="77777777" w:rsidTr="00651629">
        <w:trPr>
          <w:trHeight w:val="283"/>
        </w:trPr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C5F8357" w14:textId="77777777" w:rsidR="00391B93" w:rsidRPr="009F5EE3" w:rsidRDefault="00391B93" w:rsidP="00651629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3E5AE6" w14:textId="77777777" w:rsidR="00391B93" w:rsidRPr="009F5EE3" w:rsidRDefault="00391B93" w:rsidP="00651629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320F88" w14:textId="77777777" w:rsidR="00391B93" w:rsidRPr="009F5EE3" w:rsidRDefault="00391B93" w:rsidP="00651629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</w:p>
        </w:tc>
      </w:tr>
      <w:tr w:rsidR="00391B93" w:rsidRPr="009F5EE3" w14:paraId="1083A7D2" w14:textId="77777777" w:rsidTr="00651629">
        <w:trPr>
          <w:trHeight w:val="850"/>
        </w:trPr>
        <w:tc>
          <w:tcPr>
            <w:tcW w:w="32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4CA77" w14:textId="5EC8372C" w:rsidR="00391B93" w:rsidRPr="009F5EE3" w:rsidRDefault="0023446E" w:rsidP="00651629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  <w:r w:rsidRPr="0023446E">
              <w:rPr>
                <w:b w:val="0"/>
                <w:lang w:val="de-DE"/>
              </w:rPr>
              <w:t>Diktiersysteme erfordern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57F56B" w14:textId="77777777" w:rsidR="00391B93" w:rsidRPr="009F5EE3" w:rsidRDefault="00391B93" w:rsidP="00651629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F6F00EE" w14:textId="37579C94" w:rsidR="00391B93" w:rsidRPr="009F5EE3" w:rsidRDefault="00A21EFF" w:rsidP="00651629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  <w:r>
              <w:rPr>
                <w:b w:val="0"/>
                <w:lang w:val="de-DE"/>
              </w:rPr>
              <w:t xml:space="preserve">als </w:t>
            </w:r>
            <w:r w:rsidRPr="0069123D">
              <w:rPr>
                <w:b w:val="0"/>
                <w:lang w:val="de-DE"/>
              </w:rPr>
              <w:t>Eingabe</w:t>
            </w:r>
            <w:r w:rsidR="0069123D" w:rsidRPr="0069123D">
              <w:rPr>
                <w:b w:val="0"/>
                <w:lang w:val="de-DE"/>
              </w:rPr>
              <w:t xml:space="preserve"> ein einzig</w:t>
            </w:r>
            <w:r w:rsidR="0069123D">
              <w:rPr>
                <w:b w:val="0"/>
                <w:lang w:val="de-DE"/>
              </w:rPr>
              <w:t>es Wort aus einem Wörterbuch</w:t>
            </w:r>
            <w:r w:rsidR="00391B93" w:rsidRPr="009F5EE3">
              <w:rPr>
                <w:b w:val="0"/>
                <w:lang w:val="de-DE"/>
              </w:rPr>
              <w:t>.</w:t>
            </w:r>
          </w:p>
        </w:tc>
      </w:tr>
      <w:tr w:rsidR="00391B93" w:rsidRPr="009F5EE3" w14:paraId="372961AB" w14:textId="77777777" w:rsidTr="00651629">
        <w:trPr>
          <w:trHeight w:val="283"/>
        </w:trPr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5C9D26C" w14:textId="77777777" w:rsidR="00391B93" w:rsidRPr="009F5EE3" w:rsidRDefault="00391B93" w:rsidP="00651629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9A3660" w14:textId="77777777" w:rsidR="00391B93" w:rsidRPr="009F5EE3" w:rsidRDefault="00391B93" w:rsidP="00651629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924E31C" w14:textId="77777777" w:rsidR="00391B93" w:rsidRPr="009F5EE3" w:rsidRDefault="00391B93" w:rsidP="00651629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</w:p>
        </w:tc>
      </w:tr>
      <w:tr w:rsidR="00391B93" w:rsidRPr="009F5EE3" w14:paraId="013819F3" w14:textId="77777777" w:rsidTr="00651629">
        <w:trPr>
          <w:trHeight w:val="850"/>
        </w:trPr>
        <w:tc>
          <w:tcPr>
            <w:tcW w:w="32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2E669" w14:textId="1A5BA8AB" w:rsidR="003E751A" w:rsidRPr="003E751A" w:rsidRDefault="003E751A" w:rsidP="003E751A">
            <w:pPr>
              <w:pStyle w:val="eTask"/>
              <w:numPr>
                <w:ilvl w:val="0"/>
                <w:numId w:val="0"/>
              </w:numPr>
              <w:ind w:left="357"/>
              <w:rPr>
                <w:b w:val="0"/>
                <w:lang w:val="de-DE"/>
              </w:rPr>
            </w:pPr>
            <w:r>
              <w:rPr>
                <w:b w:val="0"/>
                <w:lang w:val="de-DE"/>
              </w:rPr>
              <w:t xml:space="preserve">ASR, die </w:t>
            </w:r>
            <w:r w:rsidRPr="003E751A">
              <w:rPr>
                <w:b w:val="0"/>
                <w:lang w:val="de-DE"/>
              </w:rPr>
              <w:t>fließend</w:t>
            </w:r>
            <w:r>
              <w:rPr>
                <w:b w:val="0"/>
                <w:lang w:val="de-DE"/>
              </w:rPr>
              <w:t>e</w:t>
            </w:r>
          </w:p>
          <w:p w14:paraId="4994B550" w14:textId="49626530" w:rsidR="00391B93" w:rsidRPr="009F5EE3" w:rsidRDefault="003E751A" w:rsidP="003E751A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  <w:r w:rsidRPr="003E751A">
              <w:rPr>
                <w:b w:val="0"/>
                <w:lang w:val="de-DE"/>
              </w:rPr>
              <w:t xml:space="preserve">Sprache </w:t>
            </w:r>
            <w:r>
              <w:rPr>
                <w:b w:val="0"/>
                <w:lang w:val="de-DE"/>
              </w:rPr>
              <w:t xml:space="preserve">erkennen, </w:t>
            </w:r>
            <w:r w:rsidRPr="003E751A">
              <w:rPr>
                <w:b w:val="0"/>
                <w:lang w:val="de-DE"/>
              </w:rPr>
              <w:t>erfordern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8FC8FE2" w14:textId="30BB3BF6" w:rsidR="00391B93" w:rsidRPr="009F5EE3" w:rsidRDefault="00BA7593" w:rsidP="00651629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  <w:r w:rsidRPr="009F5EE3">
              <w:rPr>
                <w:b w:val="0"/>
                <w:noProof/>
                <w:lang w:val="sk-SK" w:eastAsia="sk-SK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17E847B" wp14:editId="25243A47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55245</wp:posOffset>
                      </wp:positionV>
                      <wp:extent cx="1302385" cy="0"/>
                      <wp:effectExtent l="0" t="0" r="31115" b="19050"/>
                      <wp:wrapNone/>
                      <wp:docPr id="9" name="Přímá spojnic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02385" cy="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line w14:anchorId="6D799012" id="Přímá spojnice 9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85pt,4.35pt" to="97.7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" strokecolor="red" strokeweight="1.25pt"/>
                  </w:pict>
                </mc:Fallback>
              </mc:AlternateConten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C28B86E" w14:textId="0DFC5455" w:rsidR="00CB0B13" w:rsidRPr="009F5EE3" w:rsidRDefault="00CB0B13" w:rsidP="00651629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  <w:r>
              <w:rPr>
                <w:b w:val="0"/>
                <w:lang w:val="de-DE"/>
              </w:rPr>
              <w:t>als</w:t>
            </w:r>
            <w:r w:rsidRPr="00CB0B13">
              <w:rPr>
                <w:b w:val="0"/>
                <w:lang w:val="de-DE"/>
              </w:rPr>
              <w:t xml:space="preserve"> Eingabe </w:t>
            </w:r>
            <w:r w:rsidR="00A21EFF">
              <w:rPr>
                <w:b w:val="0"/>
                <w:lang w:val="de-DE"/>
              </w:rPr>
              <w:t xml:space="preserve">die </w:t>
            </w:r>
            <w:r w:rsidRPr="00CB0B13">
              <w:rPr>
                <w:b w:val="0"/>
                <w:lang w:val="de-DE"/>
              </w:rPr>
              <w:t>fließend</w:t>
            </w:r>
            <w:r w:rsidR="00A21EFF">
              <w:rPr>
                <w:b w:val="0"/>
                <w:lang w:val="de-DE"/>
              </w:rPr>
              <w:t>e</w:t>
            </w:r>
            <w:r w:rsidRPr="00CB0B13">
              <w:rPr>
                <w:b w:val="0"/>
                <w:lang w:val="de-DE"/>
              </w:rPr>
              <w:t xml:space="preserve"> Sprache mit einigen grammatischen Einschränkungen</w:t>
            </w:r>
            <w:r w:rsidR="00391B93" w:rsidRPr="009F5EE3">
              <w:rPr>
                <w:b w:val="0"/>
                <w:lang w:val="de-DE"/>
              </w:rPr>
              <w:t>.</w:t>
            </w:r>
          </w:p>
        </w:tc>
      </w:tr>
      <w:tr w:rsidR="00391B93" w:rsidRPr="009F5EE3" w14:paraId="36F8097E" w14:textId="77777777" w:rsidTr="00A21EFF">
        <w:trPr>
          <w:trHeight w:val="324"/>
        </w:trPr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048256A" w14:textId="77777777" w:rsidR="00391B93" w:rsidRPr="009F5EE3" w:rsidRDefault="00391B93" w:rsidP="00651629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D03ECE" w14:textId="77777777" w:rsidR="00391B93" w:rsidRPr="009F5EE3" w:rsidRDefault="00391B93" w:rsidP="00651629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2064E56" w14:textId="77777777" w:rsidR="00391B93" w:rsidRPr="009F5EE3" w:rsidRDefault="00391B93" w:rsidP="00651629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</w:p>
        </w:tc>
      </w:tr>
      <w:tr w:rsidR="00391B93" w:rsidRPr="009F5EE3" w14:paraId="653DA69C" w14:textId="77777777" w:rsidTr="00651629">
        <w:trPr>
          <w:trHeight w:val="850"/>
        </w:trPr>
        <w:tc>
          <w:tcPr>
            <w:tcW w:w="32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490EEDA" w14:textId="07E4813D" w:rsidR="00391B93" w:rsidRPr="009F5EE3" w:rsidRDefault="003E751A" w:rsidP="003E751A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  <w:r>
              <w:rPr>
                <w:b w:val="0"/>
                <w:lang w:val="de-DE"/>
              </w:rPr>
              <w:t xml:space="preserve">ASR, die </w:t>
            </w:r>
            <w:r w:rsidRPr="003E751A">
              <w:rPr>
                <w:b w:val="0"/>
                <w:lang w:val="de-DE"/>
              </w:rPr>
              <w:t>na</w:t>
            </w:r>
            <w:r>
              <w:rPr>
                <w:b w:val="0"/>
                <w:lang w:val="de-DE"/>
              </w:rPr>
              <w:t>türliche</w:t>
            </w:r>
            <w:r w:rsidRPr="003E751A">
              <w:rPr>
                <w:b w:val="0"/>
                <w:lang w:val="de-DE"/>
              </w:rPr>
              <w:t xml:space="preserve"> Sprache</w:t>
            </w:r>
            <w:r>
              <w:rPr>
                <w:b w:val="0"/>
                <w:lang w:val="de-DE"/>
              </w:rPr>
              <w:t xml:space="preserve"> erkennen, </w:t>
            </w:r>
            <w:r w:rsidRPr="003E751A">
              <w:rPr>
                <w:b w:val="0"/>
                <w:lang w:val="de-DE"/>
              </w:rPr>
              <w:t>erfordern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728175C" w14:textId="77777777" w:rsidR="00391B93" w:rsidRPr="009F5EE3" w:rsidRDefault="00391B93" w:rsidP="00651629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14E90E" w14:textId="15CB3658" w:rsidR="00391B93" w:rsidRPr="009F5EE3" w:rsidRDefault="00A21EFF" w:rsidP="00651629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  <w:r>
              <w:rPr>
                <w:b w:val="0"/>
                <w:lang w:val="de-DE"/>
              </w:rPr>
              <w:t xml:space="preserve">als </w:t>
            </w:r>
            <w:r w:rsidRPr="00A21EFF">
              <w:rPr>
                <w:b w:val="0"/>
                <w:lang w:val="de-DE"/>
              </w:rPr>
              <w:t>Eingabe eine Folge von Wört</w:t>
            </w:r>
            <w:r>
              <w:rPr>
                <w:b w:val="0"/>
                <w:lang w:val="de-DE"/>
              </w:rPr>
              <w:t>ern mit ausreichenden Pausen</w:t>
            </w:r>
            <w:r w:rsidRPr="00A21EFF">
              <w:rPr>
                <w:b w:val="0"/>
                <w:lang w:val="de-DE"/>
              </w:rPr>
              <w:t>, die benachbarte Wörter trennen</w:t>
            </w:r>
            <w:r w:rsidR="00391B93" w:rsidRPr="009F5EE3">
              <w:rPr>
                <w:b w:val="0"/>
                <w:lang w:val="de-DE"/>
              </w:rPr>
              <w:t>.</w:t>
            </w:r>
          </w:p>
        </w:tc>
      </w:tr>
    </w:tbl>
    <w:p w14:paraId="092D976D" w14:textId="77777777" w:rsidR="00391B93" w:rsidRPr="009F5EE3" w:rsidRDefault="00391B93" w:rsidP="00391B93">
      <w:pPr>
        <w:rPr>
          <w:lang w:val="de-DE"/>
        </w:rPr>
      </w:pPr>
    </w:p>
    <w:p w14:paraId="3516E187" w14:textId="77777777" w:rsidR="00391B93" w:rsidRPr="009F5EE3" w:rsidRDefault="00391B93" w:rsidP="00391B93">
      <w:pPr>
        <w:pStyle w:val="eLineBottom"/>
        <w:rPr>
          <w:lang w:val="de-DE"/>
        </w:rPr>
      </w:pPr>
    </w:p>
    <w:p w14:paraId="49D6C2F9" w14:textId="77777777" w:rsidR="00391B93" w:rsidRPr="009F5EE3" w:rsidRDefault="00391B93" w:rsidP="00391B93">
      <w:pPr>
        <w:rPr>
          <w:lang w:val="de-DE"/>
        </w:rPr>
      </w:pPr>
    </w:p>
    <w:p w14:paraId="485943AD" w14:textId="4838C509" w:rsidR="0012791F" w:rsidRPr="0012791F" w:rsidRDefault="0012791F" w:rsidP="0012791F">
      <w:pPr>
        <w:pStyle w:val="eTask"/>
        <w:rPr>
          <w:lang w:val="de-DE"/>
        </w:rPr>
      </w:pPr>
      <w:bookmarkStart w:id="0" w:name="_GoBack"/>
      <w:bookmarkEnd w:id="0"/>
      <w:r w:rsidRPr="0012791F">
        <w:rPr>
          <w:lang w:val="de-DE"/>
        </w:rPr>
        <w:t>Klassifizieren Sie die gegebenen spektralen Ereignisse / Modifikationen als wahrnehmbar oder nicht wahrnehmbar durch Menschen</w:t>
      </w:r>
    </w:p>
    <w:p w14:paraId="3154E114" w14:textId="77777777" w:rsidR="006B5F98" w:rsidRPr="009F5EE3" w:rsidRDefault="006B5F98" w:rsidP="00DD0843">
      <w:pPr>
        <w:pStyle w:val="eTask"/>
        <w:numPr>
          <w:ilvl w:val="0"/>
          <w:numId w:val="0"/>
        </w:numPr>
        <w:ind w:left="360"/>
        <w:rPr>
          <w:lang w:val="de-DE"/>
        </w:rPr>
      </w:pPr>
    </w:p>
    <w:tbl>
      <w:tblPr>
        <w:tblStyle w:val="Mriekatabuky"/>
        <w:tblW w:w="8646" w:type="dxa"/>
        <w:tblInd w:w="421" w:type="dxa"/>
        <w:tblLook w:val="04A0" w:firstRow="1" w:lastRow="0" w:firstColumn="1" w:lastColumn="0" w:noHBand="0" w:noVBand="1"/>
      </w:tblPr>
      <w:tblGrid>
        <w:gridCol w:w="4252"/>
        <w:gridCol w:w="4394"/>
      </w:tblGrid>
      <w:tr w:rsidR="00ED4CDA" w:rsidRPr="009F5EE3" w14:paraId="3D7C38DA" w14:textId="77777777" w:rsidTr="00391B93">
        <w:tc>
          <w:tcPr>
            <w:tcW w:w="4252" w:type="dxa"/>
          </w:tcPr>
          <w:p w14:paraId="204B8CAA" w14:textId="0B8D9B8E" w:rsidR="00ED4CDA" w:rsidRPr="009F5EE3" w:rsidRDefault="00D242AE" w:rsidP="00391B93">
            <w:pPr>
              <w:spacing w:before="120" w:after="120"/>
              <w:jc w:val="center"/>
              <w:rPr>
                <w:b/>
                <w:lang w:val="de-DE"/>
              </w:rPr>
            </w:pPr>
            <w:r>
              <w:rPr>
                <w:b/>
                <w:lang w:val="de-DE"/>
              </w:rPr>
              <w:t>wahrnehmbar</w:t>
            </w:r>
            <w:r w:rsidR="00ED4CDA" w:rsidRPr="009F5EE3">
              <w:rPr>
                <w:b/>
                <w:lang w:val="de-DE"/>
              </w:rPr>
              <w:t xml:space="preserve"> </w:t>
            </w:r>
          </w:p>
        </w:tc>
        <w:tc>
          <w:tcPr>
            <w:tcW w:w="4394" w:type="dxa"/>
          </w:tcPr>
          <w:p w14:paraId="0D602BC7" w14:textId="5393AE8A" w:rsidR="00ED4CDA" w:rsidRPr="009F5EE3" w:rsidRDefault="002C5A00" w:rsidP="00391B93">
            <w:pPr>
              <w:spacing w:before="120" w:after="120"/>
              <w:jc w:val="center"/>
              <w:rPr>
                <w:b/>
                <w:lang w:val="de-DE"/>
              </w:rPr>
            </w:pPr>
            <w:r>
              <w:rPr>
                <w:b/>
                <w:lang w:val="de-DE"/>
              </w:rPr>
              <w:t xml:space="preserve">nicht </w:t>
            </w:r>
            <w:r w:rsidR="00D242AE">
              <w:rPr>
                <w:b/>
                <w:lang w:val="de-DE"/>
              </w:rPr>
              <w:t>wahrnehmbar</w:t>
            </w:r>
          </w:p>
        </w:tc>
      </w:tr>
      <w:tr w:rsidR="00ED4CDA" w:rsidRPr="009F5EE3" w14:paraId="0496D1CB" w14:textId="77777777" w:rsidTr="00391B93">
        <w:tc>
          <w:tcPr>
            <w:tcW w:w="4252" w:type="dxa"/>
          </w:tcPr>
          <w:p w14:paraId="619DC894" w14:textId="77777777" w:rsidR="00ED4CDA" w:rsidRPr="009F5EE3" w:rsidRDefault="00025AAF" w:rsidP="00025AAF">
            <w:pPr>
              <w:spacing w:before="120" w:after="120"/>
              <w:jc w:val="center"/>
              <w:rPr>
                <w:b/>
                <w:color w:val="FF0000"/>
                <w:lang w:val="de-DE"/>
              </w:rPr>
            </w:pPr>
            <w:r w:rsidRPr="009F5EE3">
              <w:rPr>
                <w:b/>
                <w:color w:val="FF0000"/>
                <w:lang w:val="de-DE"/>
              </w:rPr>
              <w:t>A</w:t>
            </w:r>
          </w:p>
        </w:tc>
        <w:tc>
          <w:tcPr>
            <w:tcW w:w="4394" w:type="dxa"/>
          </w:tcPr>
          <w:p w14:paraId="7D24B73E" w14:textId="77777777" w:rsidR="00ED4CDA" w:rsidRPr="009F5EE3" w:rsidRDefault="00025AAF" w:rsidP="00025AAF">
            <w:pPr>
              <w:spacing w:before="120" w:after="120"/>
              <w:jc w:val="center"/>
              <w:rPr>
                <w:b/>
                <w:color w:val="FF0000"/>
                <w:lang w:val="de-DE"/>
              </w:rPr>
            </w:pPr>
            <w:r w:rsidRPr="009F5EE3">
              <w:rPr>
                <w:b/>
                <w:color w:val="FF0000"/>
                <w:lang w:val="de-DE"/>
              </w:rPr>
              <w:t>B</w:t>
            </w:r>
          </w:p>
        </w:tc>
      </w:tr>
      <w:tr w:rsidR="00ED4CDA" w:rsidRPr="009F5EE3" w14:paraId="7AE4D8E0" w14:textId="77777777" w:rsidTr="00391B93">
        <w:tc>
          <w:tcPr>
            <w:tcW w:w="4252" w:type="dxa"/>
          </w:tcPr>
          <w:p w14:paraId="28FB0D6C" w14:textId="77777777" w:rsidR="00ED4CDA" w:rsidRPr="009F5EE3" w:rsidRDefault="00025AAF" w:rsidP="00025AAF">
            <w:pPr>
              <w:spacing w:before="120" w:after="120"/>
              <w:jc w:val="center"/>
              <w:rPr>
                <w:b/>
                <w:color w:val="FF0000"/>
                <w:lang w:val="de-DE"/>
              </w:rPr>
            </w:pPr>
            <w:r w:rsidRPr="009F5EE3">
              <w:rPr>
                <w:b/>
                <w:color w:val="FF0000"/>
                <w:lang w:val="de-DE"/>
              </w:rPr>
              <w:t>C</w:t>
            </w:r>
          </w:p>
        </w:tc>
        <w:tc>
          <w:tcPr>
            <w:tcW w:w="4394" w:type="dxa"/>
          </w:tcPr>
          <w:p w14:paraId="423EB64F" w14:textId="77777777" w:rsidR="00ED4CDA" w:rsidRPr="009F5EE3" w:rsidRDefault="00025AAF" w:rsidP="00025AAF">
            <w:pPr>
              <w:spacing w:before="120" w:after="120"/>
              <w:jc w:val="center"/>
              <w:rPr>
                <w:b/>
                <w:color w:val="FF0000"/>
                <w:lang w:val="de-DE"/>
              </w:rPr>
            </w:pPr>
            <w:r w:rsidRPr="009F5EE3">
              <w:rPr>
                <w:b/>
                <w:color w:val="FF0000"/>
                <w:lang w:val="de-DE"/>
              </w:rPr>
              <w:t>E</w:t>
            </w:r>
          </w:p>
        </w:tc>
      </w:tr>
      <w:tr w:rsidR="00ED4CDA" w:rsidRPr="009F5EE3" w14:paraId="78E25046" w14:textId="77777777" w:rsidTr="00391B93">
        <w:tc>
          <w:tcPr>
            <w:tcW w:w="4252" w:type="dxa"/>
          </w:tcPr>
          <w:p w14:paraId="386103F5" w14:textId="77777777" w:rsidR="00ED4CDA" w:rsidRPr="009F5EE3" w:rsidRDefault="00025AAF" w:rsidP="00025AAF">
            <w:pPr>
              <w:spacing w:before="120" w:after="120"/>
              <w:jc w:val="center"/>
              <w:rPr>
                <w:b/>
                <w:color w:val="FF0000"/>
                <w:lang w:val="de-DE"/>
              </w:rPr>
            </w:pPr>
            <w:r w:rsidRPr="009F5EE3">
              <w:rPr>
                <w:b/>
                <w:color w:val="FF0000"/>
                <w:lang w:val="de-DE"/>
              </w:rPr>
              <w:t>D</w:t>
            </w:r>
          </w:p>
        </w:tc>
        <w:tc>
          <w:tcPr>
            <w:tcW w:w="4394" w:type="dxa"/>
          </w:tcPr>
          <w:p w14:paraId="7CE1AE22" w14:textId="77777777" w:rsidR="00ED4CDA" w:rsidRPr="009F5EE3" w:rsidRDefault="00025AAF" w:rsidP="00025AAF">
            <w:pPr>
              <w:spacing w:before="120" w:after="120"/>
              <w:jc w:val="center"/>
              <w:rPr>
                <w:b/>
                <w:color w:val="FF0000"/>
                <w:lang w:val="de-DE"/>
              </w:rPr>
            </w:pPr>
            <w:r w:rsidRPr="009F5EE3">
              <w:rPr>
                <w:b/>
                <w:color w:val="FF0000"/>
                <w:lang w:val="de-DE"/>
              </w:rPr>
              <w:t>F</w:t>
            </w:r>
          </w:p>
        </w:tc>
      </w:tr>
    </w:tbl>
    <w:p w14:paraId="1D2E8C70" w14:textId="77777777" w:rsidR="00391B93" w:rsidRPr="009F5EE3" w:rsidRDefault="00391B93" w:rsidP="00391B93">
      <w:pPr>
        <w:rPr>
          <w:lang w:val="de-DE"/>
        </w:rPr>
      </w:pPr>
    </w:p>
    <w:p w14:paraId="1DCE53AC" w14:textId="3CF9FB15" w:rsidR="00ED4CDA" w:rsidRPr="009F5EE3" w:rsidRDefault="00391B93" w:rsidP="00391B93">
      <w:pPr>
        <w:rPr>
          <w:lang w:val="de-DE"/>
        </w:rPr>
      </w:pPr>
      <w:r w:rsidRPr="009F5EE3">
        <w:rPr>
          <w:b/>
          <w:lang w:val="de-DE"/>
        </w:rPr>
        <w:t>A</w:t>
      </w:r>
      <w:r w:rsidRPr="009F5EE3">
        <w:rPr>
          <w:lang w:val="de-DE"/>
        </w:rPr>
        <w:t> – </w:t>
      </w:r>
      <w:r w:rsidR="002C5A00" w:rsidRPr="002C5A00">
        <w:rPr>
          <w:lang w:val="de-DE"/>
        </w:rPr>
        <w:t>Anzahl der Formantenfrequenzen</w:t>
      </w:r>
      <w:r w:rsidR="00ED4CDA" w:rsidRPr="009F5EE3">
        <w:rPr>
          <w:lang w:val="de-DE"/>
        </w:rPr>
        <w:t>,</w:t>
      </w:r>
    </w:p>
    <w:p w14:paraId="0F6C9CB1" w14:textId="6AA034E6" w:rsidR="00ED4CDA" w:rsidRPr="009F5EE3" w:rsidRDefault="00391B93" w:rsidP="00391B93">
      <w:pPr>
        <w:rPr>
          <w:lang w:val="de-DE"/>
        </w:rPr>
      </w:pPr>
      <w:r w:rsidRPr="009F5EE3">
        <w:rPr>
          <w:b/>
          <w:lang w:val="de-DE"/>
        </w:rPr>
        <w:t>B</w:t>
      </w:r>
      <w:r w:rsidRPr="009F5EE3">
        <w:rPr>
          <w:lang w:val="de-DE"/>
        </w:rPr>
        <w:t> – </w:t>
      </w:r>
      <w:r w:rsidR="002C5A00" w:rsidRPr="002C5A00">
        <w:rPr>
          <w:lang w:val="de-DE"/>
        </w:rPr>
        <w:t>Frequenzen, die unter der ersten Formantenfrequenz liegen</w:t>
      </w:r>
      <w:r w:rsidR="00ED4CDA" w:rsidRPr="009F5EE3">
        <w:rPr>
          <w:lang w:val="de-DE"/>
        </w:rPr>
        <w:t>,</w:t>
      </w:r>
    </w:p>
    <w:p w14:paraId="54C3F669" w14:textId="18F326A2" w:rsidR="00ED4CDA" w:rsidRPr="009F5EE3" w:rsidRDefault="00391B93" w:rsidP="00391B93">
      <w:pPr>
        <w:rPr>
          <w:lang w:val="de-DE"/>
        </w:rPr>
      </w:pPr>
      <w:r w:rsidRPr="009F5EE3">
        <w:rPr>
          <w:b/>
          <w:lang w:val="de-DE"/>
        </w:rPr>
        <w:t>C</w:t>
      </w:r>
      <w:r w:rsidRPr="009F5EE3">
        <w:rPr>
          <w:lang w:val="de-DE"/>
        </w:rPr>
        <w:t> – </w:t>
      </w:r>
      <w:r w:rsidR="002C5A00" w:rsidRPr="002C5A00">
        <w:rPr>
          <w:lang w:val="de-DE"/>
        </w:rPr>
        <w:t>Lage der Frequenzen</w:t>
      </w:r>
      <w:r w:rsidR="00994CAD" w:rsidRPr="009F5EE3">
        <w:rPr>
          <w:lang w:val="de-DE"/>
        </w:rPr>
        <w:t>,</w:t>
      </w:r>
    </w:p>
    <w:p w14:paraId="7CD0F840" w14:textId="4C24465F" w:rsidR="00ED4CDA" w:rsidRPr="009F5EE3" w:rsidRDefault="00391B93" w:rsidP="00391B93">
      <w:pPr>
        <w:rPr>
          <w:lang w:val="de-DE"/>
        </w:rPr>
      </w:pPr>
      <w:r w:rsidRPr="009F5EE3">
        <w:rPr>
          <w:b/>
          <w:lang w:val="de-DE"/>
        </w:rPr>
        <w:t>D</w:t>
      </w:r>
      <w:r w:rsidRPr="009F5EE3">
        <w:rPr>
          <w:lang w:val="de-DE"/>
        </w:rPr>
        <w:t> – </w:t>
      </w:r>
      <w:r w:rsidR="00173A7F" w:rsidRPr="00173A7F">
        <w:rPr>
          <w:lang w:val="de-DE"/>
        </w:rPr>
        <w:t>Breite der Formantenfrequenzen</w:t>
      </w:r>
      <w:r w:rsidR="00ED4CDA" w:rsidRPr="009F5EE3">
        <w:rPr>
          <w:lang w:val="de-DE"/>
        </w:rPr>
        <w:t>,</w:t>
      </w:r>
    </w:p>
    <w:p w14:paraId="77D0B4D8" w14:textId="57FBA042" w:rsidR="00ED4CDA" w:rsidRPr="009F5EE3" w:rsidRDefault="00391B93" w:rsidP="00391B93">
      <w:pPr>
        <w:rPr>
          <w:lang w:val="de-DE"/>
        </w:rPr>
      </w:pPr>
      <w:r w:rsidRPr="009F5EE3">
        <w:rPr>
          <w:b/>
          <w:lang w:val="de-DE"/>
        </w:rPr>
        <w:t>E</w:t>
      </w:r>
      <w:r w:rsidRPr="009F5EE3">
        <w:rPr>
          <w:lang w:val="de-DE"/>
        </w:rPr>
        <w:t> – </w:t>
      </w:r>
      <w:r w:rsidR="00173A7F" w:rsidRPr="00173A7F">
        <w:rPr>
          <w:lang w:val="de-DE"/>
        </w:rPr>
        <w:t>Gesamtneigung der Spektren</w:t>
      </w:r>
      <w:r w:rsidR="00ED4CDA" w:rsidRPr="009F5EE3">
        <w:rPr>
          <w:lang w:val="de-DE"/>
        </w:rPr>
        <w:t>,</w:t>
      </w:r>
    </w:p>
    <w:p w14:paraId="1CB6BD94" w14:textId="3C035EED" w:rsidR="00ED4CDA" w:rsidRPr="009F5EE3" w:rsidRDefault="00391B93" w:rsidP="00391B93">
      <w:pPr>
        <w:rPr>
          <w:lang w:val="de-DE"/>
        </w:rPr>
      </w:pPr>
      <w:r w:rsidRPr="009F5EE3">
        <w:rPr>
          <w:b/>
          <w:lang w:val="de-DE"/>
        </w:rPr>
        <w:t>F</w:t>
      </w:r>
      <w:r w:rsidRPr="009F5EE3">
        <w:rPr>
          <w:lang w:val="de-DE"/>
        </w:rPr>
        <w:t> – </w:t>
      </w:r>
      <w:r w:rsidR="00173A7F" w:rsidRPr="00173A7F">
        <w:rPr>
          <w:lang w:val="de-DE"/>
        </w:rPr>
        <w:t>Schmalbandanschlagfilterung</w:t>
      </w:r>
      <w:r w:rsidR="00ED4CDA" w:rsidRPr="009F5EE3">
        <w:rPr>
          <w:lang w:val="de-DE"/>
        </w:rPr>
        <w:t>.</w:t>
      </w:r>
    </w:p>
    <w:p w14:paraId="29939B07" w14:textId="77777777" w:rsidR="003C140A" w:rsidRPr="009F5EE3" w:rsidRDefault="003C140A" w:rsidP="00936469">
      <w:pPr>
        <w:rPr>
          <w:lang w:val="de-DE"/>
        </w:rPr>
      </w:pPr>
    </w:p>
    <w:p w14:paraId="1EAF213B" w14:textId="77777777" w:rsidR="00936469" w:rsidRPr="009F5EE3" w:rsidRDefault="00936469" w:rsidP="00936469">
      <w:pPr>
        <w:pStyle w:val="eLineBottom"/>
        <w:rPr>
          <w:lang w:val="de-DE"/>
        </w:rPr>
      </w:pPr>
    </w:p>
    <w:p w14:paraId="3F9A8510" w14:textId="77777777" w:rsidR="00936469" w:rsidRPr="009F5EE3" w:rsidRDefault="00936469">
      <w:pPr>
        <w:rPr>
          <w:b/>
          <w:lang w:val="de-DE"/>
        </w:rPr>
      </w:pPr>
      <w:r w:rsidRPr="009F5EE3">
        <w:rPr>
          <w:lang w:val="de-DE"/>
        </w:rPr>
        <w:br w:type="page"/>
      </w:r>
    </w:p>
    <w:p w14:paraId="25EF8C3C" w14:textId="6DBFA7E2" w:rsidR="00ED4CDA" w:rsidRPr="009F5EE3" w:rsidRDefault="00DD7F22" w:rsidP="00DD0843">
      <w:pPr>
        <w:pStyle w:val="eTask"/>
        <w:rPr>
          <w:lang w:val="de-DE"/>
        </w:rPr>
      </w:pPr>
      <w:r w:rsidRPr="00DD7F22">
        <w:rPr>
          <w:lang w:val="de-DE"/>
        </w:rPr>
        <w:lastRenderedPageBreak/>
        <w:t>Die wichtigsten Spracherkennungsmethoden sind</w:t>
      </w:r>
      <w:r w:rsidR="00994CAD" w:rsidRPr="009F5EE3">
        <w:rPr>
          <w:lang w:val="de-DE"/>
        </w:rPr>
        <w:t xml:space="preserve">: </w:t>
      </w:r>
    </w:p>
    <w:p w14:paraId="71E38FF8" w14:textId="77777777" w:rsidR="00936469" w:rsidRPr="009F5EE3" w:rsidRDefault="00936469" w:rsidP="00936469">
      <w:pPr>
        <w:rPr>
          <w:lang w:val="de-DE"/>
        </w:rPr>
      </w:pPr>
    </w:p>
    <w:p w14:paraId="42170372" w14:textId="33064504" w:rsidR="00936469" w:rsidRPr="009F5EE3" w:rsidRDefault="00025AAF" w:rsidP="00936469">
      <w:pPr>
        <w:ind w:left="357" w:hanging="357"/>
        <w:rPr>
          <w:lang w:val="de-DE"/>
        </w:rPr>
      </w:pPr>
      <w:r w:rsidRPr="009F5EE3">
        <w:rPr>
          <w:rStyle w:val="eCheckBoxSquareChar"/>
          <w:b/>
          <w:color w:val="FF0000"/>
          <w:lang w:val="de-DE"/>
        </w:rPr>
        <w:t>x</w:t>
      </w:r>
      <w:r w:rsidR="00936469" w:rsidRPr="009F5EE3">
        <w:rPr>
          <w:szCs w:val="40"/>
          <w:lang w:val="de-DE"/>
        </w:rPr>
        <w:tab/>
      </w:r>
      <w:r w:rsidR="00936469" w:rsidRPr="009F5EE3">
        <w:rPr>
          <w:b/>
          <w:color w:val="FF0000"/>
          <w:lang w:val="de-DE"/>
        </w:rPr>
        <w:t xml:space="preserve">Hidden Markov </w:t>
      </w:r>
      <w:r w:rsidR="00DD7F22">
        <w:rPr>
          <w:b/>
          <w:color w:val="FF0000"/>
          <w:lang w:val="de-DE"/>
        </w:rPr>
        <w:t>Modelle</w:t>
      </w:r>
      <w:r w:rsidR="00936469" w:rsidRPr="009F5EE3">
        <w:rPr>
          <w:b/>
          <w:color w:val="FF0000"/>
          <w:lang w:val="de-DE"/>
        </w:rPr>
        <w:t>,</w:t>
      </w:r>
    </w:p>
    <w:p w14:paraId="07EC0B0D" w14:textId="77777777" w:rsidR="00936469" w:rsidRPr="009F5EE3" w:rsidRDefault="00025AAF" w:rsidP="00936469">
      <w:pPr>
        <w:ind w:left="357" w:hanging="357"/>
        <w:rPr>
          <w:lang w:val="de-DE"/>
        </w:rPr>
      </w:pPr>
      <w:r w:rsidRPr="009F5EE3">
        <w:rPr>
          <w:rStyle w:val="eCheckBoxSquareChar"/>
          <w:b/>
          <w:color w:val="FF0000"/>
          <w:lang w:val="de-DE"/>
        </w:rPr>
        <w:t>x</w:t>
      </w:r>
      <w:r w:rsidR="00936469" w:rsidRPr="009F5EE3">
        <w:rPr>
          <w:szCs w:val="40"/>
          <w:lang w:val="de-DE"/>
        </w:rPr>
        <w:tab/>
      </w:r>
      <w:r w:rsidR="00936469" w:rsidRPr="009F5EE3">
        <w:rPr>
          <w:b/>
          <w:color w:val="FF0000"/>
          <w:lang w:val="de-DE"/>
        </w:rPr>
        <w:t>Dynamic time warping,</w:t>
      </w:r>
    </w:p>
    <w:p w14:paraId="0570B503" w14:textId="68257AFD" w:rsidR="00936469" w:rsidRPr="009F5EE3" w:rsidRDefault="00936469" w:rsidP="00936469">
      <w:pPr>
        <w:ind w:left="357" w:hanging="357"/>
        <w:rPr>
          <w:lang w:val="de-DE"/>
        </w:rPr>
      </w:pPr>
      <w:r w:rsidRPr="009F5EE3">
        <w:rPr>
          <w:rStyle w:val="eCheckBoxSquareChar"/>
          <w:lang w:val="de-DE"/>
        </w:rPr>
        <w:t>□</w:t>
      </w:r>
      <w:r w:rsidRPr="009F5EE3">
        <w:rPr>
          <w:szCs w:val="40"/>
          <w:lang w:val="de-DE"/>
        </w:rPr>
        <w:tab/>
      </w:r>
      <w:r w:rsidR="000E41D6" w:rsidRPr="000E41D6">
        <w:rPr>
          <w:lang w:val="de-DE"/>
        </w:rPr>
        <w:t>Perzeptuelle lineare Prädiktion</w:t>
      </w:r>
      <w:r w:rsidRPr="009F5EE3">
        <w:rPr>
          <w:lang w:val="de-DE"/>
        </w:rPr>
        <w:t>,</w:t>
      </w:r>
    </w:p>
    <w:p w14:paraId="4FDCEBE9" w14:textId="18C4227B" w:rsidR="00936469" w:rsidRPr="009F5EE3" w:rsidRDefault="00936469" w:rsidP="00936469">
      <w:pPr>
        <w:ind w:left="357" w:hanging="357"/>
        <w:rPr>
          <w:rStyle w:val="eCheckBoxTextChar"/>
          <w:lang w:val="de-DE"/>
        </w:rPr>
      </w:pPr>
      <w:r w:rsidRPr="009F5EE3">
        <w:rPr>
          <w:rStyle w:val="eCheckBoxSquareChar"/>
          <w:lang w:val="de-DE"/>
        </w:rPr>
        <w:t>□</w:t>
      </w:r>
      <w:r w:rsidRPr="009F5EE3">
        <w:rPr>
          <w:szCs w:val="40"/>
          <w:lang w:val="de-DE"/>
        </w:rPr>
        <w:tab/>
      </w:r>
      <w:r w:rsidR="000E41D6" w:rsidRPr="000E41D6">
        <w:rPr>
          <w:lang w:val="de-DE"/>
        </w:rPr>
        <w:t>Diskrete Kosinustransformation</w:t>
      </w:r>
      <w:r w:rsidRPr="009F5EE3">
        <w:rPr>
          <w:lang w:val="de-DE"/>
        </w:rPr>
        <w:t>.</w:t>
      </w:r>
    </w:p>
    <w:p w14:paraId="69532FD8" w14:textId="77777777" w:rsidR="00936469" w:rsidRPr="009F5EE3" w:rsidRDefault="00936469" w:rsidP="00936469">
      <w:pPr>
        <w:pStyle w:val="eLineBottom"/>
        <w:rPr>
          <w:lang w:val="de-DE"/>
        </w:rPr>
      </w:pPr>
    </w:p>
    <w:p w14:paraId="375F6861" w14:textId="77777777" w:rsidR="003C140A" w:rsidRPr="009F5EE3" w:rsidRDefault="003C140A" w:rsidP="00936469">
      <w:pPr>
        <w:rPr>
          <w:lang w:val="de-DE"/>
        </w:rPr>
      </w:pPr>
    </w:p>
    <w:p w14:paraId="62343531" w14:textId="4C520D68" w:rsidR="00ED4CDA" w:rsidRPr="009F5EE3" w:rsidRDefault="000E41D6" w:rsidP="00DD0843">
      <w:pPr>
        <w:pStyle w:val="eTask"/>
        <w:rPr>
          <w:lang w:val="de-DE"/>
        </w:rPr>
      </w:pPr>
      <w:r w:rsidRPr="000E41D6">
        <w:rPr>
          <w:lang w:val="de-DE"/>
        </w:rPr>
        <w:t>Der Hauptzweck der dynamischen Zeitverzerrung in der Spracherkennungsdomäne ist</w:t>
      </w:r>
      <w:r w:rsidR="00ED4CDA" w:rsidRPr="009F5EE3">
        <w:rPr>
          <w:lang w:val="de-DE"/>
        </w:rPr>
        <w:t>:</w:t>
      </w:r>
    </w:p>
    <w:p w14:paraId="07E97E7B" w14:textId="77777777" w:rsidR="00C1774B" w:rsidRPr="009F5EE3" w:rsidRDefault="00C1774B" w:rsidP="00936469">
      <w:pPr>
        <w:rPr>
          <w:lang w:val="de-DE"/>
        </w:rPr>
      </w:pPr>
    </w:p>
    <w:p w14:paraId="23A5FAD2" w14:textId="2C75B77F" w:rsidR="00936469" w:rsidRPr="009F5EE3" w:rsidRDefault="00936469" w:rsidP="00936469">
      <w:pPr>
        <w:ind w:left="357" w:hanging="357"/>
        <w:rPr>
          <w:lang w:val="de-DE"/>
        </w:rPr>
      </w:pPr>
      <w:r w:rsidRPr="009F5EE3">
        <w:rPr>
          <w:rStyle w:val="eCheckBoxSquareChar"/>
          <w:lang w:val="de-DE"/>
        </w:rPr>
        <w:t>□</w:t>
      </w:r>
      <w:r w:rsidRPr="009F5EE3">
        <w:rPr>
          <w:szCs w:val="40"/>
          <w:lang w:val="de-DE"/>
        </w:rPr>
        <w:tab/>
      </w:r>
      <w:r w:rsidR="00CF7349">
        <w:rPr>
          <w:lang w:val="de-DE"/>
        </w:rPr>
        <w:t>Merkmal</w:t>
      </w:r>
      <w:r w:rsidR="000E41D6">
        <w:rPr>
          <w:lang w:val="de-DE"/>
        </w:rPr>
        <w:t>e</w:t>
      </w:r>
      <w:r w:rsidR="000E41D6" w:rsidRPr="000E41D6">
        <w:rPr>
          <w:lang w:val="de-DE"/>
        </w:rPr>
        <w:t>xtraktion</w:t>
      </w:r>
      <w:r w:rsidRPr="009F5EE3">
        <w:rPr>
          <w:lang w:val="de-DE"/>
        </w:rPr>
        <w:t>.</w:t>
      </w:r>
    </w:p>
    <w:p w14:paraId="3193FE5E" w14:textId="4F339491" w:rsidR="00936469" w:rsidRPr="009F5EE3" w:rsidRDefault="00025AAF" w:rsidP="00936469">
      <w:pPr>
        <w:ind w:left="357" w:hanging="357"/>
        <w:rPr>
          <w:lang w:val="de-DE"/>
        </w:rPr>
      </w:pPr>
      <w:r w:rsidRPr="009F5EE3">
        <w:rPr>
          <w:rStyle w:val="eCheckBoxSquareChar"/>
          <w:b/>
          <w:color w:val="FF0000"/>
          <w:lang w:val="de-DE"/>
        </w:rPr>
        <w:t>x</w:t>
      </w:r>
      <w:r w:rsidR="00936469" w:rsidRPr="009F5EE3">
        <w:rPr>
          <w:szCs w:val="40"/>
          <w:lang w:val="de-DE"/>
        </w:rPr>
        <w:tab/>
      </w:r>
      <w:r w:rsidR="00CF7349" w:rsidRPr="00CF7349">
        <w:rPr>
          <w:b/>
          <w:color w:val="FF0000"/>
          <w:lang w:val="de-DE"/>
        </w:rPr>
        <w:t>Vergleich zweier Sequenzen von Sprachmerkmalen, die sich in der Zeitdauer unterscheiden und deren Ähnlichkeit berechnen</w:t>
      </w:r>
      <w:r w:rsidR="00936469" w:rsidRPr="009F5EE3">
        <w:rPr>
          <w:b/>
          <w:color w:val="FF0000"/>
          <w:lang w:val="de-DE"/>
        </w:rPr>
        <w:t>.</w:t>
      </w:r>
    </w:p>
    <w:p w14:paraId="159218D8" w14:textId="68655095" w:rsidR="00936469" w:rsidRPr="009F5EE3" w:rsidRDefault="00936469" w:rsidP="00936469">
      <w:pPr>
        <w:ind w:left="357" w:hanging="357"/>
        <w:rPr>
          <w:lang w:val="de-DE"/>
        </w:rPr>
      </w:pPr>
      <w:r w:rsidRPr="009F5EE3">
        <w:rPr>
          <w:rStyle w:val="eCheckBoxSquareChar"/>
          <w:lang w:val="de-DE"/>
        </w:rPr>
        <w:t>□</w:t>
      </w:r>
      <w:r w:rsidRPr="009F5EE3">
        <w:rPr>
          <w:szCs w:val="40"/>
          <w:lang w:val="de-DE"/>
        </w:rPr>
        <w:tab/>
      </w:r>
      <w:r w:rsidR="00A516D0" w:rsidRPr="00A516D0">
        <w:rPr>
          <w:lang w:val="de-DE"/>
        </w:rPr>
        <w:t>Berechnung der Spektralkoeffizienten</w:t>
      </w:r>
      <w:r w:rsidRPr="009F5EE3">
        <w:rPr>
          <w:lang w:val="de-DE"/>
        </w:rPr>
        <w:t>.</w:t>
      </w:r>
    </w:p>
    <w:sectPr w:rsidR="00936469" w:rsidRPr="009F5EE3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6E7E7A" w14:textId="77777777" w:rsidR="00616829" w:rsidRDefault="00616829" w:rsidP="00861A1A">
      <w:r>
        <w:separator/>
      </w:r>
    </w:p>
  </w:endnote>
  <w:endnote w:type="continuationSeparator" w:id="0">
    <w:p w14:paraId="1B9EC03C" w14:textId="77777777" w:rsidR="00616829" w:rsidRDefault="00616829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14:paraId="4E0B028F" w14:textId="77777777" w:rsidTr="00CA51B5">
      <w:tc>
        <w:tcPr>
          <w:tcW w:w="2518" w:type="dxa"/>
        </w:tcPr>
        <w:p w14:paraId="41F1FB18" w14:textId="77777777" w:rsidR="00BF5E09" w:rsidRDefault="00CB1345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sk-SK" w:eastAsia="sk-SK"/>
            </w:rPr>
            <w:drawing>
              <wp:inline distT="0" distB="0" distL="0" distR="0" wp14:anchorId="10A55C55" wp14:editId="32D3F18F">
                <wp:extent cx="1457325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15AAA1B9" w14:textId="638F88EA" w:rsidR="00BF5E09" w:rsidRPr="00CA51B5" w:rsidRDefault="00BA7593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E65C3B">
            <w:rPr>
              <w:sz w:val="16"/>
              <w:szCs w:val="16"/>
              <w:lang w:val="de-DE"/>
            </w:rPr>
            <w:t>Dieses Projekt wurde mit Unterstützung der Europäischen Kommission finanziert. Die Verantwortung für den Inhalt dieser Veröffentlichung (Mitteilung) trägt allein der Verfasser; die Kommission haftet nicht für die weitere Verwendung der darin enthaltenen Angaben.</w:t>
          </w:r>
        </w:p>
      </w:tc>
    </w:tr>
    <w:tr w:rsidR="00BF5E09" w14:paraId="79298755" w14:textId="77777777" w:rsidTr="00CA51B5">
      <w:tc>
        <w:tcPr>
          <w:tcW w:w="8472" w:type="dxa"/>
          <w:gridSpan w:val="2"/>
        </w:tcPr>
        <w:p w14:paraId="176E0550" w14:textId="77777777"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14:paraId="72CE8DF9" w14:textId="77777777"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14:paraId="4939CE13" w14:textId="77777777" w:rsidR="00861A1A" w:rsidRPr="00BF5E09" w:rsidRDefault="00861A1A" w:rsidP="00BF5E09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47EE5C" w14:textId="77777777" w:rsidR="00616829" w:rsidRDefault="00616829" w:rsidP="00861A1A">
      <w:r>
        <w:separator/>
      </w:r>
    </w:p>
  </w:footnote>
  <w:footnote w:type="continuationSeparator" w:id="0">
    <w:p w14:paraId="32D828FF" w14:textId="77777777" w:rsidR="00616829" w:rsidRDefault="00616829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82AE1D" w14:textId="40CD8B42" w:rsidR="00861A1A" w:rsidRPr="002B41A8" w:rsidRDefault="00CB134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sk-SK" w:eastAsia="sk-SK"/>
      </w:rPr>
      <w:drawing>
        <wp:anchor distT="0" distB="0" distL="114300" distR="114300" simplePos="0" relativeHeight="251657728" behindDoc="0" locked="0" layoutInCell="1" allowOverlap="1" wp14:anchorId="440D061F" wp14:editId="42B0B89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19050" t="0" r="0" b="0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F623C">
      <w:rPr>
        <w:b/>
        <w:noProof/>
        <w:sz w:val="32"/>
        <w:szCs w:val="32"/>
      </w:rPr>
      <w:tab/>
    </w:r>
    <w:r w:rsidR="00BA7593">
      <w:rPr>
        <w:rFonts w:ascii="Calibri" w:hAnsi="Calibri"/>
        <w:b/>
        <w:bCs/>
        <w:smallCaps/>
        <w:noProof/>
        <w:lang w:val="de-DE"/>
      </w:rPr>
      <w:t>ARBEITSBLATT</w:t>
    </w:r>
  </w:p>
  <w:p w14:paraId="0A5E4F20" w14:textId="36067550" w:rsidR="00C148FD" w:rsidRPr="00AF474A" w:rsidRDefault="00AF474A" w:rsidP="003908A2">
    <w:pPr>
      <w:ind w:left="1843"/>
      <w:jc w:val="right"/>
      <w:rPr>
        <w:rFonts w:ascii="Calibri" w:hAnsi="Calibri"/>
        <w:smallCaps/>
        <w:noProof/>
        <w:sz w:val="20"/>
        <w:szCs w:val="20"/>
        <w:lang w:val="de-DE"/>
      </w:rPr>
    </w:pPr>
    <w:r w:rsidRPr="00AF474A">
      <w:rPr>
        <w:rFonts w:ascii="Calibri" w:hAnsi="Calibri"/>
        <w:smallCaps/>
        <w:noProof/>
        <w:sz w:val="20"/>
        <w:szCs w:val="20"/>
        <w:lang w:val="de-DE"/>
      </w:rPr>
      <w:t>MULTIMODALE SCHNITTSTELLEN FÜR INTERAKTIVE KOMMUNIKATION UND NAVIGATION</w:t>
    </w:r>
    <w:r w:rsidR="003908A2" w:rsidRPr="00AF474A">
      <w:rPr>
        <w:rFonts w:ascii="Calibri" w:hAnsi="Calibri"/>
        <w:smallCaps/>
        <w:noProof/>
        <w:sz w:val="20"/>
        <w:szCs w:val="20"/>
        <w:lang w:val="de-DE"/>
      </w:rPr>
      <w:t xml:space="preserve"> 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7755D"/>
    <w:multiLevelType w:val="hybridMultilevel"/>
    <w:tmpl w:val="678AAD1A"/>
    <w:lvl w:ilvl="0" w:tplc="041B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25B141E"/>
    <w:multiLevelType w:val="hybridMultilevel"/>
    <w:tmpl w:val="EFA675A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D34DB7"/>
    <w:multiLevelType w:val="hybridMultilevel"/>
    <w:tmpl w:val="652A57EE"/>
    <w:lvl w:ilvl="0" w:tplc="49F0F96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A2265D7"/>
    <w:multiLevelType w:val="hybridMultilevel"/>
    <w:tmpl w:val="63E4BCC2"/>
    <w:lvl w:ilvl="0" w:tplc="B45CA5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CB77D4D"/>
    <w:multiLevelType w:val="hybridMultilevel"/>
    <w:tmpl w:val="9C2E2D8E"/>
    <w:lvl w:ilvl="0" w:tplc="041B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4EF3B0D"/>
    <w:multiLevelType w:val="hybridMultilevel"/>
    <w:tmpl w:val="4DE22B96"/>
    <w:lvl w:ilvl="0" w:tplc="6F9C2310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BE6E2F"/>
    <w:multiLevelType w:val="hybridMultilevel"/>
    <w:tmpl w:val="B184C8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E34609"/>
    <w:multiLevelType w:val="hybridMultilevel"/>
    <w:tmpl w:val="28409B64"/>
    <w:lvl w:ilvl="0" w:tplc="C854DA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E664570"/>
    <w:multiLevelType w:val="hybridMultilevel"/>
    <w:tmpl w:val="1A1E34A0"/>
    <w:lvl w:ilvl="0" w:tplc="041B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09039C9"/>
    <w:multiLevelType w:val="hybridMultilevel"/>
    <w:tmpl w:val="2F1CD4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5D0000"/>
    <w:multiLevelType w:val="hybridMultilevel"/>
    <w:tmpl w:val="4F4207D6"/>
    <w:lvl w:ilvl="0" w:tplc="DB76FB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FD50AA0"/>
    <w:multiLevelType w:val="hybridMultilevel"/>
    <w:tmpl w:val="B2F8652E"/>
    <w:lvl w:ilvl="0" w:tplc="B8B456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4BE76B6"/>
    <w:multiLevelType w:val="hybridMultilevel"/>
    <w:tmpl w:val="11DA52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EE5734"/>
    <w:multiLevelType w:val="hybridMultilevel"/>
    <w:tmpl w:val="620823A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13641E"/>
    <w:multiLevelType w:val="hybridMultilevel"/>
    <w:tmpl w:val="541AD6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9A3807"/>
    <w:multiLevelType w:val="hybridMultilevel"/>
    <w:tmpl w:val="3828C23A"/>
    <w:lvl w:ilvl="0" w:tplc="84E00C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9E3BBE"/>
    <w:multiLevelType w:val="multilevel"/>
    <w:tmpl w:val="1F242C5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7">
    <w:nsid w:val="62FD5C7E"/>
    <w:multiLevelType w:val="hybridMultilevel"/>
    <w:tmpl w:val="2FEAAF92"/>
    <w:lvl w:ilvl="0" w:tplc="48D6BA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6E8A7EFE"/>
    <w:multiLevelType w:val="hybridMultilevel"/>
    <w:tmpl w:val="05AE5092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F2C2F3E"/>
    <w:multiLevelType w:val="hybridMultilevel"/>
    <w:tmpl w:val="0E2C0F1E"/>
    <w:lvl w:ilvl="0" w:tplc="9FB8C0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F391ABA"/>
    <w:multiLevelType w:val="hybridMultilevel"/>
    <w:tmpl w:val="1E96C0A0"/>
    <w:lvl w:ilvl="0" w:tplc="8AFC46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FE7491D"/>
    <w:multiLevelType w:val="hybridMultilevel"/>
    <w:tmpl w:val="5064962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1367C6"/>
    <w:multiLevelType w:val="hybridMultilevel"/>
    <w:tmpl w:val="A76C6F6E"/>
    <w:lvl w:ilvl="0" w:tplc="77FC663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75F91E53"/>
    <w:multiLevelType w:val="hybridMultilevel"/>
    <w:tmpl w:val="FC527834"/>
    <w:lvl w:ilvl="0" w:tplc="478E83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7CE079A4"/>
    <w:multiLevelType w:val="hybridMultilevel"/>
    <w:tmpl w:val="D110F400"/>
    <w:lvl w:ilvl="0" w:tplc="B12C5F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F5357D9"/>
    <w:multiLevelType w:val="hybridMultilevel"/>
    <w:tmpl w:val="CE16C4AE"/>
    <w:lvl w:ilvl="0" w:tplc="216CA27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6"/>
  </w:num>
  <w:num w:numId="3">
    <w:abstractNumId w:val="18"/>
  </w:num>
  <w:num w:numId="4">
    <w:abstractNumId w:val="15"/>
  </w:num>
  <w:num w:numId="5">
    <w:abstractNumId w:val="2"/>
  </w:num>
  <w:num w:numId="6">
    <w:abstractNumId w:val="10"/>
  </w:num>
  <w:num w:numId="7">
    <w:abstractNumId w:val="8"/>
  </w:num>
  <w:num w:numId="8">
    <w:abstractNumId w:val="24"/>
  </w:num>
  <w:num w:numId="9">
    <w:abstractNumId w:val="3"/>
  </w:num>
  <w:num w:numId="10">
    <w:abstractNumId w:val="4"/>
  </w:num>
  <w:num w:numId="11">
    <w:abstractNumId w:val="25"/>
  </w:num>
  <w:num w:numId="12">
    <w:abstractNumId w:val="7"/>
  </w:num>
  <w:num w:numId="13">
    <w:abstractNumId w:val="19"/>
  </w:num>
  <w:num w:numId="14">
    <w:abstractNumId w:val="22"/>
  </w:num>
  <w:num w:numId="15">
    <w:abstractNumId w:val="11"/>
  </w:num>
  <w:num w:numId="16">
    <w:abstractNumId w:val="0"/>
  </w:num>
  <w:num w:numId="17">
    <w:abstractNumId w:val="23"/>
  </w:num>
  <w:num w:numId="18">
    <w:abstractNumId w:val="20"/>
  </w:num>
  <w:num w:numId="19">
    <w:abstractNumId w:val="17"/>
  </w:num>
  <w:num w:numId="20">
    <w:abstractNumId w:val="5"/>
  </w:num>
  <w:num w:numId="21">
    <w:abstractNumId w:val="9"/>
  </w:num>
  <w:num w:numId="22">
    <w:abstractNumId w:val="1"/>
  </w:num>
  <w:num w:numId="23">
    <w:abstractNumId w:val="12"/>
  </w:num>
  <w:num w:numId="24">
    <w:abstractNumId w:val="6"/>
  </w:num>
  <w:num w:numId="25">
    <w:abstractNumId w:val="21"/>
  </w:num>
  <w:num w:numId="26">
    <w:abstractNumId w:val="13"/>
  </w:num>
  <w:num w:numId="27">
    <w:abstractNumId w:val="14"/>
  </w:num>
  <w:num w:numId="28">
    <w:abstractNumId w:val="5"/>
  </w:num>
  <w:num w:numId="29">
    <w:abstractNumId w:val="5"/>
  </w:num>
  <w:num w:numId="30">
    <w:abstractNumId w:val="5"/>
  </w:num>
  <w:num w:numId="31">
    <w:abstractNumId w:val="5"/>
  </w:num>
  <w:num w:numId="32">
    <w:abstractNumId w:val="5"/>
  </w:num>
  <w:num w:numId="33">
    <w:abstractNumId w:val="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1D8"/>
    <w:rsid w:val="0000673F"/>
    <w:rsid w:val="00016AD8"/>
    <w:rsid w:val="00017595"/>
    <w:rsid w:val="00021197"/>
    <w:rsid w:val="00025AAF"/>
    <w:rsid w:val="00030EDA"/>
    <w:rsid w:val="00045BEB"/>
    <w:rsid w:val="00073ADF"/>
    <w:rsid w:val="0007473C"/>
    <w:rsid w:val="000750C9"/>
    <w:rsid w:val="00087EAC"/>
    <w:rsid w:val="00094A16"/>
    <w:rsid w:val="00095828"/>
    <w:rsid w:val="00097F4A"/>
    <w:rsid w:val="000A233F"/>
    <w:rsid w:val="000A55B3"/>
    <w:rsid w:val="000C6B3A"/>
    <w:rsid w:val="000E41D6"/>
    <w:rsid w:val="0012791F"/>
    <w:rsid w:val="001301D8"/>
    <w:rsid w:val="00132BA3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377E"/>
    <w:rsid w:val="00173A7F"/>
    <w:rsid w:val="001840EA"/>
    <w:rsid w:val="00185BED"/>
    <w:rsid w:val="001922A0"/>
    <w:rsid w:val="00195A08"/>
    <w:rsid w:val="001A5154"/>
    <w:rsid w:val="001B057D"/>
    <w:rsid w:val="001D00A1"/>
    <w:rsid w:val="001E0F8B"/>
    <w:rsid w:val="001E514B"/>
    <w:rsid w:val="001F6290"/>
    <w:rsid w:val="00213F2C"/>
    <w:rsid w:val="00215776"/>
    <w:rsid w:val="00223478"/>
    <w:rsid w:val="00225015"/>
    <w:rsid w:val="0023446E"/>
    <w:rsid w:val="00272012"/>
    <w:rsid w:val="002825A8"/>
    <w:rsid w:val="00283A7C"/>
    <w:rsid w:val="002850DE"/>
    <w:rsid w:val="00292860"/>
    <w:rsid w:val="002976A9"/>
    <w:rsid w:val="002A07CC"/>
    <w:rsid w:val="002A4E00"/>
    <w:rsid w:val="002B0278"/>
    <w:rsid w:val="002B0866"/>
    <w:rsid w:val="002B41A8"/>
    <w:rsid w:val="002C5A00"/>
    <w:rsid w:val="002E1F57"/>
    <w:rsid w:val="002E301D"/>
    <w:rsid w:val="002F21CA"/>
    <w:rsid w:val="00304ADA"/>
    <w:rsid w:val="00306B9F"/>
    <w:rsid w:val="00307892"/>
    <w:rsid w:val="00315203"/>
    <w:rsid w:val="00337851"/>
    <w:rsid w:val="00342E8D"/>
    <w:rsid w:val="00347E4D"/>
    <w:rsid w:val="00351AF3"/>
    <w:rsid w:val="003908A2"/>
    <w:rsid w:val="00391B93"/>
    <w:rsid w:val="0039238A"/>
    <w:rsid w:val="003944C2"/>
    <w:rsid w:val="003B1326"/>
    <w:rsid w:val="003C13BC"/>
    <w:rsid w:val="003C140A"/>
    <w:rsid w:val="003C16ED"/>
    <w:rsid w:val="003C5B45"/>
    <w:rsid w:val="003D41BB"/>
    <w:rsid w:val="003E01BE"/>
    <w:rsid w:val="003E751A"/>
    <w:rsid w:val="003E77BC"/>
    <w:rsid w:val="003F03EB"/>
    <w:rsid w:val="003F6027"/>
    <w:rsid w:val="003F623C"/>
    <w:rsid w:val="003F7F87"/>
    <w:rsid w:val="00402B09"/>
    <w:rsid w:val="00417ED2"/>
    <w:rsid w:val="0046567F"/>
    <w:rsid w:val="00472203"/>
    <w:rsid w:val="00475954"/>
    <w:rsid w:val="00492966"/>
    <w:rsid w:val="004A01E5"/>
    <w:rsid w:val="004A7B44"/>
    <w:rsid w:val="004B6F8D"/>
    <w:rsid w:val="004C0E36"/>
    <w:rsid w:val="004E5E95"/>
    <w:rsid w:val="004E70EA"/>
    <w:rsid w:val="004F5AFF"/>
    <w:rsid w:val="005132B0"/>
    <w:rsid w:val="00513C28"/>
    <w:rsid w:val="00517E3A"/>
    <w:rsid w:val="0052284C"/>
    <w:rsid w:val="005418D3"/>
    <w:rsid w:val="00561B7B"/>
    <w:rsid w:val="00561C5A"/>
    <w:rsid w:val="005728B3"/>
    <w:rsid w:val="005738D5"/>
    <w:rsid w:val="0057504E"/>
    <w:rsid w:val="005832C4"/>
    <w:rsid w:val="005848B1"/>
    <w:rsid w:val="00587966"/>
    <w:rsid w:val="005B2E55"/>
    <w:rsid w:val="005B37E2"/>
    <w:rsid w:val="005B460C"/>
    <w:rsid w:val="005C5A2C"/>
    <w:rsid w:val="005D13C6"/>
    <w:rsid w:val="005D7525"/>
    <w:rsid w:val="005E1AB1"/>
    <w:rsid w:val="005E20B2"/>
    <w:rsid w:val="005E5A22"/>
    <w:rsid w:val="005F278D"/>
    <w:rsid w:val="005F5FA1"/>
    <w:rsid w:val="00614FED"/>
    <w:rsid w:val="00616829"/>
    <w:rsid w:val="00625B5A"/>
    <w:rsid w:val="0063686B"/>
    <w:rsid w:val="006435FE"/>
    <w:rsid w:val="0064494B"/>
    <w:rsid w:val="0066326F"/>
    <w:rsid w:val="0068067D"/>
    <w:rsid w:val="0068131D"/>
    <w:rsid w:val="00690FB1"/>
    <w:rsid w:val="0069123D"/>
    <w:rsid w:val="006A24C7"/>
    <w:rsid w:val="006B5D59"/>
    <w:rsid w:val="006B5E43"/>
    <w:rsid w:val="006B5F98"/>
    <w:rsid w:val="006B7D83"/>
    <w:rsid w:val="006D39B2"/>
    <w:rsid w:val="006D3F30"/>
    <w:rsid w:val="006D50FA"/>
    <w:rsid w:val="006E6D59"/>
    <w:rsid w:val="006F0D5B"/>
    <w:rsid w:val="006F5725"/>
    <w:rsid w:val="006F787A"/>
    <w:rsid w:val="00710301"/>
    <w:rsid w:val="00734028"/>
    <w:rsid w:val="0073574D"/>
    <w:rsid w:val="007460F9"/>
    <w:rsid w:val="00753333"/>
    <w:rsid w:val="0076745A"/>
    <w:rsid w:val="007738BD"/>
    <w:rsid w:val="007837ED"/>
    <w:rsid w:val="00790D07"/>
    <w:rsid w:val="007A31D8"/>
    <w:rsid w:val="007C0FDD"/>
    <w:rsid w:val="007C308E"/>
    <w:rsid w:val="007C5B85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43DEB"/>
    <w:rsid w:val="00856D95"/>
    <w:rsid w:val="00861A1A"/>
    <w:rsid w:val="00864D93"/>
    <w:rsid w:val="00882BE0"/>
    <w:rsid w:val="008836CE"/>
    <w:rsid w:val="00891FF5"/>
    <w:rsid w:val="00893E89"/>
    <w:rsid w:val="0089701D"/>
    <w:rsid w:val="008A3619"/>
    <w:rsid w:val="008B05F5"/>
    <w:rsid w:val="008B6CCD"/>
    <w:rsid w:val="008C09BC"/>
    <w:rsid w:val="008C107D"/>
    <w:rsid w:val="008C64E0"/>
    <w:rsid w:val="008D38F1"/>
    <w:rsid w:val="008D6149"/>
    <w:rsid w:val="008D63BF"/>
    <w:rsid w:val="008E05E0"/>
    <w:rsid w:val="008F1B37"/>
    <w:rsid w:val="008F5585"/>
    <w:rsid w:val="00912A69"/>
    <w:rsid w:val="00914456"/>
    <w:rsid w:val="009151B7"/>
    <w:rsid w:val="00916DC9"/>
    <w:rsid w:val="009222DC"/>
    <w:rsid w:val="009308A7"/>
    <w:rsid w:val="00936469"/>
    <w:rsid w:val="0094072E"/>
    <w:rsid w:val="009413F3"/>
    <w:rsid w:val="00944692"/>
    <w:rsid w:val="00950649"/>
    <w:rsid w:val="0095346A"/>
    <w:rsid w:val="00955A25"/>
    <w:rsid w:val="00963F86"/>
    <w:rsid w:val="0097175A"/>
    <w:rsid w:val="00973528"/>
    <w:rsid w:val="00974B16"/>
    <w:rsid w:val="00974FE4"/>
    <w:rsid w:val="009802AD"/>
    <w:rsid w:val="00985B1B"/>
    <w:rsid w:val="00994CAD"/>
    <w:rsid w:val="009A5F9E"/>
    <w:rsid w:val="009B638C"/>
    <w:rsid w:val="009C7B24"/>
    <w:rsid w:val="009E1B9A"/>
    <w:rsid w:val="009E2A2A"/>
    <w:rsid w:val="009F5EE3"/>
    <w:rsid w:val="009F6E5E"/>
    <w:rsid w:val="00A13BAE"/>
    <w:rsid w:val="00A17111"/>
    <w:rsid w:val="00A21EFF"/>
    <w:rsid w:val="00A25FC3"/>
    <w:rsid w:val="00A26A28"/>
    <w:rsid w:val="00A33125"/>
    <w:rsid w:val="00A41E41"/>
    <w:rsid w:val="00A50FFF"/>
    <w:rsid w:val="00A516D0"/>
    <w:rsid w:val="00A527AF"/>
    <w:rsid w:val="00A54992"/>
    <w:rsid w:val="00A633E1"/>
    <w:rsid w:val="00A65E53"/>
    <w:rsid w:val="00A8234A"/>
    <w:rsid w:val="00A97B00"/>
    <w:rsid w:val="00A97C95"/>
    <w:rsid w:val="00AA0506"/>
    <w:rsid w:val="00AA1086"/>
    <w:rsid w:val="00AA5B23"/>
    <w:rsid w:val="00AC4ED9"/>
    <w:rsid w:val="00AC6380"/>
    <w:rsid w:val="00AD2F36"/>
    <w:rsid w:val="00AD3D3B"/>
    <w:rsid w:val="00AD6E4D"/>
    <w:rsid w:val="00AF474A"/>
    <w:rsid w:val="00AF5281"/>
    <w:rsid w:val="00B01599"/>
    <w:rsid w:val="00B15DB4"/>
    <w:rsid w:val="00B177D0"/>
    <w:rsid w:val="00B31340"/>
    <w:rsid w:val="00B3151A"/>
    <w:rsid w:val="00B37307"/>
    <w:rsid w:val="00B44915"/>
    <w:rsid w:val="00B5145B"/>
    <w:rsid w:val="00B60F10"/>
    <w:rsid w:val="00B707D0"/>
    <w:rsid w:val="00B75FF7"/>
    <w:rsid w:val="00B816F4"/>
    <w:rsid w:val="00B822EA"/>
    <w:rsid w:val="00B84417"/>
    <w:rsid w:val="00B94FBB"/>
    <w:rsid w:val="00BA3595"/>
    <w:rsid w:val="00BA7593"/>
    <w:rsid w:val="00BA7A01"/>
    <w:rsid w:val="00BB3CAA"/>
    <w:rsid w:val="00BB48C7"/>
    <w:rsid w:val="00BC1F6B"/>
    <w:rsid w:val="00BC732E"/>
    <w:rsid w:val="00BD3D30"/>
    <w:rsid w:val="00BD7612"/>
    <w:rsid w:val="00BE6648"/>
    <w:rsid w:val="00BF5E09"/>
    <w:rsid w:val="00BF6970"/>
    <w:rsid w:val="00C148FD"/>
    <w:rsid w:val="00C1774B"/>
    <w:rsid w:val="00C2393A"/>
    <w:rsid w:val="00C24304"/>
    <w:rsid w:val="00C40644"/>
    <w:rsid w:val="00C444FD"/>
    <w:rsid w:val="00C45D0F"/>
    <w:rsid w:val="00C539D3"/>
    <w:rsid w:val="00C5580D"/>
    <w:rsid w:val="00C57915"/>
    <w:rsid w:val="00C7264E"/>
    <w:rsid w:val="00C767C9"/>
    <w:rsid w:val="00C878F0"/>
    <w:rsid w:val="00C97B84"/>
    <w:rsid w:val="00CA51B5"/>
    <w:rsid w:val="00CB0B13"/>
    <w:rsid w:val="00CB1345"/>
    <w:rsid w:val="00CC2293"/>
    <w:rsid w:val="00CC266E"/>
    <w:rsid w:val="00CD0280"/>
    <w:rsid w:val="00CE09BA"/>
    <w:rsid w:val="00CF3879"/>
    <w:rsid w:val="00CF4DFA"/>
    <w:rsid w:val="00CF7349"/>
    <w:rsid w:val="00D060B3"/>
    <w:rsid w:val="00D06992"/>
    <w:rsid w:val="00D20A5C"/>
    <w:rsid w:val="00D242AE"/>
    <w:rsid w:val="00D2650E"/>
    <w:rsid w:val="00D332E9"/>
    <w:rsid w:val="00D33524"/>
    <w:rsid w:val="00D573B0"/>
    <w:rsid w:val="00D6535B"/>
    <w:rsid w:val="00D71B81"/>
    <w:rsid w:val="00D773FA"/>
    <w:rsid w:val="00D9194C"/>
    <w:rsid w:val="00DA18A6"/>
    <w:rsid w:val="00DA1F5C"/>
    <w:rsid w:val="00DA24E3"/>
    <w:rsid w:val="00DB2F24"/>
    <w:rsid w:val="00DB674B"/>
    <w:rsid w:val="00DC1DC7"/>
    <w:rsid w:val="00DD0843"/>
    <w:rsid w:val="00DD085D"/>
    <w:rsid w:val="00DD34CF"/>
    <w:rsid w:val="00DD6149"/>
    <w:rsid w:val="00DD7F22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93713"/>
    <w:rsid w:val="00EA1BDF"/>
    <w:rsid w:val="00EB6B74"/>
    <w:rsid w:val="00EB6E4B"/>
    <w:rsid w:val="00EC77B0"/>
    <w:rsid w:val="00ED2956"/>
    <w:rsid w:val="00ED4CDA"/>
    <w:rsid w:val="00EE3197"/>
    <w:rsid w:val="00EF2951"/>
    <w:rsid w:val="00EF3C05"/>
    <w:rsid w:val="00F0467D"/>
    <w:rsid w:val="00F168D6"/>
    <w:rsid w:val="00F24638"/>
    <w:rsid w:val="00F248A4"/>
    <w:rsid w:val="00F331A6"/>
    <w:rsid w:val="00F42DC5"/>
    <w:rsid w:val="00F46B18"/>
    <w:rsid w:val="00F748A6"/>
    <w:rsid w:val="00F82B66"/>
    <w:rsid w:val="00F82C59"/>
    <w:rsid w:val="00F871C6"/>
    <w:rsid w:val="00F8749B"/>
    <w:rsid w:val="00F95FBA"/>
    <w:rsid w:val="00FA74D9"/>
    <w:rsid w:val="00FB201E"/>
    <w:rsid w:val="00FE1B3F"/>
    <w:rsid w:val="00FE7369"/>
    <w:rsid w:val="00FF3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E97CE62"/>
  <w15:docId w15:val="{65B505E0-06C7-4AC8-A032-72856366B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lny">
    <w:name w:val="Normal"/>
    <w:qFormat/>
    <w:rsid w:val="00882BE0"/>
    <w:rPr>
      <w:sz w:val="24"/>
      <w:szCs w:val="24"/>
      <w:lang w:val="cs-CZ" w:eastAsia="cs-CZ"/>
    </w:rPr>
  </w:style>
  <w:style w:type="paragraph" w:styleId="Nadpis1">
    <w:name w:val="heading 1"/>
    <w:aliases w:val="eChapterName"/>
    <w:basedOn w:val="Normlny"/>
    <w:next w:val="Normlny"/>
    <w:link w:val="Nadpis1Char"/>
    <w:qFormat/>
    <w:rsid w:val="001E0F8B"/>
    <w:pPr>
      <w:keepNext/>
      <w:pageBreakBefore/>
      <w:numPr>
        <w:numId w:val="2"/>
      </w:numPr>
      <w:spacing w:before="240" w:after="60"/>
      <w:ind w:left="0" w:firstLine="0"/>
      <w:outlineLvl w:val="0"/>
    </w:pPr>
    <w:rPr>
      <w:rFonts w:ascii="Arial" w:hAnsi="Arial"/>
      <w:bCs/>
      <w:color w:val="008000"/>
      <w:sz w:val="32"/>
      <w:szCs w:val="28"/>
      <w:lang w:eastAsia="en-US"/>
    </w:rPr>
  </w:style>
  <w:style w:type="paragraph" w:styleId="Nadpis2">
    <w:name w:val="heading 2"/>
    <w:aliases w:val="eTitle1"/>
    <w:basedOn w:val="Normlny"/>
    <w:next w:val="Normlny"/>
    <w:link w:val="Nadpis2Char"/>
    <w:qFormat/>
    <w:rsid w:val="001E0F8B"/>
    <w:pPr>
      <w:keepNext/>
      <w:pageBreakBefore/>
      <w:numPr>
        <w:ilvl w:val="1"/>
        <w:numId w:val="2"/>
      </w:numPr>
      <w:spacing w:before="240" w:after="60"/>
      <w:ind w:left="737" w:hanging="737"/>
      <w:outlineLvl w:val="1"/>
    </w:pPr>
    <w:rPr>
      <w:rFonts w:ascii="Arial" w:hAnsi="Arial"/>
      <w:bCs/>
      <w:sz w:val="32"/>
      <w:szCs w:val="26"/>
      <w:lang w:eastAsia="en-US"/>
    </w:rPr>
  </w:style>
  <w:style w:type="paragraph" w:styleId="Nadpis3">
    <w:name w:val="heading 3"/>
    <w:aliases w:val="eTitle2"/>
    <w:basedOn w:val="Normlny"/>
    <w:next w:val="Normlny"/>
    <w:link w:val="Nadpis3Char"/>
    <w:qFormat/>
    <w:rsid w:val="001E0F8B"/>
    <w:pPr>
      <w:keepNext/>
      <w:keepLines/>
      <w:numPr>
        <w:ilvl w:val="2"/>
        <w:numId w:val="2"/>
      </w:numPr>
      <w:spacing w:before="200" w:after="240"/>
      <w:outlineLvl w:val="2"/>
    </w:pPr>
    <w:rPr>
      <w:rFonts w:ascii="Arial" w:hAnsi="Arial"/>
      <w:bCs/>
      <w:sz w:val="28"/>
      <w:lang w:eastAsia="en-US"/>
    </w:rPr>
  </w:style>
  <w:style w:type="paragraph" w:styleId="Nadpis4">
    <w:name w:val="heading 4"/>
    <w:aliases w:val="eTitle3"/>
    <w:basedOn w:val="Normlny"/>
    <w:next w:val="Normlny"/>
    <w:link w:val="Nadpis4Char"/>
    <w:qFormat/>
    <w:rsid w:val="001E0F8B"/>
    <w:pPr>
      <w:keepNext/>
      <w:keepLines/>
      <w:numPr>
        <w:ilvl w:val="3"/>
        <w:numId w:val="2"/>
      </w:numPr>
      <w:spacing w:before="200" w:after="240"/>
      <w:outlineLvl w:val="3"/>
    </w:pPr>
    <w:rPr>
      <w:rFonts w:ascii="Arial" w:hAnsi="Arial"/>
      <w:bCs/>
      <w:i/>
      <w:iCs/>
      <w:lang w:eastAsia="en-US"/>
    </w:rPr>
  </w:style>
  <w:style w:type="paragraph" w:styleId="Nadpis5">
    <w:name w:val="heading 5"/>
    <w:aliases w:val="eTitle4"/>
    <w:basedOn w:val="Normlny"/>
    <w:next w:val="Normlny"/>
    <w:link w:val="Nadpis5Char"/>
    <w:qFormat/>
    <w:rsid w:val="001E0F8B"/>
    <w:pPr>
      <w:numPr>
        <w:ilvl w:val="4"/>
        <w:numId w:val="2"/>
      </w:numPr>
      <w:spacing w:before="240" w:after="60"/>
      <w:outlineLvl w:val="4"/>
    </w:pPr>
    <w:rPr>
      <w:rFonts w:ascii="Arial" w:hAnsi="Arial"/>
      <w:bCs/>
      <w:iCs/>
      <w:sz w:val="26"/>
      <w:szCs w:val="26"/>
      <w:lang w:eastAsia="en-US"/>
    </w:rPr>
  </w:style>
  <w:style w:type="paragraph" w:styleId="Nadpis6">
    <w:name w:val="heading 6"/>
    <w:basedOn w:val="Normlny"/>
    <w:next w:val="Normlny"/>
    <w:link w:val="Nadpis6Char"/>
    <w:unhideWhenUsed/>
    <w:qFormat/>
    <w:rsid w:val="001E0F8B"/>
    <w:pPr>
      <w:numPr>
        <w:ilvl w:val="5"/>
        <w:numId w:val="2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nhideWhenUsed/>
    <w:qFormat/>
    <w:rsid w:val="001E0F8B"/>
    <w:pPr>
      <w:numPr>
        <w:ilvl w:val="6"/>
        <w:numId w:val="2"/>
      </w:num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y"/>
    <w:next w:val="Normlny"/>
    <w:link w:val="Nadpis8Char"/>
    <w:unhideWhenUsed/>
    <w:qFormat/>
    <w:rsid w:val="001E0F8B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</w:rPr>
  </w:style>
  <w:style w:type="paragraph" w:styleId="Nadpis9">
    <w:name w:val="heading 9"/>
    <w:basedOn w:val="Normlny"/>
    <w:next w:val="Normlny"/>
    <w:link w:val="Nadpis9Char"/>
    <w:unhideWhenUsed/>
    <w:qFormat/>
    <w:rsid w:val="001E0F8B"/>
    <w:pPr>
      <w:numPr>
        <w:ilvl w:val="8"/>
        <w:numId w:val="2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eTask"/>
    <w:link w:val="eCheckBoxTextChar"/>
    <w:rsid w:val="00391B93"/>
    <w:pPr>
      <w:numPr>
        <w:numId w:val="0"/>
      </w:numPr>
      <w:ind w:left="360"/>
    </w:pPr>
    <w:rPr>
      <w:b w:val="0"/>
    </w:rPr>
  </w:style>
  <w:style w:type="character" w:customStyle="1" w:styleId="eCheckBoxTextChar">
    <w:name w:val="eCheckBoxText Char"/>
    <w:basedOn w:val="Predvolenpsmoodseku"/>
    <w:link w:val="eCheckBoxText"/>
    <w:rsid w:val="00391B93"/>
    <w:rPr>
      <w:sz w:val="24"/>
      <w:szCs w:val="24"/>
      <w:lang w:val="en-US" w:eastAsia="cs-CZ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  <w:szCs w:val="24"/>
      <w:lang w:val="en-US" w:eastAsia="cs-CZ"/>
    </w:rPr>
  </w:style>
  <w:style w:type="paragraph" w:customStyle="1" w:styleId="eTask">
    <w:name w:val="eTask"/>
    <w:basedOn w:val="Normlny"/>
    <w:qFormat/>
    <w:rsid w:val="00DD0843"/>
    <w:pPr>
      <w:numPr>
        <w:numId w:val="1"/>
      </w:numPr>
      <w:tabs>
        <w:tab w:val="left" w:pos="426"/>
      </w:tabs>
      <w:contextualSpacing/>
    </w:pPr>
    <w:rPr>
      <w:b/>
      <w:lang w:val="en-US"/>
    </w:rPr>
  </w:style>
  <w:style w:type="character" w:styleId="Zstupntext">
    <w:name w:val="Placeholder Text"/>
    <w:basedOn w:val="Predvolenpsmoodseku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y"/>
    <w:rsid w:val="00C148FD"/>
    <w:pPr>
      <w:pBdr>
        <w:bottom w:val="single" w:sz="4" w:space="1" w:color="auto"/>
      </w:pBdr>
    </w:pPr>
    <w:rPr>
      <w:szCs w:val="20"/>
    </w:rPr>
  </w:style>
  <w:style w:type="paragraph" w:styleId="Hlavika">
    <w:name w:val="header"/>
    <w:basedOn w:val="Normlny"/>
    <w:link w:val="HlavikaChar"/>
    <w:rsid w:val="0039238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39238A"/>
    <w:rPr>
      <w:sz w:val="24"/>
      <w:szCs w:val="24"/>
    </w:rPr>
  </w:style>
  <w:style w:type="paragraph" w:styleId="Pta">
    <w:name w:val="footer"/>
    <w:basedOn w:val="Normlny"/>
    <w:link w:val="PtaChar"/>
    <w:rsid w:val="0039238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39238A"/>
    <w:rPr>
      <w:sz w:val="24"/>
      <w:szCs w:val="24"/>
    </w:rPr>
  </w:style>
  <w:style w:type="character" w:customStyle="1" w:styleId="eTerm">
    <w:name w:val="eTerm"/>
    <w:basedOn w:val="Predvolenpsmoodseku"/>
    <w:rsid w:val="001E0F8B"/>
    <w:rPr>
      <w:color w:val="auto"/>
      <w:sz w:val="24"/>
      <w:szCs w:val="24"/>
      <w:bdr w:val="none" w:sz="0" w:space="0" w:color="auto"/>
      <w:shd w:val="clear" w:color="auto" w:fill="CCFFCC"/>
      <w:lang w:val="cs-CZ" w:eastAsia="en-US"/>
    </w:rPr>
  </w:style>
  <w:style w:type="paragraph" w:customStyle="1" w:styleId="eDotList1">
    <w:name w:val="eDotList1"/>
    <w:basedOn w:val="Zoznamsodrkami"/>
    <w:rsid w:val="001E0F8B"/>
    <w:pPr>
      <w:spacing w:after="240"/>
    </w:pPr>
    <w:rPr>
      <w:lang w:eastAsia="en-US"/>
    </w:rPr>
  </w:style>
  <w:style w:type="paragraph" w:styleId="Zoznamsodrkami">
    <w:name w:val="List Bullet"/>
    <w:basedOn w:val="Normlny"/>
    <w:rsid w:val="001E0F8B"/>
    <w:pPr>
      <w:tabs>
        <w:tab w:val="num" w:pos="340"/>
      </w:tabs>
      <w:ind w:left="340" w:hanging="340"/>
      <w:contextualSpacing/>
    </w:pPr>
  </w:style>
  <w:style w:type="character" w:customStyle="1" w:styleId="Nadpis1Char">
    <w:name w:val="Nadpis 1 Char"/>
    <w:aliases w:val="eChapterName Char"/>
    <w:basedOn w:val="Predvolenpsmoodseku"/>
    <w:link w:val="Nadpis1"/>
    <w:rsid w:val="001E0F8B"/>
    <w:rPr>
      <w:rFonts w:ascii="Arial" w:hAnsi="Arial"/>
      <w:bCs/>
      <w:color w:val="008000"/>
      <w:sz w:val="32"/>
      <w:szCs w:val="28"/>
      <w:lang w:val="cs-CZ" w:eastAsia="en-US"/>
    </w:rPr>
  </w:style>
  <w:style w:type="character" w:customStyle="1" w:styleId="Nadpis2Char">
    <w:name w:val="Nadpis 2 Char"/>
    <w:aliases w:val="eTitle1 Char"/>
    <w:basedOn w:val="Predvolenpsmoodseku"/>
    <w:link w:val="Nadpis2"/>
    <w:rsid w:val="001E0F8B"/>
    <w:rPr>
      <w:rFonts w:ascii="Arial" w:hAnsi="Arial"/>
      <w:bCs/>
      <w:sz w:val="32"/>
      <w:szCs w:val="26"/>
      <w:lang w:val="cs-CZ" w:eastAsia="en-US"/>
    </w:rPr>
  </w:style>
  <w:style w:type="character" w:customStyle="1" w:styleId="Nadpis3Char">
    <w:name w:val="Nadpis 3 Char"/>
    <w:aliases w:val="eTitle2 Char"/>
    <w:basedOn w:val="Predvolenpsmoodseku"/>
    <w:link w:val="Nadpis3"/>
    <w:rsid w:val="001E0F8B"/>
    <w:rPr>
      <w:rFonts w:ascii="Arial" w:hAnsi="Arial"/>
      <w:bCs/>
      <w:sz w:val="28"/>
      <w:szCs w:val="24"/>
      <w:lang w:val="cs-CZ" w:eastAsia="en-US"/>
    </w:rPr>
  </w:style>
  <w:style w:type="character" w:customStyle="1" w:styleId="Nadpis4Char">
    <w:name w:val="Nadpis 4 Char"/>
    <w:aliases w:val="eTitle3 Char"/>
    <w:basedOn w:val="Predvolenpsmoodseku"/>
    <w:link w:val="Nadpis4"/>
    <w:rsid w:val="001E0F8B"/>
    <w:rPr>
      <w:rFonts w:ascii="Arial" w:hAnsi="Arial"/>
      <w:bCs/>
      <w:i/>
      <w:iCs/>
      <w:sz w:val="24"/>
      <w:szCs w:val="24"/>
      <w:lang w:val="cs-CZ" w:eastAsia="en-US"/>
    </w:rPr>
  </w:style>
  <w:style w:type="character" w:customStyle="1" w:styleId="Nadpis5Char">
    <w:name w:val="Nadpis 5 Char"/>
    <w:aliases w:val="eTitle4 Char"/>
    <w:basedOn w:val="Predvolenpsmoodseku"/>
    <w:link w:val="Nadpis5"/>
    <w:rsid w:val="001E0F8B"/>
    <w:rPr>
      <w:rFonts w:ascii="Arial" w:hAnsi="Arial"/>
      <w:bCs/>
      <w:iCs/>
      <w:sz w:val="26"/>
      <w:szCs w:val="26"/>
      <w:lang w:val="cs-CZ" w:eastAsia="en-US"/>
    </w:rPr>
  </w:style>
  <w:style w:type="character" w:customStyle="1" w:styleId="Nadpis6Char">
    <w:name w:val="Nadpis 6 Char"/>
    <w:basedOn w:val="Predvolenpsmoodseku"/>
    <w:link w:val="Nadpis6"/>
    <w:rsid w:val="001E0F8B"/>
    <w:rPr>
      <w:rFonts w:ascii="Calibri" w:hAnsi="Calibri"/>
      <w:b/>
      <w:bCs/>
      <w:sz w:val="22"/>
      <w:szCs w:val="22"/>
      <w:lang w:val="cs-CZ" w:eastAsia="cs-CZ"/>
    </w:rPr>
  </w:style>
  <w:style w:type="character" w:customStyle="1" w:styleId="Nadpis7Char">
    <w:name w:val="Nadpis 7 Char"/>
    <w:basedOn w:val="Predvolenpsmoodseku"/>
    <w:link w:val="Nadpis7"/>
    <w:rsid w:val="001E0F8B"/>
    <w:rPr>
      <w:rFonts w:ascii="Calibri" w:hAnsi="Calibri"/>
      <w:sz w:val="24"/>
      <w:szCs w:val="24"/>
      <w:lang w:val="cs-CZ" w:eastAsia="cs-CZ"/>
    </w:rPr>
  </w:style>
  <w:style w:type="character" w:customStyle="1" w:styleId="Nadpis8Char">
    <w:name w:val="Nadpis 8 Char"/>
    <w:basedOn w:val="Predvolenpsmoodseku"/>
    <w:link w:val="Nadpis8"/>
    <w:rsid w:val="001E0F8B"/>
    <w:rPr>
      <w:rFonts w:ascii="Calibri" w:hAnsi="Calibri"/>
      <w:i/>
      <w:iCs/>
      <w:sz w:val="24"/>
      <w:szCs w:val="24"/>
      <w:lang w:val="cs-CZ" w:eastAsia="cs-CZ"/>
    </w:rPr>
  </w:style>
  <w:style w:type="character" w:customStyle="1" w:styleId="Nadpis9Char">
    <w:name w:val="Nadpis 9 Char"/>
    <w:basedOn w:val="Predvolenpsmoodseku"/>
    <w:link w:val="Nadpis9"/>
    <w:rsid w:val="001E0F8B"/>
    <w:rPr>
      <w:rFonts w:ascii="Cambria" w:hAnsi="Cambria"/>
      <w:sz w:val="22"/>
      <w:szCs w:val="22"/>
      <w:lang w:val="cs-CZ" w:eastAsia="cs-CZ"/>
    </w:rPr>
  </w:style>
  <w:style w:type="paragraph" w:customStyle="1" w:styleId="eText">
    <w:name w:val="eText"/>
    <w:basedOn w:val="Normlny"/>
    <w:link w:val="eTextChar"/>
    <w:rsid w:val="00734028"/>
    <w:pPr>
      <w:spacing w:after="240"/>
    </w:pPr>
    <w:rPr>
      <w:lang w:eastAsia="en-US"/>
    </w:rPr>
  </w:style>
  <w:style w:type="character" w:customStyle="1" w:styleId="eTextChar">
    <w:name w:val="eText Char"/>
    <w:basedOn w:val="Predvolenpsmoodseku"/>
    <w:link w:val="eText"/>
    <w:rsid w:val="00734028"/>
    <w:rPr>
      <w:sz w:val="24"/>
      <w:szCs w:val="24"/>
      <w:lang w:val="cs-CZ" w:eastAsia="en-US"/>
    </w:rPr>
  </w:style>
  <w:style w:type="paragraph" w:styleId="Odsekzoznamu">
    <w:name w:val="List Paragraph"/>
    <w:basedOn w:val="Normlny"/>
    <w:uiPriority w:val="34"/>
    <w:qFormat/>
    <w:rsid w:val="002E1F57"/>
    <w:pPr>
      <w:ind w:left="720"/>
      <w:contextualSpacing/>
    </w:pPr>
  </w:style>
  <w:style w:type="paragraph" w:styleId="Popis">
    <w:name w:val="caption"/>
    <w:aliases w:val="eTitleImage"/>
    <w:basedOn w:val="eText"/>
    <w:next w:val="eText"/>
    <w:unhideWhenUsed/>
    <w:qFormat/>
    <w:rsid w:val="002E1F57"/>
    <w:pPr>
      <w:shd w:val="clear" w:color="auto" w:fill="FFCC99"/>
    </w:pPr>
  </w:style>
  <w:style w:type="character" w:customStyle="1" w:styleId="hps">
    <w:name w:val="hps"/>
    <w:basedOn w:val="Predvolenpsmoodseku"/>
    <w:rsid w:val="00A33125"/>
  </w:style>
  <w:style w:type="character" w:customStyle="1" w:styleId="atn">
    <w:name w:val="atn"/>
    <w:basedOn w:val="Predvolenpsmoodseku"/>
    <w:rsid w:val="00A331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G:\Projekty\TechPedia\Pracovn&#233;%20listy\TechPedia_Pravovn&#253;%20list%20ILA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G:\Projekty\TechPedia\Pracovné listy\TechPedia_Pravovný list ILA.dot</Template>
  <TotalTime>28</TotalTime>
  <Pages>4</Pages>
  <Words>443</Words>
  <Characters>2529</Characters>
  <Application>Microsoft Macintosh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2967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RVA</cp:lastModifiedBy>
  <cp:revision>12</cp:revision>
  <cp:lastPrinted>2013-05-24T15:00:00Z</cp:lastPrinted>
  <dcterms:created xsi:type="dcterms:W3CDTF">2016-12-10T08:55:00Z</dcterms:created>
  <dcterms:modified xsi:type="dcterms:W3CDTF">2017-03-31T07:05:00Z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