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Přiřaďte normalizační organizace ETSI nebo ITU-T pro následující definice sítě </w:t>
      </w:r>
      <w:r w:rsidR="00142503" w:rsidRPr="00FD7D3A">
        <w:rPr>
          <w:lang w:val="cs-CZ"/>
        </w:rPr>
        <w:t>NGN (</w:t>
      </w:r>
      <w:proofErr w:type="spellStart"/>
      <w:r w:rsidR="00142503" w:rsidRPr="00FD7D3A">
        <w:rPr>
          <w:i/>
          <w:lang w:val="cs-CZ"/>
        </w:rPr>
        <w:t>Next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Generation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Networks</w:t>
      </w:r>
      <w:proofErr w:type="spellEnd"/>
      <w:r w:rsidR="00142503" w:rsidRPr="00FD7D3A">
        <w:rPr>
          <w:lang w:val="cs-CZ"/>
        </w:rPr>
        <w:t>)</w:t>
      </w:r>
      <w:r w:rsidR="005A36F2" w:rsidRPr="00FD7D3A">
        <w:rPr>
          <w:lang w:val="cs-CZ"/>
        </w:rPr>
        <w:t>.</w:t>
      </w:r>
    </w:p>
    <w:p w:rsidR="00F57337" w:rsidRPr="00FD7D3A" w:rsidRDefault="00F57337" w:rsidP="0048685F">
      <w:pPr>
        <w:rPr>
          <w:lang w:val="cs-CZ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55"/>
        <w:gridCol w:w="6923"/>
      </w:tblGrid>
      <w:tr w:rsidR="00403EA0" w:rsidRPr="00FD7D3A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403EA0" w:rsidRPr="00FD7D3A" w:rsidRDefault="00E06F05" w:rsidP="005A36F2">
            <w:pPr>
              <w:jc w:val="center"/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t>Název standardizační organizace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03EA0" w:rsidRPr="00FD7D3A" w:rsidRDefault="00DC5EA9" w:rsidP="005A36F2">
            <w:pPr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br/>
            </w:r>
            <w:r w:rsidR="00E06F05" w:rsidRPr="00FD7D3A">
              <w:rPr>
                <w:rStyle w:val="shorttext"/>
                <w:lang w:val="cs-CZ"/>
              </w:rPr>
              <w:t>Definice sítě NGN podle standardizační organizace</w:t>
            </w:r>
          </w:p>
        </w:tc>
      </w:tr>
      <w:tr w:rsidR="00CA2218" w:rsidRPr="00487FDE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  <w:r w:rsidRPr="00FD7D3A">
              <w:rPr>
                <w:color w:val="FF0000"/>
                <w:lang w:val="cs-CZ"/>
              </w:rPr>
              <w:t>ITU-T</w:t>
            </w:r>
          </w:p>
        </w:tc>
        <w:tc>
          <w:tcPr>
            <w:tcW w:w="6923" w:type="dxa"/>
          </w:tcPr>
          <w:p w:rsidR="00CA2218" w:rsidRPr="00FD7D3A" w:rsidRDefault="00E06F05" w:rsidP="00CA2218">
            <w:pPr>
              <w:rPr>
                <w:lang w:val="cs-CZ"/>
              </w:rPr>
            </w:pPr>
            <w:r w:rsidRPr="00FD7D3A">
              <w:rPr>
                <w:lang w:val="cs-CZ"/>
              </w:rPr>
              <w:t xml:space="preserve">Popisuje NGN jako síť založenou na přenosu paketů, umožňující poskytování služeb a schopnou používat několik širokopásmových přenosových technologií, umožňujících garantování </w:t>
            </w:r>
            <w:proofErr w:type="spellStart"/>
            <w:r w:rsidRPr="00FD7D3A">
              <w:rPr>
                <w:lang w:val="cs-CZ"/>
              </w:rPr>
              <w:t>QoS</w:t>
            </w:r>
            <w:proofErr w:type="spellEnd"/>
            <w:r w:rsidR="00142503" w:rsidRPr="00FD7D3A">
              <w:rPr>
                <w:lang w:val="cs-CZ"/>
              </w:rPr>
              <w:t>.</w:t>
            </w:r>
          </w:p>
          <w:p w:rsidR="00142503" w:rsidRPr="00FD7D3A" w:rsidRDefault="00E06F05" w:rsidP="00E06F05">
            <w:pPr>
              <w:tabs>
                <w:tab w:val="left" w:pos="4374"/>
              </w:tabs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tab/>
            </w:r>
          </w:p>
        </w:tc>
      </w:tr>
      <w:tr w:rsidR="00CA2218" w:rsidRPr="00487FDE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  <w:r w:rsidRPr="00FD7D3A">
              <w:rPr>
                <w:color w:val="FF0000"/>
                <w:lang w:val="cs-CZ"/>
              </w:rPr>
              <w:t>ETSI</w:t>
            </w:r>
          </w:p>
        </w:tc>
        <w:tc>
          <w:tcPr>
            <w:tcW w:w="6923" w:type="dxa"/>
          </w:tcPr>
          <w:p w:rsidR="00CA2218" w:rsidRPr="00FD7D3A" w:rsidRDefault="00E06F05" w:rsidP="00E06F05">
            <w:pPr>
              <w:rPr>
                <w:b/>
                <w:lang w:val="cs-CZ"/>
              </w:rPr>
            </w:pPr>
            <w:r w:rsidRPr="00FD7D3A">
              <w:rPr>
                <w:lang w:val="cs-CZ"/>
              </w:rPr>
              <w:t xml:space="preserve">Popisuje NGN jako koncept pro definování a </w:t>
            </w:r>
            <w:r w:rsidRPr="00FD7D3A">
              <w:rPr>
                <w:rStyle w:val="alt-edited"/>
                <w:lang w:val="cs-CZ"/>
              </w:rPr>
              <w:t>zavedení</w:t>
            </w:r>
            <w:r w:rsidRPr="00FD7D3A">
              <w:rPr>
                <w:lang w:val="cs-CZ"/>
              </w:rPr>
              <w:t xml:space="preserve"> sítí umožňujících formální distribuci funkcionalit do samostatných vrstev a rovin použitím otevřených rozhraní</w:t>
            </w:r>
            <w:r w:rsidR="00142503" w:rsidRPr="00FD7D3A">
              <w:rPr>
                <w:lang w:val="cs-CZ"/>
              </w:rPr>
              <w:t>.</w:t>
            </w:r>
            <w:r w:rsidR="00CA2218" w:rsidRPr="00FD7D3A">
              <w:rPr>
                <w:lang w:val="cs-CZ"/>
              </w:rPr>
              <w:br/>
            </w:r>
          </w:p>
        </w:tc>
      </w:tr>
      <w:tr w:rsidR="00CA2218" w:rsidRPr="00487FDE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  <w:r w:rsidRPr="00FD7D3A">
              <w:rPr>
                <w:color w:val="FF0000"/>
                <w:lang w:val="cs-CZ"/>
              </w:rPr>
              <w:t>ETSI</w:t>
            </w:r>
          </w:p>
        </w:tc>
        <w:tc>
          <w:tcPr>
            <w:tcW w:w="6923" w:type="dxa"/>
          </w:tcPr>
          <w:p w:rsidR="00CA2218" w:rsidRPr="00FD7D3A" w:rsidRDefault="00CA2218" w:rsidP="00CA2218">
            <w:pPr>
              <w:rPr>
                <w:b/>
                <w:lang w:val="cs-CZ"/>
              </w:rPr>
            </w:pPr>
            <w:r w:rsidRPr="00FD7D3A">
              <w:rPr>
                <w:lang w:val="cs-CZ"/>
              </w:rPr>
              <w:br/>
            </w:r>
            <w:r w:rsidR="00E06F05" w:rsidRPr="00FD7D3A">
              <w:rPr>
                <w:lang w:val="cs-CZ"/>
              </w:rPr>
              <w:t>Koncept NGN poskytuje nové podmínky pro vytváření, implementaci a efektivní správu inovativních služeb</w:t>
            </w:r>
            <w:r w:rsidR="00142503" w:rsidRPr="00FD7D3A">
              <w:rPr>
                <w:lang w:val="cs-CZ"/>
              </w:rPr>
              <w:t>.</w:t>
            </w:r>
            <w:r w:rsidRPr="00FD7D3A">
              <w:rPr>
                <w:lang w:val="cs-CZ"/>
              </w:rPr>
              <w:br/>
            </w:r>
          </w:p>
        </w:tc>
      </w:tr>
      <w:tr w:rsidR="00CA2218" w:rsidRPr="00FD7D3A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  <w:r w:rsidRPr="00FD7D3A">
              <w:rPr>
                <w:color w:val="FF0000"/>
                <w:lang w:val="cs-CZ"/>
              </w:rPr>
              <w:t>ITU-T</w:t>
            </w:r>
          </w:p>
        </w:tc>
        <w:tc>
          <w:tcPr>
            <w:tcW w:w="6923" w:type="dxa"/>
          </w:tcPr>
          <w:p w:rsidR="00CA2218" w:rsidRPr="00FD7D3A" w:rsidRDefault="00E06F05" w:rsidP="00E06F05">
            <w:pPr>
              <w:rPr>
                <w:lang w:val="cs-CZ"/>
              </w:rPr>
            </w:pPr>
            <w:r w:rsidRPr="00FD7D3A">
              <w:rPr>
                <w:lang w:val="cs-CZ"/>
              </w:rPr>
              <w:t>Funkce související se službami závisí na základních přenosových technologiích. NGN poskytuje uživateli neomezený přístup k různým poskytovatelům služeb</w:t>
            </w:r>
            <w:r w:rsidR="00142503" w:rsidRPr="00FD7D3A">
              <w:rPr>
                <w:lang w:val="cs-CZ"/>
              </w:rPr>
              <w:t>.</w:t>
            </w:r>
            <w:r w:rsidR="00CA2218" w:rsidRPr="00FD7D3A">
              <w:rPr>
                <w:lang w:val="cs-CZ"/>
              </w:rPr>
              <w:br/>
            </w:r>
          </w:p>
        </w:tc>
      </w:tr>
    </w:tbl>
    <w:p w:rsidR="006265CE" w:rsidRPr="00FD7D3A" w:rsidRDefault="006265CE" w:rsidP="0048685F">
      <w:pPr>
        <w:pStyle w:val="eLineBottom"/>
        <w:rPr>
          <w:lang w:val="cs-CZ"/>
        </w:rPr>
      </w:pPr>
    </w:p>
    <w:p w:rsidR="00DC5EA9" w:rsidRPr="00FD7D3A" w:rsidRDefault="00DC5EA9" w:rsidP="0048685F">
      <w:pPr>
        <w:pStyle w:val="eLineBottom"/>
        <w:rPr>
          <w:lang w:val="cs-CZ"/>
        </w:rPr>
      </w:pPr>
    </w:p>
    <w:p w:rsidR="006265CE" w:rsidRPr="00FD7D3A" w:rsidRDefault="006265CE" w:rsidP="0048685F">
      <w:pPr>
        <w:rPr>
          <w:lang w:val="cs-CZ"/>
        </w:rPr>
      </w:pPr>
    </w:p>
    <w:p w:rsidR="006265CE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Zakroužkujte protokoly, které lze využít k implementaci funkcionalit SDN </w:t>
      </w:r>
      <w:r w:rsidR="00142503" w:rsidRPr="00FD7D3A">
        <w:rPr>
          <w:lang w:val="cs-CZ"/>
        </w:rPr>
        <w:t>(</w:t>
      </w:r>
      <w:r w:rsidR="00142503" w:rsidRPr="00FD7D3A">
        <w:rPr>
          <w:i/>
          <w:lang w:val="cs-CZ"/>
        </w:rPr>
        <w:t xml:space="preserve">Software </w:t>
      </w:r>
      <w:proofErr w:type="spellStart"/>
      <w:r w:rsidR="00142503" w:rsidRPr="00FD7D3A">
        <w:rPr>
          <w:i/>
          <w:lang w:val="cs-CZ"/>
        </w:rPr>
        <w:t>Defined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Networking</w:t>
      </w:r>
      <w:proofErr w:type="spellEnd"/>
      <w:r w:rsidR="00142503" w:rsidRPr="00FD7D3A">
        <w:rPr>
          <w:lang w:val="cs-CZ"/>
        </w:rPr>
        <w:t>) v s</w:t>
      </w:r>
      <w:r w:rsidRPr="00FD7D3A">
        <w:rPr>
          <w:lang w:val="cs-CZ"/>
        </w:rPr>
        <w:t>ítí</w:t>
      </w:r>
      <w:r w:rsidR="00CA4727" w:rsidRPr="00FD7D3A">
        <w:rPr>
          <w:lang w:val="cs-CZ"/>
        </w:rPr>
        <w:t>.</w:t>
      </w:r>
      <w:r w:rsidR="006265CE" w:rsidRPr="00FD7D3A">
        <w:rPr>
          <w:lang w:val="cs-CZ"/>
        </w:rPr>
        <w:t xml:space="preserve"> </w:t>
      </w:r>
    </w:p>
    <w:p w:rsidR="0048685F" w:rsidRPr="00FD7D3A" w:rsidRDefault="00874368" w:rsidP="0048685F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22EDF" wp14:editId="470CE86B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D2188A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3D2EAE" wp14:editId="2734B2F0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D2EA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CA2218" w:rsidP="0048685F">
      <w:pPr>
        <w:pStyle w:val="eLineBottom"/>
        <w:rPr>
          <w:lang w:val="cs-CZ"/>
        </w:rPr>
      </w:pPr>
      <w:r w:rsidRPr="00FD7D3A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C15FFB" wp14:editId="348BDBE7">
                <wp:simplePos x="0" y="0"/>
                <wp:positionH relativeFrom="column">
                  <wp:posOffset>2249805</wp:posOffset>
                </wp:positionH>
                <wp:positionV relativeFrom="paragraph">
                  <wp:posOffset>62230</wp:posOffset>
                </wp:positionV>
                <wp:extent cx="913765" cy="391160"/>
                <wp:effectExtent l="0" t="0" r="19685" b="2794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C12D82" id="Oval 22" o:spid="_x0000_s1026" style="position:absolute;margin-left:177.15pt;margin-top:4.9pt;width:71.95pt;height:3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o5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" filled="f" strokecolor="red" strokeweight="2pt"/>
            </w:pict>
          </mc:Fallback>
        </mc:AlternateContent>
      </w:r>
      <w:r w:rsidR="002E1257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7FFDD6" wp14:editId="6D3A0189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FFDD6"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59DC47" wp14:editId="43648535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proofErr w:type="spellStart"/>
                            <w:r w:rsidRPr="00874368">
                              <w:t>OpenFlow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9DC47"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proofErr w:type="spellStart"/>
                      <w:r w:rsidRPr="00874368">
                        <w:t>OpenFlow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70DF0" wp14:editId="60BE4ED5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70DF0"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E32662" wp14:editId="484468C0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32662"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735E01" wp14:editId="7BE9EE14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5E01"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5F6B6D" wp14:editId="5FA91FAB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F6B6D"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30D29D" wp14:editId="4A0CB5AA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0D29D"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CA2218" w:rsidP="0048685F">
      <w:pPr>
        <w:pStyle w:val="eLineBottom"/>
        <w:rPr>
          <w:lang w:val="cs-CZ"/>
        </w:rPr>
      </w:pPr>
      <w:r w:rsidRPr="00FD7D3A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A2127F" wp14:editId="38AC86E0">
                <wp:simplePos x="0" y="0"/>
                <wp:positionH relativeFrom="column">
                  <wp:posOffset>4253230</wp:posOffset>
                </wp:positionH>
                <wp:positionV relativeFrom="paragraph">
                  <wp:posOffset>139255</wp:posOffset>
                </wp:positionV>
                <wp:extent cx="913765" cy="391160"/>
                <wp:effectExtent l="0" t="0" r="1968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315928" id="Oval 23" o:spid="_x0000_s1026" style="position:absolute;margin-left:334.9pt;margin-top:10.95pt;width:71.95pt;height:3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UG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BF1910" wp14:editId="373164E9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F1910"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CA2218" w:rsidP="0048685F">
      <w:pPr>
        <w:pStyle w:val="eLineBottom"/>
        <w:rPr>
          <w:lang w:val="cs-CZ"/>
        </w:rPr>
      </w:pPr>
      <w:r w:rsidRPr="00FD7D3A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F92046" wp14:editId="7C581144">
                <wp:simplePos x="0" y="0"/>
                <wp:positionH relativeFrom="column">
                  <wp:posOffset>498285</wp:posOffset>
                </wp:positionH>
                <wp:positionV relativeFrom="paragraph">
                  <wp:posOffset>39370</wp:posOffset>
                </wp:positionV>
                <wp:extent cx="913765" cy="391160"/>
                <wp:effectExtent l="0" t="0" r="19685" b="279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AE6EA0" id="Oval 21" o:spid="_x0000_s1026" style="position:absolute;margin-left:39.25pt;margin-top:3.1pt;width:71.95pt;height:30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" filled="f" strokecolor="red" strokeweight="2pt"/>
            </w:pict>
          </mc:Fallback>
        </mc:AlternateContent>
      </w:r>
      <w:r w:rsidR="002E1257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9B5703" wp14:editId="3765EAED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B5703"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="002E1257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F261F5" wp14:editId="7CA4E85D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261F5"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48685F">
      <w:pPr>
        <w:pStyle w:val="eLineBottom"/>
        <w:rPr>
          <w:lang w:val="cs-CZ"/>
        </w:rPr>
      </w:pPr>
    </w:p>
    <w:p w:rsidR="00874368" w:rsidRPr="00FD7D3A" w:rsidRDefault="00CA2218" w:rsidP="0048685F">
      <w:pPr>
        <w:pStyle w:val="eLineBottom"/>
        <w:rPr>
          <w:lang w:val="cs-CZ"/>
        </w:rPr>
      </w:pPr>
      <w:r w:rsidRPr="00FD7D3A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733B5C" wp14:editId="28B910C4">
                <wp:simplePos x="0" y="0"/>
                <wp:positionH relativeFrom="column">
                  <wp:posOffset>1900110</wp:posOffset>
                </wp:positionH>
                <wp:positionV relativeFrom="paragraph">
                  <wp:posOffset>109855</wp:posOffset>
                </wp:positionV>
                <wp:extent cx="913765" cy="391160"/>
                <wp:effectExtent l="0" t="0" r="19685" b="2794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DEF28D" id="Oval 24" o:spid="_x0000_s1026" style="position:absolute;margin-left:149.6pt;margin-top:8.65pt;width:71.95pt;height:3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C4E899" wp14:editId="431C14AB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4E899"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1AADB" wp14:editId="03145905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1AADB"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A7D6E7" wp14:editId="47EC3DB4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6E7"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48685F">
      <w:pPr>
        <w:pStyle w:val="eLineBottom"/>
        <w:rPr>
          <w:lang w:val="cs-CZ"/>
        </w:rPr>
      </w:pPr>
    </w:p>
    <w:p w:rsidR="00874368" w:rsidRPr="00FD7D3A" w:rsidRDefault="00874368" w:rsidP="0048685F">
      <w:pPr>
        <w:pStyle w:val="eLineBottom"/>
        <w:rPr>
          <w:lang w:val="cs-CZ"/>
        </w:rPr>
      </w:pPr>
    </w:p>
    <w:p w:rsidR="00DC5EA9" w:rsidRPr="00FD7D3A" w:rsidRDefault="00DC5EA9" w:rsidP="0048685F">
      <w:pPr>
        <w:pStyle w:val="eLineBottom"/>
        <w:rPr>
          <w:lang w:val="cs-CZ"/>
        </w:rPr>
      </w:pPr>
    </w:p>
    <w:p w:rsidR="00331517" w:rsidRPr="00FD7D3A" w:rsidRDefault="00331517" w:rsidP="0048685F">
      <w:pPr>
        <w:rPr>
          <w:lang w:val="cs-CZ"/>
        </w:rPr>
      </w:pPr>
    </w:p>
    <w:p w:rsidR="00DC5EA9" w:rsidRPr="00FD7D3A" w:rsidRDefault="00DC5EA9">
      <w:pPr>
        <w:rPr>
          <w:b/>
          <w:lang w:val="cs-CZ"/>
        </w:rPr>
      </w:pPr>
      <w:r w:rsidRPr="00FD7D3A">
        <w:rPr>
          <w:lang w:val="cs-CZ"/>
        </w:rPr>
        <w:br w:type="page"/>
      </w:r>
    </w:p>
    <w:p w:rsidR="00BB4C89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lastRenderedPageBreak/>
        <w:t xml:space="preserve">Označte správnou kombinaci požadavků, které používá architektura sítě založená na virtualizaci síťových funkcí NFV </w:t>
      </w:r>
      <w:r w:rsidR="00142503" w:rsidRPr="00FD7D3A">
        <w:rPr>
          <w:lang w:val="cs-CZ"/>
        </w:rPr>
        <w:t>(</w:t>
      </w:r>
      <w:r w:rsidR="00142503" w:rsidRPr="00FD7D3A">
        <w:rPr>
          <w:i/>
          <w:lang w:val="cs-CZ"/>
        </w:rPr>
        <w:t xml:space="preserve">Network </w:t>
      </w:r>
      <w:proofErr w:type="spellStart"/>
      <w:r w:rsidR="00142503" w:rsidRPr="00FD7D3A">
        <w:rPr>
          <w:i/>
          <w:lang w:val="cs-CZ"/>
        </w:rPr>
        <w:t>Functions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Virtualization</w:t>
      </w:r>
      <w:proofErr w:type="spellEnd"/>
      <w:r w:rsidR="00142503" w:rsidRPr="00FD7D3A">
        <w:rPr>
          <w:lang w:val="cs-CZ"/>
        </w:rPr>
        <w:t>)</w:t>
      </w:r>
      <w:r w:rsidR="00CA4727" w:rsidRPr="00FD7D3A">
        <w:rPr>
          <w:lang w:val="cs-CZ"/>
        </w:rPr>
        <w:t>.</w:t>
      </w:r>
    </w:p>
    <w:p w:rsidR="0048685F" w:rsidRPr="00FD7D3A" w:rsidRDefault="0048685F" w:rsidP="00DC5EA9">
      <w:pPr>
        <w:rPr>
          <w:lang w:val="cs-CZ"/>
        </w:rPr>
      </w:pP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fyzická instalace zařízení, energetická účinnost, kontinuita služeb</w:t>
      </w:r>
    </w:p>
    <w:p w:rsidR="00BB4C89" w:rsidRPr="00FD7D3A" w:rsidRDefault="00CA2218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b/>
          <w:color w:val="FF0000"/>
          <w:lang w:val="cs-CZ"/>
        </w:rPr>
        <w:t>x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color w:val="FF0000"/>
          <w:lang w:val="cs-CZ"/>
        </w:rPr>
        <w:t>vzdálená instalace zařízení, flexibilita, kontinuita služeb</w:t>
      </w: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rozmanitý hardware, vzdálená instalace zařízení, energetická účinnost</w:t>
      </w: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energetická účinnost, rozmanitý hardware, flexibilita</w:t>
      </w:r>
    </w:p>
    <w:p w:rsidR="00753D45" w:rsidRPr="00FD7D3A" w:rsidRDefault="00753D45" w:rsidP="0048685F">
      <w:pPr>
        <w:pStyle w:val="eLineBottom"/>
        <w:rPr>
          <w:lang w:val="cs-CZ"/>
        </w:rPr>
      </w:pPr>
    </w:p>
    <w:p w:rsidR="00344EDC" w:rsidRPr="00FD7D3A" w:rsidRDefault="00344EDC" w:rsidP="0048685F">
      <w:pPr>
        <w:pStyle w:val="eLineBottom"/>
        <w:rPr>
          <w:lang w:val="cs-CZ"/>
        </w:rPr>
      </w:pPr>
    </w:p>
    <w:p w:rsidR="0048685F" w:rsidRPr="00FD7D3A" w:rsidRDefault="0048685F">
      <w:pPr>
        <w:rPr>
          <w:b/>
          <w:lang w:val="cs-CZ"/>
        </w:rPr>
      </w:pPr>
    </w:p>
    <w:p w:rsidR="00753D45" w:rsidRPr="00FD7D3A" w:rsidRDefault="0004480F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Označte správnou složku pro funkce virtualizované sítě VNF </w:t>
      </w:r>
      <w:r w:rsidR="00142503" w:rsidRPr="00FD7D3A">
        <w:rPr>
          <w:lang w:val="cs-CZ"/>
        </w:rPr>
        <w:t>(</w:t>
      </w:r>
      <w:proofErr w:type="spellStart"/>
      <w:r w:rsidR="00142503" w:rsidRPr="00FD7D3A">
        <w:rPr>
          <w:i/>
          <w:lang w:val="cs-CZ"/>
        </w:rPr>
        <w:t>Virtualized</w:t>
      </w:r>
      <w:proofErr w:type="spellEnd"/>
      <w:r w:rsidR="00142503" w:rsidRPr="00FD7D3A">
        <w:rPr>
          <w:i/>
          <w:lang w:val="cs-CZ"/>
        </w:rPr>
        <w:t xml:space="preserve"> Network </w:t>
      </w:r>
      <w:proofErr w:type="spellStart"/>
      <w:r w:rsidR="00142503" w:rsidRPr="00FD7D3A">
        <w:rPr>
          <w:i/>
          <w:lang w:val="cs-CZ"/>
        </w:rPr>
        <w:t>Feature</w:t>
      </w:r>
      <w:proofErr w:type="spellEnd"/>
      <w:r w:rsidR="00142503" w:rsidRPr="00FD7D3A">
        <w:rPr>
          <w:lang w:val="cs-CZ"/>
        </w:rPr>
        <w:t>)</w:t>
      </w:r>
      <w:r w:rsidR="00B20A38" w:rsidRPr="00FD7D3A">
        <w:rPr>
          <w:lang w:val="cs-CZ"/>
        </w:rPr>
        <w:t>.</w:t>
      </w:r>
    </w:p>
    <w:p w:rsidR="0048685F" w:rsidRPr="00FD7D3A" w:rsidRDefault="0048685F" w:rsidP="00DC5EA9">
      <w:pPr>
        <w:rPr>
          <w:lang w:val="cs-CZ"/>
        </w:rPr>
      </w:pPr>
    </w:p>
    <w:p w:rsidR="00753D45" w:rsidRPr="00FD7D3A" w:rsidRDefault="00CA2218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b/>
          <w:color w:val="FF0000"/>
          <w:lang w:val="cs-CZ"/>
        </w:rPr>
        <w:t>x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color w:val="FF0000"/>
          <w:lang w:val="cs-CZ"/>
        </w:rPr>
        <w:t>složka systému řízení prvků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výpočetního hardwaru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koordinátora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hardwarového úložiště</w:t>
      </w:r>
    </w:p>
    <w:p w:rsidR="00923BBB" w:rsidRPr="00FD7D3A" w:rsidRDefault="00923BBB" w:rsidP="00B5755D">
      <w:pPr>
        <w:pStyle w:val="eLineBottom"/>
        <w:rPr>
          <w:lang w:val="cs-CZ"/>
        </w:rPr>
      </w:pPr>
    </w:p>
    <w:p w:rsidR="00344EDC" w:rsidRPr="00FD7D3A" w:rsidRDefault="00344EDC" w:rsidP="00B5755D">
      <w:pPr>
        <w:pStyle w:val="eLineBottom"/>
        <w:rPr>
          <w:lang w:val="cs-CZ"/>
        </w:rPr>
      </w:pPr>
    </w:p>
    <w:p w:rsidR="006265CE" w:rsidRPr="00FD7D3A" w:rsidRDefault="006265CE" w:rsidP="00B5755D">
      <w:pPr>
        <w:rPr>
          <w:lang w:val="cs-CZ"/>
        </w:rPr>
      </w:pPr>
    </w:p>
    <w:p w:rsidR="00874368" w:rsidRPr="00FD7D3A" w:rsidRDefault="0004480F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Označte funkce / služby / systémy, které je možné </w:t>
      </w:r>
      <w:proofErr w:type="spellStart"/>
      <w:r w:rsidRPr="00FD7D3A">
        <w:rPr>
          <w:lang w:val="cs-CZ"/>
        </w:rPr>
        <w:t>virtualizovat</w:t>
      </w:r>
      <w:proofErr w:type="spellEnd"/>
      <w:r w:rsidRPr="00FD7D3A">
        <w:rPr>
          <w:lang w:val="cs-CZ"/>
        </w:rPr>
        <w:t xml:space="preserve"> v rámci sítě NFV</w:t>
      </w:r>
      <w:r w:rsidR="00874368" w:rsidRPr="00FD7D3A">
        <w:rPr>
          <w:lang w:val="cs-CZ"/>
        </w:rPr>
        <w:t>.</w:t>
      </w:r>
    </w:p>
    <w:p w:rsidR="00CA2218" w:rsidRPr="00FD7D3A" w:rsidRDefault="00CA2218" w:rsidP="00CA2218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07EE71" wp14:editId="44534CE7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142503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462825">
                              <w:rPr>
                                <w:color w:val="FF0000"/>
                              </w:rPr>
                              <w:t>Bezpečnostn</w:t>
                            </w:r>
                            <w:r w:rsidR="00D677B6">
                              <w:rPr>
                                <w:color w:val="FF0000"/>
                              </w:rPr>
                              <w:t>í</w:t>
                            </w:r>
                            <w:proofErr w:type="spellEnd"/>
                            <w:r w:rsidRPr="00462825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462825">
                              <w:rPr>
                                <w:color w:val="FF0000"/>
                              </w:rPr>
                              <w:t>služby</w:t>
                            </w:r>
                            <w:proofErr w:type="spellEnd"/>
                            <w:r w:rsidR="00CA2218" w:rsidRPr="00462825">
                              <w:rPr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7EE71"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:rsidR="00874368" w:rsidRPr="00462825" w:rsidRDefault="00142503" w:rsidP="0087436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Bezpečnostn</w:t>
                      </w:r>
                      <w:r w:rsidR="00D677B6">
                        <w:rPr>
                          <w:color w:val="FF0000"/>
                        </w:rPr>
                        <w:t>í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462825">
                        <w:rPr>
                          <w:color w:val="FF0000"/>
                        </w:rPr>
                        <w:t>služby</w:t>
                      </w:r>
                      <w:proofErr w:type="spellEnd"/>
                      <w:r w:rsidR="00CA2218" w:rsidRPr="00462825">
                        <w:rPr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A0A51" wp14:editId="5E2A9B71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D677B6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virtuální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privátní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sítě</w:t>
                            </w:r>
                            <w:proofErr w:type="spellEnd"/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0A51"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:rsidR="00874368" w:rsidRPr="00462825" w:rsidRDefault="00D677B6" w:rsidP="0087436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D677B6">
                        <w:rPr>
                          <w:color w:val="FF0000"/>
                        </w:rPr>
                        <w:t>virtuální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D677B6">
                        <w:rPr>
                          <w:color w:val="FF0000"/>
                        </w:rPr>
                        <w:t>privátní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br/>
                      </w:r>
                      <w:proofErr w:type="spellStart"/>
                      <w:r w:rsidRPr="00D677B6">
                        <w:rPr>
                          <w:color w:val="FF0000"/>
                        </w:rPr>
                        <w:t>sítě</w:t>
                      </w:r>
                      <w:proofErr w:type="spellEnd"/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2BF9" wp14:editId="6C95B4D7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D677B6" w:rsidP="00CA22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virtuální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směrování</w:t>
                            </w:r>
                            <w:proofErr w:type="spellEnd"/>
                            <w:r w:rsidR="00CA2218" w:rsidRPr="00462825">
                              <w:rPr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A2BF9"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:rsidR="00874368" w:rsidRPr="00462825" w:rsidRDefault="00D677B6" w:rsidP="00CA221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D677B6">
                        <w:rPr>
                          <w:color w:val="FF0000"/>
                        </w:rPr>
                        <w:t>virtuální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D677B6">
                        <w:rPr>
                          <w:color w:val="FF0000"/>
                        </w:rPr>
                        <w:t>směrování</w:t>
                      </w:r>
                      <w:proofErr w:type="spellEnd"/>
                      <w:r w:rsidR="00CA2218" w:rsidRPr="00462825">
                        <w:rPr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735CF5" w:rsidP="00874368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77D96" wp14:editId="3FA9C978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06F05" w:rsidRDefault="00D677B6" w:rsidP="00142503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Style w:val="shorttext"/>
                              </w:rPr>
                              <w:t>Systémy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pro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vysílání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digitální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televize</w:t>
                            </w:r>
                            <w:proofErr w:type="spellEnd"/>
                            <w:r w:rsidRPr="00E06F05">
                              <w:rPr>
                                <w:lang w:val="pl-PL"/>
                              </w:rPr>
                              <w:t xml:space="preserve"> </w:t>
                            </w:r>
                            <w:r w:rsidR="00142503" w:rsidRPr="00E06F05">
                              <w:rPr>
                                <w:lang w:val="pl-PL"/>
                              </w:rPr>
                              <w:t>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77D96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874368" w:rsidRPr="00E06F05" w:rsidRDefault="00D677B6" w:rsidP="00142503">
                      <w:pPr>
                        <w:jc w:val="center"/>
                        <w:rPr>
                          <w:lang w:val="pl-PL"/>
                        </w:rPr>
                      </w:pPr>
                      <w:proofErr w:type="spellStart"/>
                      <w:r>
                        <w:rPr>
                          <w:rStyle w:val="shorttext"/>
                        </w:rPr>
                        <w:t>Systémy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pro </w:t>
                      </w:r>
                      <w:proofErr w:type="spellStart"/>
                      <w:r>
                        <w:rPr>
                          <w:rStyle w:val="shorttext"/>
                        </w:rPr>
                        <w:t>vysílání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rPr>
                          <w:rStyle w:val="shorttext"/>
                        </w:rPr>
                        <w:t>digitální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televize</w:t>
                      </w:r>
                      <w:proofErr w:type="spellEnd"/>
                      <w:r w:rsidRPr="00E06F05">
                        <w:rPr>
                          <w:lang w:val="pl-PL"/>
                        </w:rPr>
                        <w:t xml:space="preserve"> </w:t>
                      </w:r>
                      <w:r w:rsidR="00142503" w:rsidRPr="00E06F05">
                        <w:rPr>
                          <w:lang w:val="pl-PL"/>
                        </w:rPr>
                        <w:t>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2E299" wp14:editId="56DBF7E6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D677B6" w:rsidP="0014250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rádiové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přístupové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D677B6">
                              <w:rPr>
                                <w:color w:val="FF0000"/>
                              </w:rPr>
                              <w:t>sítě</w:t>
                            </w:r>
                            <w:proofErr w:type="spellEnd"/>
                            <w:r w:rsidRPr="00D677B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142503" w:rsidRPr="00462825">
                              <w:rPr>
                                <w:color w:val="FF0000"/>
                              </w:rPr>
                              <w:t>(RAN)</w:t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E299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874368" w:rsidRPr="00462825" w:rsidRDefault="00D677B6" w:rsidP="00142503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D677B6">
                        <w:rPr>
                          <w:color w:val="FF0000"/>
                        </w:rPr>
                        <w:t>rádiové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D677B6">
                        <w:rPr>
                          <w:color w:val="FF0000"/>
                        </w:rPr>
                        <w:t>přístupové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br/>
                      </w:r>
                      <w:proofErr w:type="spellStart"/>
                      <w:r w:rsidRPr="00D677B6">
                        <w:rPr>
                          <w:color w:val="FF0000"/>
                        </w:rPr>
                        <w:t>sítě</w:t>
                      </w:r>
                      <w:proofErr w:type="spellEnd"/>
                      <w:r w:rsidRPr="00D677B6">
                        <w:rPr>
                          <w:color w:val="FF0000"/>
                        </w:rPr>
                        <w:t xml:space="preserve"> </w:t>
                      </w:r>
                      <w:r w:rsidR="00142503" w:rsidRPr="00462825">
                        <w:rPr>
                          <w:color w:val="FF0000"/>
                        </w:rPr>
                        <w:t>(RAN)</w:t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C2172F" wp14:editId="64003DBD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06F05" w:rsidRDefault="00D677B6" w:rsidP="00874368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Style w:val="shorttext"/>
                              </w:rPr>
                              <w:t>Určování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polohy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systémem</w:t>
                            </w:r>
                            <w:proofErr w:type="spellEnd"/>
                            <w:r w:rsidRPr="00E06F05">
                              <w:rPr>
                                <w:lang w:val="pl-PL"/>
                              </w:rPr>
                              <w:t xml:space="preserve"> </w:t>
                            </w:r>
                            <w:r w:rsidR="00142503" w:rsidRPr="00E06F05">
                              <w:rPr>
                                <w:lang w:val="pl-PL"/>
                              </w:rPr>
                              <w:t>GPS</w:t>
                            </w:r>
                          </w:p>
                          <w:p w:rsidR="00874368" w:rsidRPr="00E06F05" w:rsidRDefault="00874368" w:rsidP="00874368">
                            <w:pPr>
                              <w:pStyle w:val="eCheckBoxSquare"/>
                              <w:jc w:val="center"/>
                              <w:rPr>
                                <w:lang w:val="pl-PL"/>
                              </w:rPr>
                            </w:pPr>
                            <w:r w:rsidRPr="00E06F05">
                              <w:rPr>
                                <w:lang w:val="pl-PL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2172F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Pr="00E06F05" w:rsidRDefault="00D677B6" w:rsidP="00874368">
                      <w:pPr>
                        <w:jc w:val="center"/>
                        <w:rPr>
                          <w:lang w:val="pl-PL"/>
                        </w:rPr>
                      </w:pPr>
                      <w:proofErr w:type="spellStart"/>
                      <w:r>
                        <w:rPr>
                          <w:rStyle w:val="shorttext"/>
                        </w:rPr>
                        <w:t>Určování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polohy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systémem</w:t>
                      </w:r>
                      <w:proofErr w:type="spellEnd"/>
                      <w:r w:rsidRPr="00E06F05">
                        <w:rPr>
                          <w:lang w:val="pl-PL"/>
                        </w:rPr>
                        <w:t xml:space="preserve"> </w:t>
                      </w:r>
                      <w:r w:rsidR="00142503" w:rsidRPr="00E06F05">
                        <w:rPr>
                          <w:lang w:val="pl-PL"/>
                        </w:rPr>
                        <w:t>GPS</w:t>
                      </w:r>
                    </w:p>
                    <w:p w:rsidR="00874368" w:rsidRPr="00E06F05" w:rsidRDefault="00874368" w:rsidP="00874368">
                      <w:pPr>
                        <w:pStyle w:val="eCheckBoxSquare"/>
                        <w:jc w:val="center"/>
                        <w:rPr>
                          <w:lang w:val="pl-PL"/>
                        </w:rPr>
                      </w:pPr>
                      <w:r w:rsidRPr="00E06F05">
                        <w:rPr>
                          <w:lang w:val="pl-PL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pStyle w:val="eLineBottom"/>
        <w:rPr>
          <w:lang w:val="cs-CZ"/>
        </w:rPr>
      </w:pPr>
    </w:p>
    <w:p w:rsidR="00344EDC" w:rsidRPr="00FD7D3A" w:rsidRDefault="00344EDC" w:rsidP="00874368">
      <w:pPr>
        <w:pStyle w:val="eLineBottom"/>
        <w:rPr>
          <w:lang w:val="cs-CZ"/>
        </w:rPr>
      </w:pPr>
    </w:p>
    <w:p w:rsidR="00344EDC" w:rsidRPr="00FD7D3A" w:rsidRDefault="00344EDC">
      <w:pPr>
        <w:rPr>
          <w:lang w:val="cs-CZ"/>
        </w:rPr>
      </w:pPr>
      <w:r w:rsidRPr="00FD7D3A">
        <w:rPr>
          <w:lang w:val="cs-CZ"/>
        </w:rPr>
        <w:br w:type="page"/>
      </w:r>
    </w:p>
    <w:p w:rsidR="00726107" w:rsidRPr="00FD7D3A" w:rsidRDefault="00B958F0" w:rsidP="00344EDC">
      <w:pPr>
        <w:pStyle w:val="eTask"/>
        <w:rPr>
          <w:lang w:val="cs-CZ"/>
        </w:rPr>
      </w:pPr>
      <w:r w:rsidRPr="00FD7D3A">
        <w:rPr>
          <w:lang w:val="cs-CZ"/>
        </w:rPr>
        <w:lastRenderedPageBreak/>
        <w:t xml:space="preserve">Označte správné charakteristiky řízení a vzájemné koordinace NFV (Network </w:t>
      </w:r>
      <w:proofErr w:type="spellStart"/>
      <w:r w:rsidRPr="00FD7D3A">
        <w:rPr>
          <w:lang w:val="cs-CZ"/>
        </w:rPr>
        <w:t>Functions</w:t>
      </w:r>
      <w:proofErr w:type="spellEnd"/>
      <w:r w:rsidRPr="00FD7D3A">
        <w:rPr>
          <w:lang w:val="cs-CZ"/>
        </w:rPr>
        <w:t xml:space="preserve"> </w:t>
      </w:r>
      <w:proofErr w:type="spellStart"/>
      <w:r w:rsidRPr="00FD7D3A">
        <w:rPr>
          <w:lang w:val="cs-CZ"/>
        </w:rPr>
        <w:t>Virtualization</w:t>
      </w:r>
      <w:proofErr w:type="spellEnd"/>
      <w:r w:rsidRPr="00FD7D3A">
        <w:rPr>
          <w:lang w:val="cs-CZ"/>
        </w:rPr>
        <w:t xml:space="preserve">) - NFV MANO (Management and </w:t>
      </w:r>
      <w:proofErr w:type="spellStart"/>
      <w:r w:rsidRPr="00FD7D3A">
        <w:rPr>
          <w:lang w:val="cs-CZ"/>
        </w:rPr>
        <w:t>Orchestration</w:t>
      </w:r>
      <w:proofErr w:type="spellEnd"/>
      <w:r w:rsidRPr="00FD7D3A">
        <w:rPr>
          <w:lang w:val="cs-CZ"/>
        </w:rPr>
        <w:t>).</w:t>
      </w:r>
    </w:p>
    <w:p w:rsidR="00B5755D" w:rsidRPr="00FD7D3A" w:rsidRDefault="00B5755D" w:rsidP="00B5755D">
      <w:pPr>
        <w:rPr>
          <w:lang w:val="cs-CZ"/>
        </w:rPr>
      </w:pPr>
    </w:p>
    <w:p w:rsidR="00726107" w:rsidRPr="00FD7D3A" w:rsidRDefault="00CA2218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b/>
          <w:color w:val="FF0000"/>
          <w:lang w:val="cs-CZ"/>
        </w:rPr>
        <w:t>x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color w:val="FF0000"/>
          <w:lang w:val="cs-CZ"/>
        </w:rPr>
        <w:t xml:space="preserve">NFV MANO obsahuje 3 </w:t>
      </w:r>
      <w:r w:rsidR="00B958F0" w:rsidRPr="00FD7D3A">
        <w:rPr>
          <w:color w:val="FF0000"/>
          <w:lang w:val="cs-CZ"/>
        </w:rPr>
        <w:t>sl</w:t>
      </w:r>
      <w:r w:rsidR="00344EDC" w:rsidRPr="00FD7D3A">
        <w:rPr>
          <w:color w:val="FF0000"/>
          <w:lang w:val="cs-CZ"/>
        </w:rPr>
        <w:t xml:space="preserve">ožky a jedna z nich </w:t>
      </w:r>
      <w:r w:rsidR="00FD7D3A" w:rsidRPr="00FD7D3A">
        <w:rPr>
          <w:color w:val="FF0000"/>
          <w:lang w:val="cs-CZ"/>
        </w:rPr>
        <w:t>manažer</w:t>
      </w:r>
      <w:r w:rsidR="00344EDC" w:rsidRPr="00FD7D3A">
        <w:rPr>
          <w:color w:val="FF0000"/>
          <w:lang w:val="cs-CZ"/>
        </w:rPr>
        <w:t xml:space="preserve"> VNF</w:t>
      </w:r>
    </w:p>
    <w:p w:rsidR="00726107" w:rsidRPr="00FD7D3A" w:rsidRDefault="00726107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lang w:val="cs-CZ"/>
        </w:rPr>
        <w:t xml:space="preserve">NFV MANO obsahuje 4 </w:t>
      </w:r>
      <w:r w:rsidR="00B958F0" w:rsidRPr="00FD7D3A">
        <w:rPr>
          <w:lang w:val="cs-CZ"/>
        </w:rPr>
        <w:t>s</w:t>
      </w:r>
      <w:r w:rsidR="00344EDC" w:rsidRPr="00FD7D3A">
        <w:rPr>
          <w:lang w:val="cs-CZ"/>
        </w:rPr>
        <w:t>ložky a jedna z nich koordinátor VNF</w:t>
      </w:r>
    </w:p>
    <w:p w:rsidR="00726107" w:rsidRPr="00FD7D3A" w:rsidRDefault="00CA2218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b/>
          <w:color w:val="FF0000"/>
          <w:lang w:val="cs-CZ"/>
        </w:rPr>
        <w:t>x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color w:val="FF0000"/>
          <w:lang w:val="cs-CZ"/>
        </w:rPr>
        <w:t xml:space="preserve">NFV MANO obsahuje 3 </w:t>
      </w:r>
      <w:r w:rsidR="00B958F0" w:rsidRPr="00FD7D3A">
        <w:rPr>
          <w:color w:val="FF0000"/>
          <w:lang w:val="cs-CZ"/>
        </w:rPr>
        <w:t>s</w:t>
      </w:r>
      <w:r w:rsidR="00344EDC" w:rsidRPr="00FD7D3A">
        <w:rPr>
          <w:color w:val="FF0000"/>
          <w:lang w:val="cs-CZ"/>
        </w:rPr>
        <w:t xml:space="preserve">ložky a jedna z nich </w:t>
      </w:r>
      <w:r w:rsidR="00FD7D3A" w:rsidRPr="00FD7D3A">
        <w:rPr>
          <w:color w:val="FF0000"/>
          <w:lang w:val="cs-CZ"/>
        </w:rPr>
        <w:t>manažer</w:t>
      </w:r>
      <w:r w:rsidR="00344EDC" w:rsidRPr="00FD7D3A">
        <w:rPr>
          <w:color w:val="FF0000"/>
          <w:lang w:val="cs-CZ"/>
        </w:rPr>
        <w:t xml:space="preserve"> virtualizovan</w:t>
      </w:r>
      <w:r w:rsidR="00B958F0" w:rsidRPr="00FD7D3A">
        <w:rPr>
          <w:color w:val="FF0000"/>
          <w:lang w:val="cs-CZ"/>
        </w:rPr>
        <w:t>é</w:t>
      </w:r>
      <w:r w:rsidR="00344EDC" w:rsidRPr="00FD7D3A">
        <w:rPr>
          <w:color w:val="FF0000"/>
          <w:lang w:val="cs-CZ"/>
        </w:rPr>
        <w:t xml:space="preserve"> </w:t>
      </w:r>
      <w:r w:rsidR="00FD7D3A" w:rsidRPr="00FD7D3A">
        <w:rPr>
          <w:color w:val="FF0000"/>
          <w:lang w:val="cs-CZ"/>
        </w:rPr>
        <w:t>infrastruktury</w:t>
      </w:r>
      <w:r w:rsidR="005C3FE4" w:rsidRPr="00FD7D3A">
        <w:rPr>
          <w:lang w:val="cs-CZ"/>
        </w:rPr>
        <w:t xml:space="preserve"> </w:t>
      </w:r>
    </w:p>
    <w:p w:rsidR="00726107" w:rsidRPr="00FD7D3A" w:rsidRDefault="00726107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lang w:val="cs-CZ"/>
        </w:rPr>
        <w:t xml:space="preserve">NFV MANO obsahuje 4 </w:t>
      </w:r>
      <w:r w:rsidR="00B958F0" w:rsidRPr="00FD7D3A">
        <w:rPr>
          <w:lang w:val="cs-CZ"/>
        </w:rPr>
        <w:t>s</w:t>
      </w:r>
      <w:r w:rsidR="00344EDC" w:rsidRPr="00FD7D3A">
        <w:rPr>
          <w:lang w:val="cs-CZ"/>
        </w:rPr>
        <w:t xml:space="preserve">ložky a jedna z nich </w:t>
      </w:r>
      <w:r w:rsidR="00FD7D3A" w:rsidRPr="00FD7D3A">
        <w:rPr>
          <w:lang w:val="cs-CZ"/>
        </w:rPr>
        <w:t>manažer</w:t>
      </w:r>
      <w:r w:rsidR="00344EDC" w:rsidRPr="00FD7D3A">
        <w:rPr>
          <w:lang w:val="cs-CZ"/>
        </w:rPr>
        <w:t xml:space="preserve"> VNF</w:t>
      </w:r>
    </w:p>
    <w:p w:rsidR="00F65271" w:rsidRPr="00FD7D3A" w:rsidRDefault="00F65271" w:rsidP="00B5755D">
      <w:pPr>
        <w:pStyle w:val="eLineBottom"/>
        <w:rPr>
          <w:lang w:val="cs-CZ"/>
        </w:rPr>
      </w:pPr>
    </w:p>
    <w:p w:rsidR="00B7499A" w:rsidRPr="00FD7D3A" w:rsidRDefault="00B7499A" w:rsidP="00B5755D">
      <w:pPr>
        <w:rPr>
          <w:lang w:val="cs-CZ"/>
        </w:rPr>
      </w:pPr>
    </w:p>
    <w:p w:rsidR="00343D5B" w:rsidRPr="00FD7D3A" w:rsidRDefault="00B958F0" w:rsidP="00D271A5">
      <w:pPr>
        <w:pStyle w:val="eTask"/>
        <w:rPr>
          <w:lang w:val="cs-CZ"/>
        </w:rPr>
      </w:pPr>
      <w:r w:rsidRPr="00FD7D3A">
        <w:rPr>
          <w:lang w:val="cs-CZ"/>
        </w:rPr>
        <w:t>Seřaďte níže uvedené zařízení podle počtu připojených zařízení do sítě Internet v roce 2020 na základě předpovědi (1 - nejnižší počet, 3 - nejvyšší počet)</w:t>
      </w:r>
      <w:r w:rsidR="008F2F82" w:rsidRPr="00FD7D3A">
        <w:rPr>
          <w:lang w:val="cs-CZ"/>
        </w:rPr>
        <w:t>.</w:t>
      </w:r>
    </w:p>
    <w:p w:rsidR="008F2F82" w:rsidRPr="00FD7D3A" w:rsidRDefault="00B958F0" w:rsidP="00B958F0">
      <w:pPr>
        <w:tabs>
          <w:tab w:val="left" w:pos="6100"/>
        </w:tabs>
        <w:rPr>
          <w:lang w:val="cs-CZ"/>
        </w:rPr>
      </w:pPr>
      <w:r w:rsidRPr="00FD7D3A">
        <w:rPr>
          <w:lang w:val="cs-CZ"/>
        </w:rPr>
        <w:tab/>
      </w:r>
    </w:p>
    <w:p w:rsidR="00343D5B" w:rsidRPr="00FD7D3A" w:rsidRDefault="00343D5B" w:rsidP="00CA2218">
      <w:pPr>
        <w:spacing w:line="480" w:lineRule="auto"/>
        <w:ind w:left="357"/>
        <w:rPr>
          <w:color w:val="FF0000"/>
          <w:u w:val="single"/>
          <w:lang w:val="cs-CZ"/>
        </w:rPr>
      </w:pPr>
      <w:r w:rsidRPr="00FD7D3A">
        <w:rPr>
          <w:lang w:val="cs-CZ"/>
        </w:rPr>
        <w:t>1.</w:t>
      </w:r>
      <w:r w:rsidRPr="00FD7D3A">
        <w:rPr>
          <w:lang w:val="cs-CZ"/>
        </w:rPr>
        <w:tab/>
      </w:r>
      <w:r w:rsidR="00B958F0" w:rsidRPr="00FD7D3A">
        <w:rPr>
          <w:color w:val="FF0000"/>
          <w:lang w:val="cs-CZ"/>
        </w:rPr>
        <w:t>zařízení nositelné na těle</w:t>
      </w:r>
    </w:p>
    <w:p w:rsidR="00343D5B" w:rsidRPr="00FD7D3A" w:rsidRDefault="00343D5B" w:rsidP="00CA2218">
      <w:pPr>
        <w:spacing w:line="480" w:lineRule="auto"/>
        <w:ind w:left="357"/>
        <w:rPr>
          <w:noProof/>
          <w:color w:val="FF0000"/>
          <w:u w:val="single"/>
          <w:lang w:val="cs-CZ" w:eastAsia="sk-SK"/>
        </w:rPr>
      </w:pPr>
      <w:r w:rsidRPr="00FD7D3A">
        <w:rPr>
          <w:noProof/>
          <w:lang w:val="cs-CZ" w:eastAsia="sk-SK"/>
        </w:rPr>
        <w:t>2.</w:t>
      </w:r>
      <w:r w:rsidRPr="00FD7D3A">
        <w:rPr>
          <w:lang w:val="cs-CZ"/>
        </w:rPr>
        <w:tab/>
      </w:r>
      <w:r w:rsidR="00CA2218" w:rsidRPr="00FD7D3A">
        <w:rPr>
          <w:color w:val="FF0000"/>
          <w:lang w:val="cs-CZ"/>
        </w:rPr>
        <w:t>tablet</w:t>
      </w:r>
      <w:r w:rsidR="00D271A5" w:rsidRPr="00FD7D3A">
        <w:rPr>
          <w:color w:val="FF0000"/>
          <w:lang w:val="cs-CZ"/>
        </w:rPr>
        <w:t>y</w:t>
      </w:r>
    </w:p>
    <w:p w:rsidR="00343D5B" w:rsidRPr="00FD7D3A" w:rsidRDefault="00343D5B" w:rsidP="00CA2218">
      <w:pPr>
        <w:spacing w:line="480" w:lineRule="auto"/>
        <w:ind w:left="357"/>
        <w:rPr>
          <w:b/>
          <w:color w:val="FF0000"/>
          <w:lang w:val="cs-CZ"/>
        </w:rPr>
      </w:pPr>
      <w:r w:rsidRPr="00FD7D3A">
        <w:rPr>
          <w:noProof/>
          <w:lang w:val="cs-CZ" w:eastAsia="sk-SK"/>
        </w:rPr>
        <w:t>3.</w:t>
      </w:r>
      <w:r w:rsidRPr="00FD7D3A">
        <w:rPr>
          <w:lang w:val="cs-CZ"/>
        </w:rPr>
        <w:tab/>
      </w:r>
      <w:r w:rsidR="00B958F0" w:rsidRPr="00FD7D3A">
        <w:rPr>
          <w:color w:val="FF0000"/>
          <w:lang w:val="cs-CZ"/>
        </w:rPr>
        <w:t>zařízení inteligentní domácnosti</w:t>
      </w:r>
    </w:p>
    <w:p w:rsidR="008F2F82" w:rsidRPr="00FD7D3A" w:rsidRDefault="008F2F82" w:rsidP="00B5755D">
      <w:pPr>
        <w:rPr>
          <w:b/>
          <w:color w:val="FF0000"/>
          <w:lang w:val="cs-CZ"/>
        </w:rPr>
      </w:pPr>
    </w:p>
    <w:p w:rsidR="00B958F0" w:rsidRPr="00FD7D3A" w:rsidRDefault="00B958F0" w:rsidP="00B5755D">
      <w:pPr>
        <w:rPr>
          <w:b/>
          <w:lang w:val="cs-CZ"/>
        </w:rPr>
      </w:pPr>
      <w:r w:rsidRPr="00FD7D3A">
        <w:rPr>
          <w:b/>
          <w:lang w:val="cs-CZ"/>
        </w:rPr>
        <w:t>tablety, zařízení nositelné na těle, zařízení inteligentní domácnosti</w:t>
      </w:r>
    </w:p>
    <w:p w:rsidR="008F2F82" w:rsidRPr="00FD7D3A" w:rsidRDefault="00B958F0" w:rsidP="00B958F0">
      <w:pPr>
        <w:tabs>
          <w:tab w:val="left" w:pos="5977"/>
        </w:tabs>
        <w:rPr>
          <w:lang w:val="cs-CZ"/>
        </w:rPr>
      </w:pPr>
      <w:r w:rsidRPr="00FD7D3A">
        <w:rPr>
          <w:lang w:val="cs-CZ"/>
        </w:rPr>
        <w:tab/>
      </w:r>
    </w:p>
    <w:sectPr w:rsidR="008F2F82" w:rsidRPr="00FD7D3A" w:rsidSect="00D271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01E" w:rsidRDefault="00D2701E" w:rsidP="00861A1A">
      <w:r>
        <w:separator/>
      </w:r>
    </w:p>
  </w:endnote>
  <w:endnote w:type="continuationSeparator" w:id="0">
    <w:p w:rsidR="00D2701E" w:rsidRDefault="00D2701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DE" w:rsidRDefault="00487F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87FDE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DC32C44" wp14:editId="0385F251">
                <wp:extent cx="1463040" cy="421640"/>
                <wp:effectExtent l="0" t="0" r="0" b="0"/>
                <wp:docPr id="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87FDE" w:rsidRPr="00E976F7" w:rsidRDefault="00487FDE" w:rsidP="00487FD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Tento projekt </w:t>
          </w:r>
          <w:proofErr w:type="spellStart"/>
          <w:r w:rsidRPr="00E976F7">
            <w:rPr>
              <w:sz w:val="16"/>
              <w:szCs w:val="16"/>
              <w:lang w:val="sk-SK"/>
            </w:rPr>
            <w:t>byl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realizován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finanční podpory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unie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  <w:p w:rsidR="00BF5E09" w:rsidRPr="00E06F05" w:rsidRDefault="00487FDE" w:rsidP="00487FD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Za obsah </w:t>
          </w:r>
          <w:proofErr w:type="spellStart"/>
          <w:r w:rsidRPr="00E976F7">
            <w:rPr>
              <w:sz w:val="16"/>
              <w:szCs w:val="16"/>
              <w:lang w:val="sk-SK"/>
            </w:rPr>
            <w:t>publikací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výlučně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autor. </w:t>
          </w:r>
          <w:proofErr w:type="spellStart"/>
          <w:r w:rsidRPr="00E976F7">
            <w:rPr>
              <w:sz w:val="16"/>
              <w:szCs w:val="16"/>
              <w:lang w:val="sk-SK"/>
            </w:rPr>
            <w:t>Publikace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nereprezentují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názory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 </w:t>
          </w:r>
          <w:proofErr w:type="spellStart"/>
          <w:r w:rsidRPr="00E976F7">
            <w:rPr>
              <w:sz w:val="16"/>
              <w:szCs w:val="16"/>
              <w:lang w:val="sk-SK"/>
            </w:rPr>
            <w:t>Evropská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neodpovídá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použití </w:t>
          </w:r>
          <w:proofErr w:type="spellStart"/>
          <w:r w:rsidRPr="00E976F7">
            <w:rPr>
              <w:sz w:val="16"/>
              <w:szCs w:val="16"/>
              <w:lang w:val="sk-SK"/>
            </w:rPr>
            <w:t>informací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, jež </w:t>
          </w:r>
          <w:proofErr w:type="spellStart"/>
          <w:r w:rsidRPr="00E976F7">
            <w:rPr>
              <w:sz w:val="16"/>
              <w:szCs w:val="16"/>
              <w:lang w:val="sk-SK"/>
            </w:rPr>
            <w:t>jsou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jejich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obsahem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DE" w:rsidRDefault="00487F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01E" w:rsidRDefault="00D2701E" w:rsidP="00861A1A">
      <w:r>
        <w:separator/>
      </w:r>
    </w:p>
  </w:footnote>
  <w:footnote w:type="continuationSeparator" w:id="0">
    <w:p w:rsidR="00D2701E" w:rsidRDefault="00D2701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DE" w:rsidRDefault="00487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228FA27" wp14:editId="491175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42503" w:rsidRPr="00142503">
      <w:rPr>
        <w:rFonts w:ascii="Calibri" w:hAnsi="Calibri"/>
        <w:b/>
        <w:smallCaps/>
        <w:noProof/>
      </w:rPr>
      <w:t>PRACOVN</w:t>
    </w:r>
    <w:r w:rsidR="00487FDE">
      <w:rPr>
        <w:rFonts w:ascii="Calibri" w:hAnsi="Calibri"/>
        <w:b/>
        <w:smallCaps/>
        <w:noProof/>
      </w:rPr>
      <w:t>Í</w:t>
    </w:r>
    <w:r w:rsidR="00142503" w:rsidRPr="00142503">
      <w:rPr>
        <w:rFonts w:ascii="Calibri" w:hAnsi="Calibri"/>
        <w:b/>
        <w:smallCaps/>
        <w:noProof/>
      </w:rPr>
      <w:t xml:space="preserve"> LIST</w:t>
    </w:r>
  </w:p>
  <w:p w:rsidR="00C148FD" w:rsidRPr="00C148FD" w:rsidRDefault="00487FDE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E976F7">
      <w:rPr>
        <w:rFonts w:ascii="Calibri" w:hAnsi="Calibri"/>
        <w:smallCaps/>
        <w:noProof/>
        <w:sz w:val="20"/>
        <w:szCs w:val="20"/>
      </w:rPr>
      <w:t>SÍTĚ BUDOUCNOSTI – SDN A NFV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DE" w:rsidRDefault="00487F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480F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2503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4EDC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97A18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2825"/>
    <w:rsid w:val="0046567F"/>
    <w:rsid w:val="00472203"/>
    <w:rsid w:val="004742F3"/>
    <w:rsid w:val="00475954"/>
    <w:rsid w:val="00483DBC"/>
    <w:rsid w:val="0048685F"/>
    <w:rsid w:val="00487FDE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3D3D"/>
    <w:rsid w:val="00587966"/>
    <w:rsid w:val="00587FCA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212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958F0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2701E"/>
    <w:rsid w:val="00D271A5"/>
    <w:rsid w:val="00D33524"/>
    <w:rsid w:val="00D44B12"/>
    <w:rsid w:val="00D550C3"/>
    <w:rsid w:val="00D573B0"/>
    <w:rsid w:val="00D6535B"/>
    <w:rsid w:val="00D677B6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06F05"/>
    <w:rsid w:val="00E10571"/>
    <w:rsid w:val="00E10DD0"/>
    <w:rsid w:val="00E11170"/>
    <w:rsid w:val="00E1376F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6A3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C5EFE"/>
    <w:rsid w:val="00FD6B85"/>
    <w:rsid w:val="00FD7D3A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3A9119"/>
  <w15:docId w15:val="{B33AEC88-1553-4888-AEEB-2763620A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shorttext">
    <w:name w:val="short_text"/>
    <w:basedOn w:val="Standardnpsmoodstavce"/>
    <w:rsid w:val="00E06F05"/>
  </w:style>
  <w:style w:type="character" w:customStyle="1" w:styleId="alt-edited">
    <w:name w:val="alt-edited"/>
    <w:basedOn w:val="Standardnpsmoodstavce"/>
    <w:rsid w:val="00E06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3B068-5AC8-4630-99A5-C415A875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2016-07-18T10:36:00Z</dcterms:created>
  <dcterms:modified xsi:type="dcterms:W3CDTF">2016-07-18T10:36:00Z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