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138" w:rsidRPr="00CE2BE8" w:rsidRDefault="0078705A" w:rsidP="00FB072F">
      <w:pPr>
        <w:pStyle w:val="eTask"/>
        <w:rPr>
          <w:lang w:val="cs-CZ"/>
        </w:rPr>
      </w:pPr>
      <w:bookmarkStart w:id="0" w:name="_GoBack"/>
      <w:bookmarkEnd w:id="0"/>
      <w:r>
        <w:rPr>
          <w:lang w:val="cs-CZ"/>
        </w:rPr>
        <w:t xml:space="preserve">Která </w:t>
      </w:r>
      <w:r w:rsidR="00142BDB">
        <w:rPr>
          <w:lang w:val="cs-CZ"/>
        </w:rPr>
        <w:t xml:space="preserve">z </w:t>
      </w:r>
      <w:r w:rsidR="00276391">
        <w:rPr>
          <w:lang w:val="cs-CZ"/>
        </w:rPr>
        <w:t xml:space="preserve">následujících </w:t>
      </w:r>
      <w:r>
        <w:rPr>
          <w:lang w:val="cs-CZ"/>
        </w:rPr>
        <w:t>vstupní</w:t>
      </w:r>
      <w:r w:rsidR="00142BDB">
        <w:rPr>
          <w:lang w:val="cs-CZ"/>
        </w:rPr>
        <w:t>ch</w:t>
      </w:r>
      <w:r>
        <w:rPr>
          <w:lang w:val="cs-CZ"/>
        </w:rPr>
        <w:t xml:space="preserve"> zařízení</w:t>
      </w:r>
      <w:r w:rsidR="00142BDB">
        <w:rPr>
          <w:lang w:val="cs-CZ"/>
        </w:rPr>
        <w:t xml:space="preserve"> </w:t>
      </w:r>
      <w:r>
        <w:rPr>
          <w:lang w:val="cs-CZ"/>
        </w:rPr>
        <w:t>umožňují rozpoznávání gest</w:t>
      </w:r>
      <w:r w:rsidR="00F96872" w:rsidRPr="00CE2BE8">
        <w:rPr>
          <w:lang w:val="cs-CZ"/>
        </w:rPr>
        <w:t>?</w:t>
      </w:r>
    </w:p>
    <w:p w:rsidR="00FB072F" w:rsidRPr="00CE2BE8" w:rsidRDefault="00FB072F" w:rsidP="00FB072F"/>
    <w:p w:rsidR="00FB072F" w:rsidRPr="00CE2BE8" w:rsidRDefault="00FB072F" w:rsidP="00FB072F">
      <w:pPr>
        <w:ind w:left="357" w:hanging="357"/>
      </w:pPr>
      <w:r w:rsidRPr="00CE2BE8">
        <w:rPr>
          <w:rStyle w:val="eCheckBoxSquareChar"/>
        </w:rPr>
        <w:t>□</w:t>
      </w:r>
      <w:r w:rsidRPr="00CE2BE8">
        <w:rPr>
          <w:szCs w:val="40"/>
        </w:rPr>
        <w:tab/>
      </w:r>
      <w:r w:rsidRPr="00CE2BE8">
        <w:t>mi</w:t>
      </w:r>
      <w:r w:rsidR="0078705A">
        <w:t>k</w:t>
      </w:r>
      <w:r w:rsidRPr="00CE2BE8">
        <w:t>ro</w:t>
      </w:r>
      <w:r w:rsidR="0078705A">
        <w:t>fon</w:t>
      </w:r>
      <w:r w:rsidRPr="00CE2BE8">
        <w:rPr>
          <w:rStyle w:val="eCheckBoxTextChar"/>
        </w:rPr>
        <w:t>,</w:t>
      </w:r>
    </w:p>
    <w:p w:rsidR="00FB072F" w:rsidRPr="00241E19" w:rsidRDefault="001E6A4F" w:rsidP="00FB072F">
      <w:pPr>
        <w:ind w:left="357" w:hanging="357"/>
      </w:pPr>
      <w:r w:rsidRPr="00CE2BE8">
        <w:rPr>
          <w:rStyle w:val="eCheckBoxSquareChar"/>
          <w:b/>
          <w:color w:val="FF0000"/>
        </w:rPr>
        <w:t>x</w:t>
      </w:r>
      <w:r w:rsidR="00FB072F" w:rsidRPr="00CE2BE8">
        <w:rPr>
          <w:szCs w:val="40"/>
        </w:rPr>
        <w:tab/>
      </w:r>
      <w:r w:rsidR="0078705A" w:rsidRPr="00241E19">
        <w:rPr>
          <w:color w:val="FF0000"/>
        </w:rPr>
        <w:t>dotyková zařízení</w:t>
      </w:r>
      <w:r w:rsidR="00FB072F" w:rsidRPr="00241E19">
        <w:rPr>
          <w:color w:val="FF0000"/>
        </w:rPr>
        <w:t xml:space="preserve"> (</w:t>
      </w:r>
      <w:r w:rsidR="00B53353" w:rsidRPr="00241E19">
        <w:rPr>
          <w:color w:val="FF0000"/>
        </w:rPr>
        <w:t>např.</w:t>
      </w:r>
      <w:r w:rsidR="00FB072F" w:rsidRPr="00241E19">
        <w:rPr>
          <w:color w:val="FF0000"/>
        </w:rPr>
        <w:t xml:space="preserve"> tablet</w:t>
      </w:r>
      <w:r w:rsidR="0078705A" w:rsidRPr="00241E19">
        <w:rPr>
          <w:color w:val="FF0000"/>
        </w:rPr>
        <w:t>y</w:t>
      </w:r>
      <w:r w:rsidR="00FB072F" w:rsidRPr="00241E19">
        <w:rPr>
          <w:color w:val="FF0000"/>
        </w:rPr>
        <w:t>, touchpad</w:t>
      </w:r>
      <w:r w:rsidR="0078705A" w:rsidRPr="00241E19">
        <w:rPr>
          <w:color w:val="FF0000"/>
        </w:rPr>
        <w:t>y</w:t>
      </w:r>
      <w:r w:rsidR="00FB072F" w:rsidRPr="00241E19">
        <w:rPr>
          <w:color w:val="FF0000"/>
        </w:rPr>
        <w:t xml:space="preserve"> </w:t>
      </w:r>
      <w:r w:rsidR="0078705A" w:rsidRPr="00241E19">
        <w:rPr>
          <w:color w:val="FF0000"/>
        </w:rPr>
        <w:t>nebo</w:t>
      </w:r>
      <w:r w:rsidR="00FB072F" w:rsidRPr="00241E19">
        <w:rPr>
          <w:color w:val="FF0000"/>
        </w:rPr>
        <w:t xml:space="preserve"> </w:t>
      </w:r>
      <w:r w:rsidR="0078705A" w:rsidRPr="00241E19">
        <w:rPr>
          <w:color w:val="FF0000"/>
        </w:rPr>
        <w:t>smartphony</w:t>
      </w:r>
      <w:r w:rsidR="00FB072F" w:rsidRPr="00241E19">
        <w:rPr>
          <w:color w:val="FF0000"/>
        </w:rPr>
        <w:t>)</w:t>
      </w:r>
      <w:r w:rsidR="00FB072F" w:rsidRPr="00241E19">
        <w:rPr>
          <w:rStyle w:val="eCheckBoxTextChar"/>
          <w:color w:val="FF0000"/>
        </w:rPr>
        <w:t>,</w:t>
      </w:r>
    </w:p>
    <w:p w:rsidR="00FB072F" w:rsidRPr="00241E19" w:rsidRDefault="001E6A4F" w:rsidP="00FB072F">
      <w:pPr>
        <w:ind w:left="357" w:hanging="357"/>
      </w:pPr>
      <w:r w:rsidRPr="00CE2BE8">
        <w:rPr>
          <w:rStyle w:val="eCheckBoxSquareChar"/>
          <w:b/>
          <w:color w:val="FF0000"/>
        </w:rPr>
        <w:t>x</w:t>
      </w:r>
      <w:r w:rsidR="00FB072F" w:rsidRPr="00CE2BE8">
        <w:rPr>
          <w:szCs w:val="40"/>
        </w:rPr>
        <w:tab/>
      </w:r>
      <w:r w:rsidR="00FB072F" w:rsidRPr="00241E19">
        <w:rPr>
          <w:color w:val="FF0000"/>
        </w:rPr>
        <w:t xml:space="preserve">2D/3D </w:t>
      </w:r>
      <w:r w:rsidR="0078705A" w:rsidRPr="00241E19">
        <w:rPr>
          <w:color w:val="FF0000"/>
        </w:rPr>
        <w:t>k</w:t>
      </w:r>
      <w:r w:rsidR="00FB072F" w:rsidRPr="00241E19">
        <w:rPr>
          <w:color w:val="FF0000"/>
        </w:rPr>
        <w:t>amer</w:t>
      </w:r>
      <w:r w:rsidR="0078705A" w:rsidRPr="00241E19">
        <w:rPr>
          <w:color w:val="FF0000"/>
        </w:rPr>
        <w:t>y</w:t>
      </w:r>
      <w:r w:rsidR="00FB072F" w:rsidRPr="00241E19">
        <w:rPr>
          <w:rStyle w:val="eCheckBoxTextChar"/>
          <w:color w:val="FF0000"/>
        </w:rPr>
        <w:t>.</w:t>
      </w:r>
    </w:p>
    <w:p w:rsidR="00CD5138" w:rsidRDefault="00CD5138" w:rsidP="00FB072F">
      <w:pPr>
        <w:pStyle w:val="eLineBottom"/>
      </w:pPr>
    </w:p>
    <w:p w:rsidR="00241E19" w:rsidRPr="00CE2BE8" w:rsidRDefault="00241E19" w:rsidP="00FB072F">
      <w:pPr>
        <w:pStyle w:val="eLineBottom"/>
      </w:pPr>
    </w:p>
    <w:p w:rsidR="00CD5138" w:rsidRPr="00CE2BE8" w:rsidRDefault="00CD5138" w:rsidP="00FB072F"/>
    <w:p w:rsidR="00CD5138" w:rsidRPr="00CE2BE8" w:rsidRDefault="005C4CD0" w:rsidP="00FB072F">
      <w:pPr>
        <w:pStyle w:val="eTask"/>
        <w:rPr>
          <w:lang w:val="cs-CZ"/>
        </w:rPr>
      </w:pPr>
      <w:r>
        <w:rPr>
          <w:lang w:val="cs-CZ"/>
        </w:rPr>
        <w:t>Kter</w:t>
      </w:r>
      <w:r w:rsidR="006F5658">
        <w:rPr>
          <w:lang w:val="cs-CZ"/>
        </w:rPr>
        <w:t>á</w:t>
      </w:r>
      <w:r>
        <w:rPr>
          <w:lang w:val="cs-CZ"/>
        </w:rPr>
        <w:t xml:space="preserve"> gesta patří mezi základní </w:t>
      </w:r>
      <w:r w:rsidR="006F5658">
        <w:rPr>
          <w:lang w:val="cs-CZ"/>
        </w:rPr>
        <w:t xml:space="preserve">a jsou tedy snadno využitelná všemi </w:t>
      </w:r>
      <w:r>
        <w:rPr>
          <w:lang w:val="cs-CZ"/>
        </w:rPr>
        <w:t>uživatel</w:t>
      </w:r>
      <w:r w:rsidR="006F5658">
        <w:rPr>
          <w:lang w:val="cs-CZ"/>
        </w:rPr>
        <w:t>i</w:t>
      </w:r>
      <w:r w:rsidR="00CD5138" w:rsidRPr="00CE2BE8">
        <w:rPr>
          <w:lang w:val="cs-CZ"/>
        </w:rPr>
        <w:t>?</w:t>
      </w:r>
    </w:p>
    <w:p w:rsidR="00FB072F" w:rsidRPr="00CE2BE8" w:rsidRDefault="00FB072F" w:rsidP="00FB072F"/>
    <w:p w:rsidR="00FB072F" w:rsidRPr="00241E19" w:rsidRDefault="001E6A4F" w:rsidP="00FB072F">
      <w:pPr>
        <w:ind w:left="357" w:hanging="357"/>
      </w:pPr>
      <w:r w:rsidRPr="00CE2BE8">
        <w:rPr>
          <w:rStyle w:val="eCheckBoxSquareChar"/>
          <w:b/>
          <w:color w:val="FF0000"/>
        </w:rPr>
        <w:t>x</w:t>
      </w:r>
      <w:r w:rsidR="00FB072F" w:rsidRPr="00CE2BE8">
        <w:rPr>
          <w:szCs w:val="40"/>
        </w:rPr>
        <w:tab/>
      </w:r>
      <w:r w:rsidR="005C4CD0" w:rsidRPr="00241E19">
        <w:rPr>
          <w:color w:val="FF0000"/>
        </w:rPr>
        <w:t>vrozená</w:t>
      </w:r>
      <w:r w:rsidR="00FB072F" w:rsidRPr="00241E19">
        <w:rPr>
          <w:color w:val="FF0000"/>
        </w:rPr>
        <w:t xml:space="preserve"> gest</w:t>
      </w:r>
      <w:r w:rsidR="005C4CD0" w:rsidRPr="00241E19">
        <w:rPr>
          <w:color w:val="FF0000"/>
        </w:rPr>
        <w:t>a</w:t>
      </w:r>
      <w:r w:rsidR="00FB072F" w:rsidRPr="00241E19">
        <w:rPr>
          <w:rStyle w:val="eCheckBoxTextChar"/>
          <w:color w:val="FF0000"/>
        </w:rPr>
        <w:t>,</w:t>
      </w:r>
    </w:p>
    <w:p w:rsidR="00FB072F" w:rsidRPr="00CE2BE8" w:rsidRDefault="00FB072F" w:rsidP="00FB072F">
      <w:pPr>
        <w:ind w:left="357" w:hanging="357"/>
      </w:pPr>
      <w:r w:rsidRPr="00CE2BE8">
        <w:rPr>
          <w:rStyle w:val="eCheckBoxSquareChar"/>
        </w:rPr>
        <w:t>□</w:t>
      </w:r>
      <w:r w:rsidRPr="00CE2BE8">
        <w:rPr>
          <w:szCs w:val="40"/>
        </w:rPr>
        <w:tab/>
      </w:r>
      <w:r w:rsidRPr="00CE2BE8">
        <w:t>static</w:t>
      </w:r>
      <w:r w:rsidR="005C4CD0">
        <w:t>ká</w:t>
      </w:r>
      <w:r w:rsidRPr="00CE2BE8">
        <w:t xml:space="preserve"> gest</w:t>
      </w:r>
      <w:r w:rsidR="005C4CD0">
        <w:t>a</w:t>
      </w:r>
      <w:r w:rsidRPr="00CE2BE8">
        <w:rPr>
          <w:rStyle w:val="eCheckBoxTextChar"/>
        </w:rPr>
        <w:t>,</w:t>
      </w:r>
    </w:p>
    <w:p w:rsidR="00FB072F" w:rsidRPr="00CE2BE8" w:rsidRDefault="001E6A4F" w:rsidP="00FB072F">
      <w:pPr>
        <w:ind w:left="357" w:hanging="357"/>
      </w:pPr>
      <w:r w:rsidRPr="00CE2BE8">
        <w:rPr>
          <w:rStyle w:val="eCheckBoxSquareChar"/>
          <w:b/>
          <w:color w:val="FF0000"/>
        </w:rPr>
        <w:t>x</w:t>
      </w:r>
      <w:r w:rsidR="00FB072F" w:rsidRPr="00CE2BE8">
        <w:rPr>
          <w:szCs w:val="40"/>
        </w:rPr>
        <w:tab/>
      </w:r>
      <w:r w:rsidR="005C4CD0" w:rsidRPr="00241E19">
        <w:rPr>
          <w:color w:val="FF0000"/>
        </w:rPr>
        <w:t xml:space="preserve">naučená </w:t>
      </w:r>
      <w:r w:rsidR="00FB072F" w:rsidRPr="00241E19">
        <w:rPr>
          <w:color w:val="FF0000"/>
        </w:rPr>
        <w:t>gest</w:t>
      </w:r>
      <w:r w:rsidR="005C4CD0" w:rsidRPr="00241E19">
        <w:rPr>
          <w:color w:val="FF0000"/>
        </w:rPr>
        <w:t>a</w:t>
      </w:r>
      <w:r w:rsidR="00FB072F" w:rsidRPr="00241E19">
        <w:rPr>
          <w:color w:val="FF0000"/>
        </w:rPr>
        <w:t>,</w:t>
      </w:r>
    </w:p>
    <w:p w:rsidR="00FB072F" w:rsidRPr="00CE2BE8" w:rsidRDefault="00FB072F" w:rsidP="00FB072F">
      <w:pPr>
        <w:ind w:left="357" w:hanging="357"/>
      </w:pPr>
      <w:r w:rsidRPr="00CE2BE8">
        <w:rPr>
          <w:rStyle w:val="eCheckBoxSquareChar"/>
        </w:rPr>
        <w:t>□</w:t>
      </w:r>
      <w:r w:rsidRPr="00CE2BE8">
        <w:rPr>
          <w:szCs w:val="40"/>
        </w:rPr>
        <w:tab/>
      </w:r>
      <w:r w:rsidRPr="00CE2BE8">
        <w:t>dynamic</w:t>
      </w:r>
      <w:r w:rsidR="005C4CD0">
        <w:t>ká</w:t>
      </w:r>
      <w:r w:rsidRPr="00CE2BE8">
        <w:t xml:space="preserve"> gest</w:t>
      </w:r>
      <w:r w:rsidR="005C4CD0">
        <w:t>a</w:t>
      </w:r>
      <w:r w:rsidRPr="00CE2BE8">
        <w:t>.</w:t>
      </w:r>
    </w:p>
    <w:p w:rsidR="00FB072F" w:rsidRDefault="00FB072F" w:rsidP="00FB072F">
      <w:pPr>
        <w:pStyle w:val="eLineBottom"/>
      </w:pPr>
    </w:p>
    <w:p w:rsidR="00241E19" w:rsidRPr="00CE2BE8" w:rsidRDefault="00241E19" w:rsidP="00FB072F">
      <w:pPr>
        <w:pStyle w:val="eLineBottom"/>
      </w:pPr>
    </w:p>
    <w:p w:rsidR="00FB072F" w:rsidRPr="00CE2BE8" w:rsidRDefault="00FB072F" w:rsidP="00FB072F"/>
    <w:p w:rsidR="00ED4CDA" w:rsidRPr="00CE2BE8" w:rsidRDefault="00650587" w:rsidP="00FB072F">
      <w:pPr>
        <w:pStyle w:val="eTask"/>
        <w:rPr>
          <w:lang w:val="cs-CZ"/>
        </w:rPr>
      </w:pPr>
      <w:r>
        <w:rPr>
          <w:lang w:val="cs-CZ"/>
        </w:rPr>
        <w:t>Přiřaďte každému typu gesta jeho odpovídající definici</w:t>
      </w:r>
      <w:r w:rsidR="00E830C4" w:rsidRPr="00CE2BE8">
        <w:rPr>
          <w:lang w:val="cs-CZ"/>
        </w:rPr>
        <w:t>.</w:t>
      </w:r>
    </w:p>
    <w:p w:rsidR="00C1774B" w:rsidRPr="00CE2BE8" w:rsidRDefault="001E6A4F" w:rsidP="00FB072F">
      <w:r w:rsidRPr="00CE2BE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897C09" wp14:editId="1668373E">
                <wp:simplePos x="0" y="0"/>
                <wp:positionH relativeFrom="column">
                  <wp:posOffset>1990054</wp:posOffset>
                </wp:positionH>
                <wp:positionV relativeFrom="paragraph">
                  <wp:posOffset>1786495</wp:posOffset>
                </wp:positionV>
                <wp:extent cx="1733550" cy="0"/>
                <wp:effectExtent l="0" t="0" r="19050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D1BB2A" id="Přímá spojnice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7pt,140.65pt" to="293.2pt,1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" strokecolor="red" strokeweight="1.25pt"/>
            </w:pict>
          </mc:Fallback>
        </mc:AlternateContent>
      </w:r>
      <w:r w:rsidRPr="00CE2BE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A47884" wp14:editId="58B04B66">
                <wp:simplePos x="0" y="0"/>
                <wp:positionH relativeFrom="column">
                  <wp:posOffset>1972310</wp:posOffset>
                </wp:positionH>
                <wp:positionV relativeFrom="paragraph">
                  <wp:posOffset>405765</wp:posOffset>
                </wp:positionV>
                <wp:extent cx="1733550" cy="715645"/>
                <wp:effectExtent l="0" t="0" r="19050" b="27305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33550" cy="71564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1F007D" id="Přímá spojnice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3pt,31.95pt" to="291.8pt,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" strokecolor="red" strokeweight="1.25pt"/>
            </w:pict>
          </mc:Fallback>
        </mc:AlternateContent>
      </w:r>
      <w:r w:rsidRPr="00CE2BE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9742C" wp14:editId="62FAC04E">
                <wp:simplePos x="0" y="0"/>
                <wp:positionH relativeFrom="column">
                  <wp:posOffset>1972801</wp:posOffset>
                </wp:positionH>
                <wp:positionV relativeFrom="paragraph">
                  <wp:posOffset>406268</wp:posOffset>
                </wp:positionV>
                <wp:extent cx="1733550" cy="715645"/>
                <wp:effectExtent l="0" t="0" r="19050" b="2730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71564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F29D70" id="Přímá spojnice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35pt,32pt" to="291.85pt,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" strokecolor="red" strokeweight="1.25pt"/>
            </w:pict>
          </mc:Fallback>
        </mc:AlternateConten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26"/>
        <w:gridCol w:w="2734"/>
        <w:gridCol w:w="3202"/>
      </w:tblGrid>
      <w:tr w:rsidR="00FB072F" w:rsidRPr="00CE2BE8" w:rsidTr="00FB072F">
        <w:trPr>
          <w:trHeight w:val="680"/>
        </w:trPr>
        <w:tc>
          <w:tcPr>
            <w:tcW w:w="3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072F" w:rsidRPr="00CE2BE8" w:rsidRDefault="00FB072F" w:rsidP="00416726">
            <w:pPr>
              <w:jc w:val="center"/>
            </w:pPr>
            <w:r w:rsidRPr="00CE2BE8">
              <w:t>Static</w:t>
            </w:r>
            <w:r w:rsidR="00416726">
              <w:t>ké</w:t>
            </w:r>
            <w:r w:rsidRPr="00CE2BE8">
              <w:t xml:space="preserve"> gest</w:t>
            </w:r>
            <w:r w:rsidR="00416726">
              <w:t>o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72F" w:rsidRPr="00CE2BE8" w:rsidRDefault="00FB072F" w:rsidP="00FB072F"/>
        </w:tc>
        <w:tc>
          <w:tcPr>
            <w:tcW w:w="32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072F" w:rsidRPr="00CE2BE8" w:rsidRDefault="00CD490D" w:rsidP="00CD490D">
            <w:r>
              <w:t>Proces dlouhodobého sledování pohybu bez rozpoznání s</w:t>
            </w:r>
            <w:r w:rsidR="00FB072F" w:rsidRPr="00CE2BE8">
              <w:t>pecific</w:t>
            </w:r>
            <w:r>
              <w:t>ké pózy.</w:t>
            </w:r>
          </w:p>
        </w:tc>
      </w:tr>
      <w:tr w:rsidR="00FB072F" w:rsidRPr="00CE2BE8" w:rsidTr="00FB072F">
        <w:trPr>
          <w:trHeight w:val="283"/>
        </w:trPr>
        <w:tc>
          <w:tcPr>
            <w:tcW w:w="3126" w:type="dxa"/>
            <w:tcBorders>
              <w:left w:val="nil"/>
              <w:right w:val="nil"/>
            </w:tcBorders>
            <w:vAlign w:val="center"/>
          </w:tcPr>
          <w:p w:rsidR="00FB072F" w:rsidRPr="00CE2BE8" w:rsidRDefault="00FB072F" w:rsidP="00FB072F">
            <w:pPr>
              <w:jc w:val="center"/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FB072F" w:rsidRPr="00CE2BE8" w:rsidRDefault="00FB072F" w:rsidP="00FB072F"/>
        </w:tc>
        <w:tc>
          <w:tcPr>
            <w:tcW w:w="3202" w:type="dxa"/>
            <w:tcBorders>
              <w:left w:val="nil"/>
              <w:right w:val="nil"/>
            </w:tcBorders>
            <w:vAlign w:val="center"/>
          </w:tcPr>
          <w:p w:rsidR="00FB072F" w:rsidRPr="00CE2BE8" w:rsidRDefault="00FB072F" w:rsidP="00FB072F"/>
        </w:tc>
      </w:tr>
      <w:tr w:rsidR="00FB072F" w:rsidRPr="00CE2BE8" w:rsidTr="00FB072F">
        <w:trPr>
          <w:trHeight w:val="680"/>
        </w:trPr>
        <w:tc>
          <w:tcPr>
            <w:tcW w:w="3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072F" w:rsidRPr="00CE2BE8" w:rsidRDefault="00416726" w:rsidP="00416726">
            <w:pPr>
              <w:jc w:val="center"/>
            </w:pPr>
            <w:r>
              <w:t>K</w:t>
            </w:r>
            <w:r w:rsidR="00FB072F" w:rsidRPr="00CE2BE8">
              <w:t>ontinu</w:t>
            </w:r>
            <w:r>
              <w:t>á</w:t>
            </w:r>
            <w:r w:rsidR="00FB072F" w:rsidRPr="00CE2BE8">
              <w:t>l</w:t>
            </w:r>
            <w:r>
              <w:t>ní (spojité)</w:t>
            </w:r>
            <w:r w:rsidR="00FB072F" w:rsidRPr="00CE2BE8">
              <w:t xml:space="preserve"> gest</w:t>
            </w:r>
            <w:r>
              <w:t>o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72F" w:rsidRPr="00CE2BE8" w:rsidRDefault="00FB072F" w:rsidP="00FB072F"/>
        </w:tc>
        <w:tc>
          <w:tcPr>
            <w:tcW w:w="32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072F" w:rsidRPr="00CE2BE8" w:rsidRDefault="00FB072F" w:rsidP="00611D3D">
            <w:r w:rsidRPr="00CE2BE8">
              <w:t>P</w:t>
            </w:r>
            <w:r w:rsidR="00611D3D">
              <w:t>óza</w:t>
            </w:r>
            <w:r w:rsidRPr="00CE2BE8">
              <w:t xml:space="preserve"> </w:t>
            </w:r>
            <w:r w:rsidR="00611D3D">
              <w:t>nebo</w:t>
            </w:r>
            <w:r w:rsidRPr="00CE2BE8">
              <w:t xml:space="preserve"> gest</w:t>
            </w:r>
            <w:r w:rsidR="00611D3D">
              <w:t>o, která/které není závislé na pohybu</w:t>
            </w:r>
            <w:r w:rsidRPr="00CE2BE8">
              <w:t>.</w:t>
            </w:r>
          </w:p>
        </w:tc>
      </w:tr>
      <w:tr w:rsidR="00FB072F" w:rsidRPr="00CE2BE8" w:rsidTr="00FB072F">
        <w:trPr>
          <w:trHeight w:val="283"/>
        </w:trPr>
        <w:tc>
          <w:tcPr>
            <w:tcW w:w="3126" w:type="dxa"/>
            <w:tcBorders>
              <w:left w:val="nil"/>
              <w:right w:val="nil"/>
            </w:tcBorders>
            <w:vAlign w:val="center"/>
          </w:tcPr>
          <w:p w:rsidR="00FB072F" w:rsidRPr="00CE2BE8" w:rsidRDefault="00FB072F" w:rsidP="00FB072F">
            <w:pPr>
              <w:jc w:val="center"/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FB072F" w:rsidRPr="00CE2BE8" w:rsidRDefault="00FB072F" w:rsidP="00FB072F"/>
        </w:tc>
        <w:tc>
          <w:tcPr>
            <w:tcW w:w="3202" w:type="dxa"/>
            <w:tcBorders>
              <w:left w:val="nil"/>
              <w:right w:val="nil"/>
            </w:tcBorders>
            <w:vAlign w:val="center"/>
          </w:tcPr>
          <w:p w:rsidR="00FB072F" w:rsidRPr="00CE2BE8" w:rsidRDefault="00FB072F" w:rsidP="00FB072F"/>
        </w:tc>
      </w:tr>
      <w:tr w:rsidR="00FB072F" w:rsidRPr="00CE2BE8" w:rsidTr="00FB072F">
        <w:trPr>
          <w:trHeight w:val="680"/>
        </w:trPr>
        <w:tc>
          <w:tcPr>
            <w:tcW w:w="3126" w:type="dxa"/>
            <w:tcBorders>
              <w:right w:val="single" w:sz="4" w:space="0" w:color="auto"/>
            </w:tcBorders>
            <w:vAlign w:val="center"/>
          </w:tcPr>
          <w:p w:rsidR="00FB072F" w:rsidRPr="00CE2BE8" w:rsidRDefault="00FB072F" w:rsidP="00416726">
            <w:pPr>
              <w:jc w:val="center"/>
            </w:pPr>
            <w:r w:rsidRPr="00CE2BE8">
              <w:t>Dynamic</w:t>
            </w:r>
            <w:r w:rsidR="00416726">
              <w:t>ké</w:t>
            </w:r>
            <w:r w:rsidRPr="00CE2BE8">
              <w:t xml:space="preserve"> gest</w:t>
            </w:r>
            <w:r w:rsidR="00416726">
              <w:t>o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72F" w:rsidRPr="00CE2BE8" w:rsidRDefault="00FB072F" w:rsidP="00FB072F"/>
        </w:tc>
        <w:tc>
          <w:tcPr>
            <w:tcW w:w="3202" w:type="dxa"/>
            <w:tcBorders>
              <w:left w:val="single" w:sz="4" w:space="0" w:color="auto"/>
            </w:tcBorders>
            <w:vAlign w:val="center"/>
          </w:tcPr>
          <w:p w:rsidR="00FB072F" w:rsidRPr="00CE2BE8" w:rsidRDefault="00CD490D" w:rsidP="00CD490D">
            <w:r>
              <w:t>Pohyb umožňující uživateli přímou práci s objektem nebo ovládání ap</w:t>
            </w:r>
            <w:r w:rsidR="00FB072F" w:rsidRPr="00CE2BE8">
              <w:t>li</w:t>
            </w:r>
            <w:r>
              <w:t>k</w:t>
            </w:r>
            <w:r w:rsidR="00FB072F" w:rsidRPr="00CE2BE8">
              <w:t>a</w:t>
            </w:r>
            <w:r>
              <w:t>ce</w:t>
            </w:r>
            <w:r w:rsidR="00FB072F" w:rsidRPr="00CE2BE8">
              <w:t>.</w:t>
            </w:r>
          </w:p>
        </w:tc>
      </w:tr>
    </w:tbl>
    <w:p w:rsidR="00FB072F" w:rsidRPr="00CE2BE8" w:rsidRDefault="00FB072F" w:rsidP="00FB072F"/>
    <w:p w:rsidR="00FB072F" w:rsidRPr="00CE2BE8" w:rsidRDefault="00FB072F" w:rsidP="00FB072F">
      <w:pPr>
        <w:pStyle w:val="eLineBottom"/>
      </w:pPr>
    </w:p>
    <w:p w:rsidR="00CD5138" w:rsidRPr="00CE2BE8" w:rsidRDefault="00CD5138" w:rsidP="00FB072F"/>
    <w:p w:rsidR="00CD5138" w:rsidRPr="00CE2BE8" w:rsidRDefault="00CB47AB" w:rsidP="00FB072F">
      <w:pPr>
        <w:pStyle w:val="eTask"/>
        <w:rPr>
          <w:lang w:val="cs-CZ"/>
        </w:rPr>
      </w:pPr>
      <w:r>
        <w:rPr>
          <w:rStyle w:val="hps"/>
          <w:lang w:val="cs-CZ"/>
        </w:rPr>
        <w:t>Které z parametrů</w:t>
      </w:r>
      <w:r w:rsidR="00F64BA3" w:rsidRPr="00CE2BE8">
        <w:rPr>
          <w:lang w:val="cs-CZ"/>
        </w:rPr>
        <w:t xml:space="preserve"> </w:t>
      </w:r>
      <w:r w:rsidR="00F64BA3" w:rsidRPr="00CE2BE8">
        <w:rPr>
          <w:rStyle w:val="hps"/>
          <w:lang w:val="cs-CZ"/>
        </w:rPr>
        <w:t>RGB</w:t>
      </w:r>
      <w:r w:rsidR="00F64BA3" w:rsidRPr="00CE2BE8">
        <w:rPr>
          <w:lang w:val="cs-CZ"/>
        </w:rPr>
        <w:t xml:space="preserve"> </w:t>
      </w:r>
      <w:r>
        <w:rPr>
          <w:lang w:val="cs-CZ"/>
        </w:rPr>
        <w:t>obrazu nejsou ovlivněny změnou podmínek osvětlení scény</w:t>
      </w:r>
      <w:r w:rsidR="00CD5138" w:rsidRPr="00CE2BE8">
        <w:rPr>
          <w:lang w:val="cs-CZ"/>
        </w:rPr>
        <w:t>?</w:t>
      </w:r>
    </w:p>
    <w:p w:rsidR="00FB072F" w:rsidRPr="00CE2BE8" w:rsidRDefault="00FB072F" w:rsidP="00FB072F"/>
    <w:p w:rsidR="00FB072F" w:rsidRPr="00CE2BE8" w:rsidRDefault="00FB072F" w:rsidP="00FB072F">
      <w:pPr>
        <w:ind w:left="357" w:hanging="357"/>
      </w:pPr>
      <w:r w:rsidRPr="00CE2BE8">
        <w:rPr>
          <w:rStyle w:val="eCheckBoxSquareChar"/>
        </w:rPr>
        <w:t>□</w:t>
      </w:r>
      <w:r w:rsidRPr="00CE2BE8">
        <w:rPr>
          <w:szCs w:val="40"/>
        </w:rPr>
        <w:tab/>
      </w:r>
      <w:r w:rsidR="00DB7C61">
        <w:rPr>
          <w:szCs w:val="40"/>
        </w:rPr>
        <w:t>jas obrazu</w:t>
      </w:r>
      <w:r w:rsidRPr="00CE2BE8">
        <w:rPr>
          <w:rStyle w:val="eCheckBoxTextChar"/>
        </w:rPr>
        <w:t>,</w:t>
      </w:r>
    </w:p>
    <w:p w:rsidR="00FB072F" w:rsidRPr="00CE2BE8" w:rsidRDefault="001E6A4F" w:rsidP="00FB072F">
      <w:pPr>
        <w:ind w:left="357" w:hanging="357"/>
      </w:pPr>
      <w:r w:rsidRPr="00CE2BE8">
        <w:rPr>
          <w:rStyle w:val="eCheckBoxSquareChar"/>
          <w:b/>
          <w:color w:val="FF0000"/>
        </w:rPr>
        <w:t>x</w:t>
      </w:r>
      <w:r w:rsidR="00FB072F" w:rsidRPr="00CE2BE8">
        <w:rPr>
          <w:szCs w:val="40"/>
        </w:rPr>
        <w:tab/>
      </w:r>
      <w:r w:rsidR="00DB7C61">
        <w:rPr>
          <w:b/>
          <w:color w:val="FF0000"/>
        </w:rPr>
        <w:t>rozlišení/velikost obrazu</w:t>
      </w:r>
      <w:r w:rsidR="00FB072F" w:rsidRPr="00CE2BE8">
        <w:rPr>
          <w:rStyle w:val="eCheckBoxTextChar"/>
          <w:b/>
          <w:color w:val="FF0000"/>
        </w:rPr>
        <w:t>,</w:t>
      </w:r>
    </w:p>
    <w:p w:rsidR="00FB072F" w:rsidRPr="00CE2BE8" w:rsidRDefault="00FB072F" w:rsidP="00FB072F">
      <w:pPr>
        <w:ind w:left="357" w:hanging="357"/>
      </w:pPr>
      <w:r w:rsidRPr="00CE2BE8">
        <w:rPr>
          <w:rStyle w:val="eCheckBoxSquareChar"/>
        </w:rPr>
        <w:t>□</w:t>
      </w:r>
      <w:r w:rsidRPr="00CE2BE8">
        <w:rPr>
          <w:szCs w:val="40"/>
        </w:rPr>
        <w:tab/>
      </w:r>
      <w:r w:rsidR="00DB7C61">
        <w:t>k</w:t>
      </w:r>
      <w:r w:rsidRPr="00CE2BE8">
        <w:t xml:space="preserve">ontrast </w:t>
      </w:r>
      <w:r w:rsidR="00DB7C61">
        <w:t>obrazu.</w:t>
      </w:r>
    </w:p>
    <w:p w:rsidR="00CD5138" w:rsidRDefault="00CD5138" w:rsidP="00FB072F">
      <w:pPr>
        <w:pStyle w:val="eLineBottom"/>
      </w:pPr>
    </w:p>
    <w:p w:rsidR="00241E19" w:rsidRPr="00CE2BE8" w:rsidRDefault="00241E19" w:rsidP="00FB072F">
      <w:pPr>
        <w:pStyle w:val="eLineBottom"/>
      </w:pPr>
    </w:p>
    <w:p w:rsidR="00FB072F" w:rsidRPr="00CE2BE8" w:rsidRDefault="00FB072F">
      <w:pPr>
        <w:rPr>
          <w:rStyle w:val="hps"/>
          <w:b/>
        </w:rPr>
      </w:pPr>
      <w:r w:rsidRPr="00CE2BE8">
        <w:rPr>
          <w:rStyle w:val="hps"/>
        </w:rPr>
        <w:br w:type="page"/>
      </w:r>
    </w:p>
    <w:p w:rsidR="00CD5138" w:rsidRPr="00CE2BE8" w:rsidRDefault="00BA1C31" w:rsidP="00FB072F">
      <w:pPr>
        <w:pStyle w:val="eTask"/>
        <w:rPr>
          <w:lang w:val="cs-CZ"/>
        </w:rPr>
      </w:pPr>
      <w:r>
        <w:rPr>
          <w:rStyle w:val="hps"/>
          <w:lang w:val="cs-CZ"/>
        </w:rPr>
        <w:lastRenderedPageBreak/>
        <w:t>Na jakém principu je založena funkce většiny hloubkových senzorů</w:t>
      </w:r>
      <w:r w:rsidR="00B903D0" w:rsidRPr="00CE2BE8">
        <w:rPr>
          <w:rStyle w:val="hps"/>
          <w:lang w:val="cs-CZ"/>
        </w:rPr>
        <w:t>?</w:t>
      </w:r>
    </w:p>
    <w:p w:rsidR="00CD5138" w:rsidRPr="00CE2BE8" w:rsidRDefault="00CD5138" w:rsidP="00FB072F"/>
    <w:p w:rsidR="00FB072F" w:rsidRPr="00CE2BE8" w:rsidRDefault="00FB072F" w:rsidP="00FB072F">
      <w:pPr>
        <w:ind w:left="357" w:hanging="357"/>
      </w:pPr>
      <w:r w:rsidRPr="00CE2BE8">
        <w:rPr>
          <w:rStyle w:val="eCheckBoxSquareChar"/>
        </w:rPr>
        <w:t>□</w:t>
      </w:r>
      <w:r w:rsidRPr="00CE2BE8">
        <w:rPr>
          <w:szCs w:val="40"/>
        </w:rPr>
        <w:tab/>
      </w:r>
      <w:r w:rsidRPr="00CE2BE8">
        <w:rPr>
          <w:rStyle w:val="hps"/>
        </w:rPr>
        <w:t>emis</w:t>
      </w:r>
      <w:r w:rsidR="00BA1C31">
        <w:rPr>
          <w:rStyle w:val="hps"/>
        </w:rPr>
        <w:t>i</w:t>
      </w:r>
      <w:r w:rsidRPr="00CE2BE8">
        <w:rPr>
          <w:rStyle w:val="shorttext"/>
        </w:rPr>
        <w:t xml:space="preserve"> </w:t>
      </w:r>
      <w:r w:rsidRPr="00CE2BE8">
        <w:rPr>
          <w:rStyle w:val="hps"/>
        </w:rPr>
        <w:t>a dete</w:t>
      </w:r>
      <w:r w:rsidR="00BA1C31">
        <w:rPr>
          <w:rStyle w:val="hps"/>
        </w:rPr>
        <w:t>kci ultrafialového světla</w:t>
      </w:r>
      <w:r w:rsidRPr="00CE2BE8">
        <w:rPr>
          <w:rStyle w:val="eCheckBoxTextChar"/>
        </w:rPr>
        <w:t>,</w:t>
      </w:r>
    </w:p>
    <w:p w:rsidR="00FB072F" w:rsidRPr="00241E19" w:rsidRDefault="001E6A4F" w:rsidP="00FB072F">
      <w:pPr>
        <w:ind w:left="357" w:hanging="357"/>
      </w:pPr>
      <w:r w:rsidRPr="00CE2BE8">
        <w:rPr>
          <w:rStyle w:val="eCheckBoxSquareChar"/>
          <w:b/>
          <w:color w:val="FF0000"/>
        </w:rPr>
        <w:t>x</w:t>
      </w:r>
      <w:r w:rsidR="00FB072F" w:rsidRPr="00CE2BE8">
        <w:rPr>
          <w:szCs w:val="40"/>
        </w:rPr>
        <w:tab/>
      </w:r>
      <w:r w:rsidR="00FB072F" w:rsidRPr="00241E19">
        <w:rPr>
          <w:rStyle w:val="hps"/>
          <w:color w:val="FF0000"/>
        </w:rPr>
        <w:t>emis</w:t>
      </w:r>
      <w:r w:rsidR="00BA1C31" w:rsidRPr="00241E19">
        <w:rPr>
          <w:rStyle w:val="hps"/>
          <w:color w:val="FF0000"/>
        </w:rPr>
        <w:t>i</w:t>
      </w:r>
      <w:r w:rsidR="00FB072F" w:rsidRPr="00241E19">
        <w:rPr>
          <w:rStyle w:val="shorttext"/>
          <w:color w:val="FF0000"/>
        </w:rPr>
        <w:t xml:space="preserve"> </w:t>
      </w:r>
      <w:r w:rsidR="00FB072F" w:rsidRPr="00241E19">
        <w:rPr>
          <w:rStyle w:val="hps"/>
          <w:color w:val="FF0000"/>
        </w:rPr>
        <w:t>a dete</w:t>
      </w:r>
      <w:r w:rsidR="00BA1C31" w:rsidRPr="00241E19">
        <w:rPr>
          <w:rStyle w:val="hps"/>
          <w:color w:val="FF0000"/>
        </w:rPr>
        <w:t>kci infračerveného světla</w:t>
      </w:r>
      <w:r w:rsidR="00FB072F" w:rsidRPr="00241E19">
        <w:rPr>
          <w:rStyle w:val="eCheckBoxTextChar"/>
          <w:color w:val="FF0000"/>
        </w:rPr>
        <w:t>,</w:t>
      </w:r>
    </w:p>
    <w:p w:rsidR="00FB072F" w:rsidRPr="00CE2BE8" w:rsidRDefault="00FB072F" w:rsidP="00FB072F">
      <w:pPr>
        <w:ind w:left="357" w:hanging="357"/>
      </w:pPr>
      <w:r w:rsidRPr="00CE2BE8">
        <w:rPr>
          <w:rStyle w:val="eCheckBoxSquareChar"/>
        </w:rPr>
        <w:t>□</w:t>
      </w:r>
      <w:r w:rsidRPr="00CE2BE8">
        <w:rPr>
          <w:szCs w:val="40"/>
        </w:rPr>
        <w:tab/>
      </w:r>
      <w:r w:rsidRPr="00CE2BE8">
        <w:rPr>
          <w:rStyle w:val="hps"/>
        </w:rPr>
        <w:t>emisi</w:t>
      </w:r>
      <w:r w:rsidRPr="00CE2BE8">
        <w:t xml:space="preserve"> </w:t>
      </w:r>
      <w:r w:rsidRPr="00CE2BE8">
        <w:rPr>
          <w:rStyle w:val="hps"/>
        </w:rPr>
        <w:t>a dete</w:t>
      </w:r>
      <w:r w:rsidR="00BA1C31">
        <w:rPr>
          <w:rStyle w:val="hps"/>
        </w:rPr>
        <w:t>kc</w:t>
      </w:r>
      <w:r w:rsidRPr="00CE2BE8">
        <w:rPr>
          <w:rStyle w:val="hps"/>
        </w:rPr>
        <w:t>i</w:t>
      </w:r>
      <w:r w:rsidRPr="00CE2BE8">
        <w:t xml:space="preserve"> </w:t>
      </w:r>
      <w:r w:rsidR="00BA1C31">
        <w:rPr>
          <w:rStyle w:val="hps"/>
        </w:rPr>
        <w:t>viditelného světla</w:t>
      </w:r>
      <w:r w:rsidRPr="00CE2BE8">
        <w:t xml:space="preserve"> </w:t>
      </w:r>
      <w:r w:rsidRPr="00CE2BE8">
        <w:rPr>
          <w:rStyle w:val="hps"/>
        </w:rPr>
        <w:t>(</w:t>
      </w:r>
      <w:r w:rsidR="00BA1C31">
        <w:rPr>
          <w:rStyle w:val="hps"/>
        </w:rPr>
        <w:t>spektra viditelného světla</w:t>
      </w:r>
      <w:r w:rsidRPr="00CE2BE8">
        <w:t>).</w:t>
      </w:r>
    </w:p>
    <w:p w:rsidR="00FB072F" w:rsidRDefault="00FB072F" w:rsidP="00FB072F">
      <w:pPr>
        <w:pStyle w:val="eLineBottom"/>
      </w:pPr>
    </w:p>
    <w:p w:rsidR="00241E19" w:rsidRPr="00CE2BE8" w:rsidRDefault="00241E19" w:rsidP="00FB072F">
      <w:pPr>
        <w:pStyle w:val="eLineBottom"/>
      </w:pPr>
    </w:p>
    <w:p w:rsidR="00FB072F" w:rsidRPr="00CE2BE8" w:rsidRDefault="00FB072F" w:rsidP="00FB072F"/>
    <w:p w:rsidR="00CD5138" w:rsidRPr="00CE2BE8" w:rsidRDefault="00314349" w:rsidP="00FB072F">
      <w:pPr>
        <w:pStyle w:val="eTask"/>
        <w:rPr>
          <w:lang w:val="cs-CZ"/>
        </w:rPr>
      </w:pPr>
      <w:r>
        <w:rPr>
          <w:rStyle w:val="hps"/>
          <w:lang w:val="cs-CZ"/>
        </w:rPr>
        <w:t>Který výrok o hloubce snímku je správný</w:t>
      </w:r>
      <w:r w:rsidR="006D723B" w:rsidRPr="00CE2BE8">
        <w:rPr>
          <w:rStyle w:val="hps"/>
          <w:lang w:val="cs-CZ"/>
        </w:rPr>
        <w:t>?</w:t>
      </w:r>
    </w:p>
    <w:p w:rsidR="00CD5138" w:rsidRPr="00CE2BE8" w:rsidRDefault="00CD5138" w:rsidP="00FB072F"/>
    <w:p w:rsidR="00FB072F" w:rsidRPr="00CE2BE8" w:rsidRDefault="00FB072F" w:rsidP="00FB072F">
      <w:pPr>
        <w:ind w:left="357" w:hanging="357"/>
      </w:pPr>
      <w:r w:rsidRPr="00CE2BE8">
        <w:rPr>
          <w:rStyle w:val="eCheckBoxSquareChar"/>
        </w:rPr>
        <w:t>□</w:t>
      </w:r>
      <w:r w:rsidRPr="00CE2BE8">
        <w:rPr>
          <w:szCs w:val="40"/>
        </w:rPr>
        <w:tab/>
      </w:r>
      <w:r w:rsidR="00B93DE2">
        <w:rPr>
          <w:szCs w:val="40"/>
        </w:rPr>
        <w:t xml:space="preserve">Hloubka snímku je v podstatě dodatečná informace </w:t>
      </w:r>
      <w:r w:rsidRPr="00CE2BE8">
        <w:t xml:space="preserve">2D </w:t>
      </w:r>
      <w:r w:rsidR="00B93DE2">
        <w:t>obrazu</w:t>
      </w:r>
      <w:r w:rsidRPr="00CE2BE8">
        <w:t xml:space="preserve"> </w:t>
      </w:r>
      <w:r w:rsidR="00B93DE2">
        <w:t>informující</w:t>
      </w:r>
      <w:r w:rsidRPr="00CE2BE8">
        <w:t xml:space="preserve"> </w:t>
      </w:r>
      <w:r w:rsidR="00B93DE2">
        <w:t xml:space="preserve">o </w:t>
      </w:r>
      <w:r w:rsidR="00B93DE2" w:rsidRPr="00B93DE2">
        <w:t>absolutní vzdálenost</w:t>
      </w:r>
      <w:r w:rsidR="00B93DE2">
        <w:t>i</w:t>
      </w:r>
      <w:r w:rsidR="00B93DE2" w:rsidRPr="00B93DE2">
        <w:t xml:space="preserve"> mezi jednotlivými objekty ve scéně vyjádřen</w:t>
      </w:r>
      <w:r w:rsidR="00B93DE2">
        <w:t xml:space="preserve">á </w:t>
      </w:r>
      <w:r w:rsidR="00B93DE2" w:rsidRPr="00B93DE2">
        <w:t>v mm</w:t>
      </w:r>
      <w:r w:rsidRPr="00CE2BE8">
        <w:t>.</w:t>
      </w:r>
    </w:p>
    <w:p w:rsidR="00FB072F" w:rsidRPr="00241E19" w:rsidRDefault="001E6A4F" w:rsidP="00FB072F">
      <w:pPr>
        <w:ind w:left="357" w:hanging="357"/>
      </w:pPr>
      <w:r w:rsidRPr="00CE2BE8">
        <w:rPr>
          <w:rStyle w:val="eCheckBoxSquareChar"/>
          <w:b/>
          <w:color w:val="FF0000"/>
        </w:rPr>
        <w:t>x</w:t>
      </w:r>
      <w:r w:rsidR="00FB072F" w:rsidRPr="00CE2BE8">
        <w:rPr>
          <w:szCs w:val="40"/>
        </w:rPr>
        <w:tab/>
      </w:r>
      <w:r w:rsidR="000759B7" w:rsidRPr="00241E19">
        <w:rPr>
          <w:rStyle w:val="hps"/>
          <w:color w:val="FF0000"/>
        </w:rPr>
        <w:t xml:space="preserve">Hloubka </w:t>
      </w:r>
      <w:r w:rsidR="00B93DE2" w:rsidRPr="00241E19">
        <w:rPr>
          <w:rStyle w:val="hps"/>
          <w:color w:val="FF0000"/>
        </w:rPr>
        <w:t>snímku</w:t>
      </w:r>
      <w:r w:rsidR="000759B7" w:rsidRPr="00241E19">
        <w:rPr>
          <w:rStyle w:val="hps"/>
          <w:color w:val="FF0000"/>
        </w:rPr>
        <w:t xml:space="preserve"> je</w:t>
      </w:r>
      <w:r w:rsidR="00FB072F" w:rsidRPr="00241E19">
        <w:rPr>
          <w:color w:val="FF0000"/>
        </w:rPr>
        <w:t xml:space="preserve"> </w:t>
      </w:r>
      <w:r w:rsidR="000759B7" w:rsidRPr="00241E19">
        <w:rPr>
          <w:color w:val="FF0000"/>
        </w:rPr>
        <w:t xml:space="preserve">v podstatě dodatečná informace </w:t>
      </w:r>
      <w:r w:rsidR="000759B7" w:rsidRPr="00241E19">
        <w:rPr>
          <w:rStyle w:val="hps"/>
          <w:color w:val="FF0000"/>
        </w:rPr>
        <w:t>2D obrazu informující</w:t>
      </w:r>
      <w:r w:rsidR="00FB072F" w:rsidRPr="00241E19">
        <w:rPr>
          <w:color w:val="FF0000"/>
        </w:rPr>
        <w:t xml:space="preserve"> </w:t>
      </w:r>
      <w:r w:rsidR="000759B7" w:rsidRPr="00241E19">
        <w:rPr>
          <w:color w:val="FF0000"/>
        </w:rPr>
        <w:t>o absolutní vzdálenosti mezi</w:t>
      </w:r>
      <w:r w:rsidR="00FB072F" w:rsidRPr="00241E19">
        <w:rPr>
          <w:color w:val="FF0000"/>
        </w:rPr>
        <w:t xml:space="preserve"> </w:t>
      </w:r>
      <w:r w:rsidR="00FB072F" w:rsidRPr="00241E19">
        <w:rPr>
          <w:rStyle w:val="hps"/>
          <w:color w:val="FF0000"/>
        </w:rPr>
        <w:t>sen</w:t>
      </w:r>
      <w:r w:rsidR="000759B7" w:rsidRPr="00241E19">
        <w:rPr>
          <w:rStyle w:val="hps"/>
          <w:color w:val="FF0000"/>
        </w:rPr>
        <w:t>z</w:t>
      </w:r>
      <w:r w:rsidR="00FB072F" w:rsidRPr="00241E19">
        <w:rPr>
          <w:rStyle w:val="hps"/>
          <w:color w:val="FF0000"/>
        </w:rPr>
        <w:t>or</w:t>
      </w:r>
      <w:r w:rsidR="000759B7" w:rsidRPr="00241E19">
        <w:rPr>
          <w:rStyle w:val="hps"/>
          <w:color w:val="FF0000"/>
        </w:rPr>
        <w:t>em</w:t>
      </w:r>
      <w:r w:rsidR="00FB072F" w:rsidRPr="00241E19">
        <w:rPr>
          <w:rStyle w:val="hps"/>
          <w:color w:val="FF0000"/>
        </w:rPr>
        <w:t xml:space="preserve"> a </w:t>
      </w:r>
      <w:r w:rsidR="000759B7" w:rsidRPr="00241E19">
        <w:rPr>
          <w:rStyle w:val="hps"/>
          <w:color w:val="FF0000"/>
        </w:rPr>
        <w:t xml:space="preserve">každým </w:t>
      </w:r>
      <w:r w:rsidR="00FB072F" w:rsidRPr="00241E19">
        <w:rPr>
          <w:rStyle w:val="hps"/>
          <w:color w:val="FF0000"/>
        </w:rPr>
        <w:t>pixel</w:t>
      </w:r>
      <w:r w:rsidR="000759B7" w:rsidRPr="00241E19">
        <w:rPr>
          <w:rStyle w:val="hps"/>
          <w:color w:val="FF0000"/>
        </w:rPr>
        <w:t xml:space="preserve">em </w:t>
      </w:r>
      <w:r w:rsidR="00B93DE2" w:rsidRPr="00241E19">
        <w:rPr>
          <w:rStyle w:val="hps"/>
          <w:color w:val="FF0000"/>
        </w:rPr>
        <w:t>snímku</w:t>
      </w:r>
      <w:r w:rsidR="000759B7" w:rsidRPr="00241E19">
        <w:rPr>
          <w:rStyle w:val="hps"/>
          <w:color w:val="FF0000"/>
        </w:rPr>
        <w:t xml:space="preserve"> vyjádřená v</w:t>
      </w:r>
      <w:r w:rsidR="00FB072F" w:rsidRPr="00241E19">
        <w:rPr>
          <w:color w:val="FF0000"/>
        </w:rPr>
        <w:t xml:space="preserve"> </w:t>
      </w:r>
      <w:r w:rsidR="00FB072F" w:rsidRPr="00241E19">
        <w:rPr>
          <w:rStyle w:val="hps"/>
          <w:color w:val="FF0000"/>
        </w:rPr>
        <w:t>mm.</w:t>
      </w:r>
    </w:p>
    <w:p w:rsidR="00FB072F" w:rsidRPr="00CE2BE8" w:rsidRDefault="00FB072F" w:rsidP="00FB072F">
      <w:pPr>
        <w:ind w:left="357" w:hanging="357"/>
      </w:pPr>
      <w:r w:rsidRPr="00CE2BE8">
        <w:rPr>
          <w:rStyle w:val="eCheckBoxSquareChar"/>
        </w:rPr>
        <w:t>□</w:t>
      </w:r>
      <w:r w:rsidRPr="00CE2BE8">
        <w:rPr>
          <w:szCs w:val="40"/>
        </w:rPr>
        <w:tab/>
      </w:r>
      <w:r w:rsidR="00B93DE2">
        <w:rPr>
          <w:szCs w:val="40"/>
        </w:rPr>
        <w:t xml:space="preserve">Hloubka snímku je v podstatě dodatečná informace </w:t>
      </w:r>
      <w:r w:rsidR="00B93DE2" w:rsidRPr="00CE2BE8">
        <w:t xml:space="preserve">2D </w:t>
      </w:r>
      <w:r w:rsidR="00B93DE2">
        <w:t>obrazu</w:t>
      </w:r>
      <w:r w:rsidR="00B93DE2" w:rsidRPr="00CE2BE8">
        <w:t xml:space="preserve"> </w:t>
      </w:r>
      <w:r w:rsidR="00B93DE2">
        <w:t>informující</w:t>
      </w:r>
      <w:r w:rsidR="00B93DE2" w:rsidRPr="00CE2BE8">
        <w:t xml:space="preserve"> </w:t>
      </w:r>
      <w:r w:rsidR="00B93DE2">
        <w:t>o relativní</w:t>
      </w:r>
      <w:r w:rsidR="00B93DE2" w:rsidRPr="00B93DE2">
        <w:t xml:space="preserve"> vzdálenost</w:t>
      </w:r>
      <w:r w:rsidR="00B93DE2">
        <w:t>i</w:t>
      </w:r>
      <w:r w:rsidR="00B93DE2" w:rsidRPr="00B93DE2">
        <w:t xml:space="preserve"> mezi jednotlivými objekty ve scéně</w:t>
      </w:r>
      <w:r w:rsidR="00B93DE2">
        <w:t xml:space="preserve"> a středem snímku</w:t>
      </w:r>
      <w:r w:rsidR="00B93DE2" w:rsidRPr="00B93DE2">
        <w:t xml:space="preserve"> vyjádřen</w:t>
      </w:r>
      <w:r w:rsidR="00B93DE2">
        <w:t xml:space="preserve">á </w:t>
      </w:r>
      <w:r w:rsidR="00B93DE2" w:rsidRPr="00B93DE2">
        <w:t>v mm</w:t>
      </w:r>
      <w:r w:rsidRPr="00CE2BE8">
        <w:t>.</w:t>
      </w:r>
    </w:p>
    <w:p w:rsidR="00FB072F" w:rsidRDefault="00FB072F" w:rsidP="00FB072F">
      <w:pPr>
        <w:pStyle w:val="eLineBottom"/>
      </w:pPr>
    </w:p>
    <w:p w:rsidR="00241E19" w:rsidRPr="00CE2BE8" w:rsidRDefault="00241E19" w:rsidP="00FB072F">
      <w:pPr>
        <w:pStyle w:val="eLineBottom"/>
      </w:pPr>
    </w:p>
    <w:p w:rsidR="00FB072F" w:rsidRPr="00CE2BE8" w:rsidRDefault="00FB072F" w:rsidP="00FB072F"/>
    <w:p w:rsidR="00ED4CDA" w:rsidRPr="00CE2BE8" w:rsidRDefault="00D438BE" w:rsidP="00FB072F">
      <w:pPr>
        <w:pStyle w:val="eTask"/>
        <w:rPr>
          <w:lang w:val="cs-CZ"/>
        </w:rPr>
      </w:pPr>
      <w:r>
        <w:rPr>
          <w:lang w:val="cs-CZ"/>
        </w:rPr>
        <w:t xml:space="preserve">Mezi základní požadavky na </w:t>
      </w:r>
      <w:r w:rsidR="00383763">
        <w:rPr>
          <w:lang w:val="cs-CZ"/>
        </w:rPr>
        <w:t>formu</w:t>
      </w:r>
      <w:r>
        <w:rPr>
          <w:lang w:val="cs-CZ"/>
        </w:rPr>
        <w:t xml:space="preserve"> </w:t>
      </w:r>
      <w:r w:rsidR="007C6A99" w:rsidRPr="00CE2BE8">
        <w:rPr>
          <w:rStyle w:val="hps"/>
          <w:lang w:val="cs-CZ"/>
        </w:rPr>
        <w:t>gest</w:t>
      </w:r>
      <w:r>
        <w:rPr>
          <w:rStyle w:val="hps"/>
          <w:lang w:val="cs-CZ"/>
        </w:rPr>
        <w:t>a</w:t>
      </w:r>
      <w:r w:rsidR="007C6A99" w:rsidRPr="00CE2BE8">
        <w:rPr>
          <w:lang w:val="cs-CZ"/>
        </w:rPr>
        <w:t xml:space="preserve"> </w:t>
      </w:r>
      <w:r>
        <w:rPr>
          <w:lang w:val="cs-CZ"/>
        </w:rPr>
        <w:t>nepatří</w:t>
      </w:r>
      <w:r w:rsidR="00ED4CDA" w:rsidRPr="00CE2BE8">
        <w:rPr>
          <w:lang w:val="cs-CZ"/>
        </w:rPr>
        <w:t>:</w:t>
      </w:r>
    </w:p>
    <w:p w:rsidR="00C1774B" w:rsidRPr="00CE2BE8" w:rsidRDefault="00C1774B" w:rsidP="00FB072F"/>
    <w:p w:rsidR="00FB072F" w:rsidRPr="00CE2BE8" w:rsidRDefault="00FB072F" w:rsidP="00FB072F">
      <w:pPr>
        <w:ind w:left="357" w:hanging="357"/>
      </w:pPr>
      <w:r w:rsidRPr="00CE2BE8">
        <w:rPr>
          <w:rStyle w:val="eCheckBoxSquareChar"/>
        </w:rPr>
        <w:t>□</w:t>
      </w:r>
      <w:r w:rsidRPr="00CE2BE8">
        <w:rPr>
          <w:szCs w:val="40"/>
        </w:rPr>
        <w:tab/>
      </w:r>
      <w:r w:rsidR="00383763">
        <w:rPr>
          <w:szCs w:val="40"/>
        </w:rPr>
        <w:t>přirozenost gesta</w:t>
      </w:r>
      <w:r w:rsidRPr="00CE2BE8">
        <w:rPr>
          <w:rStyle w:val="eCheckBoxTextChar"/>
        </w:rPr>
        <w:t>,</w:t>
      </w:r>
    </w:p>
    <w:p w:rsidR="00FB072F" w:rsidRPr="00CE2BE8" w:rsidRDefault="00FB072F" w:rsidP="00FB072F">
      <w:pPr>
        <w:ind w:left="357" w:hanging="357"/>
      </w:pPr>
      <w:r w:rsidRPr="00CE2BE8">
        <w:rPr>
          <w:rStyle w:val="eCheckBoxSquareChar"/>
        </w:rPr>
        <w:t>□</w:t>
      </w:r>
      <w:r w:rsidRPr="00CE2BE8">
        <w:rPr>
          <w:szCs w:val="40"/>
        </w:rPr>
        <w:tab/>
      </w:r>
      <w:r w:rsidRPr="00CE2BE8">
        <w:t>u</w:t>
      </w:r>
      <w:r w:rsidR="00383763">
        <w:t>živatelský komfort</w:t>
      </w:r>
      <w:r w:rsidRPr="00CE2BE8">
        <w:rPr>
          <w:rStyle w:val="eCheckBoxTextChar"/>
        </w:rPr>
        <w:t>,</w:t>
      </w:r>
    </w:p>
    <w:p w:rsidR="00FB072F" w:rsidRPr="00CE2BE8" w:rsidRDefault="00FB072F" w:rsidP="00FB072F">
      <w:pPr>
        <w:ind w:left="357" w:hanging="357"/>
      </w:pPr>
      <w:r w:rsidRPr="00CE2BE8">
        <w:rPr>
          <w:rStyle w:val="eCheckBoxSquareChar"/>
        </w:rPr>
        <w:t>□</w:t>
      </w:r>
      <w:r w:rsidRPr="00CE2BE8">
        <w:rPr>
          <w:szCs w:val="40"/>
        </w:rPr>
        <w:tab/>
      </w:r>
      <w:r w:rsidR="00383763">
        <w:rPr>
          <w:szCs w:val="40"/>
        </w:rPr>
        <w:t>snadná zapamatovatelnost gesta</w:t>
      </w:r>
      <w:r w:rsidRPr="00CE2BE8">
        <w:t>,</w:t>
      </w:r>
    </w:p>
    <w:p w:rsidR="00FB072F" w:rsidRPr="00241E19" w:rsidRDefault="001E6A4F" w:rsidP="00FB072F">
      <w:pPr>
        <w:ind w:left="357" w:hanging="357"/>
        <w:rPr>
          <w:color w:val="FF0000"/>
        </w:rPr>
      </w:pPr>
      <w:r w:rsidRPr="00CE2BE8">
        <w:rPr>
          <w:rStyle w:val="eCheckBoxSquareChar"/>
          <w:b/>
          <w:color w:val="FF0000"/>
        </w:rPr>
        <w:t>x</w:t>
      </w:r>
      <w:r w:rsidR="00FB072F" w:rsidRPr="00CE2BE8">
        <w:rPr>
          <w:szCs w:val="40"/>
        </w:rPr>
        <w:tab/>
      </w:r>
      <w:r w:rsidR="00383763" w:rsidRPr="00241E19">
        <w:rPr>
          <w:rStyle w:val="shorttext"/>
          <w:color w:val="FF0000"/>
        </w:rPr>
        <w:t>jedinečnost uživatelského gesta</w:t>
      </w:r>
      <w:r w:rsidR="00FB072F" w:rsidRPr="00241E19">
        <w:rPr>
          <w:rStyle w:val="hps"/>
          <w:color w:val="FF0000"/>
        </w:rPr>
        <w:t>.</w:t>
      </w:r>
    </w:p>
    <w:p w:rsidR="00FB072F" w:rsidRDefault="00FB072F" w:rsidP="00FB072F">
      <w:pPr>
        <w:pStyle w:val="eLineBottom"/>
      </w:pPr>
    </w:p>
    <w:p w:rsidR="00241E19" w:rsidRPr="00CE2BE8" w:rsidRDefault="00241E19" w:rsidP="00FB072F">
      <w:pPr>
        <w:pStyle w:val="eLineBottom"/>
      </w:pPr>
    </w:p>
    <w:p w:rsidR="00FB072F" w:rsidRPr="00CE2BE8" w:rsidRDefault="00FB072F" w:rsidP="00FB072F">
      <w:pPr>
        <w:ind w:left="357" w:hanging="357"/>
      </w:pPr>
    </w:p>
    <w:p w:rsidR="00B8781C" w:rsidRPr="00CE2BE8" w:rsidRDefault="00B8781C">
      <w:pPr>
        <w:rPr>
          <w:b/>
        </w:rPr>
      </w:pPr>
      <w:r w:rsidRPr="00CE2BE8">
        <w:br w:type="page"/>
      </w:r>
    </w:p>
    <w:p w:rsidR="00ED4CDA" w:rsidRPr="00CE2BE8" w:rsidRDefault="00CE2BE8" w:rsidP="00FB072F">
      <w:pPr>
        <w:pStyle w:val="eTask"/>
        <w:rPr>
          <w:lang w:val="cs-CZ"/>
        </w:rPr>
      </w:pPr>
      <w:r w:rsidRPr="00CE2BE8">
        <w:rPr>
          <w:lang w:val="cs-CZ"/>
        </w:rPr>
        <w:lastRenderedPageBreak/>
        <w:t>Přiřaďte klíčové</w:t>
      </w:r>
      <w:r w:rsidR="007C6A99" w:rsidRPr="00CE2BE8">
        <w:rPr>
          <w:lang w:val="cs-CZ"/>
        </w:rPr>
        <w:t xml:space="preserve"> chara</w:t>
      </w:r>
      <w:r>
        <w:rPr>
          <w:lang w:val="cs-CZ"/>
        </w:rPr>
        <w:t>k</w:t>
      </w:r>
      <w:r w:rsidR="007C6A99" w:rsidRPr="00CE2BE8">
        <w:rPr>
          <w:lang w:val="cs-CZ"/>
        </w:rPr>
        <w:t>teristi</w:t>
      </w:r>
      <w:r>
        <w:rPr>
          <w:lang w:val="cs-CZ"/>
        </w:rPr>
        <w:t>ky</w:t>
      </w:r>
      <w:r w:rsidR="007C6A99" w:rsidRPr="00CE2BE8">
        <w:rPr>
          <w:lang w:val="cs-CZ"/>
        </w:rPr>
        <w:t xml:space="preserve"> </w:t>
      </w:r>
      <w:r>
        <w:rPr>
          <w:lang w:val="cs-CZ"/>
        </w:rPr>
        <w:t>individuálním prostředkům pro rozpoznávání gest</w:t>
      </w:r>
      <w:r w:rsidR="007C6A99" w:rsidRPr="00CE2BE8">
        <w:rPr>
          <w:lang w:val="cs-CZ"/>
        </w:rPr>
        <w:t>.</w:t>
      </w:r>
    </w:p>
    <w:p w:rsidR="00C1774B" w:rsidRPr="00CE2BE8" w:rsidRDefault="00C1774B" w:rsidP="00FB072F"/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4394"/>
        <w:gridCol w:w="3969"/>
      </w:tblGrid>
      <w:tr w:rsidR="00ED4CDA" w:rsidRPr="00CE2BE8" w:rsidTr="00B8781C">
        <w:tc>
          <w:tcPr>
            <w:tcW w:w="4394" w:type="dxa"/>
          </w:tcPr>
          <w:p w:rsidR="00ED4CDA" w:rsidRPr="00CE2BE8" w:rsidRDefault="00CE2BE8" w:rsidP="00B8781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Datové rukavice</w:t>
            </w:r>
          </w:p>
        </w:tc>
        <w:tc>
          <w:tcPr>
            <w:tcW w:w="3969" w:type="dxa"/>
          </w:tcPr>
          <w:p w:rsidR="00ED4CDA" w:rsidRPr="00CE2BE8" w:rsidRDefault="00CE2BE8" w:rsidP="00B8781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322A12" w:rsidRPr="00CE2BE8">
              <w:rPr>
                <w:b/>
              </w:rPr>
              <w:t>amera</w:t>
            </w:r>
          </w:p>
        </w:tc>
      </w:tr>
      <w:tr w:rsidR="0023165A" w:rsidRPr="00CE2BE8" w:rsidTr="00B8781C">
        <w:tc>
          <w:tcPr>
            <w:tcW w:w="4394" w:type="dxa"/>
          </w:tcPr>
          <w:p w:rsidR="0023165A" w:rsidRPr="00CE2BE8" w:rsidRDefault="001E6A4F" w:rsidP="001E6A4F">
            <w:pPr>
              <w:spacing w:before="120" w:after="120"/>
              <w:jc w:val="center"/>
              <w:rPr>
                <w:b/>
                <w:color w:val="FF0000"/>
              </w:rPr>
            </w:pPr>
            <w:r w:rsidRPr="00CE2BE8">
              <w:rPr>
                <w:b/>
                <w:color w:val="FF0000"/>
              </w:rPr>
              <w:t>A</w:t>
            </w:r>
          </w:p>
        </w:tc>
        <w:tc>
          <w:tcPr>
            <w:tcW w:w="3969" w:type="dxa"/>
          </w:tcPr>
          <w:p w:rsidR="0023165A" w:rsidRPr="00CE2BE8" w:rsidRDefault="001E6A4F" w:rsidP="001E6A4F">
            <w:pPr>
              <w:spacing w:before="120" w:after="120"/>
              <w:jc w:val="center"/>
              <w:rPr>
                <w:b/>
                <w:color w:val="FF0000"/>
              </w:rPr>
            </w:pPr>
            <w:r w:rsidRPr="00CE2BE8">
              <w:rPr>
                <w:b/>
                <w:color w:val="FF0000"/>
              </w:rPr>
              <w:t>C</w:t>
            </w:r>
          </w:p>
        </w:tc>
      </w:tr>
      <w:tr w:rsidR="0023165A" w:rsidRPr="00CE2BE8" w:rsidTr="00B8781C">
        <w:tc>
          <w:tcPr>
            <w:tcW w:w="4394" w:type="dxa"/>
          </w:tcPr>
          <w:p w:rsidR="0023165A" w:rsidRPr="00CE2BE8" w:rsidRDefault="001E6A4F" w:rsidP="001E6A4F">
            <w:pPr>
              <w:spacing w:before="120" w:after="120"/>
              <w:jc w:val="center"/>
              <w:rPr>
                <w:b/>
                <w:color w:val="FF0000"/>
              </w:rPr>
            </w:pPr>
            <w:r w:rsidRPr="00CE2BE8">
              <w:rPr>
                <w:b/>
                <w:color w:val="FF0000"/>
              </w:rPr>
              <w:t>B</w:t>
            </w:r>
          </w:p>
        </w:tc>
        <w:tc>
          <w:tcPr>
            <w:tcW w:w="3969" w:type="dxa"/>
          </w:tcPr>
          <w:p w:rsidR="0023165A" w:rsidRPr="00CE2BE8" w:rsidRDefault="001E6A4F" w:rsidP="001E6A4F">
            <w:pPr>
              <w:spacing w:before="120" w:after="120"/>
              <w:jc w:val="center"/>
              <w:rPr>
                <w:b/>
                <w:color w:val="FF0000"/>
              </w:rPr>
            </w:pPr>
            <w:r w:rsidRPr="00CE2BE8">
              <w:rPr>
                <w:b/>
                <w:color w:val="FF0000"/>
              </w:rPr>
              <w:t>D</w:t>
            </w:r>
          </w:p>
        </w:tc>
      </w:tr>
      <w:tr w:rsidR="0023165A" w:rsidRPr="00CE2BE8" w:rsidTr="00B8781C">
        <w:tc>
          <w:tcPr>
            <w:tcW w:w="4394" w:type="dxa"/>
          </w:tcPr>
          <w:p w:rsidR="0023165A" w:rsidRPr="00CE2BE8" w:rsidRDefault="001E6A4F" w:rsidP="001E6A4F">
            <w:pPr>
              <w:spacing w:before="120" w:after="120"/>
              <w:jc w:val="center"/>
              <w:rPr>
                <w:b/>
                <w:color w:val="FF0000"/>
              </w:rPr>
            </w:pPr>
            <w:r w:rsidRPr="00CE2BE8">
              <w:rPr>
                <w:b/>
                <w:color w:val="FF0000"/>
              </w:rPr>
              <w:t>F</w:t>
            </w:r>
          </w:p>
        </w:tc>
        <w:tc>
          <w:tcPr>
            <w:tcW w:w="3969" w:type="dxa"/>
          </w:tcPr>
          <w:p w:rsidR="0023165A" w:rsidRPr="00CE2BE8" w:rsidRDefault="001E6A4F" w:rsidP="001E6A4F">
            <w:pPr>
              <w:spacing w:before="120" w:after="120"/>
              <w:jc w:val="center"/>
              <w:rPr>
                <w:b/>
                <w:color w:val="FF0000"/>
              </w:rPr>
            </w:pPr>
            <w:r w:rsidRPr="00CE2BE8">
              <w:rPr>
                <w:b/>
                <w:color w:val="FF0000"/>
              </w:rPr>
              <w:t>E</w:t>
            </w:r>
          </w:p>
        </w:tc>
      </w:tr>
    </w:tbl>
    <w:p w:rsidR="00C1774B" w:rsidRDefault="00C1774B" w:rsidP="00B8781C"/>
    <w:p w:rsidR="00241E19" w:rsidRPr="00CE2BE8" w:rsidRDefault="00241E19" w:rsidP="00B8781C"/>
    <w:p w:rsidR="00ED4CDA" w:rsidRPr="00CE2BE8" w:rsidRDefault="00B8781C" w:rsidP="00B8781C">
      <w:r w:rsidRPr="00CE2BE8">
        <w:rPr>
          <w:b/>
        </w:rPr>
        <w:t>A</w:t>
      </w:r>
      <w:r w:rsidRPr="00CE2BE8">
        <w:t xml:space="preserve"> – </w:t>
      </w:r>
      <w:r w:rsidR="00CE2BE8">
        <w:t>přesnější výsledky</w:t>
      </w:r>
      <w:r w:rsidR="00ED4CDA" w:rsidRPr="00CE2BE8">
        <w:t>,</w:t>
      </w:r>
    </w:p>
    <w:p w:rsidR="00ED4CDA" w:rsidRPr="00CE2BE8" w:rsidRDefault="00B8781C" w:rsidP="00B8781C">
      <w:pPr>
        <w:rPr>
          <w:b/>
        </w:rPr>
      </w:pPr>
      <w:r w:rsidRPr="00CE2BE8">
        <w:rPr>
          <w:b/>
        </w:rPr>
        <w:t>B</w:t>
      </w:r>
      <w:r w:rsidRPr="00CE2BE8">
        <w:t xml:space="preserve"> – </w:t>
      </w:r>
      <w:r w:rsidR="00CE2BE8">
        <w:t>nižší uživatelský komfort</w:t>
      </w:r>
      <w:r w:rsidR="00ED4CDA" w:rsidRPr="00CE2BE8">
        <w:t>,</w:t>
      </w:r>
    </w:p>
    <w:p w:rsidR="00ED4CDA" w:rsidRPr="00CE2BE8" w:rsidRDefault="00B8781C" w:rsidP="00B8781C">
      <w:r w:rsidRPr="00CE2BE8">
        <w:rPr>
          <w:b/>
        </w:rPr>
        <w:t>C</w:t>
      </w:r>
      <w:r w:rsidRPr="00CE2BE8">
        <w:t xml:space="preserve"> – </w:t>
      </w:r>
      <w:r w:rsidR="00CE2BE8">
        <w:t>vyšší uživatelský komfort</w:t>
      </w:r>
      <w:r w:rsidR="00ED4CDA" w:rsidRPr="00CE2BE8">
        <w:t>,</w:t>
      </w:r>
    </w:p>
    <w:p w:rsidR="00ED4CDA" w:rsidRPr="00CE2BE8" w:rsidRDefault="00B8781C" w:rsidP="00B8781C">
      <w:r w:rsidRPr="00CE2BE8">
        <w:rPr>
          <w:b/>
        </w:rPr>
        <w:t>D</w:t>
      </w:r>
      <w:r w:rsidRPr="00CE2BE8">
        <w:t xml:space="preserve"> – </w:t>
      </w:r>
      <w:r w:rsidR="008D64C3" w:rsidRPr="00CE2BE8">
        <w:t>algoritmic</w:t>
      </w:r>
      <w:r w:rsidR="00695DEA">
        <w:t>ká složitost</w:t>
      </w:r>
      <w:r w:rsidR="00ED4CDA" w:rsidRPr="00CE2BE8">
        <w:t>,</w:t>
      </w:r>
    </w:p>
    <w:p w:rsidR="00ED4CDA" w:rsidRPr="00CE2BE8" w:rsidRDefault="00B8781C" w:rsidP="00B8781C">
      <w:r w:rsidRPr="00CE2BE8">
        <w:rPr>
          <w:b/>
        </w:rPr>
        <w:t>E</w:t>
      </w:r>
      <w:r w:rsidRPr="00CE2BE8">
        <w:t xml:space="preserve"> – </w:t>
      </w:r>
      <w:r w:rsidR="005F1056" w:rsidRPr="00CE2BE8">
        <w:rPr>
          <w:rStyle w:val="hps"/>
        </w:rPr>
        <w:t>relativ</w:t>
      </w:r>
      <w:r w:rsidR="00695DEA">
        <w:rPr>
          <w:rStyle w:val="hps"/>
        </w:rPr>
        <w:t>ně</w:t>
      </w:r>
      <w:r w:rsidR="005F1056" w:rsidRPr="00CE2BE8">
        <w:rPr>
          <w:rStyle w:val="shorttext"/>
        </w:rPr>
        <w:t xml:space="preserve"> </w:t>
      </w:r>
      <w:r w:rsidR="00695DEA">
        <w:rPr>
          <w:rStyle w:val="shorttext"/>
        </w:rPr>
        <w:t>nízká cena</w:t>
      </w:r>
      <w:r w:rsidR="005F1056" w:rsidRPr="00CE2BE8">
        <w:rPr>
          <w:rStyle w:val="hps"/>
        </w:rPr>
        <w:t xml:space="preserve"> sen</w:t>
      </w:r>
      <w:r w:rsidR="00695DEA">
        <w:rPr>
          <w:rStyle w:val="hps"/>
        </w:rPr>
        <w:t>z</w:t>
      </w:r>
      <w:r w:rsidR="005F1056" w:rsidRPr="00CE2BE8">
        <w:rPr>
          <w:rStyle w:val="hps"/>
        </w:rPr>
        <w:t>or</w:t>
      </w:r>
      <w:r w:rsidR="00695DEA">
        <w:rPr>
          <w:rStyle w:val="hps"/>
        </w:rPr>
        <w:t>ové</w:t>
      </w:r>
      <w:r w:rsidR="005F1056" w:rsidRPr="00CE2BE8">
        <w:rPr>
          <w:rStyle w:val="shorttext"/>
        </w:rPr>
        <w:t xml:space="preserve"> </w:t>
      </w:r>
      <w:r w:rsidR="00695DEA">
        <w:rPr>
          <w:rStyle w:val="shorttext"/>
        </w:rPr>
        <w:t>části</w:t>
      </w:r>
      <w:r w:rsidR="00ED4CDA" w:rsidRPr="00CE2BE8">
        <w:t>,</w:t>
      </w:r>
    </w:p>
    <w:p w:rsidR="00ED4CDA" w:rsidRPr="00CE2BE8" w:rsidRDefault="00B8781C" w:rsidP="00B8781C">
      <w:r w:rsidRPr="00CE2BE8">
        <w:rPr>
          <w:b/>
        </w:rPr>
        <w:t>F</w:t>
      </w:r>
      <w:r w:rsidRPr="00CE2BE8">
        <w:t xml:space="preserve"> – </w:t>
      </w:r>
      <w:r w:rsidR="00CE2BE8">
        <w:t>vyšší cena</w:t>
      </w:r>
      <w:r w:rsidR="005F1056" w:rsidRPr="00CE2BE8">
        <w:t xml:space="preserve"> sen</w:t>
      </w:r>
      <w:r w:rsidR="00CE2BE8">
        <w:t>z</w:t>
      </w:r>
      <w:r w:rsidR="005F1056" w:rsidRPr="00CE2BE8">
        <w:t>o</w:t>
      </w:r>
      <w:r w:rsidR="00CE2BE8">
        <w:t>rové části</w:t>
      </w:r>
      <w:r w:rsidR="00ED4CDA" w:rsidRPr="00CE2BE8">
        <w:t>.</w:t>
      </w:r>
    </w:p>
    <w:p w:rsidR="00CD5138" w:rsidRDefault="00CD5138" w:rsidP="00B8781C">
      <w:pPr>
        <w:pStyle w:val="eLineBottom"/>
      </w:pPr>
    </w:p>
    <w:p w:rsidR="00241E19" w:rsidRPr="00CE2BE8" w:rsidRDefault="00241E19" w:rsidP="00B8781C">
      <w:pPr>
        <w:pStyle w:val="eLineBottom"/>
      </w:pPr>
    </w:p>
    <w:p w:rsidR="00ED4CDA" w:rsidRPr="00CE2BE8" w:rsidRDefault="00ED4CDA" w:rsidP="00B8781C"/>
    <w:p w:rsidR="00ED4CDA" w:rsidRPr="00CE2BE8" w:rsidRDefault="001219D5" w:rsidP="00FB072F">
      <w:pPr>
        <w:pStyle w:val="eTask"/>
        <w:rPr>
          <w:lang w:val="cs-CZ"/>
        </w:rPr>
      </w:pPr>
      <w:r>
        <w:rPr>
          <w:lang w:val="cs-CZ"/>
        </w:rPr>
        <w:t>Výstupem algoritmu konvexních nedostatků při rozpoznávání statických gest j</w:t>
      </w:r>
      <w:r w:rsidR="004D1466">
        <w:rPr>
          <w:lang w:val="cs-CZ"/>
        </w:rPr>
        <w:t>sou</w:t>
      </w:r>
      <w:r w:rsidR="00ED4CDA" w:rsidRPr="00CE2BE8">
        <w:rPr>
          <w:lang w:val="cs-CZ"/>
        </w:rPr>
        <w:t>:</w:t>
      </w:r>
    </w:p>
    <w:p w:rsidR="00C1774B" w:rsidRPr="00CE2BE8" w:rsidRDefault="00C1774B" w:rsidP="00B8781C"/>
    <w:p w:rsidR="00B8781C" w:rsidRPr="00CE2BE8" w:rsidRDefault="00B8781C" w:rsidP="00B8781C">
      <w:pPr>
        <w:ind w:left="357" w:hanging="357"/>
      </w:pPr>
      <w:r w:rsidRPr="00CE2BE8">
        <w:rPr>
          <w:rStyle w:val="eCheckBoxSquareChar"/>
        </w:rPr>
        <w:t>□</w:t>
      </w:r>
      <w:r w:rsidRPr="00CE2BE8">
        <w:rPr>
          <w:szCs w:val="40"/>
        </w:rPr>
        <w:tab/>
      </w:r>
      <w:r w:rsidR="008764FA">
        <w:t>souřadnice polohy ruky</w:t>
      </w:r>
      <w:r w:rsidRPr="00CE2BE8">
        <w:t xml:space="preserve"> a </w:t>
      </w:r>
      <w:r w:rsidR="008764FA">
        <w:t>obraz jejího pozadí,</w:t>
      </w:r>
    </w:p>
    <w:p w:rsidR="00B8781C" w:rsidRPr="00CE2BE8" w:rsidRDefault="00B8781C" w:rsidP="00B8781C">
      <w:pPr>
        <w:ind w:left="357" w:hanging="357"/>
      </w:pPr>
      <w:r w:rsidRPr="00CE2BE8">
        <w:rPr>
          <w:rStyle w:val="eCheckBoxSquareChar"/>
        </w:rPr>
        <w:t>□</w:t>
      </w:r>
      <w:r w:rsidRPr="00CE2BE8">
        <w:rPr>
          <w:szCs w:val="40"/>
        </w:rPr>
        <w:tab/>
      </w:r>
      <w:r w:rsidR="008764FA">
        <w:rPr>
          <w:szCs w:val="40"/>
        </w:rPr>
        <w:t>souřadnice obrysu ruky</w:t>
      </w:r>
      <w:r w:rsidRPr="00CE2BE8">
        <w:rPr>
          <w:rStyle w:val="eCheckBoxTextChar"/>
        </w:rPr>
        <w:t>,</w:t>
      </w:r>
    </w:p>
    <w:p w:rsidR="00B8781C" w:rsidRPr="00CE2BE8" w:rsidRDefault="001E6A4F" w:rsidP="00B8781C">
      <w:pPr>
        <w:ind w:left="357" w:hanging="357"/>
      </w:pPr>
      <w:r w:rsidRPr="00CE2BE8">
        <w:rPr>
          <w:rStyle w:val="eCheckBoxSquareChar"/>
          <w:b/>
          <w:color w:val="FF0000"/>
        </w:rPr>
        <w:t>x</w:t>
      </w:r>
      <w:r w:rsidR="00B8781C" w:rsidRPr="00CE2BE8">
        <w:rPr>
          <w:szCs w:val="40"/>
        </w:rPr>
        <w:tab/>
      </w:r>
      <w:r w:rsidR="004D1466" w:rsidRPr="00241E19">
        <w:rPr>
          <w:color w:val="FF0000"/>
        </w:rPr>
        <w:t>souřadnice tří bodů (počáteční bod, nejhlubší bod a koncový bod)</w:t>
      </w:r>
      <w:r w:rsidR="00B8781C" w:rsidRPr="00241E19">
        <w:rPr>
          <w:iCs/>
          <w:color w:val="FF0000"/>
        </w:rPr>
        <w:t>,</w:t>
      </w:r>
    </w:p>
    <w:p w:rsidR="00B8781C" w:rsidRPr="00CE2BE8" w:rsidRDefault="00B8781C" w:rsidP="00B8781C">
      <w:pPr>
        <w:ind w:left="357" w:hanging="357"/>
      </w:pPr>
      <w:r w:rsidRPr="00CE2BE8">
        <w:rPr>
          <w:rStyle w:val="eCheckBoxSquareChar"/>
        </w:rPr>
        <w:t>□</w:t>
      </w:r>
      <w:r w:rsidRPr="00CE2BE8">
        <w:rPr>
          <w:szCs w:val="40"/>
        </w:rPr>
        <w:tab/>
      </w:r>
      <w:r w:rsidR="008764FA">
        <w:rPr>
          <w:szCs w:val="40"/>
        </w:rPr>
        <w:t>souřadnice čtyř bodů (počáteční bod</w:t>
      </w:r>
      <w:r w:rsidRPr="00CE2BE8">
        <w:t xml:space="preserve">, </w:t>
      </w:r>
      <w:r w:rsidR="008764FA">
        <w:t>středový bod</w:t>
      </w:r>
      <w:r w:rsidRPr="00CE2BE8">
        <w:t xml:space="preserve">, </w:t>
      </w:r>
      <w:r w:rsidR="008764FA">
        <w:t>nejhlubší bod</w:t>
      </w:r>
      <w:r w:rsidRPr="00CE2BE8">
        <w:t xml:space="preserve"> a</w:t>
      </w:r>
      <w:r w:rsidR="008764FA">
        <w:t xml:space="preserve"> koncový bod)</w:t>
      </w:r>
      <w:r w:rsidRPr="00CE2BE8">
        <w:rPr>
          <w:rStyle w:val="hps"/>
        </w:rPr>
        <w:t>.</w:t>
      </w:r>
    </w:p>
    <w:p w:rsidR="00B8781C" w:rsidRPr="00CE2BE8" w:rsidRDefault="00B8781C" w:rsidP="00B8781C"/>
    <w:sectPr w:rsidR="00B8781C" w:rsidRPr="00CE2BE8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5A1" w:rsidRDefault="00DE05A1" w:rsidP="00861A1A">
      <w:r>
        <w:separator/>
      </w:r>
    </w:p>
  </w:endnote>
  <w:endnote w:type="continuationSeparator" w:id="0">
    <w:p w:rsidR="00DE05A1" w:rsidRDefault="00DE05A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41E19" w:rsidRPr="00241E19" w:rsidRDefault="00241E19" w:rsidP="00241E1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41E19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241E19" w:rsidP="00241E1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41E19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5A1" w:rsidRDefault="00DE05A1" w:rsidP="00861A1A">
      <w:r>
        <w:separator/>
      </w:r>
    </w:p>
  </w:footnote>
  <w:footnote w:type="continuationSeparator" w:id="0">
    <w:p w:rsidR="00DE05A1" w:rsidRDefault="00DE05A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241E19">
      <w:rPr>
        <w:rFonts w:ascii="Calibri" w:hAnsi="Calibri"/>
        <w:b/>
        <w:smallCaps/>
        <w:noProof/>
      </w:rPr>
      <w:t>PRACOVNÍ LIST</w:t>
    </w:r>
  </w:p>
  <w:p w:rsidR="00C148FD" w:rsidRPr="00CC1D22" w:rsidRDefault="00CC1D22" w:rsidP="00CC1D22">
    <w:pPr>
      <w:pStyle w:val="eText"/>
      <w:jc w:val="right"/>
      <w:rPr>
        <w:caps/>
        <w:sz w:val="20"/>
        <w:szCs w:val="20"/>
      </w:rPr>
    </w:pPr>
    <w:r w:rsidRPr="00CC1D22">
      <w:rPr>
        <w:rFonts w:ascii="Calibri" w:hAnsi="Calibri"/>
        <w:caps/>
        <w:noProof/>
        <w:sz w:val="20"/>
        <w:szCs w:val="20"/>
        <w:lang w:val="en-US" w:eastAsia="cs-CZ"/>
      </w:rPr>
      <w:t>MMI (MultiModal Interfaces) pro interaktivní komunikaci a navigaci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55D"/>
    <w:multiLevelType w:val="hybridMultilevel"/>
    <w:tmpl w:val="678AAD1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D34DB7"/>
    <w:multiLevelType w:val="hybridMultilevel"/>
    <w:tmpl w:val="652A57EE"/>
    <w:lvl w:ilvl="0" w:tplc="49F0F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2265D7"/>
    <w:multiLevelType w:val="hybridMultilevel"/>
    <w:tmpl w:val="63E4BCC2"/>
    <w:lvl w:ilvl="0" w:tplc="B45CA5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77D4D"/>
    <w:multiLevelType w:val="hybridMultilevel"/>
    <w:tmpl w:val="9C2E2D8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546358"/>
    <w:multiLevelType w:val="hybridMultilevel"/>
    <w:tmpl w:val="0B203BE6"/>
    <w:lvl w:ilvl="0" w:tplc="E0FCDD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071C63"/>
    <w:multiLevelType w:val="hybridMultilevel"/>
    <w:tmpl w:val="8FCAA104"/>
    <w:lvl w:ilvl="0" w:tplc="412821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EF3B0D"/>
    <w:multiLevelType w:val="hybridMultilevel"/>
    <w:tmpl w:val="D444C276"/>
    <w:lvl w:ilvl="0" w:tplc="9D5C7ECE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22FAB"/>
    <w:multiLevelType w:val="hybridMultilevel"/>
    <w:tmpl w:val="ED9C33F2"/>
    <w:lvl w:ilvl="0" w:tplc="139208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E34609"/>
    <w:multiLevelType w:val="hybridMultilevel"/>
    <w:tmpl w:val="28409B64"/>
    <w:lvl w:ilvl="0" w:tplc="C854D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664570"/>
    <w:multiLevelType w:val="hybridMultilevel"/>
    <w:tmpl w:val="1A1E34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DE053E"/>
    <w:multiLevelType w:val="hybridMultilevel"/>
    <w:tmpl w:val="B978AE80"/>
    <w:lvl w:ilvl="0" w:tplc="7F9604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5D0000"/>
    <w:multiLevelType w:val="hybridMultilevel"/>
    <w:tmpl w:val="4F4207D6"/>
    <w:lvl w:ilvl="0" w:tplc="DB76F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D50AA0"/>
    <w:multiLevelType w:val="hybridMultilevel"/>
    <w:tmpl w:val="B2F8652E"/>
    <w:lvl w:ilvl="0" w:tplc="B8B45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344DEB"/>
    <w:multiLevelType w:val="hybridMultilevel"/>
    <w:tmpl w:val="D29C3C70"/>
    <w:lvl w:ilvl="0" w:tplc="3FC86D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1F3B7C"/>
    <w:multiLevelType w:val="hybridMultilevel"/>
    <w:tmpl w:val="3AAA0A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5F1416"/>
    <w:multiLevelType w:val="hybridMultilevel"/>
    <w:tmpl w:val="78724AE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9A3807"/>
    <w:multiLevelType w:val="hybridMultilevel"/>
    <w:tmpl w:val="3828C23A"/>
    <w:lvl w:ilvl="0" w:tplc="84E00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62FD5C7E"/>
    <w:multiLevelType w:val="hybridMultilevel"/>
    <w:tmpl w:val="2FEAAF92"/>
    <w:lvl w:ilvl="0" w:tplc="48D6B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E8A7EFE"/>
    <w:multiLevelType w:val="hybridMultilevel"/>
    <w:tmpl w:val="05AE509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2C2F3E"/>
    <w:multiLevelType w:val="hybridMultilevel"/>
    <w:tmpl w:val="0E2C0F1E"/>
    <w:lvl w:ilvl="0" w:tplc="9FB8C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F391ABA"/>
    <w:multiLevelType w:val="hybridMultilevel"/>
    <w:tmpl w:val="1E96C0A0"/>
    <w:lvl w:ilvl="0" w:tplc="8AFC4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01367C6"/>
    <w:multiLevelType w:val="hybridMultilevel"/>
    <w:tmpl w:val="A76C6F6E"/>
    <w:lvl w:ilvl="0" w:tplc="77FC66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5F91E53"/>
    <w:multiLevelType w:val="hybridMultilevel"/>
    <w:tmpl w:val="FC527834"/>
    <w:lvl w:ilvl="0" w:tplc="478E83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CE079A4"/>
    <w:multiLevelType w:val="hybridMultilevel"/>
    <w:tmpl w:val="D110F400"/>
    <w:lvl w:ilvl="0" w:tplc="B12C5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F5357D9"/>
    <w:multiLevelType w:val="hybridMultilevel"/>
    <w:tmpl w:val="CE16C4AE"/>
    <w:lvl w:ilvl="0" w:tplc="216CA2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9"/>
  </w:num>
  <w:num w:numId="4">
    <w:abstractNumId w:val="16"/>
  </w:num>
  <w:num w:numId="5">
    <w:abstractNumId w:val="1"/>
  </w:num>
  <w:num w:numId="6">
    <w:abstractNumId w:val="11"/>
  </w:num>
  <w:num w:numId="7">
    <w:abstractNumId w:val="9"/>
  </w:num>
  <w:num w:numId="8">
    <w:abstractNumId w:val="24"/>
  </w:num>
  <w:num w:numId="9">
    <w:abstractNumId w:val="2"/>
  </w:num>
  <w:num w:numId="10">
    <w:abstractNumId w:val="3"/>
  </w:num>
  <w:num w:numId="11">
    <w:abstractNumId w:val="25"/>
  </w:num>
  <w:num w:numId="12">
    <w:abstractNumId w:val="8"/>
  </w:num>
  <w:num w:numId="13">
    <w:abstractNumId w:val="20"/>
  </w:num>
  <w:num w:numId="14">
    <w:abstractNumId w:val="22"/>
  </w:num>
  <w:num w:numId="15">
    <w:abstractNumId w:val="12"/>
  </w:num>
  <w:num w:numId="16">
    <w:abstractNumId w:val="0"/>
  </w:num>
  <w:num w:numId="17">
    <w:abstractNumId w:val="23"/>
  </w:num>
  <w:num w:numId="18">
    <w:abstractNumId w:val="21"/>
  </w:num>
  <w:num w:numId="19">
    <w:abstractNumId w:val="18"/>
  </w:num>
  <w:num w:numId="20">
    <w:abstractNumId w:val="14"/>
  </w:num>
  <w:num w:numId="21">
    <w:abstractNumId w:val="6"/>
  </w:num>
  <w:num w:numId="22">
    <w:abstractNumId w:val="6"/>
  </w:num>
  <w:num w:numId="23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5"/>
  </w:num>
  <w:num w:numId="26">
    <w:abstractNumId w:val="4"/>
  </w:num>
  <w:num w:numId="27">
    <w:abstractNumId w:val="13"/>
  </w:num>
  <w:num w:numId="28">
    <w:abstractNumId w:val="6"/>
  </w:num>
  <w:num w:numId="29">
    <w:abstractNumId w:val="6"/>
  </w:num>
  <w:num w:numId="30">
    <w:abstractNumId w:val="6"/>
  </w:num>
  <w:num w:numId="31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2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>
    <w:abstractNumId w:val="10"/>
  </w:num>
  <w:num w:numId="34">
    <w:abstractNumId w:val="5"/>
  </w:num>
  <w:num w:numId="35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28B1"/>
    <w:rsid w:val="0000673F"/>
    <w:rsid w:val="00016AD8"/>
    <w:rsid w:val="00017595"/>
    <w:rsid w:val="00021197"/>
    <w:rsid w:val="00030EDA"/>
    <w:rsid w:val="00045BEB"/>
    <w:rsid w:val="000738F9"/>
    <w:rsid w:val="00073ADF"/>
    <w:rsid w:val="0007473C"/>
    <w:rsid w:val="000750C9"/>
    <w:rsid w:val="000759B7"/>
    <w:rsid w:val="00087EAC"/>
    <w:rsid w:val="00094A16"/>
    <w:rsid w:val="000A233F"/>
    <w:rsid w:val="000A55B3"/>
    <w:rsid w:val="000C6B3A"/>
    <w:rsid w:val="001219D5"/>
    <w:rsid w:val="001301D8"/>
    <w:rsid w:val="0013693D"/>
    <w:rsid w:val="00136968"/>
    <w:rsid w:val="00142BDB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40D0"/>
    <w:rsid w:val="00195A08"/>
    <w:rsid w:val="001B057D"/>
    <w:rsid w:val="001D00A1"/>
    <w:rsid w:val="001E0F8B"/>
    <w:rsid w:val="001E514B"/>
    <w:rsid w:val="001E6A4F"/>
    <w:rsid w:val="001F6290"/>
    <w:rsid w:val="00213F2C"/>
    <w:rsid w:val="00223478"/>
    <w:rsid w:val="00225015"/>
    <w:rsid w:val="0023165A"/>
    <w:rsid w:val="00241E19"/>
    <w:rsid w:val="00267A03"/>
    <w:rsid w:val="00272012"/>
    <w:rsid w:val="00276391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24B8"/>
    <w:rsid w:val="002B41A8"/>
    <w:rsid w:val="002E1F57"/>
    <w:rsid w:val="002E301D"/>
    <w:rsid w:val="00304ADA"/>
    <w:rsid w:val="00306B9F"/>
    <w:rsid w:val="00307892"/>
    <w:rsid w:val="00314349"/>
    <w:rsid w:val="00315203"/>
    <w:rsid w:val="00322A12"/>
    <w:rsid w:val="00337851"/>
    <w:rsid w:val="00347E4D"/>
    <w:rsid w:val="00351AF3"/>
    <w:rsid w:val="00383763"/>
    <w:rsid w:val="0039238A"/>
    <w:rsid w:val="003944C2"/>
    <w:rsid w:val="003B1326"/>
    <w:rsid w:val="003C13BC"/>
    <w:rsid w:val="003C140A"/>
    <w:rsid w:val="003C5B45"/>
    <w:rsid w:val="003D41BB"/>
    <w:rsid w:val="003E01BE"/>
    <w:rsid w:val="003F03EB"/>
    <w:rsid w:val="003F6027"/>
    <w:rsid w:val="003F623C"/>
    <w:rsid w:val="003F7F87"/>
    <w:rsid w:val="00402B09"/>
    <w:rsid w:val="00416726"/>
    <w:rsid w:val="00417ED2"/>
    <w:rsid w:val="0046567F"/>
    <w:rsid w:val="00472203"/>
    <w:rsid w:val="00475954"/>
    <w:rsid w:val="00492966"/>
    <w:rsid w:val="004A01E5"/>
    <w:rsid w:val="004A7B44"/>
    <w:rsid w:val="004B6F8D"/>
    <w:rsid w:val="004C0E36"/>
    <w:rsid w:val="004C2D50"/>
    <w:rsid w:val="004D1466"/>
    <w:rsid w:val="004E5E95"/>
    <w:rsid w:val="004E70EA"/>
    <w:rsid w:val="004F5AFF"/>
    <w:rsid w:val="005132B0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C4CD0"/>
    <w:rsid w:val="005D2112"/>
    <w:rsid w:val="005D7525"/>
    <w:rsid w:val="005E1AB1"/>
    <w:rsid w:val="005E20B2"/>
    <w:rsid w:val="005E5A22"/>
    <w:rsid w:val="005F1056"/>
    <w:rsid w:val="005F5FA1"/>
    <w:rsid w:val="00611D3D"/>
    <w:rsid w:val="00625B5A"/>
    <w:rsid w:val="0063686B"/>
    <w:rsid w:val="006435FE"/>
    <w:rsid w:val="0064494B"/>
    <w:rsid w:val="00650587"/>
    <w:rsid w:val="0066326F"/>
    <w:rsid w:val="0068067D"/>
    <w:rsid w:val="0068131D"/>
    <w:rsid w:val="00690FB1"/>
    <w:rsid w:val="006931E5"/>
    <w:rsid w:val="00695DEA"/>
    <w:rsid w:val="006A24C7"/>
    <w:rsid w:val="006B5D59"/>
    <w:rsid w:val="006D39B2"/>
    <w:rsid w:val="006D3F30"/>
    <w:rsid w:val="006D50FA"/>
    <w:rsid w:val="006D723B"/>
    <w:rsid w:val="006E6D59"/>
    <w:rsid w:val="006F0D5B"/>
    <w:rsid w:val="006F5658"/>
    <w:rsid w:val="006F787A"/>
    <w:rsid w:val="00710301"/>
    <w:rsid w:val="00734028"/>
    <w:rsid w:val="0073574D"/>
    <w:rsid w:val="007460F9"/>
    <w:rsid w:val="00753333"/>
    <w:rsid w:val="0076745A"/>
    <w:rsid w:val="007738BD"/>
    <w:rsid w:val="007837ED"/>
    <w:rsid w:val="0078705A"/>
    <w:rsid w:val="00790D07"/>
    <w:rsid w:val="007A31D8"/>
    <w:rsid w:val="007A7B97"/>
    <w:rsid w:val="007C0FDD"/>
    <w:rsid w:val="007C308E"/>
    <w:rsid w:val="007C5B85"/>
    <w:rsid w:val="007C6A99"/>
    <w:rsid w:val="007E16D1"/>
    <w:rsid w:val="007E6CED"/>
    <w:rsid w:val="007F10C0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764FA"/>
    <w:rsid w:val="00882BE0"/>
    <w:rsid w:val="008836CE"/>
    <w:rsid w:val="00891FF5"/>
    <w:rsid w:val="00893E89"/>
    <w:rsid w:val="008A3619"/>
    <w:rsid w:val="008A7C81"/>
    <w:rsid w:val="008B05F5"/>
    <w:rsid w:val="008B6CCD"/>
    <w:rsid w:val="008C64E0"/>
    <w:rsid w:val="008D38F1"/>
    <w:rsid w:val="008D6149"/>
    <w:rsid w:val="008D64C3"/>
    <w:rsid w:val="008F1B37"/>
    <w:rsid w:val="008F5585"/>
    <w:rsid w:val="00912A69"/>
    <w:rsid w:val="00914456"/>
    <w:rsid w:val="009151B7"/>
    <w:rsid w:val="00916DC9"/>
    <w:rsid w:val="00936526"/>
    <w:rsid w:val="0094072E"/>
    <w:rsid w:val="009413F3"/>
    <w:rsid w:val="00950649"/>
    <w:rsid w:val="0095346A"/>
    <w:rsid w:val="00955A25"/>
    <w:rsid w:val="00960B46"/>
    <w:rsid w:val="00963F86"/>
    <w:rsid w:val="0097175A"/>
    <w:rsid w:val="00974B16"/>
    <w:rsid w:val="009802AD"/>
    <w:rsid w:val="00985B1B"/>
    <w:rsid w:val="009A5F9E"/>
    <w:rsid w:val="009B638C"/>
    <w:rsid w:val="009C7B24"/>
    <w:rsid w:val="009E1B9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4915"/>
    <w:rsid w:val="00B5145B"/>
    <w:rsid w:val="00B53353"/>
    <w:rsid w:val="00B60F10"/>
    <w:rsid w:val="00B707D0"/>
    <w:rsid w:val="00B75FF7"/>
    <w:rsid w:val="00B816F4"/>
    <w:rsid w:val="00B822EA"/>
    <w:rsid w:val="00B84417"/>
    <w:rsid w:val="00B8781C"/>
    <w:rsid w:val="00B903D0"/>
    <w:rsid w:val="00B93DE2"/>
    <w:rsid w:val="00B94FBB"/>
    <w:rsid w:val="00BA1C31"/>
    <w:rsid w:val="00BA263D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16560"/>
    <w:rsid w:val="00C1774B"/>
    <w:rsid w:val="00C2393A"/>
    <w:rsid w:val="00C444FD"/>
    <w:rsid w:val="00C45D0F"/>
    <w:rsid w:val="00C5580D"/>
    <w:rsid w:val="00C57915"/>
    <w:rsid w:val="00C7264E"/>
    <w:rsid w:val="00C767C9"/>
    <w:rsid w:val="00C878F0"/>
    <w:rsid w:val="00C97B84"/>
    <w:rsid w:val="00CA51B5"/>
    <w:rsid w:val="00CB1345"/>
    <w:rsid w:val="00CB47AB"/>
    <w:rsid w:val="00CC1D22"/>
    <w:rsid w:val="00CC2293"/>
    <w:rsid w:val="00CC266E"/>
    <w:rsid w:val="00CD490D"/>
    <w:rsid w:val="00CD5138"/>
    <w:rsid w:val="00CE09BA"/>
    <w:rsid w:val="00CE2BE8"/>
    <w:rsid w:val="00CF4DFA"/>
    <w:rsid w:val="00D060B3"/>
    <w:rsid w:val="00D06992"/>
    <w:rsid w:val="00D20A5C"/>
    <w:rsid w:val="00D2650E"/>
    <w:rsid w:val="00D332E9"/>
    <w:rsid w:val="00D33524"/>
    <w:rsid w:val="00D438BE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B7C61"/>
    <w:rsid w:val="00DC15BD"/>
    <w:rsid w:val="00DC1DC7"/>
    <w:rsid w:val="00DD085D"/>
    <w:rsid w:val="00DD34CF"/>
    <w:rsid w:val="00DD6149"/>
    <w:rsid w:val="00DE05A1"/>
    <w:rsid w:val="00DE3767"/>
    <w:rsid w:val="00E0343F"/>
    <w:rsid w:val="00E10571"/>
    <w:rsid w:val="00E10DD0"/>
    <w:rsid w:val="00E11170"/>
    <w:rsid w:val="00E13C94"/>
    <w:rsid w:val="00E14EEB"/>
    <w:rsid w:val="00E2272B"/>
    <w:rsid w:val="00E352FF"/>
    <w:rsid w:val="00E41087"/>
    <w:rsid w:val="00E516D7"/>
    <w:rsid w:val="00E5359D"/>
    <w:rsid w:val="00E54A46"/>
    <w:rsid w:val="00E65738"/>
    <w:rsid w:val="00E830C4"/>
    <w:rsid w:val="00E8518C"/>
    <w:rsid w:val="00E879F9"/>
    <w:rsid w:val="00E90BD9"/>
    <w:rsid w:val="00EA1BDF"/>
    <w:rsid w:val="00EB6B74"/>
    <w:rsid w:val="00EB6E4B"/>
    <w:rsid w:val="00EC77B0"/>
    <w:rsid w:val="00ED2956"/>
    <w:rsid w:val="00ED4CDA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64BA3"/>
    <w:rsid w:val="00F748A6"/>
    <w:rsid w:val="00F82B66"/>
    <w:rsid w:val="00F82C59"/>
    <w:rsid w:val="00F871C6"/>
    <w:rsid w:val="00F8749B"/>
    <w:rsid w:val="00F95FBA"/>
    <w:rsid w:val="00F96872"/>
    <w:rsid w:val="00FA74D9"/>
    <w:rsid w:val="00FB072F"/>
    <w:rsid w:val="00FB201E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9F29ED"/>
  <w15:docId w15:val="{98FEB525-F0F8-4EDF-A560-E27F20D9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072F"/>
    <w:pPr>
      <w:numPr>
        <w:numId w:val="1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Standardnpsmoodstavce"/>
    <w:rsid w:val="00F64BA3"/>
  </w:style>
  <w:style w:type="character" w:customStyle="1" w:styleId="shorttext">
    <w:name w:val="short_text"/>
    <w:basedOn w:val="Standardnpsmoodstavce"/>
    <w:rsid w:val="00B90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0</TotalTime>
  <Pages>3</Pages>
  <Words>335</Words>
  <Characters>1980</Characters>
  <Application>Microsoft Office Word</Application>
  <DocSecurity>0</DocSecurity>
  <Lines>16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2</cp:revision>
  <cp:lastPrinted>2013-05-24T15:00:00Z</cp:lastPrinted>
  <dcterms:created xsi:type="dcterms:W3CDTF">2016-02-29T10:35:00Z</dcterms:created>
  <dcterms:modified xsi:type="dcterms:W3CDTF">2016-02-29T10:35:00Z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