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t>Doplňte chybějící údaj</w:t>
      </w:r>
      <w:r w:rsidR="006F29BC" w:rsidRPr="00C45E8A">
        <w:rPr>
          <w:lang w:val="cs-CZ"/>
        </w:rPr>
        <w:t>.</w:t>
      </w:r>
      <w:bookmarkStart w:id="0" w:name="_GoBack"/>
      <w:bookmarkEnd w:id="0"/>
    </w:p>
    <w:p w:rsidR="002A4E00" w:rsidRPr="00C45E8A" w:rsidRDefault="002A4E00" w:rsidP="00414384"/>
    <w:p w:rsidR="00C148FD" w:rsidRPr="00C45E8A" w:rsidRDefault="004C5C73" w:rsidP="00414384">
      <w:pPr>
        <w:pStyle w:val="eText"/>
      </w:pPr>
      <w:r>
        <w:t>Mnoho systémů a aplikací v současné době z bezpečnostních důvodů používá ověření založené na</w:t>
      </w:r>
      <w:r w:rsidR="00905FFC" w:rsidRPr="00C45E8A">
        <w:t xml:space="preserve"> </w:t>
      </w:r>
      <w:r w:rsidR="008D696F" w:rsidRPr="00C45E8A">
        <w:rPr>
          <w:b/>
          <w:color w:val="FF0000"/>
        </w:rPr>
        <w:t>biometri</w:t>
      </w:r>
      <w:r>
        <w:rPr>
          <w:b/>
          <w:color w:val="FF0000"/>
        </w:rPr>
        <w:t>ckých</w:t>
      </w:r>
      <w:r w:rsidR="00F331A6" w:rsidRPr="00C45E8A">
        <w:t xml:space="preserve"> </w:t>
      </w:r>
      <w:r>
        <w:t xml:space="preserve">údajích, resp. </w:t>
      </w:r>
      <w:r w:rsidR="00905FFC" w:rsidRPr="00C45E8A">
        <w:t>dat</w:t>
      </w:r>
      <w:r>
        <w:t>ech</w:t>
      </w:r>
      <w:r w:rsidR="00905FFC" w:rsidRPr="00C45E8A">
        <w:t>.</w:t>
      </w:r>
    </w:p>
    <w:p w:rsidR="001922A0" w:rsidRPr="00C45E8A" w:rsidRDefault="001922A0" w:rsidP="00414384">
      <w:pPr>
        <w:pStyle w:val="eLineBottom"/>
      </w:pPr>
    </w:p>
    <w:p w:rsidR="00985B1B" w:rsidRPr="00C45E8A" w:rsidRDefault="00985B1B" w:rsidP="00414384"/>
    <w:p w:rsidR="001922A0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t>Identifikace mluvčího probíhá ve třech úrovních</w:t>
      </w:r>
      <w:r w:rsidR="002A4E00" w:rsidRPr="00C45E8A">
        <w:rPr>
          <w:lang w:val="cs-CZ"/>
        </w:rPr>
        <w:t>:</w:t>
      </w:r>
    </w:p>
    <w:p w:rsidR="001E0F8B" w:rsidRPr="00C45E8A" w:rsidRDefault="001E0F8B" w:rsidP="00336F49"/>
    <w:p w:rsidR="002A4E00" w:rsidRPr="00C45E8A" w:rsidRDefault="002A4E00" w:rsidP="00414384">
      <w:pPr>
        <w:pStyle w:val="eText"/>
      </w:pPr>
      <w:r w:rsidRPr="00C45E8A">
        <w:t>1.</w:t>
      </w:r>
      <w:r w:rsidRPr="00C45E8A">
        <w:tab/>
      </w:r>
      <w:r w:rsidR="00B94A2A">
        <w:rPr>
          <w:b/>
          <w:color w:val="FF0000"/>
        </w:rPr>
        <w:t>extrakce příznaků</w:t>
      </w:r>
    </w:p>
    <w:p w:rsidR="002A4E00" w:rsidRPr="00C45E8A" w:rsidRDefault="002A4E00" w:rsidP="00414384">
      <w:pPr>
        <w:pStyle w:val="eText"/>
      </w:pPr>
      <w:r w:rsidRPr="00C45E8A">
        <w:t>2.</w:t>
      </w:r>
      <w:r w:rsidRPr="00C45E8A">
        <w:tab/>
      </w:r>
      <w:r w:rsidR="004861E9">
        <w:rPr>
          <w:b/>
          <w:color w:val="FF0000"/>
        </w:rPr>
        <w:t>n</w:t>
      </w:r>
      <w:r w:rsidR="004C5C73">
        <w:rPr>
          <w:b/>
          <w:color w:val="FF0000"/>
        </w:rPr>
        <w:t xml:space="preserve">ormalizace </w:t>
      </w:r>
      <w:r w:rsidR="00B94A2A">
        <w:rPr>
          <w:b/>
          <w:color w:val="FF0000"/>
        </w:rPr>
        <w:t>příznaků</w:t>
      </w:r>
    </w:p>
    <w:p w:rsidR="002A4E00" w:rsidRPr="00C45E8A" w:rsidRDefault="002A4E00" w:rsidP="00414384">
      <w:pPr>
        <w:pStyle w:val="eText"/>
      </w:pPr>
      <w:r w:rsidRPr="00C45E8A">
        <w:t>3.</w:t>
      </w:r>
      <w:r w:rsidRPr="00C45E8A">
        <w:tab/>
      </w:r>
      <w:r w:rsidR="004861E9">
        <w:rPr>
          <w:b/>
          <w:color w:val="FF0000"/>
        </w:rPr>
        <w:t>k</w:t>
      </w:r>
      <w:r w:rsidR="004C5C73">
        <w:rPr>
          <w:b/>
          <w:color w:val="FF0000"/>
        </w:rPr>
        <w:t xml:space="preserve">lasifikace </w:t>
      </w:r>
      <w:r w:rsidR="00B94A2A">
        <w:rPr>
          <w:b/>
          <w:color w:val="FF0000"/>
        </w:rPr>
        <w:t>a</w:t>
      </w:r>
      <w:r w:rsidR="004C5C73">
        <w:rPr>
          <w:b/>
          <w:color w:val="FF0000"/>
        </w:rPr>
        <w:t xml:space="preserve"> rozhodnutí</w:t>
      </w:r>
    </w:p>
    <w:p w:rsidR="002A4E00" w:rsidRPr="00C45E8A" w:rsidRDefault="002A4E00" w:rsidP="00414384">
      <w:pPr>
        <w:pStyle w:val="eLineBottom"/>
      </w:pPr>
    </w:p>
    <w:p w:rsidR="001E0F8B" w:rsidRPr="00C45E8A" w:rsidRDefault="001E0F8B" w:rsidP="00414384"/>
    <w:p w:rsidR="001E0F8B" w:rsidRPr="00C45E8A" w:rsidRDefault="003F5A2C" w:rsidP="00336F49">
      <w:pPr>
        <w:pStyle w:val="eTask"/>
        <w:rPr>
          <w:lang w:val="cs-CZ"/>
        </w:rPr>
      </w:pPr>
      <w:r>
        <w:rPr>
          <w:lang w:val="cs-CZ"/>
        </w:rPr>
        <w:t>Charakteristiky řeči používané pro identifikaci je možné rozdělit na:</w:t>
      </w:r>
    </w:p>
    <w:p w:rsidR="002A4E00" w:rsidRPr="00C45E8A" w:rsidRDefault="002A4E00" w:rsidP="00414384"/>
    <w:p w:rsidR="002A4E00" w:rsidRPr="00C45E8A" w:rsidRDefault="008D696F" w:rsidP="00336F49">
      <w:pPr>
        <w:rPr>
          <w:color w:val="FF0000"/>
        </w:rPr>
      </w:pPr>
      <w:r w:rsidRPr="00C45E8A">
        <w:rPr>
          <w:rStyle w:val="eCheckBoxSquareChar"/>
          <w:color w:val="FF0000"/>
        </w:rPr>
        <w:t>x</w:t>
      </w:r>
      <w:r w:rsidR="00507561" w:rsidRPr="00C45E8A">
        <w:rPr>
          <w:color w:val="FF0000"/>
          <w:szCs w:val="40"/>
        </w:rPr>
        <w:tab/>
      </w:r>
      <w:r w:rsidR="003F5A2C">
        <w:rPr>
          <w:b/>
          <w:color w:val="FF0000"/>
        </w:rPr>
        <w:t>akustické</w:t>
      </w:r>
    </w:p>
    <w:p w:rsidR="002A4E00" w:rsidRPr="00C45E8A" w:rsidRDefault="002A4E00" w:rsidP="00336F49">
      <w:pPr>
        <w:rPr>
          <w:rStyle w:val="eCheckBoxTextChar"/>
        </w:rPr>
      </w:pPr>
      <w:r w:rsidRPr="00C45E8A">
        <w:rPr>
          <w:rStyle w:val="eCheckBoxSquareChar"/>
        </w:rPr>
        <w:t>□</w:t>
      </w:r>
      <w:r w:rsidRPr="00C45E8A">
        <w:rPr>
          <w:szCs w:val="40"/>
        </w:rPr>
        <w:tab/>
      </w:r>
      <w:r w:rsidR="00B94A2A">
        <w:t>příznaky nižší</w:t>
      </w:r>
      <w:r w:rsidR="003F5A2C">
        <w:t xml:space="preserve"> úrovně</w:t>
      </w:r>
    </w:p>
    <w:p w:rsidR="002A4E00" w:rsidRPr="00C45E8A" w:rsidRDefault="008D696F" w:rsidP="00336F49">
      <w:pPr>
        <w:rPr>
          <w:rStyle w:val="eTerm"/>
          <w:color w:val="FF0000"/>
        </w:rPr>
      </w:pPr>
      <w:r w:rsidRPr="00C45E8A">
        <w:rPr>
          <w:rStyle w:val="eCheckBoxSquareChar"/>
          <w:color w:val="FF0000"/>
        </w:rPr>
        <w:t>x</w:t>
      </w:r>
      <w:r w:rsidR="00507561" w:rsidRPr="00C45E8A">
        <w:rPr>
          <w:color w:val="FF0000"/>
          <w:szCs w:val="40"/>
        </w:rPr>
        <w:tab/>
      </w:r>
      <w:r w:rsidR="003F5A2C">
        <w:rPr>
          <w:b/>
          <w:color w:val="FF0000"/>
        </w:rPr>
        <w:t>p</w:t>
      </w:r>
      <w:r w:rsidR="00507561" w:rsidRPr="00C45E8A">
        <w:rPr>
          <w:b/>
          <w:color w:val="FF0000"/>
        </w:rPr>
        <w:t>ro</w:t>
      </w:r>
      <w:r w:rsidR="00B94A2A">
        <w:rPr>
          <w:b/>
          <w:color w:val="FF0000"/>
        </w:rPr>
        <w:t>zo</w:t>
      </w:r>
      <w:r w:rsidR="00507561" w:rsidRPr="00C45E8A">
        <w:rPr>
          <w:b/>
          <w:color w:val="FF0000"/>
        </w:rPr>
        <w:t>dic</w:t>
      </w:r>
      <w:r w:rsidR="003F5A2C">
        <w:rPr>
          <w:b/>
          <w:color w:val="FF0000"/>
        </w:rPr>
        <w:t>ké</w:t>
      </w:r>
    </w:p>
    <w:p w:rsidR="002A4E00" w:rsidRPr="00C45E8A" w:rsidRDefault="008D696F" w:rsidP="00336F49">
      <w:pPr>
        <w:rPr>
          <w:rStyle w:val="eTerm"/>
          <w:color w:val="FF0000"/>
        </w:rPr>
      </w:pPr>
      <w:r w:rsidRPr="00C45E8A">
        <w:rPr>
          <w:rStyle w:val="eCheckBoxSquareChar"/>
          <w:color w:val="FF0000"/>
        </w:rPr>
        <w:t>x</w:t>
      </w:r>
      <w:r w:rsidR="00507561" w:rsidRPr="00C45E8A">
        <w:rPr>
          <w:rStyle w:val="eCheckBoxSquareChar"/>
          <w:color w:val="FF0000"/>
        </w:rPr>
        <w:tab/>
      </w:r>
      <w:r w:rsidR="00B94A2A">
        <w:rPr>
          <w:b/>
          <w:color w:val="FF0000"/>
        </w:rPr>
        <w:t>příznaky</w:t>
      </w:r>
      <w:r w:rsidR="003F5A2C">
        <w:rPr>
          <w:b/>
          <w:color w:val="FF0000"/>
        </w:rPr>
        <w:t xml:space="preserve"> vy</w:t>
      </w:r>
      <w:r w:rsidR="00B94A2A">
        <w:rPr>
          <w:b/>
          <w:color w:val="FF0000"/>
        </w:rPr>
        <w:t>šší</w:t>
      </w:r>
      <w:r w:rsidR="003F5A2C">
        <w:rPr>
          <w:b/>
          <w:color w:val="FF0000"/>
        </w:rPr>
        <w:t xml:space="preserve"> úrovně</w:t>
      </w:r>
    </w:p>
    <w:p w:rsidR="002A4E00" w:rsidRPr="00C45E8A" w:rsidRDefault="002A4E00" w:rsidP="00414384">
      <w:pPr>
        <w:pStyle w:val="eLineBottom"/>
        <w:rPr>
          <w:rStyle w:val="eTerm"/>
        </w:rPr>
      </w:pPr>
    </w:p>
    <w:p w:rsidR="00985B1B" w:rsidRPr="00C45E8A" w:rsidRDefault="00985B1B" w:rsidP="00414384"/>
    <w:p w:rsidR="00985B1B" w:rsidRPr="00C45E8A" w:rsidRDefault="004861E9" w:rsidP="00336F49">
      <w:pPr>
        <w:pStyle w:val="eTask"/>
        <w:rPr>
          <w:lang w:val="cs-CZ"/>
        </w:rPr>
      </w:pPr>
      <w:r>
        <w:rPr>
          <w:lang w:val="cs-CZ"/>
        </w:rPr>
        <w:t>Která z následujících kategorií nepatří mezi klasifikační metody, které se používají k rozhodování o identitě mluvčího na základě charakteristik řeči</w:t>
      </w:r>
      <w:r w:rsidR="00985B1B" w:rsidRPr="00C45E8A">
        <w:rPr>
          <w:lang w:val="cs-CZ"/>
        </w:rPr>
        <w:t>:</w:t>
      </w:r>
    </w:p>
    <w:p w:rsidR="00985B1B" w:rsidRPr="00C45E8A" w:rsidRDefault="00985B1B" w:rsidP="00414384"/>
    <w:p w:rsidR="00985B1B" w:rsidRPr="00C45E8A" w:rsidRDefault="00985B1B" w:rsidP="00336F49">
      <w:r w:rsidRPr="00C45E8A">
        <w:rPr>
          <w:rStyle w:val="eCheckBoxSquareChar"/>
        </w:rPr>
        <w:t>□</w:t>
      </w:r>
      <w:r w:rsidRPr="00C45E8A">
        <w:rPr>
          <w:szCs w:val="40"/>
        </w:rPr>
        <w:tab/>
      </w:r>
      <w:r w:rsidR="003F5A2C">
        <w:t>p</w:t>
      </w:r>
      <w:r w:rsidR="00507561" w:rsidRPr="00C45E8A">
        <w:t>arametric</w:t>
      </w:r>
      <w:r w:rsidR="003F5A2C">
        <w:t>ké</w:t>
      </w:r>
      <w:r w:rsidR="00507561" w:rsidRPr="00C45E8A">
        <w:t xml:space="preserve"> metod</w:t>
      </w:r>
      <w:r w:rsidR="003F5A2C">
        <w:t>y</w:t>
      </w:r>
    </w:p>
    <w:p w:rsidR="00985B1B" w:rsidRPr="00C45E8A" w:rsidRDefault="008D696F" w:rsidP="00336F49">
      <w:pPr>
        <w:rPr>
          <w:rStyle w:val="eTerm"/>
          <w:color w:val="FF0000"/>
        </w:rPr>
      </w:pPr>
      <w:r w:rsidRPr="00C45E8A">
        <w:rPr>
          <w:rStyle w:val="eCheckBoxSquareChar"/>
          <w:color w:val="FF0000"/>
        </w:rPr>
        <w:t>x</w:t>
      </w:r>
      <w:r w:rsidR="00985B1B" w:rsidRPr="00C45E8A">
        <w:rPr>
          <w:color w:val="FF0000"/>
          <w:szCs w:val="40"/>
        </w:rPr>
        <w:tab/>
      </w:r>
      <w:r w:rsidR="003F5A2C">
        <w:rPr>
          <w:b/>
          <w:color w:val="FF0000"/>
        </w:rPr>
        <w:t>a</w:t>
      </w:r>
      <w:r w:rsidR="00507561" w:rsidRPr="00C45E8A">
        <w:rPr>
          <w:b/>
          <w:color w:val="FF0000"/>
        </w:rPr>
        <w:t>proxima</w:t>
      </w:r>
      <w:r w:rsidR="003F5A2C">
        <w:rPr>
          <w:b/>
          <w:color w:val="FF0000"/>
        </w:rPr>
        <w:t>ční</w:t>
      </w:r>
      <w:r w:rsidR="00985B1B" w:rsidRPr="00C45E8A">
        <w:rPr>
          <w:b/>
          <w:color w:val="FF0000"/>
        </w:rPr>
        <w:t xml:space="preserve"> </w:t>
      </w:r>
      <w:r w:rsidR="00507561" w:rsidRPr="00C45E8A">
        <w:rPr>
          <w:b/>
          <w:color w:val="FF0000"/>
        </w:rPr>
        <w:t>me</w:t>
      </w:r>
      <w:r w:rsidR="003F5A2C">
        <w:rPr>
          <w:b/>
          <w:color w:val="FF0000"/>
        </w:rPr>
        <w:t>t</w:t>
      </w:r>
      <w:r w:rsidR="00507561" w:rsidRPr="00C45E8A">
        <w:rPr>
          <w:b/>
          <w:color w:val="FF0000"/>
        </w:rPr>
        <w:t>od</w:t>
      </w:r>
      <w:r w:rsidR="003F5A2C">
        <w:rPr>
          <w:b/>
          <w:color w:val="FF0000"/>
        </w:rPr>
        <w:t>y</w:t>
      </w:r>
    </w:p>
    <w:p w:rsidR="00985B1B" w:rsidRPr="00C45E8A" w:rsidRDefault="00985B1B" w:rsidP="00336F49">
      <w:pPr>
        <w:rPr>
          <w:rStyle w:val="eTerm"/>
        </w:rPr>
      </w:pPr>
      <w:r w:rsidRPr="00C45E8A">
        <w:rPr>
          <w:rStyle w:val="eCheckBoxSquareChar"/>
        </w:rPr>
        <w:t>□</w:t>
      </w:r>
      <w:r w:rsidRPr="00C45E8A">
        <w:rPr>
          <w:szCs w:val="40"/>
        </w:rPr>
        <w:tab/>
      </w:r>
      <w:proofErr w:type="spellStart"/>
      <w:r w:rsidR="00B94A2A">
        <w:rPr>
          <w:szCs w:val="40"/>
        </w:rPr>
        <w:t>neparametrické</w:t>
      </w:r>
      <w:proofErr w:type="spellEnd"/>
      <w:r w:rsidR="00B94A2A">
        <w:rPr>
          <w:szCs w:val="40"/>
        </w:rPr>
        <w:t xml:space="preserve"> metody</w:t>
      </w:r>
    </w:p>
    <w:p w:rsidR="00985B1B" w:rsidRPr="00C45E8A" w:rsidRDefault="00985B1B" w:rsidP="00336F49">
      <w:r w:rsidRPr="00C45E8A">
        <w:rPr>
          <w:rStyle w:val="eCheckBoxSquareChar"/>
        </w:rPr>
        <w:t>□</w:t>
      </w:r>
      <w:r w:rsidR="00507561" w:rsidRPr="00C45E8A">
        <w:rPr>
          <w:rStyle w:val="eCheckBoxSquareChar"/>
        </w:rPr>
        <w:tab/>
      </w:r>
      <w:r w:rsidR="003F5A2C">
        <w:t>d</w:t>
      </w:r>
      <w:r w:rsidRPr="00C45E8A">
        <w:t>is</w:t>
      </w:r>
      <w:r w:rsidR="003F5A2C">
        <w:t>k</w:t>
      </w:r>
      <w:r w:rsidR="00507561" w:rsidRPr="00C45E8A">
        <w:t>rimina</w:t>
      </w:r>
      <w:r w:rsidR="00B94A2A">
        <w:t>tivní</w:t>
      </w:r>
      <w:r w:rsidRPr="00C45E8A">
        <w:t xml:space="preserve"> </w:t>
      </w:r>
      <w:r w:rsidR="00507561" w:rsidRPr="00C45E8A">
        <w:rPr>
          <w:szCs w:val="20"/>
        </w:rPr>
        <w:t>metod</w:t>
      </w:r>
      <w:r w:rsidR="003F5A2C">
        <w:rPr>
          <w:szCs w:val="20"/>
        </w:rPr>
        <w:t>y</w:t>
      </w:r>
    </w:p>
    <w:p w:rsidR="00F0467D" w:rsidRPr="00C45E8A" w:rsidRDefault="00F0467D" w:rsidP="00414384">
      <w:pPr>
        <w:pStyle w:val="eLineBottom"/>
      </w:pPr>
    </w:p>
    <w:p w:rsidR="00985B1B" w:rsidRPr="00C45E8A" w:rsidRDefault="00985B1B" w:rsidP="00336F49"/>
    <w:p w:rsidR="00C444FD" w:rsidRPr="00C45E8A" w:rsidRDefault="004861E9" w:rsidP="00336F49">
      <w:pPr>
        <w:pStyle w:val="eTask"/>
        <w:rPr>
          <w:lang w:val="cs-CZ"/>
        </w:rPr>
      </w:pPr>
      <w:r>
        <w:rPr>
          <w:lang w:val="cs-CZ"/>
        </w:rPr>
        <w:t>Hlavním účelem řečového signálu je předávat slovní informace. Řečový signál však obsahuje i další doplňkové informace specifické pro daného mluvčího</w:t>
      </w:r>
      <w:r w:rsidR="00905FFC" w:rsidRPr="00C45E8A">
        <w:rPr>
          <w:lang w:val="cs-CZ"/>
        </w:rPr>
        <w:t>:</w:t>
      </w:r>
    </w:p>
    <w:p w:rsidR="00C444FD" w:rsidRPr="00C45E8A" w:rsidRDefault="00C444FD" w:rsidP="00414384"/>
    <w:p w:rsidR="00C444FD" w:rsidRPr="00C45E8A" w:rsidRDefault="00C444FD" w:rsidP="00414384">
      <w:pPr>
        <w:pStyle w:val="eText"/>
      </w:pPr>
      <w:r w:rsidRPr="00C45E8A">
        <w:t>1.</w:t>
      </w:r>
      <w:r w:rsidRPr="00C45E8A">
        <w:tab/>
      </w:r>
      <w:r w:rsidR="006B388F">
        <w:rPr>
          <w:b/>
          <w:color w:val="FF0000"/>
        </w:rPr>
        <w:t>vlastnosti vokálního traktu mluvčího</w:t>
      </w:r>
      <w:r w:rsidR="008D696F" w:rsidRPr="00C45E8A">
        <w:rPr>
          <w:b/>
          <w:color w:val="FF0000"/>
        </w:rPr>
        <w:t xml:space="preserve">: </w:t>
      </w:r>
      <w:r w:rsidR="006B388F">
        <w:rPr>
          <w:b/>
          <w:color w:val="FF0000"/>
        </w:rPr>
        <w:t>velikost</w:t>
      </w:r>
      <w:r w:rsidR="008D696F" w:rsidRPr="00C45E8A">
        <w:rPr>
          <w:b/>
          <w:color w:val="FF0000"/>
        </w:rPr>
        <w:t xml:space="preserve">, </w:t>
      </w:r>
      <w:r w:rsidR="00B94A2A">
        <w:rPr>
          <w:b/>
          <w:color w:val="FF0000"/>
        </w:rPr>
        <w:t>tuhost</w:t>
      </w:r>
      <w:r w:rsidR="008D696F" w:rsidRPr="00C45E8A">
        <w:rPr>
          <w:b/>
          <w:color w:val="FF0000"/>
        </w:rPr>
        <w:t xml:space="preserve">, </w:t>
      </w:r>
      <w:r w:rsidR="006B388F">
        <w:rPr>
          <w:b/>
          <w:color w:val="FF0000"/>
        </w:rPr>
        <w:t>tvar</w:t>
      </w:r>
      <w:r w:rsidR="008D696F" w:rsidRPr="00C45E8A">
        <w:rPr>
          <w:b/>
          <w:color w:val="FF0000"/>
        </w:rPr>
        <w:t xml:space="preserve">, </w:t>
      </w:r>
      <w:r w:rsidR="006B388F">
        <w:rPr>
          <w:b/>
          <w:color w:val="FF0000"/>
        </w:rPr>
        <w:t>atd</w:t>
      </w:r>
      <w:r w:rsidR="008D696F" w:rsidRPr="00C45E8A">
        <w:rPr>
          <w:b/>
          <w:color w:val="FF0000"/>
        </w:rPr>
        <w:t>.</w:t>
      </w:r>
    </w:p>
    <w:p w:rsidR="00C444FD" w:rsidRPr="00C45E8A" w:rsidRDefault="00C444FD" w:rsidP="00414384">
      <w:pPr>
        <w:pStyle w:val="eText"/>
      </w:pPr>
      <w:r w:rsidRPr="00C45E8A">
        <w:t>2.</w:t>
      </w:r>
      <w:r w:rsidR="00414384" w:rsidRPr="00C45E8A">
        <w:tab/>
      </w:r>
      <w:r w:rsidR="00B94A2A">
        <w:rPr>
          <w:b/>
          <w:color w:val="FF0000"/>
        </w:rPr>
        <w:t>nálada</w:t>
      </w:r>
      <w:r w:rsidR="006B388F">
        <w:rPr>
          <w:b/>
          <w:color w:val="FF0000"/>
        </w:rPr>
        <w:t xml:space="preserve"> mluvčího a jeho zdravotní stav</w:t>
      </w:r>
    </w:p>
    <w:p w:rsidR="00C444FD" w:rsidRPr="00C45E8A" w:rsidRDefault="00C444FD" w:rsidP="00414384">
      <w:pPr>
        <w:pStyle w:val="eText"/>
      </w:pPr>
      <w:r w:rsidRPr="00C45E8A">
        <w:t>3.</w:t>
      </w:r>
      <w:r w:rsidR="00414384" w:rsidRPr="00C45E8A">
        <w:tab/>
      </w:r>
      <w:r w:rsidR="006B388F">
        <w:rPr>
          <w:b/>
          <w:color w:val="FF0000"/>
        </w:rPr>
        <w:t xml:space="preserve">vzdělání, původ, </w:t>
      </w:r>
      <w:r w:rsidR="00B94A2A">
        <w:rPr>
          <w:b/>
          <w:color w:val="FF0000"/>
        </w:rPr>
        <w:t>povaha a zvyky</w:t>
      </w:r>
    </w:p>
    <w:p w:rsidR="002E1F57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lastRenderedPageBreak/>
        <w:t>Přiřaďte správnou definici pojmu.</w:t>
      </w:r>
      <w:r w:rsidR="002E1F57" w:rsidRPr="00C45E8A">
        <w:rPr>
          <w:lang w:val="cs-CZ"/>
        </w:rPr>
        <w:t xml:space="preserve"> </w:t>
      </w:r>
    </w:p>
    <w:p w:rsidR="002E1F57" w:rsidRPr="00C45E8A" w:rsidRDefault="002E1F57" w:rsidP="00414384"/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1.</w:t>
      </w:r>
      <w:r w:rsidRPr="00C45E8A">
        <w:tab/>
        <w:t>Identifi</w:t>
      </w:r>
      <w:r w:rsidR="004C5C73">
        <w:t>k</w:t>
      </w:r>
      <w:r w:rsidR="004E016E" w:rsidRPr="00C45E8A">
        <w:t>a</w:t>
      </w:r>
      <w:r w:rsidR="004C5C73">
        <w:t>ce</w:t>
      </w:r>
      <w:r w:rsidR="00414384" w:rsidRPr="00C45E8A">
        <w:tab/>
      </w:r>
      <w:r w:rsidR="008D696F" w:rsidRPr="00C45E8A">
        <w:rPr>
          <w:b/>
          <w:color w:val="FF0000"/>
        </w:rPr>
        <w:t>(3)</w:t>
      </w:r>
    </w:p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2.</w:t>
      </w:r>
      <w:r w:rsidRPr="00C45E8A">
        <w:tab/>
        <w:t>Aut</w:t>
      </w:r>
      <w:r w:rsidR="004E016E" w:rsidRPr="00C45E8A">
        <w:t>enti</w:t>
      </w:r>
      <w:r w:rsidR="004C5C73">
        <w:t>z</w:t>
      </w:r>
      <w:r w:rsidR="004E016E" w:rsidRPr="00C45E8A">
        <w:t>a</w:t>
      </w:r>
      <w:r w:rsidR="004C5C73">
        <w:t>ce</w:t>
      </w:r>
      <w:r w:rsidR="00414384" w:rsidRPr="00C45E8A">
        <w:tab/>
      </w:r>
      <w:r w:rsidR="008D696F" w:rsidRPr="00C45E8A">
        <w:rPr>
          <w:b/>
          <w:color w:val="FF0000"/>
        </w:rPr>
        <w:t>(1)</w:t>
      </w:r>
    </w:p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3.</w:t>
      </w:r>
      <w:r w:rsidRPr="00C45E8A">
        <w:tab/>
        <w:t>Aut</w:t>
      </w:r>
      <w:r w:rsidR="004E016E" w:rsidRPr="00C45E8A">
        <w:t>oriza</w:t>
      </w:r>
      <w:r w:rsidR="004C5C73">
        <w:t>ce</w:t>
      </w:r>
      <w:r w:rsidR="00414384" w:rsidRPr="00C45E8A">
        <w:tab/>
      </w:r>
      <w:r w:rsidR="008D696F" w:rsidRPr="00C45E8A">
        <w:rPr>
          <w:b/>
          <w:color w:val="FF0000"/>
        </w:rPr>
        <w:t>(2)</w:t>
      </w:r>
    </w:p>
    <w:p w:rsidR="00414384" w:rsidRPr="00C45E8A" w:rsidRDefault="00414384" w:rsidP="00414384">
      <w:pPr>
        <w:pStyle w:val="eText"/>
        <w:tabs>
          <w:tab w:val="left" w:pos="709"/>
          <w:tab w:val="left" w:pos="2835"/>
        </w:tabs>
      </w:pPr>
    </w:p>
    <w:p w:rsidR="002E1F57" w:rsidRPr="00C45E8A" w:rsidRDefault="002E1F57" w:rsidP="00336F49">
      <w:r w:rsidRPr="00C45E8A">
        <w:rPr>
          <w:b/>
        </w:rPr>
        <w:t>1</w:t>
      </w:r>
      <w:r w:rsidR="00414384" w:rsidRPr="00C45E8A">
        <w:t xml:space="preserve"> – </w:t>
      </w:r>
      <w:r w:rsidR="004C5C73">
        <w:t>po přijetí identifikačního řetězce nebo tokenu musí uživatel prokázat svou totožnost</w:t>
      </w:r>
      <w:r w:rsidR="004E016E" w:rsidRPr="00C45E8A">
        <w:t>.</w:t>
      </w:r>
      <w:r w:rsidRPr="00C45E8A">
        <w:t xml:space="preserve"> </w:t>
      </w:r>
    </w:p>
    <w:p w:rsidR="002E1F57" w:rsidRPr="00C45E8A" w:rsidRDefault="002E1F57" w:rsidP="00414384">
      <w:pPr>
        <w:ind w:left="364" w:hanging="364"/>
      </w:pPr>
      <w:r w:rsidRPr="00C45E8A">
        <w:rPr>
          <w:b/>
        </w:rPr>
        <w:t>2</w:t>
      </w:r>
      <w:r w:rsidR="00414384" w:rsidRPr="00C45E8A">
        <w:t xml:space="preserve"> – </w:t>
      </w:r>
      <w:r w:rsidR="004C5C73">
        <w:t>povolení či zamítnutí přístupu uživatele k požadovanému obsahu nebo souboru opatření podle jeho přidělených přístupových práv</w:t>
      </w:r>
    </w:p>
    <w:p w:rsidR="002E1F57" w:rsidRPr="00C45E8A" w:rsidRDefault="002E1F57" w:rsidP="004C5C73">
      <w:pPr>
        <w:ind w:left="363" w:hanging="363"/>
      </w:pPr>
      <w:r w:rsidRPr="00C45E8A">
        <w:rPr>
          <w:b/>
        </w:rPr>
        <w:t>3</w:t>
      </w:r>
      <w:r w:rsidR="00414384" w:rsidRPr="00C45E8A">
        <w:t xml:space="preserve"> – </w:t>
      </w:r>
      <w:r w:rsidR="004C5C73">
        <w:t>Uživatel je identifikován pomocí tokenu nebo identifikačního řetězce (např. telefonním číslem nebo e-mailovou adresou)</w:t>
      </w:r>
    </w:p>
    <w:p w:rsidR="008A0046" w:rsidRPr="00C45E8A" w:rsidRDefault="008A0046" w:rsidP="00414384">
      <w:pPr>
        <w:pStyle w:val="eLineBottom"/>
      </w:pPr>
    </w:p>
    <w:p w:rsidR="00414384" w:rsidRPr="00C45E8A" w:rsidRDefault="00414384" w:rsidP="00336F49"/>
    <w:p w:rsidR="002E1F57" w:rsidRPr="00C45E8A" w:rsidRDefault="00C45E8A" w:rsidP="00336F49">
      <w:pPr>
        <w:pStyle w:val="eTask"/>
        <w:rPr>
          <w:lang w:val="cs-CZ"/>
        </w:rPr>
      </w:pPr>
      <w:r>
        <w:rPr>
          <w:lang w:val="cs-CZ"/>
        </w:rPr>
        <w:t>Doplňte ve správném pořadí dílčí komponenty zapojené do procesu autentizace</w:t>
      </w:r>
      <w:r w:rsidR="006F29BC" w:rsidRPr="00C45E8A">
        <w:rPr>
          <w:lang w:val="cs-CZ"/>
        </w:rPr>
        <w:t>.</w:t>
      </w:r>
    </w:p>
    <w:p w:rsidR="00C933EB" w:rsidRPr="00C45E8A" w:rsidRDefault="00C933EB" w:rsidP="00336F49"/>
    <w:p w:rsidR="00C933EB" w:rsidRPr="00C45E8A" w:rsidRDefault="00C45E8A" w:rsidP="00336F49">
      <w:pPr>
        <w:ind w:left="364"/>
      </w:pP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CD1BE1" wp14:editId="39B35FD4">
                <wp:simplePos x="0" y="0"/>
                <wp:positionH relativeFrom="column">
                  <wp:posOffset>1348105</wp:posOffset>
                </wp:positionH>
                <wp:positionV relativeFrom="paragraph">
                  <wp:posOffset>1135379</wp:posOffset>
                </wp:positionV>
                <wp:extent cx="1038225" cy="581025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C45E8A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C45E8A">
                              <w:rPr>
                                <w:color w:val="FF0000"/>
                              </w:rPr>
                              <w:t>Vstupní</w:t>
                            </w:r>
                            <w:r w:rsidR="008D696F" w:rsidRPr="00C45E8A">
                              <w:rPr>
                                <w:color w:val="FF0000"/>
                              </w:rPr>
                              <w:t xml:space="preserve"> mech</w:t>
                            </w:r>
                            <w:r w:rsidRPr="00C45E8A">
                              <w:rPr>
                                <w:color w:val="FF0000"/>
                              </w:rPr>
                              <w:t>anismus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D1BE1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left:0;text-align:left;margin-left:106.15pt;margin-top:89.4pt;width:81.75pt;height:4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" filled="f" stroked="f" strokeweight=".5pt">
                <v:textbox>
                  <w:txbxContent>
                    <w:p w:rsidR="003E2732" w:rsidRPr="00C45E8A" w:rsidRDefault="00C45E8A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 w:rsidRPr="00C45E8A">
                        <w:rPr>
                          <w:color w:val="FF0000"/>
                        </w:rPr>
                        <w:t>Vstupní</w:t>
                      </w:r>
                      <w:r w:rsidR="008D696F" w:rsidRPr="00C45E8A">
                        <w:rPr>
                          <w:color w:val="FF0000"/>
                        </w:rPr>
                        <w:t xml:space="preserve"> mech</w:t>
                      </w:r>
                      <w:r w:rsidRPr="00C45E8A">
                        <w:rPr>
                          <w:color w:val="FF0000"/>
                        </w:rPr>
                        <w:t>anismus</w:t>
                      </w:r>
                    </w:p>
                  </w:txbxContent>
                </v:textbox>
              </v:shape>
            </w:pict>
          </mc:Fallback>
        </mc:AlternateContent>
      </w:r>
      <w:r w:rsidR="008D696F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4A7C9E" wp14:editId="5B9B63F5">
                <wp:simplePos x="0" y="0"/>
                <wp:positionH relativeFrom="column">
                  <wp:posOffset>1319530</wp:posOffset>
                </wp:positionH>
                <wp:positionV relativeFrom="paragraph">
                  <wp:posOffset>154305</wp:posOffset>
                </wp:positionV>
                <wp:extent cx="1066800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5E8A" w:rsidRPr="008D696F" w:rsidRDefault="00C45E8A" w:rsidP="00C45E8A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Autentikační mechanismus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4A7C9E" id="Textové pole 21" o:spid="_x0000_s1027" type="#_x0000_t202" style="position:absolute;left:0;text-align:left;margin-left:103.9pt;margin-top:12.15pt;width:84pt;height:4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" filled="f" stroked="f" strokeweight=".5pt">
                <v:textbox>
                  <w:txbxContent>
                    <w:p w:rsidR="00C45E8A" w:rsidRPr="008D696F" w:rsidRDefault="00C45E8A" w:rsidP="00C45E8A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Autentikační mechanismus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6D760F" wp14:editId="5156D246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C45E8A">
                              <w:rPr>
                                <w:color w:val="FF0000"/>
                              </w:rPr>
                              <w:t>D</w:t>
                            </w:r>
                            <w:r w:rsidR="008D696F" w:rsidRPr="00C45E8A">
                              <w:rPr>
                                <w:color w:val="FF0000"/>
                              </w:rPr>
                              <w:t>atab</w:t>
                            </w:r>
                            <w:r w:rsidR="00C45E8A" w:rsidRPr="00C45E8A">
                              <w:rPr>
                                <w:color w:val="FF0000"/>
                              </w:rPr>
                              <w:t>áz</w:t>
                            </w:r>
                            <w:r w:rsidR="008D696F" w:rsidRPr="00C45E8A">
                              <w:rPr>
                                <w:color w:val="FF000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6D760F" id="Textové pole 24" o:spid="_x0000_s1028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" filled="f" stroked="f" strokeweight=".5pt">
                <v:textbox>
                  <w:txbxContent>
                    <w:p w:rsidR="003E2732" w:rsidRPr="00C45E8A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 w:rsidRPr="00C45E8A">
                        <w:rPr>
                          <w:color w:val="FF0000"/>
                        </w:rPr>
                        <w:t>D</w:t>
                      </w:r>
                      <w:r w:rsidR="008D696F" w:rsidRPr="00C45E8A">
                        <w:rPr>
                          <w:color w:val="FF0000"/>
                        </w:rPr>
                        <w:t>atab</w:t>
                      </w:r>
                      <w:r w:rsidR="00C45E8A" w:rsidRPr="00C45E8A">
                        <w:rPr>
                          <w:color w:val="FF0000"/>
                        </w:rPr>
                        <w:t>áz</w:t>
                      </w:r>
                      <w:r w:rsidR="008D696F" w:rsidRPr="00C45E8A">
                        <w:rPr>
                          <w:color w:val="FF000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DA372" wp14:editId="0E0401FE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C45E8A">
                              <w:rPr>
                                <w:color w:val="FF0000"/>
                              </w:rPr>
                              <w:t>S</w:t>
                            </w:r>
                            <w:r w:rsidR="008D696F" w:rsidRPr="00C45E8A">
                              <w:rPr>
                                <w:color w:val="FF0000"/>
                              </w:rPr>
                              <w:t>yst</w:t>
                            </w:r>
                            <w:r w:rsidR="00C45E8A" w:rsidRPr="00C45E8A">
                              <w:rPr>
                                <w:color w:val="FF0000"/>
                              </w:rPr>
                              <w:t>é</w:t>
                            </w:r>
                            <w:r w:rsidR="008D696F" w:rsidRPr="00C45E8A">
                              <w:rPr>
                                <w:color w:val="FF000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A372" id="Textové pole 23" o:spid="_x0000_s1029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n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/jra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AjRZ8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3E2732" w:rsidRPr="00C45E8A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 w:rsidRPr="00C45E8A">
                        <w:rPr>
                          <w:color w:val="FF0000"/>
                        </w:rPr>
                        <w:t>S</w:t>
                      </w:r>
                      <w:r w:rsidR="008D696F" w:rsidRPr="00C45E8A">
                        <w:rPr>
                          <w:color w:val="FF0000"/>
                        </w:rPr>
                        <w:t>yst</w:t>
                      </w:r>
                      <w:r w:rsidR="00C45E8A" w:rsidRPr="00C45E8A">
                        <w:rPr>
                          <w:color w:val="FF0000"/>
                        </w:rPr>
                        <w:t>é</w:t>
                      </w:r>
                      <w:r w:rsidR="008D696F" w:rsidRPr="00C45E8A">
                        <w:rPr>
                          <w:color w:val="FF000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433F0D" wp14:editId="0CD6BE0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C45E8A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Dostupnost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3F0D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C45E8A" w:rsidRDefault="00C45E8A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Dostupnost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4C007" wp14:editId="598789D5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C45E8A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45E8A">
                              <w:rPr>
                                <w:sz w:val="22"/>
                                <w:szCs w:val="22"/>
                              </w:rPr>
                              <w:t>Zabezpečení a zranitelnost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4C007"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C45E8A" w:rsidRDefault="00C45E8A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45E8A">
                        <w:rPr>
                          <w:sz w:val="22"/>
                          <w:szCs w:val="22"/>
                        </w:rPr>
                        <w:t>Zabezpečení a zranitelnost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FA08C" wp14:editId="357EF17A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Technolog</w:t>
                            </w:r>
                            <w:r w:rsidR="00C45E8A">
                              <w:rPr>
                                <w:sz w:val="22"/>
                                <w:szCs w:val="22"/>
                              </w:rPr>
                              <w:t>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A08C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Technolog</w:t>
                      </w:r>
                      <w:r w:rsidR="00C45E8A">
                        <w:rPr>
                          <w:sz w:val="22"/>
                          <w:szCs w:val="22"/>
                        </w:rPr>
                        <w:t>ie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02AE42" wp14:editId="1BE40B1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3E2732" w:rsidRDefault="00C45E8A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Lidský faktor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AE42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3E2732" w:rsidRDefault="00C45E8A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Lidský faktor</w:t>
                      </w:r>
                    </w:p>
                  </w:txbxContent>
                </v:textbox>
              </v:shape>
            </w:pict>
          </mc:Fallback>
        </mc:AlternateContent>
      </w:r>
      <w:r w:rsidR="00C933EB" w:rsidRPr="00C45E8A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 w:rsidRPr="00C45E8A">
        <w:t xml:space="preserve"> </w:t>
      </w:r>
    </w:p>
    <w:p w:rsidR="00B44915" w:rsidRPr="00C45E8A" w:rsidRDefault="00B44915" w:rsidP="00336F49"/>
    <w:p w:rsidR="00336F49" w:rsidRPr="00C45E8A" w:rsidRDefault="00336F49" w:rsidP="00336F49"/>
    <w:p w:rsidR="00F42DC5" w:rsidRPr="00C45E8A" w:rsidRDefault="008213A2" w:rsidP="00336F49">
      <w:pPr>
        <w:rPr>
          <w:b/>
        </w:rPr>
      </w:pPr>
      <w:r w:rsidRPr="00C45E8A">
        <w:t>Autenti</w:t>
      </w:r>
      <w:r w:rsidR="00C45E8A" w:rsidRPr="00C45E8A">
        <w:t>k</w:t>
      </w:r>
      <w:r w:rsidRPr="00C45E8A">
        <w:t>a</w:t>
      </w:r>
      <w:r w:rsidR="00C45E8A" w:rsidRPr="00C45E8A">
        <w:t>ční</w:t>
      </w:r>
      <w:r w:rsidR="008A0046" w:rsidRPr="00C45E8A">
        <w:t xml:space="preserve"> </w:t>
      </w:r>
      <w:r w:rsidR="00F42DC5" w:rsidRPr="00C45E8A">
        <w:t>mechani</w:t>
      </w:r>
      <w:r w:rsidR="008A0046" w:rsidRPr="00C45E8A">
        <w:t>s</w:t>
      </w:r>
      <w:r w:rsidR="00F42DC5" w:rsidRPr="00C45E8A">
        <w:t>m</w:t>
      </w:r>
      <w:r w:rsidR="00C45E8A" w:rsidRPr="00C45E8A">
        <w:t>us</w:t>
      </w:r>
      <w:r w:rsidR="00F42DC5" w:rsidRPr="00C45E8A">
        <w:t xml:space="preserve">, </w:t>
      </w:r>
      <w:r w:rsidR="0026055F" w:rsidRPr="00C45E8A">
        <w:t>S</w:t>
      </w:r>
      <w:r w:rsidR="00F42DC5" w:rsidRPr="00C45E8A">
        <w:t>yst</w:t>
      </w:r>
      <w:r w:rsidR="00C45E8A">
        <w:t>é</w:t>
      </w:r>
      <w:r w:rsidR="00F42DC5" w:rsidRPr="00C45E8A">
        <w:t xml:space="preserve">m, </w:t>
      </w:r>
      <w:r w:rsidR="0026055F" w:rsidRPr="00C45E8A">
        <w:t>D</w:t>
      </w:r>
      <w:r w:rsidR="008A0046" w:rsidRPr="00C45E8A">
        <w:t>atab</w:t>
      </w:r>
      <w:r w:rsidR="00C45E8A">
        <w:t>áz</w:t>
      </w:r>
      <w:r w:rsidR="008A0046" w:rsidRPr="00C45E8A">
        <w:t>e</w:t>
      </w:r>
      <w:r w:rsidR="00F42DC5" w:rsidRPr="00C45E8A">
        <w:t xml:space="preserve">, </w:t>
      </w:r>
      <w:r w:rsidR="00C45E8A">
        <w:t>Vstupní</w:t>
      </w:r>
      <w:r w:rsidR="008A0046" w:rsidRPr="00C45E8A">
        <w:t xml:space="preserve"> </w:t>
      </w:r>
      <w:r w:rsidR="00F42DC5" w:rsidRPr="00C45E8A">
        <w:t>mechani</w:t>
      </w:r>
      <w:r w:rsidR="008A0046" w:rsidRPr="00C45E8A">
        <w:t>s</w:t>
      </w:r>
      <w:r w:rsidR="00F42DC5" w:rsidRPr="00C45E8A">
        <w:t>m</w:t>
      </w:r>
      <w:r w:rsidR="00C45E8A">
        <w:t>us</w:t>
      </w:r>
    </w:p>
    <w:p w:rsidR="003E2732" w:rsidRPr="00C45E8A" w:rsidRDefault="003E2732">
      <w:r w:rsidRPr="00C45E8A">
        <w:br w:type="page"/>
      </w:r>
    </w:p>
    <w:p w:rsidR="00336F49" w:rsidRPr="00C45E8A" w:rsidRDefault="00380C39" w:rsidP="00336F49">
      <w:pPr>
        <w:pStyle w:val="eTask"/>
        <w:rPr>
          <w:lang w:val="cs-CZ"/>
        </w:rPr>
      </w:pPr>
      <w:r>
        <w:rPr>
          <w:lang w:val="cs-CZ"/>
        </w:rPr>
        <w:lastRenderedPageBreak/>
        <w:t>Vyplňte jednotlivé bloky tvořící model řízení přístupu</w:t>
      </w:r>
      <w:r w:rsidR="00336F49" w:rsidRPr="00C45E8A">
        <w:rPr>
          <w:lang w:val="cs-CZ"/>
        </w:rPr>
        <w:t>.</w:t>
      </w:r>
    </w:p>
    <w:p w:rsidR="00336F49" w:rsidRPr="00C45E8A" w:rsidRDefault="00336F49" w:rsidP="00336F49"/>
    <w:p w:rsidR="00336F49" w:rsidRPr="00C45E8A" w:rsidRDefault="008D696F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29CE4F" wp14:editId="2CDC69EB">
                <wp:simplePos x="0" y="0"/>
                <wp:positionH relativeFrom="column">
                  <wp:posOffset>4514850</wp:posOffset>
                </wp:positionH>
                <wp:positionV relativeFrom="paragraph">
                  <wp:posOffset>168910</wp:posOffset>
                </wp:positionV>
                <wp:extent cx="1123950" cy="704850"/>
                <wp:effectExtent l="0" t="0" r="0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B94A2A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Objekt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9CE4F" id="_x0000_t202" coordsize="21600,21600" o:spt="202" path="m,l,21600r21600,l21600,xe">
                <v:stroke joinstyle="miter"/>
                <v:path gradientshapeok="t" o:connecttype="rect"/>
              </v:shapetype>
              <v:shape id="Textové pole 42" o:spid="_x0000_s1034" type="#_x0000_t202" style="position:absolute;margin-left:355.5pt;margin-top:13.3pt;width:88.5pt;height:5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" filled="f" stroked="f" strokeweight=".5pt">
                <v:textbox>
                  <w:txbxContent>
                    <w:p w:rsidR="008D696F" w:rsidRPr="0011203C" w:rsidRDefault="00B94A2A" w:rsidP="008D696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Objekt</w:t>
                      </w:r>
                    </w:p>
                  </w:txbxContent>
                </v:textbox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0A1F38" wp14:editId="145C93EB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Default="00B94A2A" w:rsidP="008D696F">
                            <w:pPr>
                              <w:jc w:val="center"/>
                            </w:pPr>
                            <w:r>
                              <w:rPr>
                                <w:color w:val="FF0000"/>
                              </w:rPr>
                              <w:t>Operace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A1F38" id="Textové pole 41" o:spid="_x0000_s1035" type="#_x0000_t202" style="position:absolute;margin-left:198pt;margin-top:13.5pt;width:88.5pt;height: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" filled="f" stroked="f" strokeweight=".5pt">
                <v:textbox>
                  <w:txbxContent>
                    <w:p w:rsidR="008D696F" w:rsidRDefault="00B94A2A" w:rsidP="008D696F">
                      <w:pPr>
                        <w:jc w:val="center"/>
                      </w:pPr>
                      <w:r>
                        <w:rPr>
                          <w:color w:val="FF0000"/>
                        </w:rPr>
                        <w:t>Operace</w:t>
                      </w:r>
                    </w:p>
                  </w:txbxContent>
                </v:textbox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A3597D" wp14:editId="1BACF651">
                <wp:simplePos x="0" y="0"/>
                <wp:positionH relativeFrom="column">
                  <wp:posOffset>471805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380C39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Subjekt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3597D" id="Textové pole 40" o:spid="_x0000_s1036" type="#_x0000_t202" style="position:absolute;margin-left:37.15pt;margin-top:13.5pt;width:88.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5OOQ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" filled="f" stroked="f" strokeweight=".5pt">
                <v:textbox>
                  <w:txbxContent>
                    <w:p w:rsidR="008D696F" w:rsidRPr="0011203C" w:rsidRDefault="00380C39" w:rsidP="008D696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Subjekt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23619" wp14:editId="19925186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35A24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4E3F7F" wp14:editId="5DE6BF5B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FFF66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47E630" wp14:editId="7956C15C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8D36E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BE11D8" wp14:editId="4DBF4131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CC6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34D7B5" wp14:editId="2F440B9A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90FE1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7DEC68" wp14:editId="59E34D56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B849B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1ACA3E" wp14:editId="1ECD528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B1EF3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E348F4" wp14:editId="3B7286F1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6B621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Pr="00C45E8A" w:rsidRDefault="0011203C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D59761" wp14:editId="0B1D48CC">
                <wp:simplePos x="0" y="0"/>
                <wp:positionH relativeFrom="column">
                  <wp:posOffset>4558030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380C39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Klasifikace</w:t>
                            </w:r>
                            <w:proofErr w:type="spellEnd"/>
                          </w:p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Mandatory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59761" id="Textové pole 44" o:spid="_x0000_s1037" type="#_x0000_t202" style="position:absolute;margin-left:358.9pt;margin-top:2.85pt;width:88.5pt;height:5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hPOg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" filled="f" stroked="f" strokeweight=".5pt">
                <v:textbox>
                  <w:txbxContent>
                    <w:p w:rsidR="0011203C" w:rsidRPr="0011203C" w:rsidRDefault="00380C39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Klasifikace</w:t>
                      </w:r>
                      <w:proofErr w:type="spellEnd"/>
                    </w:p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Mandatory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MAC)</w:t>
                      </w:r>
                    </w:p>
                  </w:txbxContent>
                </v:textbox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60182D" wp14:editId="788C5940">
                <wp:simplePos x="0" y="0"/>
                <wp:positionH relativeFrom="column">
                  <wp:posOffset>471805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Role</w:t>
                            </w:r>
                          </w:p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(Role-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Based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RBAC)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182D" id="Textové pole 43" o:spid="_x0000_s1038" type="#_x0000_t202" style="position:absolute;margin-left:37.15pt;margin-top:2.85pt;width:88.5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Role</w:t>
                      </w:r>
                    </w:p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(Role-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Based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RBAC)</w:t>
                      </w:r>
                    </w:p>
                  </w:txbxContent>
                </v:textbox>
              </v:shape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AF9E46" wp14:editId="7357AB48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D3418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2F0C8" wp14:editId="59EBD370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0C229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11203C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2BF077" wp14:editId="1AB4F793">
                <wp:simplePos x="0" y="0"/>
                <wp:positionH relativeFrom="column">
                  <wp:posOffset>2510155</wp:posOffset>
                </wp:positionH>
                <wp:positionV relativeFrom="paragraph">
                  <wp:posOffset>150495</wp:posOffset>
                </wp:positionV>
                <wp:extent cx="1123950" cy="742950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B94A2A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Povolení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BF077" id="Textové pole 45" o:spid="_x0000_s1039" type="#_x0000_t202" style="position:absolute;margin-left:197.65pt;margin-top:11.85pt;width:88.5pt;height:5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" filled="f" stroked="f" strokeweight=".5pt">
                <v:textbox>
                  <w:txbxContent>
                    <w:p w:rsidR="0011203C" w:rsidRPr="0011203C" w:rsidRDefault="00B94A2A" w:rsidP="008D696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Povolení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B6506" wp14:editId="00FF8242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CC6C9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34C0BE" wp14:editId="33D31DA8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A0B6B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336F49" w:rsidP="00336F49"/>
    <w:p w:rsidR="00336F49" w:rsidRPr="00C45E8A" w:rsidRDefault="0011203C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F75CE0" wp14:editId="35B2CB87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Default="00B94A2A" w:rsidP="008D696F">
                            <w:pPr>
                              <w:jc w:val="center"/>
                            </w:pPr>
                            <w:r>
                              <w:t>Operace</w:t>
                            </w:r>
                          </w:p>
                          <w:p w:rsidR="00B94A2A" w:rsidRPr="0011203C" w:rsidRDefault="00B94A2A" w:rsidP="008D696F">
                            <w:pPr>
                              <w:jc w:val="center"/>
                            </w:pPr>
                            <w:r>
                              <w:t>(systém)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5CE0" id="Textové pole 46" o:spid="_x0000_s1040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" filled="f" stroked="f" strokeweight=".5pt">
                <v:textbox>
                  <w:txbxContent>
                    <w:p w:rsidR="0011203C" w:rsidRDefault="00B94A2A" w:rsidP="008D696F">
                      <w:pPr>
                        <w:jc w:val="center"/>
                      </w:pPr>
                      <w:r>
                        <w:t>Operace</w:t>
                      </w:r>
                    </w:p>
                    <w:p w:rsidR="00B94A2A" w:rsidRPr="0011203C" w:rsidRDefault="00B94A2A" w:rsidP="008D696F">
                      <w:pPr>
                        <w:jc w:val="center"/>
                      </w:pPr>
                      <w:r>
                        <w:t>(systém)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124D54" wp14:editId="1D2D5906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895B7C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C45E8A" w:rsidRDefault="00336F49" w:rsidP="00336F49"/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</w:pPr>
    </w:p>
    <w:p w:rsidR="00336F49" w:rsidRPr="00C45E8A" w:rsidRDefault="00336F49" w:rsidP="001E514B">
      <w:pPr>
        <w:pStyle w:val="eCheckBoxText"/>
      </w:pPr>
    </w:p>
    <w:p w:rsidR="00336F49" w:rsidRPr="00C45E8A" w:rsidRDefault="00336F49" w:rsidP="001E514B">
      <w:pPr>
        <w:pStyle w:val="eCheckBoxText"/>
      </w:pPr>
    </w:p>
    <w:p w:rsidR="00B44915" w:rsidRPr="00C45E8A" w:rsidRDefault="00B44915" w:rsidP="00336F49">
      <w:r w:rsidRPr="00C45E8A">
        <w:t>Subje</w:t>
      </w:r>
      <w:r w:rsidR="00380C39">
        <w:t>k</w:t>
      </w:r>
      <w:r w:rsidRPr="00C45E8A">
        <w:t xml:space="preserve">t, </w:t>
      </w:r>
      <w:r w:rsidR="00B94A2A">
        <w:t>Objekt</w:t>
      </w:r>
      <w:r w:rsidRPr="00C45E8A">
        <w:t xml:space="preserve">, </w:t>
      </w:r>
      <w:r w:rsidR="00B94A2A">
        <w:t>Operace</w:t>
      </w:r>
      <w:r w:rsidRPr="00C45E8A">
        <w:t xml:space="preserve">, </w:t>
      </w:r>
      <w:r w:rsidR="00B94A2A">
        <w:t>Povolení</w:t>
      </w:r>
      <w:r w:rsidRPr="00C45E8A">
        <w:t xml:space="preserve">, </w:t>
      </w:r>
      <w:r w:rsidR="00380C39">
        <w:t>K</w:t>
      </w:r>
      <w:r w:rsidR="00A976EE" w:rsidRPr="00C45E8A">
        <w:t>lasifi</w:t>
      </w:r>
      <w:r w:rsidR="00380C39">
        <w:t>k</w:t>
      </w:r>
      <w:r w:rsidR="00A976EE" w:rsidRPr="00C45E8A">
        <w:t>a</w:t>
      </w:r>
      <w:r w:rsidR="00380C39">
        <w:t>ce</w:t>
      </w:r>
      <w:r w:rsidRPr="00C45E8A">
        <w:t xml:space="preserve">, </w:t>
      </w:r>
      <w:r w:rsidR="008D696F" w:rsidRPr="00C45E8A">
        <w:t>R</w:t>
      </w:r>
      <w:r w:rsidR="00A976EE" w:rsidRPr="00C45E8A">
        <w:t>ole</w:t>
      </w:r>
    </w:p>
    <w:sectPr w:rsidR="00B44915" w:rsidRPr="00C45E8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9E" w:rsidRDefault="000F6D9E" w:rsidP="00861A1A">
      <w:r>
        <w:separator/>
      </w:r>
    </w:p>
  </w:endnote>
  <w:endnote w:type="continuationSeparator" w:id="0">
    <w:p w:rsidR="000F6D9E" w:rsidRDefault="000F6D9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3620F" w:rsidRPr="0073620F" w:rsidRDefault="0073620F" w:rsidP="0073620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73620F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73620F" w:rsidP="0073620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73620F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9E" w:rsidRDefault="000F6D9E" w:rsidP="00861A1A">
      <w:r>
        <w:separator/>
      </w:r>
    </w:p>
  </w:footnote>
  <w:footnote w:type="continuationSeparator" w:id="0">
    <w:p w:rsidR="000F6D9E" w:rsidRDefault="000F6D9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73620F" w:rsidRPr="0073620F">
      <w:rPr>
        <w:rFonts w:ascii="Calibri" w:hAnsi="Calibri"/>
        <w:b/>
        <w:smallCaps/>
        <w:noProof/>
      </w:rPr>
      <w:t>PRACOVNÍ  LIST</w:t>
    </w:r>
  </w:p>
  <w:p w:rsidR="00C148FD" w:rsidRPr="00C148FD" w:rsidRDefault="0073620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3620F">
      <w:rPr>
        <w:rFonts w:ascii="Calibri" w:hAnsi="Calibri"/>
        <w:smallCaps/>
        <w:noProof/>
        <w:sz w:val="20"/>
        <w:szCs w:val="20"/>
        <w:lang w:val="en-US"/>
      </w:rPr>
      <w:t>IDENTIFIKACE UŽIVATELŮ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6D9E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80C39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E39A8"/>
    <w:rsid w:val="003F03EB"/>
    <w:rsid w:val="003F5A2C"/>
    <w:rsid w:val="003F6027"/>
    <w:rsid w:val="003F623C"/>
    <w:rsid w:val="003F7F87"/>
    <w:rsid w:val="00402B09"/>
    <w:rsid w:val="00414384"/>
    <w:rsid w:val="00417ED2"/>
    <w:rsid w:val="00441A57"/>
    <w:rsid w:val="0046567F"/>
    <w:rsid w:val="00472203"/>
    <w:rsid w:val="00475954"/>
    <w:rsid w:val="004861E9"/>
    <w:rsid w:val="00492966"/>
    <w:rsid w:val="004955A7"/>
    <w:rsid w:val="004A01E5"/>
    <w:rsid w:val="004A1EC0"/>
    <w:rsid w:val="004A7B44"/>
    <w:rsid w:val="004B6F8D"/>
    <w:rsid w:val="004C0E36"/>
    <w:rsid w:val="004C5C73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388F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3620F"/>
    <w:rsid w:val="007460F9"/>
    <w:rsid w:val="00753333"/>
    <w:rsid w:val="0076745A"/>
    <w:rsid w:val="00771A26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6EE"/>
    <w:rsid w:val="00A97C95"/>
    <w:rsid w:val="00AA0506"/>
    <w:rsid w:val="00AA5B23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A2A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45E8A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958C77-7A72-4E15-9005-D7A7353A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87</TotalTime>
  <Pages>3</Pages>
  <Words>250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13</cp:revision>
  <cp:lastPrinted>2013-05-24T15:00:00Z</cp:lastPrinted>
  <dcterms:created xsi:type="dcterms:W3CDTF">2016-07-28T13:15:00Z</dcterms:created>
  <dcterms:modified xsi:type="dcterms:W3CDTF">2017-08-04T14:01:00Z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