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159" w:rsidRPr="00B17F57" w:rsidRDefault="001E5A68" w:rsidP="00056FF0">
      <w:pPr>
        <w:pStyle w:val="eTask"/>
        <w:rPr>
          <w:rStyle w:val="eAbbreviationMeaning"/>
          <w:b/>
          <w:i w:val="0"/>
          <w:color w:val="auto"/>
          <w:lang w:val="cs-CZ" w:eastAsia="cs-CZ"/>
        </w:rPr>
      </w:pPr>
      <w:r w:rsidRPr="00B17F57">
        <w:rPr>
          <w:lang w:val="cs-CZ"/>
        </w:rPr>
        <w:t>Označte pravdivé tvrzení</w:t>
      </w:r>
      <w:r w:rsidR="00104245" w:rsidRPr="00B17F57">
        <w:rPr>
          <w:lang w:val="cs-CZ"/>
        </w:rPr>
        <w:t>:</w:t>
      </w:r>
      <w:r w:rsidR="008426C2" w:rsidRPr="00B17F57">
        <w:rPr>
          <w:lang w:val="cs-CZ"/>
        </w:rPr>
        <w:t xml:space="preserve"> </w:t>
      </w:r>
      <w:r w:rsidR="00386182" w:rsidRPr="00B17F57">
        <w:rPr>
          <w:b w:val="0"/>
          <w:i/>
          <w:color w:val="000000"/>
          <w:lang w:val="cs-CZ"/>
        </w:rPr>
        <w:t>European Installation Bus (EIB)</w:t>
      </w:r>
    </w:p>
    <w:p w:rsidR="002510FF" w:rsidRPr="00B17F57" w:rsidRDefault="002510FF" w:rsidP="002510FF">
      <w:pPr>
        <w:rPr>
          <w:rStyle w:val="eAbbreviationMeaning"/>
          <w:b w:val="0"/>
          <w:i w:val="0"/>
          <w:color w:val="auto"/>
          <w:lang w:val="cs-CZ" w:eastAsia="cs-CZ"/>
        </w:rPr>
      </w:pPr>
    </w:p>
    <w:p w:rsidR="00386182" w:rsidRPr="00B17F57" w:rsidRDefault="00456D3E" w:rsidP="00456D3E">
      <w:pPr>
        <w:pStyle w:val="eCheckBoxText"/>
        <w:rPr>
          <w:lang w:val="cs-CZ"/>
        </w:rPr>
      </w:pPr>
      <w:r w:rsidRPr="00B17F57">
        <w:rPr>
          <w:rStyle w:val="eCheckBoxSquareChar"/>
          <w:lang w:val="cs-CZ"/>
        </w:rPr>
        <w:t>□</w:t>
      </w:r>
      <w:r w:rsidRPr="00B17F57">
        <w:rPr>
          <w:lang w:val="cs-CZ"/>
        </w:rPr>
        <w:tab/>
      </w:r>
      <w:r w:rsidR="001E5A68" w:rsidRPr="00B17F57">
        <w:rPr>
          <w:lang w:val="cs-CZ"/>
        </w:rPr>
        <w:t>má centralizovanou strukturu s liniovou, kruhovou nebo větvenou topologií</w:t>
      </w:r>
    </w:p>
    <w:p w:rsidR="00456D3E" w:rsidRPr="00B17F57" w:rsidRDefault="00362D16" w:rsidP="00456D3E">
      <w:pPr>
        <w:pStyle w:val="eCheckBoxText"/>
        <w:rPr>
          <w:rStyle w:val="eCheckBoxSquareChar"/>
          <w:b/>
          <w:color w:val="FF0000"/>
          <w:lang w:val="cs-CZ"/>
        </w:rPr>
      </w:pPr>
      <w:r w:rsidRPr="00B17F57">
        <w:rPr>
          <w:rStyle w:val="eCheckBoxSquareChar"/>
          <w:lang w:val="cs-CZ"/>
        </w:rPr>
        <w:t>□</w:t>
      </w:r>
      <w:r w:rsidR="00456D3E" w:rsidRPr="00B17F57">
        <w:rPr>
          <w:b/>
          <w:color w:val="FF0000"/>
          <w:lang w:val="cs-CZ"/>
        </w:rPr>
        <w:tab/>
      </w:r>
      <w:r w:rsidR="001E5A68" w:rsidRPr="00B17F57">
        <w:rPr>
          <w:lang w:val="cs-CZ"/>
        </w:rPr>
        <w:t>má decentralizovanou strukturu s liniovou, kruhovou nebo větvenou topologií</w:t>
      </w:r>
    </w:p>
    <w:p w:rsidR="00456D3E" w:rsidRPr="00B17F57" w:rsidRDefault="00456D3E" w:rsidP="00456D3E">
      <w:pPr>
        <w:pStyle w:val="eCheckBoxText"/>
        <w:rPr>
          <w:rStyle w:val="eCheckBoxSquareChar"/>
          <w:lang w:val="cs-CZ"/>
        </w:rPr>
      </w:pPr>
      <w:r w:rsidRPr="00B17F57">
        <w:rPr>
          <w:rStyle w:val="eCheckBoxSquareChar"/>
          <w:lang w:val="cs-CZ"/>
        </w:rPr>
        <w:t>□</w:t>
      </w:r>
      <w:r w:rsidRPr="00B17F57">
        <w:rPr>
          <w:lang w:val="cs-CZ"/>
        </w:rPr>
        <w:tab/>
      </w:r>
      <w:r w:rsidR="001E5A68" w:rsidRPr="00B17F57">
        <w:rPr>
          <w:lang w:val="cs-CZ"/>
        </w:rPr>
        <w:t>je služba probíhající přes sběrnici RS-485</w:t>
      </w:r>
    </w:p>
    <w:p w:rsidR="00456D3E" w:rsidRPr="00B17F57" w:rsidRDefault="00456D3E" w:rsidP="00456D3E">
      <w:pPr>
        <w:pStyle w:val="eCheckBoxText"/>
        <w:rPr>
          <w:rStyle w:val="eCheckBoxSquareChar"/>
          <w:lang w:val="cs-CZ"/>
        </w:rPr>
      </w:pPr>
      <w:r w:rsidRPr="00B17F57">
        <w:rPr>
          <w:rStyle w:val="eCheckBoxSquareChar"/>
          <w:lang w:val="cs-CZ"/>
        </w:rPr>
        <w:t>□</w:t>
      </w:r>
      <w:r w:rsidRPr="00B17F57">
        <w:rPr>
          <w:rStyle w:val="eCheckBoxSquareChar"/>
          <w:lang w:val="cs-CZ"/>
        </w:rPr>
        <w:tab/>
      </w:r>
      <w:r w:rsidR="001E5A68" w:rsidRPr="00B17F57">
        <w:rPr>
          <w:lang w:val="cs-CZ"/>
        </w:rPr>
        <w:t xml:space="preserve">je služba poskytující rozhraní mezí SCADA a BMS </w:t>
      </w:r>
    </w:p>
    <w:p w:rsidR="00456D3E" w:rsidRPr="00B17F57" w:rsidRDefault="00456D3E" w:rsidP="00456D3E">
      <w:pPr>
        <w:pStyle w:val="eCheckBoxText"/>
        <w:rPr>
          <w:lang w:val="cs-CZ"/>
        </w:rPr>
      </w:pPr>
      <w:r w:rsidRPr="00B17F57">
        <w:rPr>
          <w:rStyle w:val="eCheckBoxSquareChar"/>
          <w:lang w:val="cs-CZ"/>
        </w:rPr>
        <w:t>□</w:t>
      </w:r>
      <w:r w:rsidRPr="00B17F57">
        <w:rPr>
          <w:rStyle w:val="eCheckBoxSquareChar"/>
          <w:lang w:val="cs-CZ"/>
        </w:rPr>
        <w:tab/>
      </w:r>
      <w:r w:rsidR="001E5A68" w:rsidRPr="00B17F57">
        <w:rPr>
          <w:lang w:val="cs-CZ"/>
        </w:rPr>
        <w:t>je služba probíhající přes sběrnici RS-232C</w:t>
      </w:r>
    </w:p>
    <w:p w:rsidR="00B87089" w:rsidRPr="00B17F57" w:rsidRDefault="00B87089" w:rsidP="00456D3E">
      <w:pPr>
        <w:pStyle w:val="eLineBottom"/>
        <w:rPr>
          <w:lang w:val="cs-CZ"/>
        </w:rPr>
      </w:pPr>
    </w:p>
    <w:p w:rsidR="00056FF0" w:rsidRPr="00B17F57" w:rsidRDefault="00056FF0" w:rsidP="00056FF0">
      <w:pPr>
        <w:rPr>
          <w:lang w:val="cs-CZ"/>
        </w:rPr>
      </w:pPr>
    </w:p>
    <w:p w:rsidR="00EB5344" w:rsidRPr="00B17F57" w:rsidRDefault="001E5A68" w:rsidP="00056FF0">
      <w:pPr>
        <w:pStyle w:val="eTask"/>
        <w:rPr>
          <w:lang w:val="cs-CZ"/>
        </w:rPr>
      </w:pPr>
      <w:r w:rsidRPr="00B17F57">
        <w:rPr>
          <w:lang w:val="cs-CZ"/>
        </w:rPr>
        <w:t>Doplňte větu</w:t>
      </w:r>
      <w:r w:rsidR="00A407AE" w:rsidRPr="00B17F57">
        <w:rPr>
          <w:lang w:val="cs-CZ"/>
        </w:rPr>
        <w:t>!</w:t>
      </w:r>
    </w:p>
    <w:p w:rsidR="00056FF0" w:rsidRPr="00B17F57" w:rsidRDefault="00056FF0" w:rsidP="008426C2">
      <w:pPr>
        <w:rPr>
          <w:sz w:val="20"/>
          <w:szCs w:val="20"/>
          <w:lang w:val="cs-CZ"/>
        </w:rPr>
      </w:pPr>
    </w:p>
    <w:p w:rsidR="00B87089" w:rsidRPr="00B17F57" w:rsidRDefault="00771C2C" w:rsidP="00386182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>EIB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>EIA-485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Lon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RJ-45</m:t>
                </m:r>
              </m:e>
            </m:eqArr>
          </m:e>
        </m:d>
      </m:oMath>
      <w:r w:rsidR="0051036E" w:rsidRPr="00B17F57">
        <w:rPr>
          <w:lang w:val="cs-CZ"/>
        </w:rPr>
        <w:t xml:space="preserve"> </w:t>
      </w:r>
      <w:r w:rsidR="001E5A68" w:rsidRPr="00B17F57">
        <w:rPr>
          <w:lang w:val="cs-CZ"/>
        </w:rPr>
        <w:t>je standard sériové komunikace definovaný v roce 1983 sdružením EIA. Používá se především v průmyslovém prostředí</w:t>
      </w:r>
      <w:r w:rsidR="00386182" w:rsidRPr="00B17F57">
        <w:rPr>
          <w:lang w:val="cs-CZ"/>
        </w:rPr>
        <w:t>.</w:t>
      </w:r>
    </w:p>
    <w:p w:rsidR="00AE3AC6" w:rsidRPr="00B17F57" w:rsidRDefault="00AE3AC6" w:rsidP="00AE3AC6">
      <w:pPr>
        <w:pBdr>
          <w:bottom w:val="single" w:sz="4" w:space="1" w:color="auto"/>
        </w:pBdr>
        <w:spacing w:line="360" w:lineRule="auto"/>
        <w:rPr>
          <w:lang w:val="cs-CZ"/>
        </w:rPr>
      </w:pPr>
    </w:p>
    <w:p w:rsidR="008B4839" w:rsidRPr="00B17F57" w:rsidRDefault="008B4839" w:rsidP="008426C2">
      <w:pPr>
        <w:rPr>
          <w:sz w:val="20"/>
          <w:szCs w:val="20"/>
          <w:lang w:val="cs-CZ"/>
        </w:rPr>
      </w:pPr>
    </w:p>
    <w:p w:rsidR="007109D2" w:rsidRPr="00B17F57" w:rsidRDefault="001E5A68" w:rsidP="007F6FA5">
      <w:pPr>
        <w:pStyle w:val="eTask"/>
        <w:rPr>
          <w:lang w:val="cs-CZ"/>
        </w:rPr>
      </w:pPr>
      <w:r w:rsidRPr="00B17F57">
        <w:rPr>
          <w:lang w:val="cs-CZ"/>
        </w:rPr>
        <w:t>Přiřaďte zkratky k odpovídajícím definicím</w:t>
      </w:r>
      <w:r w:rsidR="007F6FA5" w:rsidRPr="00B17F57">
        <w:rPr>
          <w:lang w:val="cs-CZ"/>
        </w:rPr>
        <w:t>!</w:t>
      </w:r>
    </w:p>
    <w:p w:rsidR="00B05FE7" w:rsidRPr="00B17F57" w:rsidRDefault="00B05FE7" w:rsidP="002510FF">
      <w:pPr>
        <w:rPr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99"/>
        <w:gridCol w:w="1251"/>
        <w:gridCol w:w="6712"/>
      </w:tblGrid>
      <w:tr w:rsidR="00456D3E" w:rsidRPr="00B17F57" w:rsidTr="00085E34">
        <w:trPr>
          <w:trHeight w:val="680"/>
        </w:trPr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456D3E" w:rsidRPr="00B17F57" w:rsidRDefault="00386182" w:rsidP="002510FF">
            <w:pPr>
              <w:jc w:val="center"/>
              <w:rPr>
                <w:lang w:val="cs-CZ"/>
              </w:rPr>
            </w:pPr>
            <w:r w:rsidRPr="00B17F57">
              <w:rPr>
                <w:lang w:val="cs-CZ"/>
              </w:rPr>
              <w:t>SCADA</w:t>
            </w:r>
          </w:p>
        </w:tc>
        <w:tc>
          <w:tcPr>
            <w:tcW w:w="1251" w:type="dxa"/>
            <w:tcBorders>
              <w:top w:val="nil"/>
              <w:bottom w:val="nil"/>
            </w:tcBorders>
          </w:tcPr>
          <w:p w:rsidR="00456D3E" w:rsidRPr="00B17F57" w:rsidRDefault="00456D3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6712" w:type="dxa"/>
            <w:tcBorders>
              <w:bottom w:val="single" w:sz="4" w:space="0" w:color="auto"/>
            </w:tcBorders>
            <w:vAlign w:val="center"/>
          </w:tcPr>
          <w:p w:rsidR="00456D3E" w:rsidRPr="00B17F57" w:rsidRDefault="00386182" w:rsidP="002510FF">
            <w:pPr>
              <w:rPr>
                <w:lang w:val="cs-CZ"/>
              </w:rPr>
            </w:pPr>
            <w:r w:rsidRPr="00B17F57">
              <w:rPr>
                <w:lang w:val="cs-CZ"/>
              </w:rPr>
              <w:t>Protocol Data Unit</w:t>
            </w:r>
            <w:r w:rsidR="007F6FA5" w:rsidRPr="00B17F57">
              <w:rPr>
                <w:lang w:val="cs-CZ"/>
              </w:rPr>
              <w:t>.</w:t>
            </w:r>
          </w:p>
        </w:tc>
      </w:tr>
      <w:tr w:rsidR="002510FF" w:rsidRPr="00B17F57" w:rsidTr="00085E34">
        <w:trPr>
          <w:trHeight w:val="283"/>
        </w:trPr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17F57" w:rsidRDefault="002510FF" w:rsidP="002510FF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B17F57" w:rsidRDefault="002510FF" w:rsidP="00B05FE7">
            <w:pPr>
              <w:pStyle w:val="eText"/>
              <w:rPr>
                <w:sz w:val="10"/>
                <w:szCs w:val="10"/>
                <w:lang w:val="cs-CZ"/>
              </w:rPr>
            </w:pP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17F57" w:rsidRDefault="002510FF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456D3E" w:rsidRPr="00B17F57" w:rsidTr="00085E34">
        <w:trPr>
          <w:trHeight w:val="680"/>
        </w:trPr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17F57" w:rsidRDefault="00386182" w:rsidP="002510FF">
            <w:pPr>
              <w:jc w:val="center"/>
              <w:rPr>
                <w:lang w:val="cs-CZ"/>
              </w:rPr>
            </w:pPr>
            <w:r w:rsidRPr="00B17F57">
              <w:rPr>
                <w:lang w:val="cs-CZ"/>
              </w:rPr>
              <w:t>HMI</w:t>
            </w:r>
          </w:p>
        </w:tc>
        <w:tc>
          <w:tcPr>
            <w:tcW w:w="1251" w:type="dxa"/>
            <w:tcBorders>
              <w:top w:val="nil"/>
              <w:bottom w:val="nil"/>
            </w:tcBorders>
          </w:tcPr>
          <w:p w:rsidR="00456D3E" w:rsidRPr="00B17F57" w:rsidRDefault="00456D3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6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17F57" w:rsidRDefault="00386182" w:rsidP="002510FF">
            <w:pPr>
              <w:rPr>
                <w:lang w:val="cs-CZ"/>
              </w:rPr>
            </w:pPr>
            <w:r w:rsidRPr="00B17F57">
              <w:rPr>
                <w:lang w:val="cs-CZ"/>
              </w:rPr>
              <w:t>Supervisory Control And Data Acquisition</w:t>
            </w:r>
          </w:p>
        </w:tc>
      </w:tr>
      <w:tr w:rsidR="002510FF" w:rsidRPr="00B17F57" w:rsidTr="00085E34">
        <w:trPr>
          <w:trHeight w:val="283"/>
        </w:trPr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17F57" w:rsidRDefault="002510FF" w:rsidP="002510FF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B17F57" w:rsidRDefault="002510FF" w:rsidP="00B05FE7">
            <w:pPr>
              <w:pStyle w:val="eText"/>
              <w:rPr>
                <w:sz w:val="10"/>
                <w:szCs w:val="10"/>
                <w:lang w:val="cs-CZ"/>
              </w:rPr>
            </w:pP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17F57" w:rsidRDefault="002510FF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456D3E" w:rsidRPr="00B17F57" w:rsidTr="00085E34">
        <w:trPr>
          <w:trHeight w:val="680"/>
        </w:trPr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17F57" w:rsidRDefault="00386182" w:rsidP="002510FF">
            <w:pPr>
              <w:jc w:val="center"/>
              <w:rPr>
                <w:lang w:val="cs-CZ"/>
              </w:rPr>
            </w:pPr>
            <w:r w:rsidRPr="00B17F57">
              <w:rPr>
                <w:lang w:val="cs-CZ"/>
              </w:rPr>
              <w:t>PDU</w:t>
            </w:r>
          </w:p>
        </w:tc>
        <w:tc>
          <w:tcPr>
            <w:tcW w:w="1251" w:type="dxa"/>
            <w:tcBorders>
              <w:top w:val="nil"/>
              <w:bottom w:val="nil"/>
            </w:tcBorders>
          </w:tcPr>
          <w:p w:rsidR="00456D3E" w:rsidRPr="00B17F57" w:rsidRDefault="00456D3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6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17F57" w:rsidRDefault="00386182" w:rsidP="002510FF">
            <w:pPr>
              <w:rPr>
                <w:lang w:val="cs-CZ"/>
              </w:rPr>
            </w:pPr>
            <w:r w:rsidRPr="00B17F57">
              <w:rPr>
                <w:lang w:val="cs-CZ"/>
              </w:rPr>
              <w:t>European Installation Bus</w:t>
            </w:r>
          </w:p>
        </w:tc>
      </w:tr>
      <w:tr w:rsidR="002510FF" w:rsidRPr="00B17F57" w:rsidTr="00085E34">
        <w:trPr>
          <w:trHeight w:val="283"/>
        </w:trPr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17F57" w:rsidRDefault="002510FF" w:rsidP="002510FF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B17F57" w:rsidRDefault="002510FF" w:rsidP="00B05FE7">
            <w:pPr>
              <w:pStyle w:val="eText"/>
              <w:rPr>
                <w:sz w:val="10"/>
                <w:szCs w:val="10"/>
                <w:lang w:val="cs-CZ"/>
              </w:rPr>
            </w:pP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17F57" w:rsidRDefault="002510FF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456D3E" w:rsidRPr="00B17F57" w:rsidTr="00085E34">
        <w:trPr>
          <w:trHeight w:val="680"/>
        </w:trPr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17F57" w:rsidRDefault="00386182" w:rsidP="002510FF">
            <w:pPr>
              <w:jc w:val="center"/>
              <w:rPr>
                <w:lang w:val="cs-CZ"/>
              </w:rPr>
            </w:pPr>
            <w:r w:rsidRPr="00B17F57">
              <w:rPr>
                <w:lang w:val="cs-CZ"/>
              </w:rPr>
              <w:t>EIB</w:t>
            </w:r>
          </w:p>
        </w:tc>
        <w:tc>
          <w:tcPr>
            <w:tcW w:w="1251" w:type="dxa"/>
            <w:tcBorders>
              <w:top w:val="nil"/>
              <w:bottom w:val="nil"/>
            </w:tcBorders>
          </w:tcPr>
          <w:p w:rsidR="00456D3E" w:rsidRPr="00B17F57" w:rsidRDefault="00456D3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6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17F57" w:rsidRDefault="00386182" w:rsidP="002510FF">
            <w:pPr>
              <w:rPr>
                <w:lang w:val="cs-CZ"/>
              </w:rPr>
            </w:pPr>
            <w:r w:rsidRPr="00B17F57">
              <w:rPr>
                <w:lang w:val="cs-CZ"/>
              </w:rPr>
              <w:t>Human Machine Interface</w:t>
            </w:r>
          </w:p>
        </w:tc>
      </w:tr>
    </w:tbl>
    <w:p w:rsidR="00EB3231" w:rsidRPr="00B17F57" w:rsidRDefault="00EB3231" w:rsidP="000525F8">
      <w:pPr>
        <w:pStyle w:val="eLineBottom"/>
        <w:rPr>
          <w:bCs/>
          <w:lang w:val="cs-CZ"/>
        </w:rPr>
      </w:pPr>
    </w:p>
    <w:p w:rsidR="00DD5AD3" w:rsidRPr="00B17F57" w:rsidRDefault="00DD5AD3" w:rsidP="000525F8">
      <w:pPr>
        <w:pStyle w:val="eLineBottom"/>
        <w:rPr>
          <w:bCs/>
          <w:lang w:val="cs-CZ"/>
        </w:rPr>
      </w:pPr>
    </w:p>
    <w:p w:rsidR="00B05FE7" w:rsidRPr="00B17F57" w:rsidRDefault="00B05FE7" w:rsidP="00056FF0">
      <w:pPr>
        <w:rPr>
          <w:lang w:val="cs-CZ"/>
        </w:rPr>
      </w:pPr>
    </w:p>
    <w:p w:rsidR="001F7CDC" w:rsidRPr="00B17F57" w:rsidRDefault="001F7CDC" w:rsidP="00056FF0">
      <w:pPr>
        <w:rPr>
          <w:lang w:val="cs-CZ"/>
        </w:rPr>
      </w:pPr>
    </w:p>
    <w:p w:rsidR="001F7CDC" w:rsidRPr="00B17F57" w:rsidRDefault="001F7CDC" w:rsidP="00056FF0">
      <w:pPr>
        <w:rPr>
          <w:lang w:val="cs-CZ"/>
        </w:rPr>
      </w:pPr>
    </w:p>
    <w:p w:rsidR="001F7CDC" w:rsidRPr="00B17F57" w:rsidRDefault="001F7CDC" w:rsidP="00056FF0">
      <w:pPr>
        <w:rPr>
          <w:lang w:val="cs-CZ"/>
        </w:rPr>
      </w:pPr>
    </w:p>
    <w:p w:rsidR="001F7CDC" w:rsidRPr="00B17F57" w:rsidRDefault="001F7CDC" w:rsidP="00056FF0">
      <w:pPr>
        <w:rPr>
          <w:lang w:val="cs-CZ"/>
        </w:rPr>
      </w:pPr>
    </w:p>
    <w:p w:rsidR="001F7CDC" w:rsidRPr="00B17F57" w:rsidRDefault="001F7CDC" w:rsidP="00056FF0">
      <w:pPr>
        <w:rPr>
          <w:lang w:val="cs-CZ"/>
        </w:rPr>
      </w:pPr>
    </w:p>
    <w:p w:rsidR="001F7CDC" w:rsidRPr="00B17F57" w:rsidRDefault="001F7CDC" w:rsidP="00056FF0">
      <w:pPr>
        <w:rPr>
          <w:lang w:val="cs-CZ"/>
        </w:rPr>
      </w:pPr>
    </w:p>
    <w:p w:rsidR="001F7CDC" w:rsidRPr="00B17F57" w:rsidRDefault="001E5A68" w:rsidP="001F7CDC">
      <w:pPr>
        <w:pStyle w:val="eTask"/>
        <w:rPr>
          <w:lang w:val="cs-CZ"/>
        </w:rPr>
      </w:pPr>
      <w:r w:rsidRPr="00B17F57">
        <w:rPr>
          <w:lang w:val="cs-CZ"/>
        </w:rPr>
        <w:lastRenderedPageBreak/>
        <w:t>Vyberte správnou technologii</w:t>
      </w:r>
      <w:r w:rsidR="001F7CDC" w:rsidRPr="00B17F57">
        <w:rPr>
          <w:lang w:val="cs-CZ"/>
        </w:rPr>
        <w:t xml:space="preserve">! </w:t>
      </w:r>
    </w:p>
    <w:p w:rsidR="001F7CDC" w:rsidRPr="00B17F57" w:rsidRDefault="001F7CDC" w:rsidP="001F7CDC">
      <w:pPr>
        <w:rPr>
          <w:lang w:val="cs-CZ"/>
        </w:rPr>
      </w:pPr>
    </w:p>
    <w:p w:rsidR="001F7CDC" w:rsidRPr="00B17F57" w:rsidRDefault="00771C2C" w:rsidP="001F7CDC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>MEMS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>PEMS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GEMS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rStyle w:val="eAbbreviation"/>
                    <w:b w:val="0"/>
                    <w:color w:val="auto"/>
                  </w:rPr>
                  <m:t>MEADs</m:t>
                </m:r>
              </m:e>
            </m:eqArr>
          </m:e>
        </m:d>
      </m:oMath>
      <w:r w:rsidR="001F7CDC" w:rsidRPr="00B17F57">
        <w:rPr>
          <w:lang w:val="cs-CZ"/>
        </w:rPr>
        <w:t xml:space="preserve"> </w:t>
      </w:r>
      <w:r w:rsidR="001E5A68" w:rsidRPr="00B17F57">
        <w:rPr>
          <w:lang w:val="cs-CZ"/>
        </w:rPr>
        <w:t>dosahuje výrazně vyšší rychlosti a citlivosti ve srovnání s makroskopickými přístupy</w:t>
      </w:r>
      <w:r w:rsidR="001F7CDC" w:rsidRPr="00B17F57">
        <w:rPr>
          <w:lang w:val="cs-CZ"/>
        </w:rPr>
        <w:t>.</w:t>
      </w:r>
    </w:p>
    <w:p w:rsidR="001F7CDC" w:rsidRPr="00B17F57" w:rsidRDefault="001F7CDC" w:rsidP="001F7CDC">
      <w:pPr>
        <w:pStyle w:val="eLineBottom"/>
        <w:rPr>
          <w:lang w:val="cs-CZ"/>
        </w:rPr>
      </w:pPr>
    </w:p>
    <w:p w:rsidR="002510FF" w:rsidRPr="00B17F57" w:rsidRDefault="002510FF">
      <w:pPr>
        <w:rPr>
          <w:b/>
          <w:lang w:val="cs-CZ"/>
        </w:rPr>
      </w:pPr>
    </w:p>
    <w:p w:rsidR="009B1030" w:rsidRPr="00B17F57" w:rsidRDefault="001E5A68" w:rsidP="0099032F">
      <w:pPr>
        <w:pStyle w:val="eTask"/>
        <w:rPr>
          <w:rStyle w:val="eAbbreviationMeaning"/>
          <w:b/>
          <w:i w:val="0"/>
          <w:color w:val="auto"/>
          <w:lang w:val="cs-CZ" w:eastAsia="cs-CZ"/>
        </w:rPr>
      </w:pPr>
      <w:r w:rsidRPr="00B17F57">
        <w:rPr>
          <w:lang w:val="cs-CZ"/>
        </w:rPr>
        <w:t>Označte pravdivá tvrzení</w:t>
      </w:r>
      <w:r w:rsidR="00A51BF7" w:rsidRPr="00B17F57">
        <w:rPr>
          <w:lang w:val="cs-CZ"/>
        </w:rPr>
        <w:t>!</w:t>
      </w:r>
      <w:r w:rsidR="007B3007" w:rsidRPr="00B17F57">
        <w:rPr>
          <w:lang w:val="cs-CZ"/>
        </w:rPr>
        <w:t xml:space="preserve"> </w:t>
      </w:r>
      <w:r w:rsidR="0099032F" w:rsidRPr="00B17F57">
        <w:rPr>
          <w:rStyle w:val="eAbbreviationMeaning"/>
          <w:color w:val="auto"/>
          <w:lang w:val="cs-CZ"/>
        </w:rPr>
        <w:t xml:space="preserve">SCADA </w:t>
      </w:r>
      <w:r w:rsidRPr="00B17F57">
        <w:rPr>
          <w:rStyle w:val="eAbbreviationMeaning"/>
          <w:color w:val="auto"/>
          <w:lang w:val="cs-CZ"/>
        </w:rPr>
        <w:t>obsahuje</w:t>
      </w:r>
      <w:r w:rsidR="0099032F" w:rsidRPr="00B17F57">
        <w:rPr>
          <w:rStyle w:val="eAbbreviationMeaning"/>
          <w:color w:val="auto"/>
          <w:lang w:val="cs-CZ"/>
        </w:rPr>
        <w:t>:</w:t>
      </w:r>
    </w:p>
    <w:p w:rsidR="002510FF" w:rsidRPr="00B17F57" w:rsidRDefault="002510FF" w:rsidP="00D85FDC">
      <w:pPr>
        <w:rPr>
          <w:lang w:val="cs-CZ"/>
        </w:rPr>
      </w:pPr>
    </w:p>
    <w:p w:rsidR="00456D3E" w:rsidRPr="00B17F57" w:rsidRDefault="00BD38F7" w:rsidP="00456D3E">
      <w:pPr>
        <w:pStyle w:val="eCheckBoxText"/>
        <w:rPr>
          <w:rStyle w:val="eCheckBoxSquareChar"/>
          <w:lang w:val="cs-CZ"/>
        </w:rPr>
      </w:pPr>
      <w:r w:rsidRPr="00B17F57">
        <w:rPr>
          <w:rStyle w:val="eCheckBoxSquareChar"/>
          <w:lang w:val="cs-CZ"/>
        </w:rPr>
        <w:t>□</w:t>
      </w:r>
      <w:r w:rsidR="00456D3E" w:rsidRPr="00B17F57">
        <w:rPr>
          <w:b/>
          <w:color w:val="FF0000"/>
          <w:lang w:val="cs-CZ"/>
        </w:rPr>
        <w:tab/>
      </w:r>
      <w:r w:rsidR="001E5A68" w:rsidRPr="00B17F57">
        <w:rPr>
          <w:lang w:val="cs-CZ"/>
        </w:rPr>
        <w:t>skriptovací jazyk</w:t>
      </w:r>
    </w:p>
    <w:p w:rsidR="0099032F" w:rsidRPr="00B17F57" w:rsidRDefault="00BD38F7" w:rsidP="002510FF">
      <w:pPr>
        <w:pStyle w:val="eCheckBoxText"/>
        <w:rPr>
          <w:lang w:val="cs-CZ"/>
        </w:rPr>
      </w:pPr>
      <w:r w:rsidRPr="00B17F57">
        <w:rPr>
          <w:rStyle w:val="eCheckBoxSquareChar"/>
          <w:lang w:val="cs-CZ"/>
        </w:rPr>
        <w:t>□</w:t>
      </w:r>
      <w:r w:rsidR="002510FF" w:rsidRPr="00B17F57">
        <w:rPr>
          <w:lang w:val="cs-CZ"/>
        </w:rPr>
        <w:tab/>
      </w:r>
      <w:r w:rsidR="001E5A68" w:rsidRPr="00B17F57">
        <w:rPr>
          <w:lang w:val="cs-CZ"/>
        </w:rPr>
        <w:t>komunikaci s</w:t>
      </w:r>
      <w:r w:rsidR="0099032F" w:rsidRPr="00B17F57">
        <w:rPr>
          <w:lang w:val="cs-CZ"/>
        </w:rPr>
        <w:t xml:space="preserve"> HW </w:t>
      </w:r>
    </w:p>
    <w:p w:rsidR="002510FF" w:rsidRPr="00B17F57" w:rsidRDefault="002510FF" w:rsidP="002510FF">
      <w:pPr>
        <w:pStyle w:val="eCheckBoxText"/>
        <w:rPr>
          <w:lang w:val="cs-CZ"/>
        </w:rPr>
      </w:pPr>
      <w:r w:rsidRPr="00B17F57">
        <w:rPr>
          <w:rStyle w:val="eCheckBoxSquareChar"/>
          <w:lang w:val="cs-CZ"/>
        </w:rPr>
        <w:t>□</w:t>
      </w:r>
      <w:r w:rsidRPr="00B17F57">
        <w:rPr>
          <w:lang w:val="cs-CZ"/>
        </w:rPr>
        <w:tab/>
      </w:r>
      <w:r w:rsidR="001136F7" w:rsidRPr="00B17F57">
        <w:rPr>
          <w:lang w:val="cs-CZ"/>
        </w:rPr>
        <w:t xml:space="preserve">SAP </w:t>
      </w:r>
      <w:r w:rsidR="001E5A68" w:rsidRPr="00B17F57">
        <w:rPr>
          <w:lang w:val="cs-CZ"/>
        </w:rPr>
        <w:t>konektor</w:t>
      </w:r>
    </w:p>
    <w:p w:rsidR="00AE3AC6" w:rsidRPr="00B17F57" w:rsidRDefault="00BD38F7" w:rsidP="00AE3AC6">
      <w:pPr>
        <w:pStyle w:val="eCheckBoxText"/>
        <w:rPr>
          <w:lang w:val="cs-CZ"/>
        </w:rPr>
      </w:pPr>
      <w:r w:rsidRPr="00B17F57">
        <w:rPr>
          <w:rStyle w:val="eCheckBoxSquareChar"/>
          <w:lang w:val="cs-CZ"/>
        </w:rPr>
        <w:t>□</w:t>
      </w:r>
      <w:r w:rsidR="00AE3AC6" w:rsidRPr="00B17F57">
        <w:rPr>
          <w:lang w:val="cs-CZ"/>
        </w:rPr>
        <w:tab/>
      </w:r>
      <w:r w:rsidR="002E708F" w:rsidRPr="00B17F57">
        <w:rPr>
          <w:lang w:val="cs-CZ"/>
        </w:rPr>
        <w:t>spojení s různými sítěmi</w:t>
      </w:r>
    </w:p>
    <w:p w:rsidR="002510FF" w:rsidRPr="00B17F57" w:rsidRDefault="002510FF" w:rsidP="002510FF">
      <w:pPr>
        <w:pStyle w:val="eCheckBoxText"/>
        <w:rPr>
          <w:lang w:val="cs-CZ"/>
        </w:rPr>
      </w:pPr>
      <w:r w:rsidRPr="00B17F57">
        <w:rPr>
          <w:rStyle w:val="eCheckBoxSquareChar"/>
          <w:lang w:val="cs-CZ"/>
        </w:rPr>
        <w:t>□</w:t>
      </w:r>
      <w:r w:rsidRPr="00B17F57">
        <w:rPr>
          <w:lang w:val="cs-CZ"/>
        </w:rPr>
        <w:tab/>
      </w:r>
      <w:r w:rsidR="002E708F" w:rsidRPr="00B17F57">
        <w:rPr>
          <w:lang w:val="cs-CZ"/>
        </w:rPr>
        <w:t>interní skriptovací jazyk C#</w:t>
      </w:r>
    </w:p>
    <w:p w:rsidR="00AE3AC6" w:rsidRPr="00B17F57" w:rsidRDefault="00BD38F7" w:rsidP="00AE3AC6">
      <w:pPr>
        <w:pStyle w:val="eCheckBoxSquare"/>
        <w:rPr>
          <w:rStyle w:val="eCheckBoxSquareChar"/>
          <w:lang w:val="cs-CZ"/>
        </w:rPr>
      </w:pPr>
      <w:r w:rsidRPr="00B17F57">
        <w:rPr>
          <w:rStyle w:val="eCheckBoxSquareChar"/>
          <w:lang w:val="cs-CZ"/>
        </w:rPr>
        <w:t>□</w:t>
      </w:r>
      <w:r w:rsidR="00AE3AC6" w:rsidRPr="00B17F57">
        <w:rPr>
          <w:lang w:val="cs-CZ"/>
        </w:rPr>
        <w:tab/>
      </w:r>
      <w:r w:rsidR="002E708F" w:rsidRPr="00B17F57">
        <w:rPr>
          <w:rStyle w:val="eCheckBoxTextChar"/>
          <w:lang w:val="cs-CZ"/>
        </w:rPr>
        <w:t>vzdálené terminály</w:t>
      </w:r>
    </w:p>
    <w:p w:rsidR="00B87089" w:rsidRPr="00B17F57" w:rsidRDefault="00B87089" w:rsidP="00456D3E">
      <w:pPr>
        <w:pStyle w:val="eLineBottom"/>
        <w:rPr>
          <w:lang w:val="cs-CZ"/>
        </w:rPr>
      </w:pPr>
    </w:p>
    <w:p w:rsidR="00B05FE7" w:rsidRPr="00B17F57" w:rsidRDefault="00B05FE7" w:rsidP="00AF4AAD">
      <w:pPr>
        <w:pStyle w:val="eTask"/>
        <w:numPr>
          <w:ilvl w:val="0"/>
          <w:numId w:val="0"/>
        </w:numPr>
        <w:ind w:left="360" w:hanging="360"/>
        <w:rPr>
          <w:lang w:val="cs-CZ"/>
        </w:rPr>
      </w:pPr>
    </w:p>
    <w:p w:rsidR="00A61EA9" w:rsidRPr="00B17F57" w:rsidRDefault="002E708F" w:rsidP="00056FF0">
      <w:pPr>
        <w:pStyle w:val="eTask"/>
        <w:rPr>
          <w:lang w:val="cs-CZ"/>
        </w:rPr>
      </w:pPr>
      <w:r w:rsidRPr="00B17F57">
        <w:rPr>
          <w:lang w:val="cs-CZ"/>
        </w:rPr>
        <w:t>Vyberte správný název</w:t>
      </w:r>
      <w:r w:rsidR="00AE3AC6" w:rsidRPr="00B17F57">
        <w:rPr>
          <w:lang w:val="cs-CZ"/>
        </w:rPr>
        <w:t xml:space="preserve"> </w:t>
      </w:r>
      <w:r w:rsidRPr="00B17F57">
        <w:rPr>
          <w:lang w:val="cs-CZ"/>
        </w:rPr>
        <w:t>řízení</w:t>
      </w:r>
      <w:r w:rsidR="00A51BF7" w:rsidRPr="00B17F57">
        <w:rPr>
          <w:lang w:val="cs-CZ"/>
        </w:rPr>
        <w:t>!</w:t>
      </w:r>
    </w:p>
    <w:p w:rsidR="00B05FE7" w:rsidRPr="00B17F57" w:rsidRDefault="00B05FE7" w:rsidP="00056FF0">
      <w:pPr>
        <w:rPr>
          <w:lang w:val="cs-CZ"/>
        </w:rPr>
      </w:pPr>
    </w:p>
    <w:p w:rsidR="005C6F71" w:rsidRPr="00B17F57" w:rsidRDefault="00771C2C" w:rsidP="002510FF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>Fuzzy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>PDD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PID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SPI</m:t>
                </m:r>
              </m:e>
            </m:eqArr>
          </m:e>
        </m:d>
      </m:oMath>
      <w:r w:rsidR="00056FF0" w:rsidRPr="00B17F57">
        <w:rPr>
          <w:lang w:val="cs-CZ"/>
        </w:rPr>
        <w:t xml:space="preserve"> </w:t>
      </w:r>
      <w:r w:rsidR="002E708F" w:rsidRPr="00B17F57">
        <w:rPr>
          <w:lang w:val="cs-CZ"/>
        </w:rPr>
        <w:t xml:space="preserve">je </w:t>
      </w:r>
      <w:r w:rsidR="0051248C" w:rsidRPr="00B17F57">
        <w:rPr>
          <w:lang w:val="cs-CZ"/>
        </w:rPr>
        <w:t>regulátor</w:t>
      </w:r>
      <w:r w:rsidR="002E708F" w:rsidRPr="00B17F57">
        <w:rPr>
          <w:lang w:val="cs-CZ"/>
        </w:rPr>
        <w:t xml:space="preserve"> pro efektivní regulaci používanou např. pro klimatizace nebo řízení větrání uvnitř budov.</w:t>
      </w:r>
      <w:r w:rsidR="005C6F71" w:rsidRPr="00B17F57">
        <w:rPr>
          <w:lang w:val="cs-CZ"/>
        </w:rPr>
        <w:t xml:space="preserve"> </w:t>
      </w:r>
    </w:p>
    <w:p w:rsidR="005C6F71" w:rsidRPr="00B17F57" w:rsidRDefault="005C6F71" w:rsidP="002510FF">
      <w:pPr>
        <w:pStyle w:val="eLineBottom"/>
        <w:rPr>
          <w:lang w:val="cs-CZ"/>
        </w:rPr>
      </w:pPr>
    </w:p>
    <w:p w:rsidR="00A51BF7" w:rsidRPr="00B17F57" w:rsidRDefault="00A51BF7">
      <w:pPr>
        <w:rPr>
          <w:lang w:val="cs-CZ"/>
        </w:rPr>
      </w:pPr>
    </w:p>
    <w:p w:rsidR="0016079A" w:rsidRPr="00B17F57" w:rsidRDefault="002E708F" w:rsidP="004E167C">
      <w:pPr>
        <w:pStyle w:val="eTask"/>
        <w:rPr>
          <w:lang w:val="cs-CZ"/>
        </w:rPr>
      </w:pPr>
      <w:r w:rsidRPr="00B17F57">
        <w:rPr>
          <w:lang w:val="cs-CZ"/>
        </w:rPr>
        <w:t>Doplňte větu</w:t>
      </w:r>
      <w:r w:rsidR="00CC4D15" w:rsidRPr="00B17F57">
        <w:rPr>
          <w:lang w:val="cs-CZ"/>
        </w:rPr>
        <w:t>!</w:t>
      </w:r>
    </w:p>
    <w:p w:rsidR="004E167C" w:rsidRPr="00B17F57" w:rsidRDefault="004E167C" w:rsidP="004E167C">
      <w:pPr>
        <w:rPr>
          <w:lang w:val="cs-CZ"/>
        </w:rPr>
      </w:pPr>
    </w:p>
    <w:p w:rsidR="0016079A" w:rsidRPr="00B17F57" w:rsidRDefault="00771C2C" w:rsidP="004E167C">
      <w:pPr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 xml:space="preserve">LED </m:t>
                </m:r>
                <m:r>
                  <m:rPr>
                    <m:nor/>
                  </m:rPr>
                  <w:rPr>
                    <w:rFonts w:ascii="Cambria Math"/>
                    <w:lang w:val="cs-CZ"/>
                  </w:rPr>
                  <m:t>dioda</m:t>
                </m:r>
                <m:r>
                  <m:rPr>
                    <m:nor/>
                  </m:rPr>
                  <w:rPr>
                    <w:lang w:val="cs-CZ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>Fyzická bariéra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Polovodič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Optická závora</m:t>
                </m:r>
              </m:e>
            </m:eqArr>
          </m:e>
        </m:d>
      </m:oMath>
      <w:r w:rsidR="0016079A" w:rsidRPr="00B17F57">
        <w:rPr>
          <w:lang w:val="cs-CZ"/>
        </w:rPr>
        <w:t xml:space="preserve"> </w:t>
      </w:r>
      <w:r w:rsidR="00A87F37" w:rsidRPr="00B17F57">
        <w:rPr>
          <w:lang w:val="cs-CZ"/>
        </w:rPr>
        <w:t xml:space="preserve">vyhodnocuje, zda se v prostoru </w:t>
      </w:r>
      <w:r w:rsidR="0051248C" w:rsidRPr="00B17F57">
        <w:rPr>
          <w:lang w:val="cs-CZ"/>
        </w:rPr>
        <w:t>paprsku</w:t>
      </w:r>
      <w:r w:rsidR="00A87F37" w:rsidRPr="00B17F57">
        <w:rPr>
          <w:lang w:val="cs-CZ"/>
        </w:rPr>
        <w:t xml:space="preserve"> vyskytuje nějaké těleso.</w:t>
      </w:r>
    </w:p>
    <w:p w:rsidR="00D85FDC" w:rsidRPr="00B17F57" w:rsidRDefault="00D85FDC" w:rsidP="00B87089">
      <w:pPr>
        <w:pStyle w:val="eLineBottom"/>
        <w:rPr>
          <w:lang w:val="cs-CZ"/>
        </w:rPr>
      </w:pPr>
    </w:p>
    <w:p w:rsidR="00B31FDE" w:rsidRPr="00B17F57" w:rsidRDefault="00B31FDE" w:rsidP="00B31FDE">
      <w:pPr>
        <w:rPr>
          <w:lang w:val="cs-CZ"/>
        </w:rPr>
      </w:pPr>
    </w:p>
    <w:p w:rsidR="002510FF" w:rsidRPr="00B17F57" w:rsidRDefault="002510FF">
      <w:pPr>
        <w:rPr>
          <w:b/>
          <w:lang w:val="cs-CZ"/>
        </w:rPr>
      </w:pPr>
      <w:r w:rsidRPr="00B17F57">
        <w:rPr>
          <w:lang w:val="cs-CZ"/>
        </w:rPr>
        <w:br w:type="page"/>
      </w:r>
    </w:p>
    <w:p w:rsidR="00EB3231" w:rsidRPr="00B17F57" w:rsidRDefault="00A87F37" w:rsidP="004E167C">
      <w:pPr>
        <w:pStyle w:val="eTask"/>
        <w:rPr>
          <w:lang w:val="cs-CZ"/>
        </w:rPr>
      </w:pPr>
      <w:r w:rsidRPr="00B17F57">
        <w:rPr>
          <w:lang w:val="cs-CZ"/>
        </w:rPr>
        <w:lastRenderedPageBreak/>
        <w:t>Přiřaďte typy aktuátorů k odpovídajícím způsobům využití</w:t>
      </w:r>
    </w:p>
    <w:p w:rsidR="00C1794E" w:rsidRPr="00B17F57" w:rsidRDefault="00C1794E" w:rsidP="004E167C">
      <w:pPr>
        <w:rPr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59"/>
        <w:gridCol w:w="1250"/>
        <w:gridCol w:w="5453"/>
      </w:tblGrid>
      <w:tr w:rsidR="00C1794E" w:rsidRPr="00B17F57" w:rsidTr="00D85FDC">
        <w:trPr>
          <w:trHeight w:val="828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C1794E" w:rsidRPr="00B17F57" w:rsidRDefault="00085E34" w:rsidP="005C0BB2">
            <w:pPr>
              <w:jc w:val="center"/>
              <w:rPr>
                <w:lang w:val="cs-CZ"/>
              </w:rPr>
            </w:pPr>
            <w:r w:rsidRPr="00B17F57">
              <w:rPr>
                <w:lang w:val="cs-CZ"/>
              </w:rPr>
              <w:t>Dvoupolohové ak</w:t>
            </w:r>
            <w:r>
              <w:rPr>
                <w:lang w:val="cs-CZ"/>
              </w:rPr>
              <w:t>ční členy (</w:t>
            </w:r>
            <w:proofErr w:type="spellStart"/>
            <w:r>
              <w:rPr>
                <w:lang w:val="cs-CZ"/>
              </w:rPr>
              <w:t>aktuátory</w:t>
            </w:r>
            <w:proofErr w:type="spellEnd"/>
            <w:r>
              <w:rPr>
                <w:lang w:val="cs-CZ"/>
              </w:rPr>
              <w:t>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B17F57" w:rsidRDefault="00C1794E" w:rsidP="004E167C">
            <w:pPr>
              <w:rPr>
                <w:lang w:val="cs-CZ"/>
              </w:rPr>
            </w:pPr>
          </w:p>
        </w:tc>
        <w:tc>
          <w:tcPr>
            <w:tcW w:w="5560" w:type="dxa"/>
            <w:tcBorders>
              <w:bottom w:val="single" w:sz="4" w:space="0" w:color="auto"/>
            </w:tcBorders>
            <w:vAlign w:val="center"/>
          </w:tcPr>
          <w:p w:rsidR="00C1794E" w:rsidRPr="00B17F57" w:rsidRDefault="00A87F37" w:rsidP="00D85FDC">
            <w:pPr>
              <w:rPr>
                <w:lang w:val="cs-CZ"/>
              </w:rPr>
            </w:pPr>
            <w:r w:rsidRPr="00B17F57">
              <w:rPr>
                <w:lang w:val="cs-CZ"/>
              </w:rPr>
              <w:t>regulační ventil na přívodu plynu do hořáku plynové pece nebo redukční ventil</w:t>
            </w:r>
          </w:p>
        </w:tc>
      </w:tr>
      <w:tr w:rsidR="005C0BB2" w:rsidRPr="00B17F57" w:rsidTr="00D85FDC">
        <w:trPr>
          <w:trHeight w:val="435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0BB2" w:rsidRPr="00B17F57" w:rsidRDefault="005C0BB2" w:rsidP="005C0BB2">
            <w:pPr>
              <w:jc w:val="center"/>
              <w:rPr>
                <w:lang w:val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C0BB2" w:rsidRPr="00B17F57" w:rsidRDefault="005C0BB2" w:rsidP="004E167C">
            <w:pPr>
              <w:rPr>
                <w:lang w:val="cs-CZ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BB2" w:rsidRPr="00B17F57" w:rsidRDefault="005C0BB2" w:rsidP="006B120C">
            <w:pPr>
              <w:rPr>
                <w:lang w:val="cs-CZ"/>
              </w:rPr>
            </w:pPr>
          </w:p>
        </w:tc>
      </w:tr>
      <w:tr w:rsidR="00C1794E" w:rsidRPr="00B17F57" w:rsidTr="00085E34">
        <w:trPr>
          <w:trHeight w:val="828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C1794E" w:rsidRPr="00B17F57" w:rsidRDefault="00A87F37" w:rsidP="005C0BB2">
            <w:pPr>
              <w:jc w:val="center"/>
              <w:rPr>
                <w:lang w:val="cs-CZ"/>
              </w:rPr>
            </w:pPr>
            <w:r w:rsidRPr="00B17F57">
              <w:rPr>
                <w:lang w:val="cs-CZ"/>
              </w:rPr>
              <w:t>Ak</w:t>
            </w:r>
            <w:r w:rsidR="00A47033">
              <w:rPr>
                <w:lang w:val="cs-CZ"/>
              </w:rPr>
              <w:t>ční členy (</w:t>
            </w:r>
            <w:proofErr w:type="spellStart"/>
            <w:r w:rsidR="00A47033">
              <w:rPr>
                <w:lang w:val="cs-CZ"/>
              </w:rPr>
              <w:t>ak</w:t>
            </w:r>
            <w:r w:rsidRPr="00B17F57">
              <w:rPr>
                <w:lang w:val="cs-CZ"/>
              </w:rPr>
              <w:t>tuátory</w:t>
            </w:r>
            <w:proofErr w:type="spellEnd"/>
            <w:r w:rsidR="00A47033">
              <w:rPr>
                <w:lang w:val="cs-CZ"/>
              </w:rPr>
              <w:t>)</w:t>
            </w:r>
            <w:r w:rsidRPr="00B17F57">
              <w:rPr>
                <w:lang w:val="cs-CZ"/>
              </w:rPr>
              <w:t xml:space="preserve"> s plynule se měnící veličinou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B17F57" w:rsidRDefault="00C1794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5560" w:type="dxa"/>
            <w:tcBorders>
              <w:top w:val="single" w:sz="4" w:space="0" w:color="auto"/>
            </w:tcBorders>
            <w:vAlign w:val="center"/>
          </w:tcPr>
          <w:p w:rsidR="00C1794E" w:rsidRPr="00B17F57" w:rsidRDefault="00A87F37" w:rsidP="00085E34">
            <w:pPr>
              <w:pStyle w:val="Normlnweb"/>
              <w:spacing w:before="0" w:beforeAutospacing="0" w:after="0"/>
            </w:pPr>
            <w:r w:rsidRPr="00B17F57">
              <w:t>elektrický zámek dveří</w:t>
            </w:r>
            <w:r w:rsidR="00EA6698" w:rsidRPr="00B17F57">
              <w:t xml:space="preserve">, </w:t>
            </w:r>
            <w:r w:rsidRPr="00B17F57">
              <w:t>stykač, který při poklesu teploty provede připojení topného tělesa</w:t>
            </w:r>
          </w:p>
        </w:tc>
      </w:tr>
    </w:tbl>
    <w:p w:rsidR="00B87089" w:rsidRPr="00B17F57" w:rsidRDefault="00B87089" w:rsidP="00B87089">
      <w:pPr>
        <w:pStyle w:val="eLineBottom"/>
        <w:rPr>
          <w:lang w:val="cs-CZ"/>
        </w:rPr>
      </w:pPr>
    </w:p>
    <w:p w:rsidR="00D85FDC" w:rsidRPr="00B17F57" w:rsidRDefault="00D85FDC" w:rsidP="00B87089">
      <w:pPr>
        <w:pStyle w:val="eLineBottom"/>
        <w:rPr>
          <w:lang w:val="cs-CZ"/>
        </w:rPr>
      </w:pPr>
    </w:p>
    <w:p w:rsidR="00B87089" w:rsidRPr="00B17F57" w:rsidRDefault="00B87089" w:rsidP="00B87089">
      <w:pPr>
        <w:rPr>
          <w:lang w:val="cs-CZ"/>
        </w:rPr>
      </w:pPr>
    </w:p>
    <w:p w:rsidR="000F7352" w:rsidRPr="00B17F57" w:rsidRDefault="00A87F37" w:rsidP="004E167C">
      <w:pPr>
        <w:pStyle w:val="eTask"/>
        <w:rPr>
          <w:lang w:val="cs-CZ"/>
        </w:rPr>
      </w:pPr>
      <w:r w:rsidRPr="00B17F57">
        <w:rPr>
          <w:lang w:val="cs-CZ"/>
        </w:rPr>
        <w:t>Doplňte správnou možnost do věty</w:t>
      </w:r>
      <w:r w:rsidR="00FA618D" w:rsidRPr="00B17F57">
        <w:rPr>
          <w:lang w:val="cs-CZ"/>
        </w:rPr>
        <w:t>!</w:t>
      </w:r>
      <w:r w:rsidR="000F7352" w:rsidRPr="00B17F57">
        <w:rPr>
          <w:lang w:val="cs-CZ"/>
        </w:rPr>
        <w:t xml:space="preserve"> </w:t>
      </w:r>
    </w:p>
    <w:p w:rsidR="004E167C" w:rsidRPr="00B17F57" w:rsidRDefault="004E167C" w:rsidP="000F7352">
      <w:pPr>
        <w:rPr>
          <w:lang w:val="cs-CZ"/>
        </w:rPr>
      </w:pPr>
    </w:p>
    <w:p w:rsidR="000F7352" w:rsidRPr="00B17F57" w:rsidRDefault="00771C2C" w:rsidP="005C0BB2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>Osvětlovací systém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>SCADA systém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Řídicí systém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Dopravní systém</m:t>
                </m:r>
              </m:e>
            </m:eqArr>
          </m:e>
        </m:d>
      </m:oMath>
      <w:r w:rsidR="000F7352" w:rsidRPr="00B17F57">
        <w:rPr>
          <w:lang w:val="cs-CZ"/>
        </w:rPr>
        <w:t xml:space="preserve"> </w:t>
      </w:r>
      <w:r w:rsidR="00B17F57" w:rsidRPr="00B17F57">
        <w:rPr>
          <w:lang w:val="cs-CZ"/>
        </w:rPr>
        <w:t xml:space="preserve">je zařízení, nebo soubor zařízení, které příkazy spravuje, řídí nebo reguluje chování jiných zařízení či </w:t>
      </w:r>
      <w:bookmarkStart w:id="0" w:name="_GoBack"/>
      <w:bookmarkEnd w:id="0"/>
      <w:r w:rsidR="00B17F57" w:rsidRPr="00B17F57">
        <w:rPr>
          <w:lang w:val="cs-CZ"/>
        </w:rPr>
        <w:t>systémů</w:t>
      </w:r>
      <w:r w:rsidR="00EA6698" w:rsidRPr="00B17F57">
        <w:rPr>
          <w:lang w:val="cs-CZ"/>
        </w:rPr>
        <w:t>.</w:t>
      </w:r>
    </w:p>
    <w:p w:rsidR="000F7352" w:rsidRPr="00B17F57" w:rsidRDefault="000F7352" w:rsidP="000F7352">
      <w:pPr>
        <w:rPr>
          <w:lang w:val="cs-CZ"/>
        </w:rPr>
      </w:pPr>
    </w:p>
    <w:sectPr w:rsidR="000F7352" w:rsidRPr="00B17F57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C2C" w:rsidRDefault="00771C2C" w:rsidP="00861A1A">
      <w:r>
        <w:separator/>
      </w:r>
    </w:p>
  </w:endnote>
  <w:endnote w:type="continuationSeparator" w:id="0">
    <w:p w:rsidR="00771C2C" w:rsidRDefault="00771C2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3FEC8E93" wp14:editId="71266C60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795FA5" w:rsidRPr="00795FA5" w:rsidRDefault="00795FA5" w:rsidP="00795FA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795FA5">
            <w:rPr>
              <w:sz w:val="16"/>
              <w:szCs w:val="16"/>
            </w:rPr>
            <w:t>Tento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projekt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byl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realizován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za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finanční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podpory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Evropské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unie</w:t>
          </w:r>
          <w:proofErr w:type="spellEnd"/>
          <w:r w:rsidRPr="00795FA5">
            <w:rPr>
              <w:sz w:val="16"/>
              <w:szCs w:val="16"/>
            </w:rPr>
            <w:t>.</w:t>
          </w:r>
        </w:p>
        <w:p w:rsidR="00D973EC" w:rsidRPr="00CA51B5" w:rsidRDefault="00795FA5" w:rsidP="00795FA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795FA5">
            <w:rPr>
              <w:sz w:val="16"/>
              <w:szCs w:val="16"/>
            </w:rPr>
            <w:t>Za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obsah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publikací</w:t>
          </w:r>
          <w:proofErr w:type="spellEnd"/>
          <w:r w:rsidRPr="00795FA5">
            <w:rPr>
              <w:sz w:val="16"/>
              <w:szCs w:val="16"/>
            </w:rPr>
            <w:t xml:space="preserve"> (</w:t>
          </w:r>
          <w:proofErr w:type="spellStart"/>
          <w:r w:rsidRPr="00795FA5">
            <w:rPr>
              <w:sz w:val="16"/>
              <w:szCs w:val="16"/>
            </w:rPr>
            <w:t>sdělení</w:t>
          </w:r>
          <w:proofErr w:type="spellEnd"/>
          <w:r w:rsidRPr="00795FA5">
            <w:rPr>
              <w:sz w:val="16"/>
              <w:szCs w:val="16"/>
            </w:rPr>
            <w:t xml:space="preserve">) </w:t>
          </w:r>
          <w:proofErr w:type="spellStart"/>
          <w:r w:rsidRPr="00795FA5">
            <w:rPr>
              <w:sz w:val="16"/>
              <w:szCs w:val="16"/>
            </w:rPr>
            <w:t>odpovídá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výlučně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autor</w:t>
          </w:r>
          <w:proofErr w:type="spellEnd"/>
          <w:r w:rsidRPr="00795FA5">
            <w:rPr>
              <w:sz w:val="16"/>
              <w:szCs w:val="16"/>
            </w:rPr>
            <w:t xml:space="preserve">. </w:t>
          </w:r>
          <w:proofErr w:type="spellStart"/>
          <w:r w:rsidRPr="00795FA5">
            <w:rPr>
              <w:sz w:val="16"/>
              <w:szCs w:val="16"/>
            </w:rPr>
            <w:t>Publikace</w:t>
          </w:r>
          <w:proofErr w:type="spellEnd"/>
          <w:r w:rsidRPr="00795FA5">
            <w:rPr>
              <w:sz w:val="16"/>
              <w:szCs w:val="16"/>
            </w:rPr>
            <w:t xml:space="preserve"> (</w:t>
          </w:r>
          <w:proofErr w:type="spellStart"/>
          <w:r w:rsidRPr="00795FA5">
            <w:rPr>
              <w:sz w:val="16"/>
              <w:szCs w:val="16"/>
            </w:rPr>
            <w:t>sdělení</w:t>
          </w:r>
          <w:proofErr w:type="spellEnd"/>
          <w:r w:rsidRPr="00795FA5">
            <w:rPr>
              <w:sz w:val="16"/>
              <w:szCs w:val="16"/>
            </w:rPr>
            <w:t xml:space="preserve">) </w:t>
          </w:r>
          <w:proofErr w:type="spellStart"/>
          <w:r w:rsidRPr="00795FA5">
            <w:rPr>
              <w:sz w:val="16"/>
              <w:szCs w:val="16"/>
            </w:rPr>
            <w:t>nereprezentují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názory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Evropské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komise</w:t>
          </w:r>
          <w:proofErr w:type="spellEnd"/>
          <w:r w:rsidRPr="00795FA5">
            <w:rPr>
              <w:sz w:val="16"/>
              <w:szCs w:val="16"/>
            </w:rPr>
            <w:t xml:space="preserve"> a </w:t>
          </w:r>
          <w:proofErr w:type="spellStart"/>
          <w:r w:rsidRPr="00795FA5">
            <w:rPr>
              <w:sz w:val="16"/>
              <w:szCs w:val="16"/>
            </w:rPr>
            <w:t>Evropská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komise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neodpovídá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za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použití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informací</w:t>
          </w:r>
          <w:proofErr w:type="spellEnd"/>
          <w:r w:rsidRPr="00795FA5">
            <w:rPr>
              <w:sz w:val="16"/>
              <w:szCs w:val="16"/>
            </w:rPr>
            <w:t xml:space="preserve">, </w:t>
          </w:r>
          <w:proofErr w:type="spellStart"/>
          <w:r w:rsidRPr="00795FA5">
            <w:rPr>
              <w:sz w:val="16"/>
              <w:szCs w:val="16"/>
            </w:rPr>
            <w:t>jež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jsou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jejich</w:t>
          </w:r>
          <w:proofErr w:type="spellEnd"/>
          <w:r w:rsidRPr="00795FA5">
            <w:rPr>
              <w:sz w:val="16"/>
              <w:szCs w:val="16"/>
            </w:rPr>
            <w:t xml:space="preserve"> </w:t>
          </w:r>
          <w:proofErr w:type="spellStart"/>
          <w:r w:rsidRPr="00795FA5">
            <w:rPr>
              <w:sz w:val="16"/>
              <w:szCs w:val="16"/>
            </w:rPr>
            <w:t>obsahem</w:t>
          </w:r>
          <w:proofErr w:type="spellEnd"/>
          <w:r w:rsidRPr="00795FA5">
            <w:rPr>
              <w:sz w:val="16"/>
              <w:szCs w:val="16"/>
            </w:rPr>
            <w:t>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C2C" w:rsidRDefault="00771C2C" w:rsidP="00861A1A">
      <w:r>
        <w:separator/>
      </w:r>
    </w:p>
  </w:footnote>
  <w:footnote w:type="continuationSeparator" w:id="0">
    <w:p w:rsidR="00771C2C" w:rsidRDefault="00771C2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19C241E" wp14:editId="5E223C6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627453BF" wp14:editId="23BDB642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795FA5">
      <w:rPr>
        <w:rFonts w:ascii="Calibri" w:hAnsi="Calibri"/>
        <w:b/>
        <w:smallCaps/>
        <w:noProof/>
      </w:rPr>
      <w:t>PRACOVNÍ LIST</w:t>
    </w:r>
  </w:p>
  <w:p w:rsidR="000639FE" w:rsidRPr="00C148FD" w:rsidRDefault="00795FA5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795FA5">
      <w:rPr>
        <w:rFonts w:ascii="Calibri" w:hAnsi="Calibri"/>
        <w:smallCaps/>
        <w:noProof/>
        <w:sz w:val="20"/>
        <w:szCs w:val="20"/>
      </w:rPr>
      <w:t>SYSTÉMY PRO INTELIGENTNÍ BUDOVY A DOMÁCNOSTI</w:t>
    </w:r>
  </w:p>
  <w:p w:rsidR="00D973EC" w:rsidRPr="00C148FD" w:rsidRDefault="00D973EC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4E2A"/>
    <w:rsid w:val="00045BEB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5E34"/>
    <w:rsid w:val="00087EAC"/>
    <w:rsid w:val="00094A16"/>
    <w:rsid w:val="000A233F"/>
    <w:rsid w:val="000A389D"/>
    <w:rsid w:val="000A55B3"/>
    <w:rsid w:val="000B0355"/>
    <w:rsid w:val="000B1FC9"/>
    <w:rsid w:val="000C4911"/>
    <w:rsid w:val="000C6B3A"/>
    <w:rsid w:val="000F08D7"/>
    <w:rsid w:val="000F5362"/>
    <w:rsid w:val="000F7352"/>
    <w:rsid w:val="00104245"/>
    <w:rsid w:val="00112B88"/>
    <w:rsid w:val="001136F7"/>
    <w:rsid w:val="00117CAA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5A68"/>
    <w:rsid w:val="001E749F"/>
    <w:rsid w:val="001F56DC"/>
    <w:rsid w:val="001F6290"/>
    <w:rsid w:val="001F7CDC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6130"/>
    <w:rsid w:val="002B0278"/>
    <w:rsid w:val="002B0866"/>
    <w:rsid w:val="002B41A8"/>
    <w:rsid w:val="002D393A"/>
    <w:rsid w:val="002E301D"/>
    <w:rsid w:val="002E708F"/>
    <w:rsid w:val="00304ADA"/>
    <w:rsid w:val="00306B9F"/>
    <w:rsid w:val="00307892"/>
    <w:rsid w:val="00310573"/>
    <w:rsid w:val="00315203"/>
    <w:rsid w:val="00315638"/>
    <w:rsid w:val="00337851"/>
    <w:rsid w:val="00341CCC"/>
    <w:rsid w:val="00347E4D"/>
    <w:rsid w:val="00350A08"/>
    <w:rsid w:val="00351AF3"/>
    <w:rsid w:val="00355B0A"/>
    <w:rsid w:val="00360ECE"/>
    <w:rsid w:val="00361FED"/>
    <w:rsid w:val="00362D16"/>
    <w:rsid w:val="003641D6"/>
    <w:rsid w:val="00372F8C"/>
    <w:rsid w:val="00377E75"/>
    <w:rsid w:val="00386182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591D"/>
    <w:rsid w:val="003F623C"/>
    <w:rsid w:val="003F7F87"/>
    <w:rsid w:val="00402B09"/>
    <w:rsid w:val="0040505F"/>
    <w:rsid w:val="00417ED2"/>
    <w:rsid w:val="00421F52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5370"/>
    <w:rsid w:val="0051036E"/>
    <w:rsid w:val="0051248C"/>
    <w:rsid w:val="005132B0"/>
    <w:rsid w:val="00517E3A"/>
    <w:rsid w:val="0052284C"/>
    <w:rsid w:val="00532693"/>
    <w:rsid w:val="00543121"/>
    <w:rsid w:val="005435E2"/>
    <w:rsid w:val="0055552C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3DEE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10301"/>
    <w:rsid w:val="007109D2"/>
    <w:rsid w:val="0073574D"/>
    <w:rsid w:val="007460F9"/>
    <w:rsid w:val="00764B27"/>
    <w:rsid w:val="0076745A"/>
    <w:rsid w:val="00771C2C"/>
    <w:rsid w:val="007738BD"/>
    <w:rsid w:val="00777BB7"/>
    <w:rsid w:val="007837ED"/>
    <w:rsid w:val="0078706A"/>
    <w:rsid w:val="00790D07"/>
    <w:rsid w:val="00795FA5"/>
    <w:rsid w:val="007A11F2"/>
    <w:rsid w:val="007A3AC2"/>
    <w:rsid w:val="007B300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9032F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6E5E"/>
    <w:rsid w:val="00A17111"/>
    <w:rsid w:val="00A25134"/>
    <w:rsid w:val="00A25C4B"/>
    <w:rsid w:val="00A26A28"/>
    <w:rsid w:val="00A351EC"/>
    <w:rsid w:val="00A407AE"/>
    <w:rsid w:val="00A41A9A"/>
    <w:rsid w:val="00A41E41"/>
    <w:rsid w:val="00A47033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87F37"/>
    <w:rsid w:val="00A9018C"/>
    <w:rsid w:val="00A97C95"/>
    <w:rsid w:val="00AA0506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17F57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8F7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95D"/>
    <w:rsid w:val="00CE5FBD"/>
    <w:rsid w:val="00CF4DFA"/>
    <w:rsid w:val="00D05D73"/>
    <w:rsid w:val="00D060B3"/>
    <w:rsid w:val="00D06992"/>
    <w:rsid w:val="00D07467"/>
    <w:rsid w:val="00D10829"/>
    <w:rsid w:val="00D1690E"/>
    <w:rsid w:val="00D17A6C"/>
    <w:rsid w:val="00D20A5C"/>
    <w:rsid w:val="00D25851"/>
    <w:rsid w:val="00D2650E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85FDC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A618D"/>
    <w:rsid w:val="00FA74D9"/>
    <w:rsid w:val="00FB1414"/>
    <w:rsid w:val="00FB201E"/>
    <w:rsid w:val="00FC57C5"/>
    <w:rsid w:val="00FD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25ED320-A70B-401D-ABDE-8851A57A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lnweb">
    <w:name w:val="Normal (Web)"/>
    <w:basedOn w:val="Normln"/>
    <w:uiPriority w:val="99"/>
    <w:unhideWhenUsed/>
    <w:rsid w:val="00EA6698"/>
    <w:pPr>
      <w:spacing w:before="100" w:beforeAutospacing="1" w:after="119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F7007-0548-4E90-AD3B-FB17DF0C1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3</Pages>
  <Words>273</Words>
  <Characters>1613</Characters>
  <Application>Microsoft Office Word</Application>
  <DocSecurity>0</DocSecurity>
  <Lines>13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2013-05-24T14:00:00Z</cp:lastPrinted>
  <dcterms:created xsi:type="dcterms:W3CDTF">2016-02-29T09:43:00Z</dcterms:created>
  <dcterms:modified xsi:type="dcterms:W3CDTF">2016-02-29T09:49:00Z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