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EE3CB0" w:rsidRDefault="005F4286" w:rsidP="00E27822">
      <w:pPr>
        <w:pStyle w:val="eTask"/>
      </w:pPr>
      <w:r w:rsidRPr="00EE3CB0">
        <w:t>Modify the following texts so that the statements are true</w:t>
      </w:r>
      <w:r w:rsidR="006B1B78" w:rsidRPr="00EE3CB0">
        <w:t>:</w:t>
      </w:r>
    </w:p>
    <w:p w:rsidR="001922A0" w:rsidRPr="00EE3CB0" w:rsidRDefault="001922A0" w:rsidP="00C148FD"/>
    <w:p w:rsidR="00367A84" w:rsidRPr="00E642DA" w:rsidRDefault="001A70B2" w:rsidP="00E27822">
      <w:pPr>
        <w:spacing w:line="360" w:lineRule="auto"/>
      </w:pPr>
      <w:r w:rsidRPr="00E642DA">
        <w:t xml:space="preserve">LTE stands for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Light Terminal Emulation</m:t>
                  </m:r>
                </m:e>
              </m:mr>
              <m:mr>
                <m:e>
                  <m:r>
                    <m:rPr>
                      <m:nor/>
                    </m:rPr>
                    <m:t>Long Term Evolution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</m:m>
          </m:e>
        </m:d>
      </m:oMath>
      <w:r w:rsidR="00367A84" w:rsidRPr="00E642DA">
        <w:t xml:space="preserve"> and is a registered trademark owned by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m:t>IETF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B25070" w:rsidRPr="00E642DA">
        <w:t>.</w:t>
      </w:r>
    </w:p>
    <w:p w:rsidR="00367A84" w:rsidRPr="00E642DA" w:rsidRDefault="00A94BD4" w:rsidP="00E27822">
      <w:pPr>
        <w:spacing w:line="360" w:lineRule="auto"/>
      </w:pPr>
      <w:r>
        <w:t xml:space="preserve"> </w:t>
      </w:r>
    </w:p>
    <w:p w:rsidR="005F4286" w:rsidRPr="00E642DA" w:rsidRDefault="00367A84" w:rsidP="00E27822">
      <w:pPr>
        <w:spacing w:line="360" w:lineRule="auto"/>
      </w:pPr>
      <w:r w:rsidRPr="00E642DA">
        <w:t xml:space="preserve">The LTE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wired</m:t>
                  </m:r>
                </m:e>
              </m:mr>
              <m:mr>
                <m:e>
                  <m:r>
                    <m:rPr>
                      <m:nor/>
                    </m:rPr>
                    <m:t>wireless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</m:oMath>
      <w:r w:rsidRPr="00E642DA">
        <w:t xml:space="preserve">interface is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compatible</m:t>
                  </m:r>
                </m:e>
              </m:mr>
              <m:mr>
                <m:e>
                  <m:r>
                    <m:rPr>
                      <m:nor/>
                    </m:rPr>
                    <m:t>incompatible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e>
              </m:mr>
            </m:m>
          </m:e>
        </m:d>
      </m:oMath>
      <w:r w:rsidRPr="00E642DA">
        <w:t xml:space="preserve"> with older 2G and 3G networks.</w:t>
      </w:r>
    </w:p>
    <w:p w:rsidR="005F4286" w:rsidRPr="00E642DA" w:rsidRDefault="005F4286" w:rsidP="00E27822">
      <w:pPr>
        <w:spacing w:line="360" w:lineRule="auto"/>
      </w:pPr>
    </w:p>
    <w:p w:rsidR="001A70B2" w:rsidRPr="00E642DA" w:rsidRDefault="001A70B2" w:rsidP="00E27822">
      <w:pPr>
        <w:spacing w:line="360" w:lineRule="auto"/>
      </w:pPr>
      <w:r w:rsidRPr="00E642DA">
        <w:t xml:space="preserve">The goal of LTE was to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decrease</m:t>
                  </m:r>
                </m:e>
              </m:mr>
              <m:mr>
                <m:e>
                  <m:r>
                    <m:rPr>
                      <m:nor/>
                    </m:rPr>
                    <m:t>increase</m:t>
                  </m:r>
                </m:e>
              </m:mr>
            </m:m>
          </m:e>
        </m:d>
      </m:oMath>
      <w:r w:rsidRPr="00E642DA">
        <w:t xml:space="preserve"> the capacity and speed of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wired</m:t>
                  </m:r>
                </m:e>
              </m:mr>
              <m:mr>
                <m:e>
                  <m:r>
                    <m:rPr>
                      <m:nor/>
                    </m:rPr>
                    <m:t>wireless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E642DA">
        <w:t xml:space="preserve"> data networks.</w:t>
      </w:r>
    </w:p>
    <w:p w:rsidR="001A70B2" w:rsidRPr="00E642DA" w:rsidRDefault="001A70B2" w:rsidP="00E27822">
      <w:pPr>
        <w:spacing w:line="360" w:lineRule="auto"/>
      </w:pPr>
    </w:p>
    <w:p w:rsidR="00CD27F2" w:rsidRPr="00E642DA" w:rsidRDefault="00CD27F2" w:rsidP="00E27822">
      <w:pPr>
        <w:spacing w:line="360" w:lineRule="auto"/>
      </w:pPr>
      <w:r w:rsidRPr="00E642DA">
        <w:t xml:space="preserve">The LTE </w:t>
      </w:r>
      <w:r w:rsidR="006B1B78" w:rsidRPr="00E642DA">
        <w:t xml:space="preserve">network </w:t>
      </w:r>
      <w:r w:rsidRPr="00E642DA">
        <w:t>consists of the co</w:t>
      </w:r>
      <w:r w:rsidR="006B1B78" w:rsidRPr="00E642DA">
        <w:t>re network named</w:t>
      </w:r>
      <w:r w:rsidRPr="00E642D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m:t>EPC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E642DA">
        <w:t xml:space="preserve"> and the access network known as</w:t>
      </w:r>
      <w:r w:rsidR="006B1B78" w:rsidRPr="00E642D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m:t>EPC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>.</m:t>
        </m:r>
      </m:oMath>
    </w:p>
    <w:p w:rsidR="00CD27F2" w:rsidRPr="00E642DA" w:rsidRDefault="00CD27F2" w:rsidP="00E27822">
      <w:pPr>
        <w:spacing w:line="360" w:lineRule="auto"/>
      </w:pPr>
    </w:p>
    <w:p w:rsidR="005F4286" w:rsidRPr="00E642DA" w:rsidRDefault="00CD27F2" w:rsidP="00E27822">
      <w:pPr>
        <w:spacing w:line="360" w:lineRule="auto"/>
      </w:pPr>
      <w:r w:rsidRPr="00E642DA">
        <w:t xml:space="preserve">The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logical</m:t>
                  </m:r>
                </m:e>
              </m:mr>
              <m:mr>
                <m:e>
                  <m:r>
                    <m:rPr>
                      <m:nor/>
                    </m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m:t>transport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E642DA">
        <w:t>channels are the real implementation of the transport channel.</w:t>
      </w:r>
    </w:p>
    <w:p w:rsidR="00C148FD" w:rsidRPr="00E642DA" w:rsidRDefault="00C148FD" w:rsidP="00E27822">
      <w:pPr>
        <w:spacing w:line="360" w:lineRule="auto"/>
      </w:pPr>
    </w:p>
    <w:p w:rsidR="00CD27F2" w:rsidRPr="00E642DA" w:rsidRDefault="006B1B78" w:rsidP="00E27822">
      <w:pPr>
        <w:spacing w:line="360" w:lineRule="auto"/>
      </w:pPr>
      <w:r w:rsidRPr="00E642DA">
        <w:t xml:space="preserve">The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logical</m:t>
                  </m:r>
                </m:e>
              </m:mr>
              <m:mr>
                <m:e>
                  <m:r>
                    <m:rPr>
                      <m:nor/>
                    </m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m:t>transport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E642DA">
        <w:t>channels correspond to data-transfer services.</w:t>
      </w:r>
    </w:p>
    <w:p w:rsidR="006B1B78" w:rsidRPr="00E642DA" w:rsidRDefault="006B1B78" w:rsidP="00E27822">
      <w:pPr>
        <w:spacing w:line="360" w:lineRule="auto"/>
      </w:pPr>
    </w:p>
    <w:p w:rsidR="006B1B78" w:rsidRPr="00E642DA" w:rsidRDefault="006B1B78" w:rsidP="00E27822">
      <w:pPr>
        <w:spacing w:line="360" w:lineRule="auto"/>
      </w:pPr>
      <w:r w:rsidRPr="00E642DA">
        <w:t xml:space="preserve">The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logical</m:t>
                  </m:r>
                </m:e>
              </m:mr>
              <m:mr>
                <m:e>
                  <m:r>
                    <m:rPr>
                      <m:nor/>
                    </m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m:t>transport</m:t>
                  </m:r>
                </m:e>
              </m:mr>
            </m:m>
          </m:e>
        </m:d>
      </m:oMath>
      <w:r w:rsidRPr="00E642DA">
        <w:t xml:space="preserve"> </w:t>
      </w:r>
      <w:r w:rsidR="00EE3CB0" w:rsidRPr="00E642DA">
        <w:t xml:space="preserve">channels </w:t>
      </w:r>
      <w:r w:rsidRPr="00E642DA">
        <w:t>describe how and with what characteristics data are transferred.</w:t>
      </w:r>
    </w:p>
    <w:p w:rsidR="00CD27F2" w:rsidRPr="00E642DA" w:rsidRDefault="00CD27F2" w:rsidP="00E27822">
      <w:pPr>
        <w:spacing w:line="360" w:lineRule="auto"/>
      </w:pPr>
    </w:p>
    <w:p w:rsidR="00210A31" w:rsidRPr="00E642DA" w:rsidRDefault="00212EF8" w:rsidP="00E27822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Only one</m:t>
                  </m:r>
                </m:e>
              </m:mr>
              <m:mr>
                <m:e>
                  <m:r>
                    <m:rPr>
                      <m:nor/>
                    </m:rPr>
                    <m:t>Multiple</m:t>
                  </m:r>
                </m:e>
              </m:mr>
            </m:m>
          </m:e>
        </m:d>
      </m:oMath>
      <w:r w:rsidR="001A70B2" w:rsidRPr="00E642DA">
        <w:t xml:space="preserve"> application</w:t>
      </w:r>
      <w:r w:rsidR="00210A31" w:rsidRPr="00E642DA">
        <w:t>(s)</w:t>
      </w:r>
      <w:r w:rsidR="001A70B2" w:rsidRPr="00E642DA">
        <w:t xml:space="preserve"> may be running in a UE at the same time</w:t>
      </w:r>
      <w:r w:rsidR="00210A31" w:rsidRPr="00E642DA">
        <w:t>.</w:t>
      </w:r>
    </w:p>
    <w:p w:rsidR="00210A31" w:rsidRPr="00EE3CB0" w:rsidRDefault="00210A31" w:rsidP="00C148FD">
      <w:pPr>
        <w:pStyle w:val="eLineBottom"/>
      </w:pPr>
    </w:p>
    <w:p w:rsidR="006B1B78" w:rsidRPr="00EE3CB0" w:rsidRDefault="006B1B78" w:rsidP="00C148FD">
      <w:pPr>
        <w:pStyle w:val="eLineBottom"/>
      </w:pPr>
    </w:p>
    <w:p w:rsidR="001922A0" w:rsidRPr="00EE3CB0" w:rsidRDefault="001922A0" w:rsidP="001922A0"/>
    <w:p w:rsidR="00E27822" w:rsidRDefault="00E27822">
      <w:pPr>
        <w:rPr>
          <w:b/>
        </w:rPr>
      </w:pPr>
      <w:r>
        <w:br w:type="page"/>
      </w:r>
    </w:p>
    <w:p w:rsidR="001922A0" w:rsidRPr="00EE3CB0" w:rsidRDefault="00F52CDE" w:rsidP="00E27822">
      <w:pPr>
        <w:pStyle w:val="eTask"/>
      </w:pPr>
      <w:r w:rsidRPr="00EE3CB0">
        <w:lastRenderedPageBreak/>
        <w:t>Assign the individual technologies to the corresponding generations of mobile systems:</w:t>
      </w:r>
    </w:p>
    <w:p w:rsidR="00F52CDE" w:rsidRPr="00EE3CB0" w:rsidRDefault="00F52CDE" w:rsidP="00E27822">
      <w:pPr>
        <w:pStyle w:val="eTask"/>
        <w:numPr>
          <w:ilvl w:val="0"/>
          <w:numId w:val="0"/>
        </w:numPr>
        <w:ind w:left="426"/>
      </w:pPr>
    </w:p>
    <w:p w:rsidR="00F52CDE" w:rsidRPr="00EE3CB0" w:rsidRDefault="00F52CDE" w:rsidP="005F4286">
      <w:pPr>
        <w:ind w:firstLine="360"/>
        <w:rPr>
          <w:b/>
        </w:rPr>
      </w:pPr>
      <w:r w:rsidRPr="00EE3CB0">
        <w:t>UMTS, LTE, CDMA</w:t>
      </w:r>
      <w:r w:rsidR="00C46BA3" w:rsidRPr="00EE3CB0">
        <w:t>2000</w:t>
      </w:r>
      <w:r w:rsidRPr="00EE3CB0">
        <w:t>, WiMAX, GPRS, NMT, EDGE, HSPA+, GSM, LTE-A</w:t>
      </w:r>
    </w:p>
    <w:p w:rsidR="001922A0" w:rsidRPr="00EE3CB0" w:rsidRDefault="001922A0" w:rsidP="00E27822">
      <w:pPr>
        <w:pStyle w:val="eTask"/>
        <w:numPr>
          <w:ilvl w:val="0"/>
          <w:numId w:val="0"/>
        </w:numPr>
        <w:ind w:left="284"/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940"/>
      </w:tblGrid>
      <w:tr w:rsidR="001922A0" w:rsidRPr="00EE3CB0" w:rsidTr="00A94BD4">
        <w:trPr>
          <w:trHeight w:val="454"/>
        </w:trPr>
        <w:tc>
          <w:tcPr>
            <w:tcW w:w="183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EE3CB0" w:rsidRDefault="009C282D" w:rsidP="00A94BD4">
            <w:pPr>
              <w:rPr>
                <w:b/>
              </w:rPr>
            </w:pPr>
            <w:r w:rsidRPr="00EE3CB0">
              <w:t>1</w:t>
            </w:r>
            <w:r w:rsidRPr="00EE3CB0">
              <w:rPr>
                <w:vertAlign w:val="superscript"/>
              </w:rPr>
              <w:t>st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EE3CB0" w:rsidRDefault="001922A0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CC266E" w:rsidRPr="00EE3CB0" w:rsidTr="00A94BD4">
        <w:trPr>
          <w:trHeight w:val="454"/>
        </w:trPr>
        <w:tc>
          <w:tcPr>
            <w:tcW w:w="183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EE3CB0" w:rsidRDefault="009C282D" w:rsidP="00A94BD4">
            <w:pPr>
              <w:rPr>
                <w:b/>
              </w:rPr>
            </w:pPr>
            <w:r w:rsidRPr="00EE3CB0">
              <w:t>2</w:t>
            </w:r>
            <w:r w:rsidRPr="00EE3CB0">
              <w:rPr>
                <w:vertAlign w:val="superscript"/>
              </w:rPr>
              <w:t>nd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EE3CB0" w:rsidRDefault="00CC266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CC266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CC266E" w:rsidRPr="00EE3CB0" w:rsidRDefault="009C282D" w:rsidP="00A94BD4">
            <w:pPr>
              <w:rPr>
                <w:b/>
              </w:rPr>
            </w:pPr>
            <w:r w:rsidRPr="00EE3CB0">
              <w:t>3</w:t>
            </w:r>
            <w:r w:rsidRPr="00EE3CB0">
              <w:rPr>
                <w:vertAlign w:val="superscript"/>
              </w:rPr>
              <w:t>rd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CC266E" w:rsidRPr="00EE3CB0" w:rsidRDefault="00CC266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F52CD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F52CDE" w:rsidRPr="00EE3CB0" w:rsidRDefault="009C282D" w:rsidP="00A94BD4">
            <w:pPr>
              <w:rPr>
                <w:b/>
              </w:rPr>
            </w:pPr>
            <w:r w:rsidRPr="00EE3CB0">
              <w:t>4</w:t>
            </w:r>
            <w:r w:rsidRPr="00EE3CB0">
              <w:rPr>
                <w:vertAlign w:val="superscript"/>
              </w:rPr>
              <w:t>th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F52CDE" w:rsidRPr="00EE3CB0" w:rsidRDefault="00F52CD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F52CD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F52CDE" w:rsidRPr="00EE3CB0" w:rsidRDefault="009C282D" w:rsidP="00A94BD4">
            <w:pPr>
              <w:rPr>
                <w:b/>
              </w:rPr>
            </w:pPr>
            <w:r w:rsidRPr="00EE3CB0">
              <w:t>5</w:t>
            </w:r>
            <w:r w:rsidRPr="00EE3CB0">
              <w:rPr>
                <w:vertAlign w:val="superscript"/>
              </w:rPr>
              <w:t>th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F52CDE" w:rsidRPr="00EE3CB0" w:rsidRDefault="00F52CD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</w:tbl>
    <w:p w:rsidR="001922A0" w:rsidRPr="00EE3CB0" w:rsidRDefault="001922A0" w:rsidP="00E27822">
      <w:pPr>
        <w:pStyle w:val="eTask"/>
        <w:numPr>
          <w:ilvl w:val="0"/>
          <w:numId w:val="0"/>
        </w:numPr>
        <w:ind w:left="284"/>
      </w:pPr>
    </w:p>
    <w:p w:rsidR="00C148FD" w:rsidRPr="00EE3CB0" w:rsidRDefault="00C148FD" w:rsidP="00C148FD">
      <w:pPr>
        <w:pStyle w:val="eLineBottom"/>
      </w:pPr>
    </w:p>
    <w:p w:rsidR="00E27822" w:rsidRDefault="00E27822" w:rsidP="00E27822"/>
    <w:p w:rsidR="00F60364" w:rsidRPr="00EE3CB0" w:rsidRDefault="00F60364" w:rsidP="00E27822">
      <w:pPr>
        <w:pStyle w:val="eTask"/>
      </w:pPr>
      <w:r w:rsidRPr="00EE3CB0">
        <w:t>Assign the terms from the left column to the corresponding properties on the right (one or more).</w: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E27822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8FF970C" wp14:editId="60528BFD">
                <wp:simplePos x="0" y="0"/>
                <wp:positionH relativeFrom="column">
                  <wp:posOffset>3042285</wp:posOffset>
                </wp:positionH>
                <wp:positionV relativeFrom="paragraph">
                  <wp:posOffset>26418</wp:posOffset>
                </wp:positionV>
                <wp:extent cx="2506345" cy="369786"/>
                <wp:effectExtent l="0" t="0" r="27305" b="1143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9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User profile storage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F970C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55pt;margin-top:2.1pt;width:197.35pt;height:29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User profile storage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7500C9" wp14:editId="18AC1C14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9525" t="13335" r="10795" b="1079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5F4286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500C9" id="Textové pole 16" o:spid="_x0000_s1027" type="#_x0000_t202" style="position:absolute;margin-left:.4pt;margin-top:5.25pt;width:104.15pt;height:5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F60364" w:rsidRPr="005F4286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BDE4E3" wp14:editId="1902A618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9525" t="6350" r="10795" b="825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DE4E3" id="Textové pole 15" o:spid="_x0000_s1028" type="#_x0000_t202" style="position:absolute;margin-left:.4pt;margin-top:138.2pt;width:104.15pt;height:5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5AAA117" wp14:editId="4DF2B5F0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10160" t="12065" r="7620" b="889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User identification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AA117" id="Textové pole 14" o:spid="_x0000_s1029" type="#_x0000_t202" style="position:absolute;margin-left:239.7pt;margin-top:5.9pt;width:197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User identification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B348344" wp14:editId="589CCAD4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10160" t="13970" r="7620" b="698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Authentication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48344" id="Textové pole 10" o:spid="_x0000_s1030" type="#_x0000_t202" style="position:absolute;margin-left:239.7pt;margin-top:8.15pt;width:197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Authentication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2429B0A" wp14:editId="4042AA7F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10160" t="13335" r="7620" b="762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Integrity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29B0A" id="Textové pole 8" o:spid="_x0000_s1031" type="#_x0000_t202" style="position:absolute;margin-left:239.7pt;margin-top:10.2pt;width:197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Integrity protection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E08371" wp14:editId="3F1F3F72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10160" t="6350" r="7620" b="508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User addressing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08371" id="Textové pole 6" o:spid="_x0000_s1032" type="#_x0000_t202" style="position:absolute;margin-left:239.7pt;margin-top:.2pt;width:197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User addressing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8C9342" wp14:editId="60FA0D10">
                <wp:simplePos x="0" y="0"/>
                <wp:positionH relativeFrom="column">
                  <wp:posOffset>3042285</wp:posOffset>
                </wp:positionH>
                <wp:positionV relativeFrom="paragraph">
                  <wp:posOffset>23591</wp:posOffset>
                </wp:positionV>
                <wp:extent cx="2506345" cy="363927"/>
                <wp:effectExtent l="0" t="0" r="27305" b="1714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3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Service subscription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C9342" id="Textové pole 4" o:spid="_x0000_s1033" type="#_x0000_t202" style="position:absolute;margin-left:239.55pt;margin-top:1.85pt;width:197.35pt;height:2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Service subscription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6A446E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D40097" wp14:editId="2727A2A2">
                <wp:simplePos x="0" y="0"/>
                <wp:positionH relativeFrom="column">
                  <wp:posOffset>3044190</wp:posOffset>
                </wp:positionH>
                <wp:positionV relativeFrom="paragraph">
                  <wp:posOffset>81747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Radio path ciphering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0097" id="Textové pole 3" o:spid="_x0000_s1034" type="#_x0000_t202" style="position:absolute;margin-left:239.7pt;margin-top:6.45pt;width:197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xNPo73QAAAAkBAAAPAAAAAAAAAAAA&#10;AAAAAI8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Radio path ciphering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1A70B2" w:rsidRPr="00EE3CB0" w:rsidRDefault="001A70B2" w:rsidP="006B1B78"/>
    <w:p w:rsidR="000C20DB" w:rsidRPr="00EE3CB0" w:rsidRDefault="000C20DB" w:rsidP="001A70B2">
      <w:pPr>
        <w:pStyle w:val="eLineBottom"/>
      </w:pPr>
    </w:p>
    <w:p w:rsidR="001A70B2" w:rsidRPr="00EE3CB0" w:rsidRDefault="001A70B2" w:rsidP="001A70B2"/>
    <w:p w:rsidR="00E27822" w:rsidRDefault="00E27822">
      <w:pPr>
        <w:rPr>
          <w:b/>
        </w:rPr>
      </w:pPr>
      <w:r>
        <w:br w:type="page"/>
      </w:r>
    </w:p>
    <w:p w:rsidR="001A70B2" w:rsidRPr="00EE3CB0" w:rsidRDefault="001A70B2" w:rsidP="00E27822">
      <w:pPr>
        <w:pStyle w:val="eTask"/>
      </w:pPr>
      <w:r w:rsidRPr="00EE3CB0">
        <w:lastRenderedPageBreak/>
        <w:t>Mark the true state</w:t>
      </w:r>
      <w:bookmarkStart w:id="0" w:name="_GoBack"/>
      <w:bookmarkEnd w:id="0"/>
      <w:r w:rsidRPr="00EE3CB0">
        <w:t xml:space="preserve">ments. </w:t>
      </w:r>
    </w:p>
    <w:p w:rsidR="001A70B2" w:rsidRPr="00EE3CB0" w:rsidRDefault="001A70B2" w:rsidP="00E27822">
      <w:pPr>
        <w:pStyle w:val="eTask"/>
        <w:numPr>
          <w:ilvl w:val="0"/>
          <w:numId w:val="0"/>
        </w:numPr>
        <w:ind w:left="284"/>
      </w:pPr>
    </w:p>
    <w:p w:rsidR="00B25070" w:rsidRPr="00EE3CB0" w:rsidRDefault="00E642DA" w:rsidP="00B25070">
      <w:pPr>
        <w:pStyle w:val="eCheckBoxText"/>
      </w:pPr>
      <w:r w:rsidRPr="00EE3CB0">
        <w:rPr>
          <w:rStyle w:val="eCheckBoxSquareChar"/>
        </w:rPr>
        <w:t>□</w:t>
      </w:r>
      <w:r w:rsidR="00B25070" w:rsidRPr="00EE3CB0">
        <w:rPr>
          <w:szCs w:val="40"/>
        </w:rPr>
        <w:tab/>
      </w:r>
      <w:r w:rsidR="00B25070" w:rsidRPr="00EE3CB0">
        <w:t>2G GSM cellular networks were initially designed only for circuit-switched services.</w:t>
      </w:r>
    </w:p>
    <w:p w:rsidR="00B25070" w:rsidRPr="00EE3CB0" w:rsidRDefault="00B25070" w:rsidP="00B25070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Pr="00EE3CB0">
        <w:t>The packet switching domain is composed of the MSC/VLR and Gateway MSC.</w:t>
      </w:r>
    </w:p>
    <w:p w:rsidR="00B25070" w:rsidRPr="00EE3CB0" w:rsidRDefault="00B25070" w:rsidP="00B25070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Pr="00EE3CB0">
        <w:t>LTE is based on PS services so voice communication is natively supported.</w:t>
      </w:r>
    </w:p>
    <w:p w:rsidR="00B25070" w:rsidRPr="00EE3CB0" w:rsidRDefault="00E642DA" w:rsidP="00B25070">
      <w:pPr>
        <w:pStyle w:val="eCheckBoxText"/>
      </w:pPr>
      <w:r w:rsidRPr="00EE3CB0">
        <w:rPr>
          <w:rStyle w:val="eCheckBoxSquareChar"/>
        </w:rPr>
        <w:t>□</w:t>
      </w:r>
      <w:r w:rsidR="00B25070" w:rsidRPr="00EE3CB0">
        <w:rPr>
          <w:szCs w:val="40"/>
        </w:rPr>
        <w:tab/>
      </w:r>
      <w:r w:rsidR="00B25070" w:rsidRPr="00EE3CB0">
        <w:t>Voice communication is in LTE supported only by using IMS services.</w:t>
      </w:r>
    </w:p>
    <w:p w:rsidR="00B25070" w:rsidRPr="00EE3CB0" w:rsidRDefault="00B25070" w:rsidP="00B25070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Pr="00EE3CB0">
        <w:t>Voice communication in LTE cannot be possible.</w:t>
      </w:r>
    </w:p>
    <w:p w:rsidR="00B25070" w:rsidRPr="00EE3CB0" w:rsidRDefault="00B25070" w:rsidP="00B25070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Pr="00EE3CB0">
        <w:t>LTE is based on CS services so voice communication is natively supported.</w:t>
      </w:r>
    </w:p>
    <w:p w:rsidR="001A70B2" w:rsidRPr="00EE3CB0" w:rsidRDefault="00E642DA" w:rsidP="00B25070">
      <w:pPr>
        <w:pStyle w:val="eCheckBoxText"/>
      </w:pPr>
      <w:r w:rsidRPr="00EE3CB0">
        <w:rPr>
          <w:rStyle w:val="eCheckBoxSquareChar"/>
        </w:rPr>
        <w:t>□</w:t>
      </w:r>
      <w:r w:rsidR="00B25070" w:rsidRPr="00EE3CB0">
        <w:rPr>
          <w:szCs w:val="40"/>
        </w:rPr>
        <w:tab/>
      </w:r>
      <w:r w:rsidR="00B25070" w:rsidRPr="00EE3CB0">
        <w:t>LTE Advanced adds downlink and uplink multiple antenna transmission to the LTE</w:t>
      </w:r>
    </w:p>
    <w:sectPr w:rsidR="001A70B2" w:rsidRPr="00EE3CB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EF8" w:rsidRDefault="00212EF8" w:rsidP="00861A1A">
      <w:r>
        <w:separator/>
      </w:r>
    </w:p>
  </w:endnote>
  <w:endnote w:type="continuationSeparator" w:id="0">
    <w:p w:rsidR="00212EF8" w:rsidRDefault="00212EF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EF8" w:rsidRDefault="00212EF8" w:rsidP="00861A1A">
      <w:r>
        <w:separator/>
      </w:r>
    </w:p>
  </w:footnote>
  <w:footnote w:type="continuationSeparator" w:id="0">
    <w:p w:rsidR="00212EF8" w:rsidRDefault="00212EF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E2782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C282D">
      <w:rPr>
        <w:rFonts w:ascii="Calibri" w:hAnsi="Calibri"/>
        <w:smallCaps/>
        <w:noProof/>
        <w:sz w:val="20"/>
        <w:szCs w:val="20"/>
        <w:lang w:val="en-US"/>
      </w:rPr>
      <w:t>LTE (LONG TERM EVOLUTION)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C68D0E2"/>
    <w:lvl w:ilvl="0" w:tplc="19D4415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DE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0B2"/>
    <w:rsid w:val="001B057D"/>
    <w:rsid w:val="001D00A1"/>
    <w:rsid w:val="001F6290"/>
    <w:rsid w:val="00210A31"/>
    <w:rsid w:val="00212EF8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4BD4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BA3"/>
    <w:rsid w:val="00C53841"/>
    <w:rsid w:val="00C5580D"/>
    <w:rsid w:val="00C57915"/>
    <w:rsid w:val="00C7264E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27822"/>
    <w:rsid w:val="00E352FF"/>
    <w:rsid w:val="00E41087"/>
    <w:rsid w:val="00E516D7"/>
    <w:rsid w:val="00E5359D"/>
    <w:rsid w:val="00E54A46"/>
    <w:rsid w:val="00E642DA"/>
    <w:rsid w:val="00E65738"/>
    <w:rsid w:val="00E8518C"/>
    <w:rsid w:val="00E879F9"/>
    <w:rsid w:val="00E90BD9"/>
    <w:rsid w:val="00EA12AC"/>
    <w:rsid w:val="00EA1BDF"/>
    <w:rsid w:val="00EB6B74"/>
    <w:rsid w:val="00EB6E4B"/>
    <w:rsid w:val="00EC77B0"/>
    <w:rsid w:val="00ED2956"/>
    <w:rsid w:val="00EE3197"/>
    <w:rsid w:val="00EE3CB0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309E0C"/>
  <w15:docId w15:val="{08F1E751-7DFD-408B-A5F0-61CAEF13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27822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2</cp:revision>
  <cp:lastPrinted>2013-05-24T15:00:00Z</cp:lastPrinted>
  <dcterms:created xsi:type="dcterms:W3CDTF">2016-02-18T16:26:00Z</dcterms:created>
  <dcterms:modified xsi:type="dcterms:W3CDTF">2016-02-18T16:26:00Z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