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99A" w:rsidRPr="0048685F" w:rsidRDefault="005A36F2" w:rsidP="0048685F">
      <w:pPr>
        <w:pStyle w:val="eTask"/>
      </w:pPr>
      <w:r>
        <w:t>Assign s</w:t>
      </w:r>
      <w:r w:rsidR="00D20E5C" w:rsidRPr="0048685F">
        <w:t>tandard</w:t>
      </w:r>
      <w:r w:rsidR="004B7C8C" w:rsidRPr="0048685F">
        <w:t>iza</w:t>
      </w:r>
      <w:r>
        <w:t xml:space="preserve">tion </w:t>
      </w:r>
      <w:r w:rsidR="00F97B00" w:rsidRPr="0048685F">
        <w:t>organiz</w:t>
      </w:r>
      <w:r>
        <w:t xml:space="preserve">ations </w:t>
      </w:r>
      <w:r w:rsidR="004B7C8C" w:rsidRPr="0048685F">
        <w:t xml:space="preserve">ETSI </w:t>
      </w:r>
      <w:r>
        <w:t>and</w:t>
      </w:r>
      <w:r w:rsidR="004B7C8C" w:rsidRPr="0048685F">
        <w:t xml:space="preserve"> ITU-T</w:t>
      </w:r>
      <w:r w:rsidR="00F97B00" w:rsidRPr="0048685F">
        <w:t xml:space="preserve"> </w:t>
      </w:r>
      <w:r>
        <w:t xml:space="preserve">for following definitions of </w:t>
      </w:r>
      <w:r w:rsidR="00E06B07" w:rsidRPr="0048685F">
        <w:t>NGN (</w:t>
      </w:r>
      <w:r w:rsidR="00E06B07" w:rsidRPr="0048685F">
        <w:rPr>
          <w:i/>
        </w:rPr>
        <w:t>Next Generation</w:t>
      </w:r>
      <w:r w:rsidR="00301EDC">
        <w:rPr>
          <w:i/>
        </w:rPr>
        <w:t xml:space="preserve"> </w:t>
      </w:r>
      <w:r w:rsidR="00746A5F" w:rsidRPr="0048685F">
        <w:rPr>
          <w:i/>
        </w:rPr>
        <w:t>Networks</w:t>
      </w:r>
      <w:r w:rsidR="00746A5F" w:rsidRPr="0048685F">
        <w:t>)</w:t>
      </w:r>
      <w:r>
        <w:t>.</w:t>
      </w:r>
    </w:p>
    <w:p w:rsidR="00F57337" w:rsidRDefault="00F57337" w:rsidP="0048685F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855"/>
        <w:gridCol w:w="6923"/>
      </w:tblGrid>
      <w:tr w:rsidR="00403EA0" w:rsidTr="00AA716B">
        <w:trPr>
          <w:trHeight w:val="285"/>
        </w:trPr>
        <w:tc>
          <w:tcPr>
            <w:tcW w:w="1856" w:type="dxa"/>
            <w:tcBorders>
              <w:bottom w:val="single" w:sz="4" w:space="0" w:color="auto"/>
            </w:tcBorders>
          </w:tcPr>
          <w:p w:rsidR="00403EA0" w:rsidRPr="0048685F" w:rsidRDefault="000B3220" w:rsidP="005A36F2">
            <w:pPr>
              <w:jc w:val="center"/>
              <w:rPr>
                <w:b/>
              </w:rPr>
            </w:pPr>
            <w:r w:rsidRPr="0048685F">
              <w:rPr>
                <w:b/>
              </w:rPr>
              <w:t>N</w:t>
            </w:r>
            <w:r w:rsidR="005A36F2">
              <w:rPr>
                <w:b/>
              </w:rPr>
              <w:t xml:space="preserve">ame of </w:t>
            </w:r>
            <w:r w:rsidR="005A36F2" w:rsidRPr="005A36F2">
              <w:rPr>
                <w:b/>
              </w:rPr>
              <w:t>standardization organization</w:t>
            </w:r>
          </w:p>
        </w:tc>
        <w:tc>
          <w:tcPr>
            <w:tcW w:w="7148" w:type="dxa"/>
            <w:tcBorders>
              <w:bottom w:val="single" w:sz="4" w:space="0" w:color="auto"/>
            </w:tcBorders>
          </w:tcPr>
          <w:p w:rsidR="00403EA0" w:rsidRPr="0048685F" w:rsidRDefault="00DC5EA9" w:rsidP="005A36F2">
            <w:pPr>
              <w:rPr>
                <w:b/>
              </w:rPr>
            </w:pPr>
            <w:r>
              <w:rPr>
                <w:b/>
              </w:rPr>
              <w:br/>
            </w:r>
            <w:r w:rsidR="009C7D3C" w:rsidRPr="0048685F">
              <w:rPr>
                <w:b/>
              </w:rPr>
              <w:t>Defin</w:t>
            </w:r>
            <w:r w:rsidR="005A36F2">
              <w:rPr>
                <w:b/>
              </w:rPr>
              <w:t xml:space="preserve">ition of </w:t>
            </w:r>
            <w:r w:rsidR="00EF4349" w:rsidRPr="0048685F">
              <w:rPr>
                <w:b/>
              </w:rPr>
              <w:t xml:space="preserve">NGN </w:t>
            </w:r>
            <w:r w:rsidR="005A36F2">
              <w:rPr>
                <w:b/>
              </w:rPr>
              <w:t xml:space="preserve">based on </w:t>
            </w:r>
            <w:r w:rsidR="005A36F2" w:rsidRPr="005A36F2">
              <w:rPr>
                <w:b/>
              </w:rPr>
              <w:t>standardization organization</w:t>
            </w:r>
          </w:p>
        </w:tc>
      </w:tr>
      <w:tr w:rsidR="00D849C3" w:rsidTr="00EA5F85">
        <w:tc>
          <w:tcPr>
            <w:tcW w:w="1856" w:type="dxa"/>
            <w:vAlign w:val="center"/>
          </w:tcPr>
          <w:p w:rsidR="00D849C3" w:rsidRPr="0048685F" w:rsidRDefault="00D849C3" w:rsidP="0048685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148" w:type="dxa"/>
          </w:tcPr>
          <w:p w:rsidR="00D849C3" w:rsidRDefault="005A36F2" w:rsidP="005A36F2">
            <w:pPr>
              <w:rPr>
                <w:b/>
              </w:rPr>
            </w:pPr>
            <w:r w:rsidRPr="005A36F2">
              <w:t xml:space="preserve">NGN </w:t>
            </w:r>
            <w:r>
              <w:t>i</w:t>
            </w:r>
            <w:r w:rsidRPr="005A36F2">
              <w:t xml:space="preserve">s a network based on packet transfer, enabling to provide services including telecommunication services, and is able </w:t>
            </w:r>
            <w:r>
              <w:t>t</w:t>
            </w:r>
            <w:r w:rsidRPr="005A36F2">
              <w:t>o us</w:t>
            </w:r>
            <w:r>
              <w:t>e</w:t>
            </w:r>
            <w:r w:rsidRPr="005A36F2">
              <w:t xml:space="preserve"> several broadband transmission technologies allowing guaranteeing QoS.</w:t>
            </w:r>
          </w:p>
        </w:tc>
      </w:tr>
      <w:tr w:rsidR="00E81F23" w:rsidTr="00EA5F85">
        <w:tc>
          <w:tcPr>
            <w:tcW w:w="1856" w:type="dxa"/>
            <w:vAlign w:val="center"/>
          </w:tcPr>
          <w:p w:rsidR="00E81F23" w:rsidRPr="0048685F" w:rsidRDefault="00E81F23" w:rsidP="0048685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148" w:type="dxa"/>
          </w:tcPr>
          <w:p w:rsidR="00E81F23" w:rsidRPr="00066ECB" w:rsidRDefault="005A36F2" w:rsidP="0048685F">
            <w:pPr>
              <w:rPr>
                <w:b/>
              </w:rPr>
            </w:pPr>
            <w:r w:rsidRPr="005A36F2">
              <w:t>describes NGN as a concept for the defining and establishing of the networks, allowing a formal distribution of functionalities into separate layers and planes by using open interfaces.</w:t>
            </w:r>
            <w:r w:rsidR="00DC5EA9">
              <w:br/>
            </w:r>
          </w:p>
        </w:tc>
      </w:tr>
      <w:tr w:rsidR="00403EA0" w:rsidTr="005A0840">
        <w:tc>
          <w:tcPr>
            <w:tcW w:w="1856" w:type="dxa"/>
            <w:vAlign w:val="center"/>
          </w:tcPr>
          <w:p w:rsidR="00403EA0" w:rsidRPr="0048685F" w:rsidRDefault="00403EA0" w:rsidP="0048685F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148" w:type="dxa"/>
          </w:tcPr>
          <w:p w:rsidR="00403EA0" w:rsidRPr="00066ECB" w:rsidRDefault="00DC5EA9" w:rsidP="0048685F">
            <w:pPr>
              <w:rPr>
                <w:b/>
              </w:rPr>
            </w:pPr>
            <w:r>
              <w:br/>
            </w:r>
            <w:r w:rsidR="005A36F2" w:rsidRPr="005A36F2">
              <w:t>NGN concept provides new conditions for creation, implementation and effective management of innovative services.</w:t>
            </w:r>
            <w:r>
              <w:br/>
            </w:r>
          </w:p>
        </w:tc>
      </w:tr>
      <w:tr w:rsidR="00403EA0" w:rsidTr="005A0840">
        <w:tc>
          <w:tcPr>
            <w:tcW w:w="1856" w:type="dxa"/>
            <w:vAlign w:val="center"/>
          </w:tcPr>
          <w:p w:rsidR="00403EA0" w:rsidRPr="0048685F" w:rsidRDefault="00403EA0" w:rsidP="00723F94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148" w:type="dxa"/>
          </w:tcPr>
          <w:p w:rsidR="00403EA0" w:rsidRDefault="005A36F2" w:rsidP="0048685F">
            <w:r w:rsidRPr="005A36F2">
              <w:t>The functions related to services are at the same time independent of the basic transmission technologies. NGN provides unlimited user access to different service providers.</w:t>
            </w:r>
            <w:r w:rsidR="00DC5EA9">
              <w:br/>
            </w:r>
          </w:p>
        </w:tc>
      </w:tr>
    </w:tbl>
    <w:p w:rsidR="006265CE" w:rsidRDefault="006265CE" w:rsidP="0048685F">
      <w:pPr>
        <w:pStyle w:val="eLineBottom"/>
      </w:pPr>
    </w:p>
    <w:p w:rsidR="00DC5EA9" w:rsidRDefault="00DC5EA9" w:rsidP="0048685F">
      <w:pPr>
        <w:pStyle w:val="eLineBottom"/>
      </w:pPr>
    </w:p>
    <w:p w:rsidR="006265CE" w:rsidRDefault="006265CE" w:rsidP="0048685F"/>
    <w:p w:rsidR="006265CE" w:rsidRPr="0048685F" w:rsidRDefault="00CA4727" w:rsidP="0048685F">
      <w:pPr>
        <w:pStyle w:val="eTask"/>
      </w:pPr>
      <w:r>
        <w:t xml:space="preserve">Encircle protocols which can be used to implement </w:t>
      </w:r>
      <w:r w:rsidR="00874368">
        <w:t xml:space="preserve">SDN </w:t>
      </w:r>
      <w:r w:rsidR="00874368" w:rsidRPr="0048685F">
        <w:t>(</w:t>
      </w:r>
      <w:r w:rsidR="00874368" w:rsidRPr="0048685F">
        <w:rPr>
          <w:i/>
        </w:rPr>
        <w:t>Software Defined Networking</w:t>
      </w:r>
      <w:r w:rsidR="00874368" w:rsidRPr="0048685F">
        <w:t>)</w:t>
      </w:r>
      <w:r w:rsidR="00874368">
        <w:t xml:space="preserve"> </w:t>
      </w:r>
      <w:r>
        <w:t>functionalities in a network.</w:t>
      </w:r>
      <w:r w:rsidR="006265CE" w:rsidRPr="0048685F">
        <w:t xml:space="preserve"> </w:t>
      </w:r>
    </w:p>
    <w:p w:rsidR="0048685F" w:rsidRDefault="00874368" w:rsidP="0048685F"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67460</wp:posOffset>
                </wp:positionH>
                <wp:positionV relativeFrom="paragraph">
                  <wp:posOffset>172525</wp:posOffset>
                </wp:positionV>
                <wp:extent cx="5697822" cy="1950368"/>
                <wp:effectExtent l="0" t="0" r="17780" b="1206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22" cy="195036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71F3C1" id="Oval 7" o:spid="_x0000_s1026" style="position:absolute;margin-left:5.3pt;margin-top:13.6pt;width:448.65pt;height:153.5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" filled="f" strokecolor="black [3213]" strokeweight="2pt"/>
            </w:pict>
          </mc:Fallback>
        </mc:AlternateContent>
      </w:r>
    </w:p>
    <w:p w:rsidR="00BB4C89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A2014C" wp14:editId="0718A95D">
                <wp:simplePos x="0" y="0"/>
                <wp:positionH relativeFrom="column">
                  <wp:posOffset>3181985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DVB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2014C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50.55pt;margin-top:12pt;width:1in;height:19.55pt;z-index:2516889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" filled="f" stroked="f" strokeweight=".5pt">
                <v:textbox inset="1mm,1mm,1mm,1mm">
                  <w:txbxContent>
                    <w:p w:rsidR="002E1257" w:rsidRDefault="002E1257">
                      <w:r>
                        <w:t>DVB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3529DB" wp14:editId="7493829C">
                <wp:simplePos x="0" y="0"/>
                <wp:positionH relativeFrom="column">
                  <wp:posOffset>1314450</wp:posOffset>
                </wp:positionH>
                <wp:positionV relativeFrom="paragraph">
                  <wp:posOffset>90170</wp:posOffset>
                </wp:positionV>
                <wp:extent cx="914400" cy="248285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ARPANET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3529DB" id="Text Box 25" o:spid="_x0000_s1027" type="#_x0000_t202" style="position:absolute;margin-left:103.5pt;margin-top:7.1pt;width:1in;height:19.55pt;z-index:2517002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sTjeg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ARPANET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42FFF7" wp14:editId="40629D58">
                <wp:simplePos x="0" y="0"/>
                <wp:positionH relativeFrom="column">
                  <wp:posOffset>2353310</wp:posOffset>
                </wp:positionH>
                <wp:positionV relativeFrom="paragraph">
                  <wp:posOffset>120650</wp:posOffset>
                </wp:positionV>
                <wp:extent cx="914400" cy="24828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 w:rsidRPr="00874368">
                              <w:t>OpenFlow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2FFF7" id="Text Box 10" o:spid="_x0000_s1028" type="#_x0000_t202" style="position:absolute;margin-left:185.3pt;margin-top:9.5pt;width:1in;height:19.55pt;z-index:2516705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EcjeQ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 w:rsidRPr="00874368">
                        <w:t>OpenFlow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3B010D" wp14:editId="4CA41F85">
                <wp:simplePos x="0" y="0"/>
                <wp:positionH relativeFrom="column">
                  <wp:posOffset>3783330</wp:posOffset>
                </wp:positionH>
                <wp:positionV relativeFrom="paragraph">
                  <wp:posOffset>53975</wp:posOffset>
                </wp:positionV>
                <wp:extent cx="914400" cy="24828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B010D" id="Text Box 12" o:spid="_x0000_s1029" type="#_x0000_t202" style="position:absolute;margin-left:297.9pt;margin-top:4.25pt;width:1in;height:19.55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m4DegIAAGg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2B1010" wp14:editId="4E140D41">
                <wp:simplePos x="0" y="0"/>
                <wp:positionH relativeFrom="column">
                  <wp:posOffset>627380</wp:posOffset>
                </wp:positionH>
                <wp:positionV relativeFrom="paragraph">
                  <wp:posOffset>126365</wp:posOffset>
                </wp:positionV>
                <wp:extent cx="914400" cy="24828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MPLS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B1010" id="Text Box 8" o:spid="_x0000_s1030" type="#_x0000_t202" style="position:absolute;margin-left:49.4pt;margin-top:9.95pt;width:1in;height:19.5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" filled="f" stroked="f" strokeweight=".5pt">
                <v:textbox inset="1mm,1mm,1mm,1mm">
                  <w:txbxContent>
                    <w:p w:rsidR="00874368" w:rsidRDefault="00874368">
                      <w:r>
                        <w:t>MPLS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1893980" wp14:editId="586F916E">
                <wp:simplePos x="0" y="0"/>
                <wp:positionH relativeFrom="column">
                  <wp:posOffset>4782185</wp:posOffset>
                </wp:positionH>
                <wp:positionV relativeFrom="paragraph">
                  <wp:posOffset>83185</wp:posOffset>
                </wp:positionV>
                <wp:extent cx="914400" cy="248285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ITU-T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93980" id="Text Box 17" o:spid="_x0000_s1031" type="#_x0000_t202" style="position:absolute;margin-left:376.55pt;margin-top:6.55pt;width:1in;height:19.55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ITU-T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B35535" wp14:editId="6ED88A39">
                <wp:simplePos x="0" y="0"/>
                <wp:positionH relativeFrom="column">
                  <wp:posOffset>2621280</wp:posOffset>
                </wp:positionH>
                <wp:positionV relativeFrom="paragraph">
                  <wp:posOffset>152400</wp:posOffset>
                </wp:positionV>
                <wp:extent cx="914400" cy="248285"/>
                <wp:effectExtent l="0" t="0" r="127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NGN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B35535" id="Text Box 16" o:spid="_x0000_s1032" type="#_x0000_t202" style="position:absolute;margin-left:206.4pt;margin-top:12pt;width:1in;height:19.5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>
                        <w:t>NGN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3BA0DA" wp14:editId="7E966D49">
                <wp:simplePos x="0" y="0"/>
                <wp:positionH relativeFrom="column">
                  <wp:posOffset>1559560</wp:posOffset>
                </wp:positionH>
                <wp:positionV relativeFrom="paragraph">
                  <wp:posOffset>153670</wp:posOffset>
                </wp:positionV>
                <wp:extent cx="914400" cy="248285"/>
                <wp:effectExtent l="0" t="0" r="127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ETSI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BA0DA" id="Text Box 11" o:spid="_x0000_s1033" type="#_x0000_t202" style="position:absolute;margin-left:122.8pt;margin-top:12.1pt;width:1in;height:19.55pt;z-index:2516725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" filled="f" stroked="f" strokeweight=".5pt">
                <v:textbox inset="1mm,1mm,1mm,1mm">
                  <w:txbxContent>
                    <w:p w:rsidR="00874368" w:rsidRDefault="00874368">
                      <w:r>
                        <w:t>ETSI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409EFA" wp14:editId="1B1F958B">
                <wp:simplePos x="0" y="0"/>
                <wp:positionH relativeFrom="column">
                  <wp:posOffset>3470910</wp:posOffset>
                </wp:positionH>
                <wp:positionV relativeFrom="paragraph">
                  <wp:posOffset>81915</wp:posOffset>
                </wp:positionV>
                <wp:extent cx="914400" cy="24828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RAN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09EFA" id="Text Box 18" o:spid="_x0000_s1034" type="#_x0000_t202" style="position:absolute;margin-left:273.3pt;margin-top:6.45pt;width:1in;height:19.55pt;z-index:2516869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hjeAIAAGg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" filled="f" stroked="f" strokeweight=".5pt">
                <v:textbox inset="1mm,1mm,1mm,1mm">
                  <w:txbxContent>
                    <w:p w:rsidR="002E1257" w:rsidRDefault="002E1257">
                      <w:r>
                        <w:t>RAN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085B47" wp14:editId="17A29494">
                <wp:simplePos x="0" y="0"/>
                <wp:positionH relativeFrom="column">
                  <wp:posOffset>575945</wp:posOffset>
                </wp:positionH>
                <wp:positionV relativeFrom="paragraph">
                  <wp:posOffset>116205</wp:posOffset>
                </wp:positionV>
                <wp:extent cx="914400" cy="24828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NETCONF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85B47" id="Text Box 14" o:spid="_x0000_s1035" type="#_x0000_t202" style="position:absolute;margin-left:45.35pt;margin-top:9.15pt;width:1in;height:19.55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NETCONF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2AA6E4" wp14:editId="26514A5A">
                <wp:simplePos x="0" y="0"/>
                <wp:positionH relativeFrom="column">
                  <wp:posOffset>4432300</wp:posOffset>
                </wp:positionH>
                <wp:positionV relativeFrom="paragraph">
                  <wp:posOffset>12700</wp:posOffset>
                </wp:positionV>
                <wp:extent cx="914400" cy="24828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proofErr w:type="spellStart"/>
                            <w:r w:rsidRPr="002E1257">
                              <w:t>ForCES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AA6E4" id="Text Box 13" o:spid="_x0000_s1036" type="#_x0000_t202" style="position:absolute;margin-left:349pt;margin-top:1pt;width:1in;height:19.55pt;z-index:2516766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" filled="f" stroked="f" strokeweight=".5pt">
                <v:textbox inset="1mm,1mm,1mm,1mm">
                  <w:txbxContent>
                    <w:p w:rsidR="002E1257" w:rsidRDefault="002E1257">
                      <w:proofErr w:type="spellStart"/>
                      <w:r w:rsidRPr="002E1257">
                        <w:t>ForCES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874368" w:rsidRDefault="00874368" w:rsidP="0048685F">
      <w:pPr>
        <w:pStyle w:val="eLineBottom"/>
      </w:pP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9ED2373" wp14:editId="3975A428">
                <wp:simplePos x="0" y="0"/>
                <wp:positionH relativeFrom="column">
                  <wp:posOffset>3780728</wp:posOffset>
                </wp:positionH>
                <wp:positionV relativeFrom="paragraph">
                  <wp:posOffset>20074</wp:posOffset>
                </wp:positionV>
                <wp:extent cx="914400" cy="248285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>
                              <w:t>MANO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2373" id="Text Box 20" o:spid="_x0000_s1037" type="#_x0000_t202" style="position:absolute;margin-left:297.7pt;margin-top:1.6pt;width:1in;height:19.55pt;z-index:2516910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>
                        <w:t>MANO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CF861E" wp14:editId="43590B9C">
                <wp:simplePos x="0" y="0"/>
                <wp:positionH relativeFrom="column">
                  <wp:posOffset>3025775</wp:posOffset>
                </wp:positionH>
                <wp:positionV relativeFrom="paragraph">
                  <wp:posOffset>20955</wp:posOffset>
                </wp:positionV>
                <wp:extent cx="914400" cy="24828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874368">
                            <w:r>
                              <w:t>NFV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CF861E" id="Text Box 9" o:spid="_x0000_s1038" type="#_x0000_t202" style="position:absolute;margin-left:238.25pt;margin-top:1.65pt;width:1in;height:19.5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" filled="f" stroked="f" strokeweight=".5pt">
                <v:textbox inset="1mm,1mm,1mm,1mm">
                  <w:txbxContent>
                    <w:p w:rsidR="00874368" w:rsidRDefault="00874368">
                      <w:r>
                        <w:t>NFV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2E1257" w:rsidP="0048685F">
      <w:pPr>
        <w:pStyle w:val="eLineBottom"/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36C430" wp14:editId="6B114977">
                <wp:simplePos x="0" y="0"/>
                <wp:positionH relativeFrom="column">
                  <wp:posOffset>2128520</wp:posOffset>
                </wp:positionH>
                <wp:positionV relativeFrom="paragraph">
                  <wp:posOffset>17145</wp:posOffset>
                </wp:positionV>
                <wp:extent cx="914400" cy="24828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1257" w:rsidRDefault="002E1257">
                            <w:r w:rsidRPr="002E1257">
                              <w:t>PCE-P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6C430" id="Text Box 15" o:spid="_x0000_s1039" type="#_x0000_t202" style="position:absolute;margin-left:167.6pt;margin-top:1.35pt;width:1in;height:19.55pt;z-index:2516807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" filled="f" stroked="f" strokeweight=".5pt">
                <v:textbox inset="1mm,1mm,1mm,1mm">
                  <w:txbxContent>
                    <w:p w:rsidR="002E1257" w:rsidRDefault="002E1257">
                      <w:r w:rsidRPr="002E1257">
                        <w:t>PCE-P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874368" w:rsidP="0048685F">
      <w:pPr>
        <w:pStyle w:val="eLineBottom"/>
      </w:pPr>
    </w:p>
    <w:p w:rsidR="00874368" w:rsidRDefault="00874368" w:rsidP="0048685F">
      <w:pPr>
        <w:pStyle w:val="eLineBottom"/>
      </w:pPr>
    </w:p>
    <w:p w:rsidR="00DC5EA9" w:rsidRDefault="00DC5EA9" w:rsidP="0048685F">
      <w:pPr>
        <w:pStyle w:val="eLineBottom"/>
      </w:pPr>
    </w:p>
    <w:p w:rsidR="00331517" w:rsidRDefault="00331517" w:rsidP="0048685F"/>
    <w:p w:rsidR="00DC5EA9" w:rsidRDefault="00DC5EA9">
      <w:pPr>
        <w:rPr>
          <w:b/>
        </w:rPr>
      </w:pPr>
      <w:r>
        <w:br w:type="page"/>
      </w:r>
    </w:p>
    <w:p w:rsidR="00BB4C89" w:rsidRPr="0048685F" w:rsidRDefault="00CA4727" w:rsidP="0048685F">
      <w:pPr>
        <w:pStyle w:val="eTask"/>
      </w:pPr>
      <w:r>
        <w:lastRenderedPageBreak/>
        <w:t>Mark correct combination of requirements which should be met</w:t>
      </w:r>
      <w:r w:rsidRPr="0048685F">
        <w:t xml:space="preserve"> </w:t>
      </w:r>
      <w:r>
        <w:t xml:space="preserve">by </w:t>
      </w:r>
      <w:r w:rsidR="00BB4C89" w:rsidRPr="0048685F">
        <w:t>NFV (</w:t>
      </w:r>
      <w:r w:rsidR="00BB4C89" w:rsidRPr="0048685F">
        <w:rPr>
          <w:i/>
        </w:rPr>
        <w:t>Network Functions Virtualization</w:t>
      </w:r>
      <w:r w:rsidR="00BB4C89" w:rsidRPr="0048685F">
        <w:t>)</w:t>
      </w:r>
      <w:r>
        <w:t xml:space="preserve"> architecture.</w:t>
      </w:r>
    </w:p>
    <w:p w:rsidR="0048685F" w:rsidRPr="0048685F" w:rsidRDefault="0048685F" w:rsidP="00DC5EA9"/>
    <w:p w:rsidR="00BB4C89" w:rsidRDefault="00BB4C89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CA4727">
        <w:t>ph</w:t>
      </w:r>
      <w:r w:rsidR="00874415">
        <w:t>y</w:t>
      </w:r>
      <w:r w:rsidR="00CA4727">
        <w:t>s</w:t>
      </w:r>
      <w:r w:rsidR="00874415">
        <w:t>ic</w:t>
      </w:r>
      <w:r w:rsidR="00CA4727">
        <w:t>al</w:t>
      </w:r>
      <w:r w:rsidR="00874415">
        <w:t xml:space="preserve"> </w:t>
      </w:r>
      <w:r w:rsidR="00CA4727">
        <w:t>installation of devices</w:t>
      </w:r>
      <w:r w:rsidR="00874415">
        <w:t>,</w:t>
      </w:r>
      <w:r w:rsidR="00A20575">
        <w:t xml:space="preserve"> </w:t>
      </w:r>
      <w:r w:rsidR="00CA4727">
        <w:t>energy efficiency</w:t>
      </w:r>
      <w:r w:rsidR="00A20575">
        <w:t xml:space="preserve">, </w:t>
      </w:r>
      <w:r w:rsidR="00CA4727">
        <w:t>c</w:t>
      </w:r>
      <w:r w:rsidR="00A20575">
        <w:t>ont</w:t>
      </w:r>
      <w:r w:rsidR="00B27F52">
        <w:t>in</w:t>
      </w:r>
      <w:r w:rsidR="00A20575">
        <w:t>ui</w:t>
      </w:r>
      <w:r w:rsidR="00B27F52">
        <w:t>t</w:t>
      </w:r>
      <w:r w:rsidR="00CA4727">
        <w:t>y of services</w:t>
      </w:r>
    </w:p>
    <w:p w:rsidR="00BB4C89" w:rsidRPr="00723F94" w:rsidRDefault="00BB4C89" w:rsidP="0048685F">
      <w:pPr>
        <w:pStyle w:val="eCheckBoxText"/>
        <w:rPr>
          <w:b/>
        </w:rPr>
      </w:pPr>
      <w:r w:rsidRPr="00723F94">
        <w:rPr>
          <w:rStyle w:val="eCheckBoxSquareChar"/>
        </w:rPr>
        <w:t>□</w:t>
      </w:r>
      <w:r w:rsidR="0048685F" w:rsidRPr="00723F94">
        <w:rPr>
          <w:rStyle w:val="eCheckBoxSquareChar"/>
        </w:rPr>
        <w:tab/>
      </w:r>
      <w:r w:rsidR="00CA4727" w:rsidRPr="00723F94">
        <w:t>remote deployment of devices</w:t>
      </w:r>
      <w:r w:rsidR="00BB5F8F" w:rsidRPr="00723F94">
        <w:t xml:space="preserve">, </w:t>
      </w:r>
      <w:r w:rsidR="00FA4A66" w:rsidRPr="00723F94">
        <w:t>flexibilit</w:t>
      </w:r>
      <w:r w:rsidR="00CA4727" w:rsidRPr="00723F94">
        <w:t>y</w:t>
      </w:r>
      <w:r w:rsidR="00FA4A66" w:rsidRPr="00723F94">
        <w:t xml:space="preserve">, </w:t>
      </w:r>
      <w:r w:rsidR="00CA4727" w:rsidRPr="00723F94">
        <w:t>c</w:t>
      </w:r>
      <w:r w:rsidR="00FA4A66" w:rsidRPr="00723F94">
        <w:t>ontinuit</w:t>
      </w:r>
      <w:r w:rsidR="00CA4727" w:rsidRPr="00723F94">
        <w:t>y of services</w:t>
      </w:r>
    </w:p>
    <w:p w:rsidR="00BB4C89" w:rsidRDefault="00BB4C89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CA4727" w:rsidRPr="00CA4727">
        <w:t>variety hardware support</w:t>
      </w:r>
      <w:r w:rsidR="002E788C">
        <w:t xml:space="preserve">, </w:t>
      </w:r>
      <w:r w:rsidR="00CA4727">
        <w:t>remote installation of devices</w:t>
      </w:r>
      <w:r w:rsidR="00C079C5">
        <w:t xml:space="preserve">, </w:t>
      </w:r>
      <w:r w:rsidR="00CA4727">
        <w:t>energy efficiency</w:t>
      </w:r>
    </w:p>
    <w:p w:rsidR="00BB4C89" w:rsidRDefault="00BB4C89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6873F9">
        <w:t>energ</w:t>
      </w:r>
      <w:r w:rsidR="00CA4727">
        <w:t xml:space="preserve">y </w:t>
      </w:r>
      <w:r w:rsidR="006873F9">
        <w:t>ef</w:t>
      </w:r>
      <w:r w:rsidR="00CA4727">
        <w:t>ficiency</w:t>
      </w:r>
      <w:r w:rsidR="006873F9">
        <w:t xml:space="preserve">, </w:t>
      </w:r>
      <w:r w:rsidR="00CA4727" w:rsidRPr="00CA4727">
        <w:t>variety hardware support</w:t>
      </w:r>
      <w:r w:rsidR="006873F9">
        <w:t xml:space="preserve">, </w:t>
      </w:r>
      <w:r w:rsidR="00D44B12">
        <w:t>flexibilit</w:t>
      </w:r>
      <w:r w:rsidR="00CA4727">
        <w:t>y</w:t>
      </w:r>
    </w:p>
    <w:p w:rsidR="00753D45" w:rsidRDefault="00753D45" w:rsidP="0048685F">
      <w:pPr>
        <w:pStyle w:val="eLineBottom"/>
      </w:pPr>
    </w:p>
    <w:p w:rsidR="0048685F" w:rsidRDefault="0048685F">
      <w:pPr>
        <w:rPr>
          <w:b/>
        </w:rPr>
      </w:pPr>
    </w:p>
    <w:p w:rsidR="00753D45" w:rsidRDefault="00B20A38" w:rsidP="0048685F">
      <w:pPr>
        <w:pStyle w:val="eTask"/>
      </w:pPr>
      <w:r>
        <w:t xml:space="preserve">Mark correct system included in the </w:t>
      </w:r>
      <w:r w:rsidR="00A560F5" w:rsidRPr="0048685F">
        <w:t>VNF</w:t>
      </w:r>
      <w:r w:rsidR="00753D45" w:rsidRPr="0048685F">
        <w:t xml:space="preserve"> (</w:t>
      </w:r>
      <w:r w:rsidR="00286643" w:rsidRPr="0048685F">
        <w:rPr>
          <w:i/>
        </w:rPr>
        <w:t xml:space="preserve">Virtualized </w:t>
      </w:r>
      <w:r w:rsidR="00753D45" w:rsidRPr="0048685F">
        <w:rPr>
          <w:i/>
        </w:rPr>
        <w:t>Network</w:t>
      </w:r>
      <w:r w:rsidR="00286643" w:rsidRPr="0048685F">
        <w:rPr>
          <w:i/>
        </w:rPr>
        <w:t xml:space="preserve"> Feature</w:t>
      </w:r>
      <w:r w:rsidR="00753D45" w:rsidRPr="0048685F">
        <w:t>)</w:t>
      </w:r>
      <w:r>
        <w:t xml:space="preserve"> component.</w:t>
      </w:r>
    </w:p>
    <w:p w:rsidR="0048685F" w:rsidRPr="0048685F" w:rsidRDefault="0048685F" w:rsidP="00DC5EA9"/>
    <w:p w:rsidR="00753D45" w:rsidRPr="00723F94" w:rsidRDefault="00753D45" w:rsidP="0048685F">
      <w:pPr>
        <w:pStyle w:val="eCheckBoxText"/>
        <w:rPr>
          <w:b/>
        </w:rPr>
      </w:pPr>
      <w:r w:rsidRPr="00723F94">
        <w:rPr>
          <w:rStyle w:val="eCheckBoxSquareChar"/>
        </w:rPr>
        <w:t>□</w:t>
      </w:r>
      <w:r w:rsidR="0048685F" w:rsidRPr="00723F94">
        <w:rPr>
          <w:rStyle w:val="eCheckBoxSquareChar"/>
        </w:rPr>
        <w:tab/>
      </w:r>
      <w:r w:rsidR="00B20A38" w:rsidRPr="00723F94">
        <w:t>Element Management System</w:t>
      </w:r>
    </w:p>
    <w:p w:rsidR="00753D45" w:rsidRDefault="00753D45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B20A38">
        <w:t>Computing hardware</w:t>
      </w:r>
    </w:p>
    <w:p w:rsidR="00753D45" w:rsidRDefault="00753D45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B20A38">
        <w:t>Orchestrator</w:t>
      </w:r>
    </w:p>
    <w:p w:rsidR="00753D45" w:rsidRDefault="00753D45" w:rsidP="0048685F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48685F">
        <w:rPr>
          <w:rStyle w:val="eCheckBoxSquareChar"/>
        </w:rPr>
        <w:tab/>
      </w:r>
      <w:r w:rsidR="00B20A38">
        <w:t>Hardware storage</w:t>
      </w:r>
    </w:p>
    <w:p w:rsidR="00923BBB" w:rsidRDefault="00923BBB" w:rsidP="00B5755D">
      <w:pPr>
        <w:pStyle w:val="eLineBottom"/>
      </w:pPr>
    </w:p>
    <w:p w:rsidR="006265CE" w:rsidRDefault="006265CE" w:rsidP="00B5755D"/>
    <w:p w:rsidR="00874368" w:rsidRDefault="00735CF5" w:rsidP="00874368">
      <w:pPr>
        <w:pStyle w:val="eTask"/>
      </w:pPr>
      <w:r>
        <w:t>Mark those</w:t>
      </w:r>
      <w:r w:rsidR="00874368">
        <w:t xml:space="preserve"> func</w:t>
      </w:r>
      <w:r>
        <w:t>tions</w:t>
      </w:r>
      <w:r w:rsidR="00874368">
        <w:t>/s</w:t>
      </w:r>
      <w:r>
        <w:t>ervices</w:t>
      </w:r>
      <w:r w:rsidR="00874368">
        <w:t>/syst</w:t>
      </w:r>
      <w:r>
        <w:t>e</w:t>
      </w:r>
      <w:r w:rsidR="00874368">
        <w:t>m</w:t>
      </w:r>
      <w:r>
        <w:t xml:space="preserve">s which can be virtualized within </w:t>
      </w:r>
      <w:r w:rsidR="00874368">
        <w:t>NFV</w:t>
      </w:r>
      <w:r>
        <w:t xml:space="preserve"> architecture</w:t>
      </w:r>
      <w:r w:rsidR="00874368">
        <w:t>.</w:t>
      </w:r>
    </w:p>
    <w:p w:rsidR="00874368" w:rsidRDefault="00874368" w:rsidP="00874368"/>
    <w:p w:rsidR="00874368" w:rsidRDefault="00874368" w:rsidP="00874368"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1552C3" wp14:editId="5D14F421">
                <wp:simplePos x="0" y="0"/>
                <wp:positionH relativeFrom="column">
                  <wp:posOffset>2101428</wp:posOffset>
                </wp:positionH>
                <wp:positionV relativeFrom="paragraph">
                  <wp:posOffset>23074</wp:posOffset>
                </wp:positionV>
                <wp:extent cx="1604645" cy="518160"/>
                <wp:effectExtent l="0" t="0" r="14605" b="1524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723F94" w:rsidRDefault="00874368" w:rsidP="00874368">
                            <w:pPr>
                              <w:jc w:val="center"/>
                            </w:pPr>
                            <w:r w:rsidRPr="00723F94">
                              <w:t>Virtu</w:t>
                            </w:r>
                            <w:r w:rsidR="00735CF5" w:rsidRPr="00723F94">
                              <w:t>a</w:t>
                            </w:r>
                            <w:r w:rsidRPr="00723F94">
                              <w:t>l priv</w:t>
                            </w:r>
                            <w:r w:rsidR="00735CF5" w:rsidRPr="00723F94">
                              <w:t>a</w:t>
                            </w:r>
                            <w:r w:rsidRPr="00723F94">
                              <w:t xml:space="preserve">te </w:t>
                            </w:r>
                            <w:r w:rsidR="00735CF5" w:rsidRPr="00723F94">
                              <w:t>networks</w:t>
                            </w:r>
                          </w:p>
                          <w:p w:rsidR="00874368" w:rsidRPr="00723F94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552C3" id="Text Box 38" o:spid="_x0000_s1040" type="#_x0000_t202" style="position:absolute;margin-left:165.45pt;margin-top:1.8pt;width:126.35pt;height:4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" filled="f" strokeweight=".5pt">
                <v:textbox inset="0,,0">
                  <w:txbxContent>
                    <w:p w:rsidR="00874368" w:rsidRPr="00723F94" w:rsidRDefault="00874368" w:rsidP="00874368">
                      <w:pPr>
                        <w:jc w:val="center"/>
                      </w:pPr>
                      <w:r w:rsidRPr="00723F94">
                        <w:t>Virtu</w:t>
                      </w:r>
                      <w:r w:rsidR="00735CF5" w:rsidRPr="00723F94">
                        <w:t>a</w:t>
                      </w:r>
                      <w:r w:rsidRPr="00723F94">
                        <w:t>l priv</w:t>
                      </w:r>
                      <w:r w:rsidR="00735CF5" w:rsidRPr="00723F94">
                        <w:t>a</w:t>
                      </w:r>
                      <w:r w:rsidRPr="00723F94">
                        <w:t xml:space="preserve">te </w:t>
                      </w:r>
                      <w:r w:rsidR="00735CF5" w:rsidRPr="00723F94">
                        <w:t>networks</w:t>
                      </w:r>
                    </w:p>
                    <w:p w:rsidR="00874368" w:rsidRPr="00723F94" w:rsidRDefault="00874368" w:rsidP="0087436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E68868" wp14:editId="320BBF45">
                <wp:simplePos x="0" y="0"/>
                <wp:positionH relativeFrom="column">
                  <wp:posOffset>3915967</wp:posOffset>
                </wp:positionH>
                <wp:positionV relativeFrom="paragraph">
                  <wp:posOffset>24130</wp:posOffset>
                </wp:positionV>
                <wp:extent cx="1619915" cy="518160"/>
                <wp:effectExtent l="0" t="0" r="18415" b="1524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915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723F94" w:rsidRDefault="00735CF5" w:rsidP="00874368">
                            <w:pPr>
                              <w:jc w:val="center"/>
                            </w:pPr>
                            <w:r w:rsidRPr="00723F94">
                              <w:t xml:space="preserve">Security </w:t>
                            </w:r>
                            <w:r w:rsidR="00874368" w:rsidRPr="00723F94">
                              <w:t>s</w:t>
                            </w:r>
                            <w:r w:rsidRPr="00723F94">
                              <w:t>ervices</w:t>
                            </w:r>
                          </w:p>
                          <w:p w:rsidR="00874368" w:rsidRPr="00723F94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68868" id="Text Box 40" o:spid="_x0000_s1041" type="#_x0000_t202" style="position:absolute;margin-left:308.35pt;margin-top:1.9pt;width:127.55pt;height:4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" filled="f" strokeweight=".5pt">
                <v:textbox>
                  <w:txbxContent>
                    <w:p w:rsidR="00874368" w:rsidRPr="00723F94" w:rsidRDefault="00735CF5" w:rsidP="00874368">
                      <w:pPr>
                        <w:jc w:val="center"/>
                      </w:pPr>
                      <w:r w:rsidRPr="00723F94">
                        <w:t xml:space="preserve">Security </w:t>
                      </w:r>
                      <w:r w:rsidR="00874368" w:rsidRPr="00723F94">
                        <w:t>s</w:t>
                      </w:r>
                      <w:r w:rsidRPr="00723F94">
                        <w:t>ervices</w:t>
                      </w:r>
                    </w:p>
                    <w:p w:rsidR="00874368" w:rsidRPr="00723F94" w:rsidRDefault="00874368" w:rsidP="0087436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58A78" wp14:editId="5A8DCD3F">
                <wp:simplePos x="0" y="0"/>
                <wp:positionH relativeFrom="column">
                  <wp:posOffset>121920</wp:posOffset>
                </wp:positionH>
                <wp:positionV relativeFrom="paragraph">
                  <wp:posOffset>26035</wp:posOffset>
                </wp:positionV>
                <wp:extent cx="1780540" cy="518160"/>
                <wp:effectExtent l="0" t="0" r="10160" b="1524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5181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723F94" w:rsidRDefault="00874368" w:rsidP="00874368">
                            <w:pPr>
                              <w:jc w:val="center"/>
                            </w:pPr>
                            <w:r w:rsidRPr="00723F94">
                              <w:t>Virtu</w:t>
                            </w:r>
                            <w:r w:rsidR="00735CF5" w:rsidRPr="00723F94">
                              <w:t>a</w:t>
                            </w:r>
                            <w:r w:rsidRPr="00723F94">
                              <w:t xml:space="preserve">l </w:t>
                            </w:r>
                            <w:r w:rsidR="00735CF5" w:rsidRPr="00723F94">
                              <w:t>routing</w:t>
                            </w:r>
                          </w:p>
                          <w:p w:rsidR="00874368" w:rsidRPr="00723F94" w:rsidRDefault="00874368" w:rsidP="00874368">
                            <w:pPr>
                              <w:jc w:val="center"/>
                            </w:pPr>
                            <w:r w:rsidRPr="00723F94">
                              <w:rPr>
                                <w:rStyle w:val="eCheckBoxSquareChar"/>
                              </w:rPr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58A78" id="Text Box 36" o:spid="_x0000_s1042" type="#_x0000_t202" style="position:absolute;margin-left:9.6pt;margin-top:2.05pt;width:140.2pt;height:4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" filled="f" strokeweight=".5pt">
                <v:textbox>
                  <w:txbxContent>
                    <w:p w:rsidR="00874368" w:rsidRPr="00723F94" w:rsidRDefault="00874368" w:rsidP="00874368">
                      <w:pPr>
                        <w:jc w:val="center"/>
                      </w:pPr>
                      <w:r w:rsidRPr="00723F94">
                        <w:t>Virtu</w:t>
                      </w:r>
                      <w:r w:rsidR="00735CF5" w:rsidRPr="00723F94">
                        <w:t>a</w:t>
                      </w:r>
                      <w:r w:rsidRPr="00723F94">
                        <w:t xml:space="preserve">l </w:t>
                      </w:r>
                      <w:r w:rsidR="00735CF5" w:rsidRPr="00723F94">
                        <w:t>routing</w:t>
                      </w:r>
                    </w:p>
                    <w:p w:rsidR="00874368" w:rsidRPr="00723F94" w:rsidRDefault="00874368" w:rsidP="00874368">
                      <w:pPr>
                        <w:jc w:val="center"/>
                      </w:pPr>
                      <w:r w:rsidRPr="00723F94">
                        <w:rPr>
                          <w:rStyle w:val="eCheckBoxSquareChar"/>
                        </w:rPr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874368" w:rsidP="00874368"/>
    <w:p w:rsidR="00874368" w:rsidRDefault="00874368" w:rsidP="00874368"/>
    <w:p w:rsidR="00874368" w:rsidRDefault="00735CF5" w:rsidP="00874368"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BFC6F3" wp14:editId="20404F57">
                <wp:simplePos x="0" y="0"/>
                <wp:positionH relativeFrom="column">
                  <wp:posOffset>123190</wp:posOffset>
                </wp:positionH>
                <wp:positionV relativeFrom="paragraph">
                  <wp:posOffset>167005</wp:posOffset>
                </wp:positionV>
                <wp:extent cx="1780540" cy="737870"/>
                <wp:effectExtent l="0" t="0" r="10160" b="2413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0540" cy="7378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735CF5" w:rsidP="00874368">
                            <w:pPr>
                              <w:jc w:val="center"/>
                            </w:pPr>
                            <w:r>
                              <w:t>Digital video broadcasting s</w:t>
                            </w:r>
                            <w:r w:rsidR="00874368">
                              <w:t>yst</w:t>
                            </w:r>
                            <w:r>
                              <w:t>ems</w:t>
                            </w:r>
                            <w:r w:rsidR="009B0F40">
                              <w:t xml:space="preserve"> (DVB)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4572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FC6F3" id="Text Box 37" o:spid="_x0000_s1043" type="#_x0000_t202" style="position:absolute;margin-left:9.7pt;margin-top:13.15pt;width:140.2pt;height:5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" filled="f" strokeweight=".5pt">
                <v:textbox inset="1mm,,1mm">
                  <w:txbxContent>
                    <w:p w:rsidR="00874368" w:rsidRDefault="00735CF5" w:rsidP="00874368">
                      <w:pPr>
                        <w:jc w:val="center"/>
                      </w:pPr>
                      <w:r>
                        <w:t>Digital video broadcasting s</w:t>
                      </w:r>
                      <w:r w:rsidR="00874368">
                        <w:t>yst</w:t>
                      </w:r>
                      <w:r>
                        <w:t>ems</w:t>
                      </w:r>
                      <w:r w:rsidR="009B0F40">
                        <w:t xml:space="preserve"> (DVB)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3A6303" wp14:editId="7CF51791">
                <wp:simplePos x="0" y="0"/>
                <wp:positionH relativeFrom="column">
                  <wp:posOffset>2100580</wp:posOffset>
                </wp:positionH>
                <wp:positionV relativeFrom="paragraph">
                  <wp:posOffset>170180</wp:posOffset>
                </wp:positionV>
                <wp:extent cx="1604645" cy="734060"/>
                <wp:effectExtent l="0" t="0" r="14605" b="279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645" cy="73406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Pr="00723F94" w:rsidRDefault="00874368" w:rsidP="00874368">
                            <w:pPr>
                              <w:jc w:val="center"/>
                            </w:pPr>
                            <w:r w:rsidRPr="00723F94">
                              <w:t>R</w:t>
                            </w:r>
                            <w:r w:rsidR="00735CF5" w:rsidRPr="00723F94">
                              <w:t>a</w:t>
                            </w:r>
                            <w:r w:rsidRPr="00723F94">
                              <w:t xml:space="preserve">dio </w:t>
                            </w:r>
                            <w:r w:rsidR="00735CF5" w:rsidRPr="00723F94">
                              <w:t>access</w:t>
                            </w:r>
                          </w:p>
                          <w:p w:rsidR="00874368" w:rsidRPr="00723F94" w:rsidRDefault="00735CF5" w:rsidP="00874368">
                            <w:pPr>
                              <w:jc w:val="center"/>
                            </w:pPr>
                            <w:r w:rsidRPr="00723F94">
                              <w:t>networks</w:t>
                            </w:r>
                            <w:r w:rsidR="00874368" w:rsidRPr="00723F94">
                              <w:t xml:space="preserve"> (RAN)</w:t>
                            </w:r>
                          </w:p>
                          <w:p w:rsidR="00874368" w:rsidRPr="00723F94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723F94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A6303" id="Text Box 39" o:spid="_x0000_s1044" type="#_x0000_t202" style="position:absolute;margin-left:165.4pt;margin-top:13.4pt;width:126.3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" filled="f" strokeweight=".5pt">
                <v:textbox>
                  <w:txbxContent>
                    <w:p w:rsidR="00874368" w:rsidRPr="00723F94" w:rsidRDefault="00874368" w:rsidP="00874368">
                      <w:pPr>
                        <w:jc w:val="center"/>
                      </w:pPr>
                      <w:r w:rsidRPr="00723F94">
                        <w:t>R</w:t>
                      </w:r>
                      <w:r w:rsidR="00735CF5" w:rsidRPr="00723F94">
                        <w:t>a</w:t>
                      </w:r>
                      <w:r w:rsidRPr="00723F94">
                        <w:t xml:space="preserve">dio </w:t>
                      </w:r>
                      <w:r w:rsidR="00735CF5" w:rsidRPr="00723F94">
                        <w:t>access</w:t>
                      </w:r>
                    </w:p>
                    <w:p w:rsidR="00874368" w:rsidRPr="00723F94" w:rsidRDefault="00735CF5" w:rsidP="00874368">
                      <w:pPr>
                        <w:jc w:val="center"/>
                      </w:pPr>
                      <w:r w:rsidRPr="00723F94">
                        <w:t>networks</w:t>
                      </w:r>
                      <w:r w:rsidR="00874368" w:rsidRPr="00723F94">
                        <w:t xml:space="preserve"> (RAN)</w:t>
                      </w:r>
                    </w:p>
                    <w:p w:rsidR="00874368" w:rsidRPr="00723F94" w:rsidRDefault="00874368" w:rsidP="00874368">
                      <w:pPr>
                        <w:pStyle w:val="eCheckBoxSquare"/>
                        <w:jc w:val="center"/>
                      </w:pPr>
                      <w:r w:rsidRPr="00723F94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  <w:r w:rsidR="0087436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961FB1" wp14:editId="574AB99E">
                <wp:simplePos x="0" y="0"/>
                <wp:positionH relativeFrom="column">
                  <wp:posOffset>3909617</wp:posOffset>
                </wp:positionH>
                <wp:positionV relativeFrom="paragraph">
                  <wp:posOffset>168910</wp:posOffset>
                </wp:positionV>
                <wp:extent cx="1619885" cy="734138"/>
                <wp:effectExtent l="0" t="0" r="18415" b="2794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885" cy="734138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368" w:rsidRDefault="009B0F40" w:rsidP="00874368">
                            <w:pPr>
                              <w:jc w:val="center"/>
                            </w:pPr>
                            <w:r>
                              <w:t>Positioning based</w:t>
                            </w:r>
                            <w:r w:rsidR="00DC5EA9">
                              <w:br/>
                            </w:r>
                            <w:r>
                              <w:t>on</w:t>
                            </w:r>
                            <w:r w:rsidR="00874368">
                              <w:t xml:space="preserve"> GPS</w:t>
                            </w:r>
                          </w:p>
                          <w:p w:rsidR="00874368" w:rsidRDefault="00874368" w:rsidP="00874368">
                            <w:pPr>
                              <w:pStyle w:val="eCheckBoxSquare"/>
                              <w:jc w:val="center"/>
                            </w:pPr>
                            <w:r w:rsidRPr="00F95100">
                              <w:t>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61FB1" id="Text Box 41" o:spid="_x0000_s1045" type="#_x0000_t202" style="position:absolute;margin-left:307.85pt;margin-top:13.3pt;width:127.55pt;height:5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" filled="f" strokeweight=".5pt">
                <v:textbox>
                  <w:txbxContent>
                    <w:p w:rsidR="00874368" w:rsidRDefault="009B0F40" w:rsidP="00874368">
                      <w:pPr>
                        <w:jc w:val="center"/>
                      </w:pPr>
                      <w:r>
                        <w:t>Positioning based</w:t>
                      </w:r>
                      <w:r w:rsidR="00DC5EA9">
                        <w:br/>
                      </w:r>
                      <w:r>
                        <w:t>on</w:t>
                      </w:r>
                      <w:r w:rsidR="00874368">
                        <w:t xml:space="preserve"> GPS</w:t>
                      </w:r>
                    </w:p>
                    <w:p w:rsidR="00874368" w:rsidRDefault="00874368" w:rsidP="00874368">
                      <w:pPr>
                        <w:pStyle w:val="eCheckBoxSquare"/>
                        <w:jc w:val="center"/>
                      </w:pPr>
                      <w:r w:rsidRPr="00F95100">
                        <w:t>□</w:t>
                      </w:r>
                    </w:p>
                  </w:txbxContent>
                </v:textbox>
              </v:shape>
            </w:pict>
          </mc:Fallback>
        </mc:AlternateContent>
      </w:r>
    </w:p>
    <w:p w:rsidR="00874368" w:rsidRDefault="00874368" w:rsidP="00874368"/>
    <w:p w:rsidR="00874368" w:rsidRDefault="00874368" w:rsidP="00874368"/>
    <w:p w:rsidR="00874368" w:rsidRDefault="00874368" w:rsidP="00874368"/>
    <w:p w:rsidR="00874368" w:rsidRDefault="00874368" w:rsidP="00874368"/>
    <w:p w:rsidR="00874368" w:rsidRDefault="00874368" w:rsidP="00874368"/>
    <w:p w:rsidR="00874368" w:rsidRDefault="00874368" w:rsidP="00874368">
      <w:pPr>
        <w:pStyle w:val="eLineBottom"/>
      </w:pPr>
    </w:p>
    <w:p w:rsidR="00874368" w:rsidRDefault="00874368" w:rsidP="00874368"/>
    <w:p w:rsidR="00726107" w:rsidRPr="00B5755D" w:rsidRDefault="004A01CF" w:rsidP="00B5755D">
      <w:pPr>
        <w:pStyle w:val="eTask"/>
      </w:pPr>
      <w:r>
        <w:t xml:space="preserve">Mark correct characteristics of </w:t>
      </w:r>
      <w:r w:rsidR="0042663F" w:rsidRPr="00B5755D">
        <w:t>NFV MAN</w:t>
      </w:r>
      <w:r w:rsidR="0055793E" w:rsidRPr="00B5755D">
        <w:t>O</w:t>
      </w:r>
      <w:r w:rsidR="00375496" w:rsidRPr="00B5755D">
        <w:t xml:space="preserve"> </w:t>
      </w:r>
      <w:r w:rsidR="00E24037" w:rsidRPr="00B5755D">
        <w:t>(</w:t>
      </w:r>
      <w:r w:rsidR="00E24037" w:rsidRPr="00B5755D">
        <w:rPr>
          <w:i/>
        </w:rPr>
        <w:t>Management and O</w:t>
      </w:r>
      <w:r w:rsidR="00375496" w:rsidRPr="00B5755D">
        <w:rPr>
          <w:i/>
        </w:rPr>
        <w:t>rchestr</w:t>
      </w:r>
      <w:r w:rsidR="00E05F49" w:rsidRPr="00B5755D">
        <w:rPr>
          <w:i/>
        </w:rPr>
        <w:t>at</w:t>
      </w:r>
      <w:r w:rsidR="00375496" w:rsidRPr="00B5755D">
        <w:rPr>
          <w:i/>
        </w:rPr>
        <w:t>ion</w:t>
      </w:r>
      <w:r w:rsidR="00726107" w:rsidRPr="00B5755D">
        <w:t>)</w:t>
      </w:r>
      <w:r>
        <w:t>.</w:t>
      </w:r>
    </w:p>
    <w:p w:rsidR="00B5755D" w:rsidRPr="00B5755D" w:rsidRDefault="00B5755D" w:rsidP="00B5755D"/>
    <w:p w:rsidR="00726107" w:rsidRPr="00723F94" w:rsidRDefault="00726107" w:rsidP="00B5755D">
      <w:pPr>
        <w:pStyle w:val="eCheckBoxText"/>
        <w:rPr>
          <w:b/>
        </w:rPr>
      </w:pPr>
      <w:r w:rsidRPr="00723F94">
        <w:rPr>
          <w:rStyle w:val="eCheckBoxSquareChar"/>
        </w:rPr>
        <w:t>□</w:t>
      </w:r>
      <w:r w:rsidR="00B5755D" w:rsidRPr="00723F94">
        <w:rPr>
          <w:rStyle w:val="eCheckBoxSquareChar"/>
        </w:rPr>
        <w:tab/>
      </w:r>
      <w:r w:rsidRPr="00723F94">
        <w:t>NFV</w:t>
      </w:r>
      <w:r w:rsidR="0042663F" w:rsidRPr="00723F94">
        <w:t xml:space="preserve"> MAN</w:t>
      </w:r>
      <w:r w:rsidR="00E21CC2" w:rsidRPr="00723F94">
        <w:t>O</w:t>
      </w:r>
      <w:r w:rsidR="00CA2BB7" w:rsidRPr="00723F94">
        <w:t xml:space="preserve"> </w:t>
      </w:r>
      <w:r w:rsidR="004A01CF" w:rsidRPr="00723F94">
        <w:t xml:space="preserve">contains </w:t>
      </w:r>
      <w:r w:rsidR="00CA2BB7" w:rsidRPr="00723F94">
        <w:t xml:space="preserve">3 </w:t>
      </w:r>
      <w:r w:rsidR="004A01CF" w:rsidRPr="00723F94">
        <w:t>components and a VNF Manager is one of them</w:t>
      </w:r>
    </w:p>
    <w:p w:rsidR="00726107" w:rsidRPr="00723F94" w:rsidRDefault="00726107" w:rsidP="00B5755D">
      <w:pPr>
        <w:pStyle w:val="eCheckBoxText"/>
        <w:rPr>
          <w:b/>
        </w:rPr>
      </w:pPr>
      <w:r w:rsidRPr="00723F94">
        <w:rPr>
          <w:rStyle w:val="eCheckBoxSquareChar"/>
        </w:rPr>
        <w:t>□</w:t>
      </w:r>
      <w:r w:rsidR="00B5755D" w:rsidRPr="00723F94">
        <w:rPr>
          <w:rStyle w:val="eCheckBoxSquareChar"/>
        </w:rPr>
        <w:tab/>
      </w:r>
      <w:r w:rsidRPr="00723F94">
        <w:t>NFV</w:t>
      </w:r>
      <w:r w:rsidR="001E0D06" w:rsidRPr="00723F94">
        <w:t xml:space="preserve"> </w:t>
      </w:r>
      <w:r w:rsidR="0042663F" w:rsidRPr="00723F94">
        <w:t>MAN</w:t>
      </w:r>
      <w:r w:rsidR="001E0D06" w:rsidRPr="00723F94">
        <w:t>O</w:t>
      </w:r>
      <w:r w:rsidR="00AC6888" w:rsidRPr="00723F94">
        <w:t xml:space="preserve"> </w:t>
      </w:r>
      <w:r w:rsidR="004A01CF" w:rsidRPr="00723F94">
        <w:t xml:space="preserve">contains </w:t>
      </w:r>
      <w:r w:rsidR="00AC6888" w:rsidRPr="00723F94">
        <w:t>4</w:t>
      </w:r>
      <w:r w:rsidR="001E0D06" w:rsidRPr="00723F94">
        <w:t xml:space="preserve"> </w:t>
      </w:r>
      <w:r w:rsidR="004A01CF" w:rsidRPr="00723F94">
        <w:t>components</w:t>
      </w:r>
      <w:r w:rsidR="001E0D06" w:rsidRPr="00723F94">
        <w:t xml:space="preserve"> a</w:t>
      </w:r>
      <w:r w:rsidR="004A01CF" w:rsidRPr="00723F94">
        <w:t>nd a NFV Orchestrator</w:t>
      </w:r>
      <w:r w:rsidR="001E0D06" w:rsidRPr="00723F94">
        <w:t xml:space="preserve"> </w:t>
      </w:r>
      <w:r w:rsidR="004A01CF" w:rsidRPr="00723F94">
        <w:t>is one of them</w:t>
      </w:r>
    </w:p>
    <w:p w:rsidR="00726107" w:rsidRPr="00723F94" w:rsidRDefault="00726107" w:rsidP="00B5755D">
      <w:pPr>
        <w:pStyle w:val="eCheckBoxText"/>
        <w:rPr>
          <w:b/>
        </w:rPr>
      </w:pPr>
      <w:r w:rsidRPr="00723F94">
        <w:rPr>
          <w:rStyle w:val="eCheckBoxSquareChar"/>
        </w:rPr>
        <w:t>□</w:t>
      </w:r>
      <w:r w:rsidR="00B5755D" w:rsidRPr="00723F94">
        <w:rPr>
          <w:rStyle w:val="eCheckBoxSquareChar"/>
        </w:rPr>
        <w:tab/>
      </w:r>
      <w:r w:rsidRPr="00723F94">
        <w:t>NFV</w:t>
      </w:r>
      <w:r w:rsidR="00AC6888" w:rsidRPr="00723F94">
        <w:t xml:space="preserve"> </w:t>
      </w:r>
      <w:r w:rsidR="0042663F" w:rsidRPr="00723F94">
        <w:t>MAN</w:t>
      </w:r>
      <w:r w:rsidR="00074423" w:rsidRPr="00723F94">
        <w:t xml:space="preserve">O </w:t>
      </w:r>
      <w:r w:rsidR="004A01CF" w:rsidRPr="00723F94">
        <w:t xml:space="preserve">contains </w:t>
      </w:r>
      <w:r w:rsidR="00074423" w:rsidRPr="00723F94">
        <w:t xml:space="preserve">3 </w:t>
      </w:r>
      <w:r w:rsidR="004A01CF" w:rsidRPr="00723F94">
        <w:t>components and a Virtualized Infrastructure Manager</w:t>
      </w:r>
      <w:r w:rsidR="00DC5EA9">
        <w:br/>
      </w:r>
      <w:r w:rsidR="004A01CF" w:rsidRPr="00723F94">
        <w:t>is one of them</w:t>
      </w:r>
      <w:r w:rsidR="005C3FE4" w:rsidRPr="00723F94">
        <w:t xml:space="preserve"> </w:t>
      </w:r>
    </w:p>
    <w:p w:rsidR="00726107" w:rsidRDefault="00726107" w:rsidP="00B5755D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B5755D">
        <w:rPr>
          <w:rStyle w:val="eCheckBoxSquareChar"/>
        </w:rPr>
        <w:tab/>
      </w:r>
      <w:r w:rsidR="003C204F">
        <w:t>NFV</w:t>
      </w:r>
      <w:r w:rsidR="00F57B3E">
        <w:t xml:space="preserve"> MANO </w:t>
      </w:r>
      <w:r w:rsidR="004A01CF">
        <w:t xml:space="preserve">contains </w:t>
      </w:r>
      <w:r w:rsidR="00F57B3E">
        <w:t xml:space="preserve">4 </w:t>
      </w:r>
      <w:r w:rsidR="004A01CF">
        <w:t>components</w:t>
      </w:r>
      <w:r w:rsidR="00F57B3E">
        <w:t xml:space="preserve"> a</w:t>
      </w:r>
      <w:r w:rsidR="004A01CF">
        <w:t xml:space="preserve">nd </w:t>
      </w:r>
      <w:r w:rsidR="004A01CF" w:rsidRPr="004A01CF">
        <w:t>a VNF Manager is one of them</w:t>
      </w:r>
    </w:p>
    <w:p w:rsidR="00F65271" w:rsidRDefault="00F65271" w:rsidP="00B5755D">
      <w:pPr>
        <w:pStyle w:val="eLineBottom"/>
      </w:pPr>
    </w:p>
    <w:p w:rsidR="00B7499A" w:rsidRDefault="00B7499A" w:rsidP="00B5755D"/>
    <w:p w:rsidR="00343D5B" w:rsidRDefault="008F2F82" w:rsidP="008F2F82">
      <w:pPr>
        <w:pStyle w:val="eTask"/>
      </w:pPr>
      <w:r w:rsidRPr="008F2F82">
        <w:lastRenderedPageBreak/>
        <w:t>Sort devices (on the right) connected to the Internet in 2020 based on their quantity (start with the lowest quantity) following forecasts.</w:t>
      </w:r>
    </w:p>
    <w:p w:rsidR="008F2F82" w:rsidRPr="008F2F82" w:rsidRDefault="008F2F82" w:rsidP="008F2F82"/>
    <w:p w:rsidR="008F2F82" w:rsidRDefault="008F2F82" w:rsidP="00B5755D">
      <w:pPr>
        <w:sectPr w:rsidR="008F2F82" w:rsidSect="002B41A8">
          <w:headerReference w:type="default" r:id="rId8"/>
          <w:footerReference w:type="default" r:id="rId9"/>
          <w:pgSz w:w="11906" w:h="16838"/>
          <w:pgMar w:top="1608" w:right="1417" w:bottom="1843" w:left="1417" w:header="713" w:footer="334" w:gutter="0"/>
          <w:cols w:space="708"/>
          <w:docGrid w:linePitch="360"/>
        </w:sectPr>
      </w:pPr>
    </w:p>
    <w:p w:rsidR="00343D5B" w:rsidRPr="00E433E0" w:rsidRDefault="00343D5B" w:rsidP="00DC5EA9">
      <w:pPr>
        <w:spacing w:line="480" w:lineRule="auto"/>
        <w:ind w:left="357"/>
        <w:rPr>
          <w:color w:val="FF0000"/>
          <w:u w:val="single"/>
        </w:rPr>
      </w:pPr>
      <w:r w:rsidRPr="00C92DC7">
        <w:lastRenderedPageBreak/>
        <w:t>1</w:t>
      </w:r>
      <w:r>
        <w:t>.</w:t>
      </w:r>
      <w:r>
        <w:tab/>
      </w:r>
      <w:r w:rsidR="00723F94">
        <w:t>___________________</w:t>
      </w:r>
    </w:p>
    <w:p w:rsidR="00343D5B" w:rsidRPr="00806101" w:rsidRDefault="00343D5B" w:rsidP="00DC5EA9">
      <w:pPr>
        <w:spacing w:line="480" w:lineRule="auto"/>
        <w:ind w:left="357"/>
        <w:rPr>
          <w:noProof/>
          <w:color w:val="FF0000"/>
          <w:u w:val="single"/>
          <w:lang w:eastAsia="sk-SK"/>
        </w:rPr>
      </w:pPr>
      <w:r w:rsidRPr="001922A0">
        <w:rPr>
          <w:noProof/>
          <w:lang w:eastAsia="sk-SK"/>
        </w:rPr>
        <w:t>2.</w:t>
      </w:r>
      <w:r>
        <w:tab/>
      </w:r>
      <w:r w:rsidR="00723F94">
        <w:t>___________________</w:t>
      </w:r>
    </w:p>
    <w:p w:rsidR="00343D5B" w:rsidRDefault="00343D5B" w:rsidP="00DC5EA9">
      <w:pPr>
        <w:spacing w:line="480" w:lineRule="auto"/>
        <w:ind w:left="357"/>
        <w:rPr>
          <w:b/>
          <w:color w:val="FF0000"/>
        </w:rPr>
      </w:pPr>
      <w:r w:rsidRPr="001922A0">
        <w:rPr>
          <w:noProof/>
          <w:lang w:eastAsia="sk-SK"/>
        </w:rPr>
        <w:t>3.</w:t>
      </w:r>
      <w:r>
        <w:tab/>
      </w:r>
      <w:r w:rsidR="00723F94">
        <w:t>___________________</w:t>
      </w:r>
    </w:p>
    <w:p w:rsidR="008F2F82" w:rsidRDefault="008F2F82" w:rsidP="00B5755D">
      <w:pPr>
        <w:rPr>
          <w:b/>
          <w:color w:val="FF0000"/>
        </w:rPr>
      </w:pPr>
    </w:p>
    <w:p w:rsidR="008F2F82" w:rsidRPr="00DC5EA9" w:rsidRDefault="008F2F82" w:rsidP="00B5755D">
      <w:pPr>
        <w:rPr>
          <w:b/>
        </w:rPr>
      </w:pPr>
      <w:r w:rsidRPr="00DC5EA9">
        <w:rPr>
          <w:b/>
        </w:rPr>
        <w:t>tablets, wearables,</w:t>
      </w:r>
      <w:r w:rsidR="00DC5EA9">
        <w:rPr>
          <w:b/>
        </w:rPr>
        <w:t xml:space="preserve"> </w:t>
      </w:r>
      <w:r w:rsidRPr="00DC5EA9">
        <w:rPr>
          <w:b/>
        </w:rPr>
        <w:t>smart home devices</w:t>
      </w:r>
      <w:bookmarkStart w:id="0" w:name="_GoBack"/>
      <w:bookmarkEnd w:id="0"/>
    </w:p>
    <w:sectPr w:rsidR="008F2F82" w:rsidRPr="00DC5EA9" w:rsidSect="008F2F82">
      <w:type w:val="continuous"/>
      <w:pgSz w:w="11906" w:h="16838"/>
      <w:pgMar w:top="1608" w:right="1417" w:bottom="1843" w:left="1417" w:header="713" w:footer="334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410" w:rsidRDefault="002E0410" w:rsidP="00861A1A">
      <w:r>
        <w:separator/>
      </w:r>
    </w:p>
  </w:endnote>
  <w:endnote w:type="continuationSeparator" w:id="0">
    <w:p w:rsidR="002E0410" w:rsidRDefault="002E041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0C402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0EE0B227" wp14:editId="5D1F3711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410" w:rsidRDefault="002E0410" w:rsidP="00861A1A">
      <w:r>
        <w:separator/>
      </w:r>
    </w:p>
  </w:footnote>
  <w:footnote w:type="continuationSeparator" w:id="0">
    <w:p w:rsidR="002E0410" w:rsidRDefault="002E041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0C4026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6FE04C72" wp14:editId="0AE1AE19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DC5EA9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301EDC">
      <w:rPr>
        <w:rFonts w:ascii="Calibri" w:hAnsi="Calibri"/>
        <w:smallCaps/>
        <w:noProof/>
        <w:sz w:val="20"/>
        <w:szCs w:val="20"/>
      </w:rPr>
      <w:t xml:space="preserve">FUTURE NETWORKS </w:t>
    </w:r>
    <w:r>
      <w:rPr>
        <w:rFonts w:ascii="Calibri" w:hAnsi="Calibri"/>
        <w:smallCaps/>
        <w:noProof/>
        <w:sz w:val="20"/>
        <w:szCs w:val="20"/>
      </w:rPr>
      <w:t>–</w:t>
    </w:r>
    <w:r w:rsidRPr="00301EDC">
      <w:rPr>
        <w:rFonts w:ascii="Calibri" w:hAnsi="Calibri"/>
        <w:smallCaps/>
        <w:noProof/>
        <w:sz w:val="20"/>
        <w:szCs w:val="20"/>
      </w:rPr>
      <w:t xml:space="preserve"> SDN &amp; NFV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673F"/>
    <w:rsid w:val="00016AD8"/>
    <w:rsid w:val="00017595"/>
    <w:rsid w:val="00021197"/>
    <w:rsid w:val="00030EDA"/>
    <w:rsid w:val="00045BEB"/>
    <w:rsid w:val="0006270C"/>
    <w:rsid w:val="00066ECB"/>
    <w:rsid w:val="00073ADF"/>
    <w:rsid w:val="000742BF"/>
    <w:rsid w:val="00074423"/>
    <w:rsid w:val="0007473C"/>
    <w:rsid w:val="000750C9"/>
    <w:rsid w:val="00087EAC"/>
    <w:rsid w:val="00090C88"/>
    <w:rsid w:val="00094A16"/>
    <w:rsid w:val="000A233F"/>
    <w:rsid w:val="000A55B3"/>
    <w:rsid w:val="000A7258"/>
    <w:rsid w:val="000B3220"/>
    <w:rsid w:val="000C4026"/>
    <w:rsid w:val="000C6B3A"/>
    <w:rsid w:val="001301D8"/>
    <w:rsid w:val="0013693D"/>
    <w:rsid w:val="00136968"/>
    <w:rsid w:val="0014373A"/>
    <w:rsid w:val="00150BA7"/>
    <w:rsid w:val="00151ED1"/>
    <w:rsid w:val="00154968"/>
    <w:rsid w:val="00160E07"/>
    <w:rsid w:val="00164458"/>
    <w:rsid w:val="001657F6"/>
    <w:rsid w:val="00165F85"/>
    <w:rsid w:val="00170E72"/>
    <w:rsid w:val="0017377E"/>
    <w:rsid w:val="00183553"/>
    <w:rsid w:val="001840EA"/>
    <w:rsid w:val="00185BED"/>
    <w:rsid w:val="001922A0"/>
    <w:rsid w:val="00195724"/>
    <w:rsid w:val="00195A08"/>
    <w:rsid w:val="001B057D"/>
    <w:rsid w:val="001D00A1"/>
    <w:rsid w:val="001E0D06"/>
    <w:rsid w:val="001E1FE1"/>
    <w:rsid w:val="001F47C0"/>
    <w:rsid w:val="001F6290"/>
    <w:rsid w:val="00213F2C"/>
    <w:rsid w:val="00221609"/>
    <w:rsid w:val="00223478"/>
    <w:rsid w:val="00225015"/>
    <w:rsid w:val="0022583A"/>
    <w:rsid w:val="00241CCD"/>
    <w:rsid w:val="00251444"/>
    <w:rsid w:val="00272012"/>
    <w:rsid w:val="00273FCA"/>
    <w:rsid w:val="002825A8"/>
    <w:rsid w:val="00283A7C"/>
    <w:rsid w:val="002850DE"/>
    <w:rsid w:val="00286643"/>
    <w:rsid w:val="00292860"/>
    <w:rsid w:val="002975E5"/>
    <w:rsid w:val="002976A9"/>
    <w:rsid w:val="002A6EA8"/>
    <w:rsid w:val="002B0278"/>
    <w:rsid w:val="002B0866"/>
    <w:rsid w:val="002B169E"/>
    <w:rsid w:val="002B41A8"/>
    <w:rsid w:val="002E0410"/>
    <w:rsid w:val="002E1257"/>
    <w:rsid w:val="002E301D"/>
    <w:rsid w:val="002E788C"/>
    <w:rsid w:val="002F04C8"/>
    <w:rsid w:val="002F4A19"/>
    <w:rsid w:val="00301EDC"/>
    <w:rsid w:val="00304ADA"/>
    <w:rsid w:val="00306B9F"/>
    <w:rsid w:val="00307892"/>
    <w:rsid w:val="00315203"/>
    <w:rsid w:val="00331517"/>
    <w:rsid w:val="00337851"/>
    <w:rsid w:val="00343D5B"/>
    <w:rsid w:val="00347E4D"/>
    <w:rsid w:val="00351AF3"/>
    <w:rsid w:val="00375496"/>
    <w:rsid w:val="00375AEF"/>
    <w:rsid w:val="003764DB"/>
    <w:rsid w:val="00381B8B"/>
    <w:rsid w:val="00383AC8"/>
    <w:rsid w:val="0039238A"/>
    <w:rsid w:val="003969B7"/>
    <w:rsid w:val="003B1326"/>
    <w:rsid w:val="003C204F"/>
    <w:rsid w:val="003C5B45"/>
    <w:rsid w:val="003D41BB"/>
    <w:rsid w:val="003E01BE"/>
    <w:rsid w:val="003F03EB"/>
    <w:rsid w:val="003F623C"/>
    <w:rsid w:val="003F7F87"/>
    <w:rsid w:val="00402B09"/>
    <w:rsid w:val="00403EA0"/>
    <w:rsid w:val="00405FB1"/>
    <w:rsid w:val="00417ED2"/>
    <w:rsid w:val="004213D5"/>
    <w:rsid w:val="0042663F"/>
    <w:rsid w:val="0046567F"/>
    <w:rsid w:val="00472203"/>
    <w:rsid w:val="004742F3"/>
    <w:rsid w:val="00475954"/>
    <w:rsid w:val="00483DBC"/>
    <w:rsid w:val="0048685F"/>
    <w:rsid w:val="00492966"/>
    <w:rsid w:val="00492E46"/>
    <w:rsid w:val="004A01CF"/>
    <w:rsid w:val="004A01E5"/>
    <w:rsid w:val="004A7B44"/>
    <w:rsid w:val="004B6FB7"/>
    <w:rsid w:val="004B7C8C"/>
    <w:rsid w:val="004C0E36"/>
    <w:rsid w:val="004C1D63"/>
    <w:rsid w:val="004C615A"/>
    <w:rsid w:val="004E5E95"/>
    <w:rsid w:val="004E70EA"/>
    <w:rsid w:val="004F5AFF"/>
    <w:rsid w:val="005079C0"/>
    <w:rsid w:val="005132B0"/>
    <w:rsid w:val="00517E3A"/>
    <w:rsid w:val="0052284C"/>
    <w:rsid w:val="0055793E"/>
    <w:rsid w:val="00561B7B"/>
    <w:rsid w:val="00561C5A"/>
    <w:rsid w:val="005728B3"/>
    <w:rsid w:val="005738D5"/>
    <w:rsid w:val="0057504E"/>
    <w:rsid w:val="005832C4"/>
    <w:rsid w:val="00587966"/>
    <w:rsid w:val="00597F9E"/>
    <w:rsid w:val="005A0840"/>
    <w:rsid w:val="005A2152"/>
    <w:rsid w:val="005A36F2"/>
    <w:rsid w:val="005B2E55"/>
    <w:rsid w:val="005B37E2"/>
    <w:rsid w:val="005B460C"/>
    <w:rsid w:val="005C3FE4"/>
    <w:rsid w:val="005D7525"/>
    <w:rsid w:val="005E1AB1"/>
    <w:rsid w:val="005E20B2"/>
    <w:rsid w:val="005E5A22"/>
    <w:rsid w:val="005F5FA1"/>
    <w:rsid w:val="00625B5A"/>
    <w:rsid w:val="006265CE"/>
    <w:rsid w:val="0063686B"/>
    <w:rsid w:val="006435FE"/>
    <w:rsid w:val="0064494B"/>
    <w:rsid w:val="00646A8F"/>
    <w:rsid w:val="006601FD"/>
    <w:rsid w:val="0066326F"/>
    <w:rsid w:val="0068067D"/>
    <w:rsid w:val="0068131D"/>
    <w:rsid w:val="006873F9"/>
    <w:rsid w:val="00690FB1"/>
    <w:rsid w:val="006A24C7"/>
    <w:rsid w:val="006B01DD"/>
    <w:rsid w:val="006B5D59"/>
    <w:rsid w:val="006C1AC1"/>
    <w:rsid w:val="006D39B2"/>
    <w:rsid w:val="006D3F30"/>
    <w:rsid w:val="006D50FA"/>
    <w:rsid w:val="006E6B30"/>
    <w:rsid w:val="006F0D5B"/>
    <w:rsid w:val="006F787A"/>
    <w:rsid w:val="007021F2"/>
    <w:rsid w:val="00710301"/>
    <w:rsid w:val="007230A4"/>
    <w:rsid w:val="00723F94"/>
    <w:rsid w:val="00726107"/>
    <w:rsid w:val="007265D2"/>
    <w:rsid w:val="0073574D"/>
    <w:rsid w:val="00735CF5"/>
    <w:rsid w:val="007460F9"/>
    <w:rsid w:val="00746A5F"/>
    <w:rsid w:val="00752E28"/>
    <w:rsid w:val="00753D45"/>
    <w:rsid w:val="0076745A"/>
    <w:rsid w:val="007738BD"/>
    <w:rsid w:val="00775809"/>
    <w:rsid w:val="007837ED"/>
    <w:rsid w:val="00790D07"/>
    <w:rsid w:val="00791C02"/>
    <w:rsid w:val="00794C1D"/>
    <w:rsid w:val="00796AAE"/>
    <w:rsid w:val="007B692A"/>
    <w:rsid w:val="007C0FDD"/>
    <w:rsid w:val="007C308E"/>
    <w:rsid w:val="007C5B85"/>
    <w:rsid w:val="007E16D1"/>
    <w:rsid w:val="007E6CED"/>
    <w:rsid w:val="00802588"/>
    <w:rsid w:val="00806101"/>
    <w:rsid w:val="00813612"/>
    <w:rsid w:val="0081479C"/>
    <w:rsid w:val="00825543"/>
    <w:rsid w:val="00825830"/>
    <w:rsid w:val="00826CB2"/>
    <w:rsid w:val="00830375"/>
    <w:rsid w:val="00831014"/>
    <w:rsid w:val="00832323"/>
    <w:rsid w:val="00851B5F"/>
    <w:rsid w:val="008533CF"/>
    <w:rsid w:val="00853983"/>
    <w:rsid w:val="00861A1A"/>
    <w:rsid w:val="00863EB7"/>
    <w:rsid w:val="00864D93"/>
    <w:rsid w:val="00865B2A"/>
    <w:rsid w:val="00874368"/>
    <w:rsid w:val="00874415"/>
    <w:rsid w:val="0088031E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2F82"/>
    <w:rsid w:val="008F5585"/>
    <w:rsid w:val="00912A69"/>
    <w:rsid w:val="00916DC9"/>
    <w:rsid w:val="00923BBB"/>
    <w:rsid w:val="0094072E"/>
    <w:rsid w:val="00950649"/>
    <w:rsid w:val="0095346A"/>
    <w:rsid w:val="00955A25"/>
    <w:rsid w:val="00963F86"/>
    <w:rsid w:val="0097175A"/>
    <w:rsid w:val="00974B16"/>
    <w:rsid w:val="00975CAA"/>
    <w:rsid w:val="009802AD"/>
    <w:rsid w:val="00990620"/>
    <w:rsid w:val="009A5826"/>
    <w:rsid w:val="009A5F9E"/>
    <w:rsid w:val="009B0F40"/>
    <w:rsid w:val="009B638C"/>
    <w:rsid w:val="009C7B24"/>
    <w:rsid w:val="009C7D3C"/>
    <w:rsid w:val="009D55FD"/>
    <w:rsid w:val="009E2A2A"/>
    <w:rsid w:val="009F6E5E"/>
    <w:rsid w:val="00A17111"/>
    <w:rsid w:val="00A20575"/>
    <w:rsid w:val="00A26A28"/>
    <w:rsid w:val="00A41E41"/>
    <w:rsid w:val="00A5004A"/>
    <w:rsid w:val="00A50FFF"/>
    <w:rsid w:val="00A527AF"/>
    <w:rsid w:val="00A54992"/>
    <w:rsid w:val="00A560F5"/>
    <w:rsid w:val="00A633E1"/>
    <w:rsid w:val="00A65E53"/>
    <w:rsid w:val="00A70030"/>
    <w:rsid w:val="00A8234A"/>
    <w:rsid w:val="00A97C95"/>
    <w:rsid w:val="00AA0506"/>
    <w:rsid w:val="00AA5B23"/>
    <w:rsid w:val="00AA716B"/>
    <w:rsid w:val="00AC4ED9"/>
    <w:rsid w:val="00AC6380"/>
    <w:rsid w:val="00AC6888"/>
    <w:rsid w:val="00AD2F36"/>
    <w:rsid w:val="00AD5EC0"/>
    <w:rsid w:val="00AD6E4D"/>
    <w:rsid w:val="00AD73DA"/>
    <w:rsid w:val="00AF5281"/>
    <w:rsid w:val="00B01599"/>
    <w:rsid w:val="00B146FF"/>
    <w:rsid w:val="00B15DB4"/>
    <w:rsid w:val="00B177D0"/>
    <w:rsid w:val="00B20A38"/>
    <w:rsid w:val="00B27F52"/>
    <w:rsid w:val="00B3151A"/>
    <w:rsid w:val="00B37307"/>
    <w:rsid w:val="00B47A89"/>
    <w:rsid w:val="00B5145B"/>
    <w:rsid w:val="00B5755D"/>
    <w:rsid w:val="00B707D0"/>
    <w:rsid w:val="00B7499A"/>
    <w:rsid w:val="00B75FF7"/>
    <w:rsid w:val="00B816F4"/>
    <w:rsid w:val="00B822EA"/>
    <w:rsid w:val="00B84417"/>
    <w:rsid w:val="00B855E7"/>
    <w:rsid w:val="00B94248"/>
    <w:rsid w:val="00B94FBB"/>
    <w:rsid w:val="00BA2EB6"/>
    <w:rsid w:val="00BA3595"/>
    <w:rsid w:val="00BB3CAA"/>
    <w:rsid w:val="00BB48C7"/>
    <w:rsid w:val="00BB4C89"/>
    <w:rsid w:val="00BB5324"/>
    <w:rsid w:val="00BB5F8F"/>
    <w:rsid w:val="00BC1F6B"/>
    <w:rsid w:val="00BC732E"/>
    <w:rsid w:val="00BD3D30"/>
    <w:rsid w:val="00BD7612"/>
    <w:rsid w:val="00BE6648"/>
    <w:rsid w:val="00BF5E09"/>
    <w:rsid w:val="00BF6970"/>
    <w:rsid w:val="00C079C5"/>
    <w:rsid w:val="00C148FD"/>
    <w:rsid w:val="00C2393A"/>
    <w:rsid w:val="00C42742"/>
    <w:rsid w:val="00C46516"/>
    <w:rsid w:val="00C5580D"/>
    <w:rsid w:val="00C57496"/>
    <w:rsid w:val="00C57915"/>
    <w:rsid w:val="00C7264E"/>
    <w:rsid w:val="00C767C9"/>
    <w:rsid w:val="00C76A6B"/>
    <w:rsid w:val="00C76D0A"/>
    <w:rsid w:val="00C878F0"/>
    <w:rsid w:val="00CA24B3"/>
    <w:rsid w:val="00CA2BB7"/>
    <w:rsid w:val="00CA4727"/>
    <w:rsid w:val="00CA51B5"/>
    <w:rsid w:val="00CC2293"/>
    <w:rsid w:val="00CC266E"/>
    <w:rsid w:val="00CE09BA"/>
    <w:rsid w:val="00CF4DFA"/>
    <w:rsid w:val="00D00747"/>
    <w:rsid w:val="00D060B3"/>
    <w:rsid w:val="00D06992"/>
    <w:rsid w:val="00D20A5C"/>
    <w:rsid w:val="00D20E5C"/>
    <w:rsid w:val="00D2650E"/>
    <w:rsid w:val="00D33524"/>
    <w:rsid w:val="00D44B12"/>
    <w:rsid w:val="00D550C3"/>
    <w:rsid w:val="00D573B0"/>
    <w:rsid w:val="00D6535B"/>
    <w:rsid w:val="00D70DB7"/>
    <w:rsid w:val="00D71B81"/>
    <w:rsid w:val="00D773FA"/>
    <w:rsid w:val="00D848FC"/>
    <w:rsid w:val="00D849C3"/>
    <w:rsid w:val="00D93A1D"/>
    <w:rsid w:val="00DA18A6"/>
    <w:rsid w:val="00DA1F5C"/>
    <w:rsid w:val="00DA24E3"/>
    <w:rsid w:val="00DB2458"/>
    <w:rsid w:val="00DB2F24"/>
    <w:rsid w:val="00DB674B"/>
    <w:rsid w:val="00DC1DC7"/>
    <w:rsid w:val="00DC5EA9"/>
    <w:rsid w:val="00DD085D"/>
    <w:rsid w:val="00DD34CF"/>
    <w:rsid w:val="00DD38DE"/>
    <w:rsid w:val="00DD6149"/>
    <w:rsid w:val="00DD79DD"/>
    <w:rsid w:val="00DE0429"/>
    <w:rsid w:val="00DE3767"/>
    <w:rsid w:val="00E0343F"/>
    <w:rsid w:val="00E04C36"/>
    <w:rsid w:val="00E05F49"/>
    <w:rsid w:val="00E06B07"/>
    <w:rsid w:val="00E10571"/>
    <w:rsid w:val="00E10DD0"/>
    <w:rsid w:val="00E11170"/>
    <w:rsid w:val="00E14EEB"/>
    <w:rsid w:val="00E163B7"/>
    <w:rsid w:val="00E21CC2"/>
    <w:rsid w:val="00E2272B"/>
    <w:rsid w:val="00E24037"/>
    <w:rsid w:val="00E352FF"/>
    <w:rsid w:val="00E41087"/>
    <w:rsid w:val="00E412CF"/>
    <w:rsid w:val="00E433E0"/>
    <w:rsid w:val="00E516D7"/>
    <w:rsid w:val="00E5359D"/>
    <w:rsid w:val="00E54A46"/>
    <w:rsid w:val="00E65738"/>
    <w:rsid w:val="00E81F23"/>
    <w:rsid w:val="00E8518C"/>
    <w:rsid w:val="00E879F9"/>
    <w:rsid w:val="00E90BD9"/>
    <w:rsid w:val="00EA1BDF"/>
    <w:rsid w:val="00EA5F85"/>
    <w:rsid w:val="00EB0BA4"/>
    <w:rsid w:val="00EB3D8F"/>
    <w:rsid w:val="00EB6818"/>
    <w:rsid w:val="00EB6B74"/>
    <w:rsid w:val="00EB6E4B"/>
    <w:rsid w:val="00EC77B0"/>
    <w:rsid w:val="00ED2956"/>
    <w:rsid w:val="00EE080D"/>
    <w:rsid w:val="00EE3197"/>
    <w:rsid w:val="00EF2951"/>
    <w:rsid w:val="00EF4349"/>
    <w:rsid w:val="00F063EF"/>
    <w:rsid w:val="00F168D6"/>
    <w:rsid w:val="00F24638"/>
    <w:rsid w:val="00F248A4"/>
    <w:rsid w:val="00F46B18"/>
    <w:rsid w:val="00F57337"/>
    <w:rsid w:val="00F57B3E"/>
    <w:rsid w:val="00F65271"/>
    <w:rsid w:val="00F748A6"/>
    <w:rsid w:val="00F82C59"/>
    <w:rsid w:val="00F871C6"/>
    <w:rsid w:val="00F8749B"/>
    <w:rsid w:val="00F97B00"/>
    <w:rsid w:val="00FA4A66"/>
    <w:rsid w:val="00FA74D9"/>
    <w:rsid w:val="00FB201E"/>
    <w:rsid w:val="00FC2CB4"/>
    <w:rsid w:val="00FD6B85"/>
    <w:rsid w:val="00FE1756"/>
    <w:rsid w:val="00FE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51F9AA"/>
  <w15:docId w15:val="{8E861C4B-7C4F-46F0-9BD8-95D53C73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36F2"/>
    <w:rPr>
      <w:sz w:val="24"/>
      <w:szCs w:val="24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E36F-1234-4803-90C1-0E500997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339</Words>
  <Characters>2002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2016-02-08T16:13:00Z</dcterms:created>
  <dcterms:modified xsi:type="dcterms:W3CDTF">2016-02-08T16:13:00Z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