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6E6A2EC2" w:rsidR="00063674" w:rsidRPr="00F8399C" w:rsidRDefault="00984F4B" w:rsidP="002F6205">
      <w:pPr>
        <w:pStyle w:val="eTask"/>
      </w:pPr>
      <w:bookmarkStart w:id="0" w:name="_Hlk97716694"/>
      <w:r w:rsidRPr="00F8399C">
        <w:t>Přiřaďte pojmy z levého sloupce k odpovídajícím popiskům vpravo.</w:t>
      </w:r>
    </w:p>
    <w:p w14:paraId="249DDE31" w14:textId="6C28EAB9" w:rsidR="00FA7826" w:rsidRPr="00F8399C" w:rsidRDefault="00FA7826" w:rsidP="002F6205">
      <w:pPr>
        <w:pStyle w:val="eTask"/>
        <w:numPr>
          <w:ilvl w:val="0"/>
          <w:numId w:val="0"/>
        </w:numPr>
        <w:ind w:left="720"/>
      </w:pPr>
    </w:p>
    <w:p w14:paraId="45560DBF" w14:textId="1C2EA39D" w:rsidR="00FA7826" w:rsidRPr="00F8399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8399C" w:rsidRPr="00F8399C" w14:paraId="2B858D39" w14:textId="77777777" w:rsidTr="00984F4B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45377EC4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&lt;a&gt;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6AA05FD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71A270CA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nevyžaduje koncovou značku.</w:t>
            </w:r>
          </w:p>
        </w:tc>
      </w:tr>
      <w:tr w:rsidR="00F8399C" w:rsidRPr="00F8399C" w14:paraId="64CBCFB3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489A3889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5EB9B552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3426ADB4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1E5FE5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&lt;br&gt;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2CB4F0DA" w:rsidR="00984F4B" w:rsidRPr="00F8399C" w:rsidRDefault="00957DD9" w:rsidP="00984F4B">
            <w:pPr>
              <w:pStyle w:val="eCheckBoxText"/>
              <w:ind w:left="0" w:firstLine="0"/>
              <w:contextualSpacing/>
              <w:jc w:val="center"/>
            </w:pPr>
            <w:r w:rsidRPr="00957DD9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A8DD16F" wp14:editId="22C444C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-554355</wp:posOffset>
                      </wp:positionV>
                      <wp:extent cx="2306320" cy="796925"/>
                      <wp:effectExtent l="0" t="0" r="36830" b="2222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320" cy="796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6034C7" id="3 Conector recto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43.65pt" to="175.9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  <w:r w:rsidRPr="00957DD9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B693B25" wp14:editId="05F30718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253365</wp:posOffset>
                      </wp:positionV>
                      <wp:extent cx="2306955" cy="1494790"/>
                      <wp:effectExtent l="0" t="0" r="36195" b="2921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955" cy="1494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1D51B6" id="3 Conector recto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19.95pt" to="175.95pt,1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957DD9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E377C30" wp14:editId="162BC53B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-533400</wp:posOffset>
                      </wp:positionV>
                      <wp:extent cx="2306955" cy="1573530"/>
                      <wp:effectExtent l="0" t="0" r="36195" b="2667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6955" cy="15735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F32FE9" id="3 Conector recto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42pt" to="175.9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  <w:r w:rsidRPr="00957DD9"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D7328FC" wp14:editId="32ED4BD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997585</wp:posOffset>
                      </wp:positionV>
                      <wp:extent cx="2306955" cy="750570"/>
                      <wp:effectExtent l="0" t="0" r="36195" b="3048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6955" cy="7505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1E8C39" id="3 Conector recto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78.55pt" to="175.95pt,1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26475025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se používá ve struktuře tabulky.</w:t>
            </w:r>
          </w:p>
        </w:tc>
      </w:tr>
      <w:tr w:rsidR="00F8399C" w:rsidRPr="00F8399C" w14:paraId="4EAE0C4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64FF4A03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791528BC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408DEF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18DA54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slouží k vytvoření odkazu na webové stránky.</w:t>
            </w:r>
          </w:p>
        </w:tc>
      </w:tr>
      <w:tr w:rsidR="00F8399C" w:rsidRPr="00F8399C" w14:paraId="19DE13D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0BDF9AA7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120D84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</w:t>
            </w:r>
            <w:proofErr w:type="spellStart"/>
            <w:r w:rsidRPr="00F8399C">
              <w:t>th</w:t>
            </w:r>
            <w:proofErr w:type="spellEnd"/>
            <w:r w:rsidRPr="00F8399C">
              <w:t>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1B5D700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0AEFB51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mění styl textu na tučný.</w:t>
            </w:r>
          </w:p>
        </w:tc>
      </w:tr>
    </w:tbl>
    <w:p w14:paraId="6F38785C" w14:textId="77777777" w:rsidR="00A21409" w:rsidRPr="00F8399C" w:rsidRDefault="00A21409" w:rsidP="004A7E5F">
      <w:pPr>
        <w:pStyle w:val="eLineBottom"/>
        <w:ind w:left="154"/>
      </w:pPr>
    </w:p>
    <w:p w14:paraId="646E46B9" w14:textId="77777777" w:rsidR="00F1459B" w:rsidRPr="00F8399C" w:rsidRDefault="00F1459B" w:rsidP="004A7E5F"/>
    <w:p w14:paraId="54D36DC1" w14:textId="4C006EF1" w:rsidR="002629E4" w:rsidRDefault="00984F4B" w:rsidP="002F6205">
      <w:pPr>
        <w:pStyle w:val="eTask"/>
      </w:pPr>
      <w:r w:rsidRPr="00F8399C">
        <w:t>Přidejte řádek se dvěma záhlavími tabulky, první z nich bude „Číslo“ a druhé „Název“.</w:t>
      </w:r>
    </w:p>
    <w:p w14:paraId="6D4F171A" w14:textId="77777777" w:rsidR="00984F4B" w:rsidRPr="00F8399C" w:rsidRDefault="00984F4B" w:rsidP="002F6205">
      <w:pPr>
        <w:pStyle w:val="eTask"/>
        <w:numPr>
          <w:ilvl w:val="0"/>
          <w:numId w:val="0"/>
        </w:numPr>
        <w:ind w:left="470"/>
      </w:pPr>
      <w:r w:rsidRPr="00F8399C">
        <w:t>Možnosti: &lt;</w:t>
      </w:r>
      <w:proofErr w:type="spellStart"/>
      <w:r w:rsidRPr="00F8399C">
        <w:t>th</w:t>
      </w:r>
      <w:proofErr w:type="spellEnd"/>
      <w:r w:rsidRPr="00F8399C">
        <w:t>&gt; Číslo &lt;/</w:t>
      </w:r>
      <w:proofErr w:type="spellStart"/>
      <w:r w:rsidRPr="00F8399C">
        <w:t>th</w:t>
      </w:r>
      <w:proofErr w:type="spellEnd"/>
      <w:r w:rsidRPr="00F8399C">
        <w:t>&gt;, &lt;</w:t>
      </w:r>
      <w:proofErr w:type="spellStart"/>
      <w:r w:rsidRPr="00F8399C">
        <w:t>tr</w:t>
      </w:r>
      <w:proofErr w:type="spellEnd"/>
      <w:r w:rsidRPr="00F8399C">
        <w:t>&gt;, &lt;</w:t>
      </w:r>
      <w:proofErr w:type="spellStart"/>
      <w:r w:rsidRPr="00F8399C">
        <w:t>th</w:t>
      </w:r>
      <w:proofErr w:type="spellEnd"/>
      <w:r w:rsidRPr="00F8399C">
        <w:t>&gt; Název &lt;/</w:t>
      </w:r>
      <w:proofErr w:type="spellStart"/>
      <w:r w:rsidRPr="00F8399C">
        <w:t>th</w:t>
      </w:r>
      <w:proofErr w:type="spellEnd"/>
      <w:r w:rsidRPr="00F8399C">
        <w:t xml:space="preserve">&gt;, </w:t>
      </w:r>
      <w:bookmarkStart w:id="1" w:name="_GoBack"/>
      <w:bookmarkEnd w:id="1"/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4E265BF4" w14:textId="77777777" w:rsidR="002629E4" w:rsidRPr="00F8399C" w:rsidRDefault="002629E4" w:rsidP="00984F4B"/>
    <w:p w14:paraId="30A28D7D" w14:textId="054663A9" w:rsidR="002629E4" w:rsidRPr="00F8399C" w:rsidRDefault="00C51A4E" w:rsidP="002F6205">
      <w:pPr>
        <w:pStyle w:val="eText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EA653A" wp14:editId="17177059">
                <wp:simplePos x="0" y="0"/>
                <wp:positionH relativeFrom="column">
                  <wp:posOffset>233680</wp:posOffset>
                </wp:positionH>
                <wp:positionV relativeFrom="paragraph">
                  <wp:posOffset>371475</wp:posOffset>
                </wp:positionV>
                <wp:extent cx="1303020" cy="238125"/>
                <wp:effectExtent l="0" t="0" r="11430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FB4B6" id="Pravokotnik: zaokroženi vogali 9" o:spid="_x0000_s1026" style="position:absolute;margin-left:18.4pt;margin-top:29.25pt;width:102.6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2629E4" w:rsidRPr="00F8399C">
        <w:t>&lt;table&gt;</w:t>
      </w:r>
    </w:p>
    <w:p w14:paraId="671AB2D3" w14:textId="08EC22CF" w:rsidR="002629E4" w:rsidRPr="00F8399C" w:rsidRDefault="00C51A4E" w:rsidP="00C51A4E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A2AB48" wp14:editId="572DCCEA">
                <wp:simplePos x="0" y="0"/>
                <wp:positionH relativeFrom="column">
                  <wp:posOffset>252730</wp:posOffset>
                </wp:positionH>
                <wp:positionV relativeFrom="paragraph">
                  <wp:posOffset>367192</wp:posOffset>
                </wp:positionV>
                <wp:extent cx="1303020" cy="238125"/>
                <wp:effectExtent l="0" t="0" r="1143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9768B" id="Pravokotnik: zaokroženi vogali 9" o:spid="_x0000_s1026" style="position:absolute;margin-left:19.9pt;margin-top:28.9pt;width:102.6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vD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="00957DD9" w:rsidRPr="00984F4B">
        <w:rPr>
          <w:color w:val="FF0000"/>
        </w:rPr>
        <w:t>&lt;</w:t>
      </w:r>
      <w:proofErr w:type="spellStart"/>
      <w:r w:rsidR="00957DD9" w:rsidRPr="00984F4B">
        <w:rPr>
          <w:color w:val="FF0000"/>
        </w:rPr>
        <w:t>tr</w:t>
      </w:r>
      <w:proofErr w:type="spellEnd"/>
      <w:r w:rsidR="00957DD9" w:rsidRPr="00984F4B">
        <w:rPr>
          <w:color w:val="FF0000"/>
        </w:rPr>
        <w:t>&gt;</w:t>
      </w:r>
    </w:p>
    <w:p w14:paraId="75DACF87" w14:textId="6328FC8E" w:rsidR="00C51A4E" w:rsidRPr="00984F4B" w:rsidRDefault="00957DD9" w:rsidP="00C51A4E">
      <w:pPr>
        <w:pStyle w:val="eText"/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E8AEBF" wp14:editId="613382AA">
                <wp:simplePos x="0" y="0"/>
                <wp:positionH relativeFrom="column">
                  <wp:posOffset>233680</wp:posOffset>
                </wp:positionH>
                <wp:positionV relativeFrom="paragraph">
                  <wp:posOffset>364652</wp:posOffset>
                </wp:positionV>
                <wp:extent cx="1303020" cy="238125"/>
                <wp:effectExtent l="0" t="0" r="11430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5D81F2" id="Pravokotnik: zaokroženi vogali 9" o:spid="_x0000_s1026" style="position:absolute;margin-left:18.4pt;margin-top:28.7pt;width:102.6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EXEw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C10DF6">
        <w:rPr>
          <w:color w:val="FF0000"/>
        </w:rPr>
        <w:t xml:space="preserve">        </w:t>
      </w:r>
      <w:r>
        <w:rPr>
          <w:color w:val="FF0000"/>
        </w:rPr>
        <w:t xml:space="preserve"> </w:t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  <w:r>
        <w:rPr>
          <w:color w:val="FF0000"/>
        </w:rPr>
        <w:t>Číslo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</w:p>
    <w:p w14:paraId="665866FA" w14:textId="54307C9A" w:rsidR="00C51A4E" w:rsidRPr="00984F4B" w:rsidRDefault="00C51A4E" w:rsidP="00C51A4E">
      <w:pPr>
        <w:pStyle w:val="eText"/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003FB0" wp14:editId="366DC0E8">
                <wp:simplePos x="0" y="0"/>
                <wp:positionH relativeFrom="column">
                  <wp:posOffset>250825</wp:posOffset>
                </wp:positionH>
                <wp:positionV relativeFrom="paragraph">
                  <wp:posOffset>361788</wp:posOffset>
                </wp:positionV>
                <wp:extent cx="1303020" cy="238125"/>
                <wp:effectExtent l="0" t="0" r="11430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BD9D37" id="Pravokotnik: zaokroženi vogali 9" o:spid="_x0000_s1026" style="position:absolute;margin-left:19.75pt;margin-top:28.5pt;width:102.6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ZDEwIAAGA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color w:val="FF0000"/>
        </w:rPr>
        <w:t xml:space="preserve">       </w:t>
      </w:r>
      <w:r>
        <w:rPr>
          <w:color w:val="FF0000"/>
        </w:rPr>
        <w:t xml:space="preserve"> </w:t>
      </w:r>
      <w:r w:rsidR="00957DD9">
        <w:rPr>
          <w:color w:val="FF0000"/>
        </w:rPr>
        <w:t xml:space="preserve"> </w:t>
      </w:r>
      <w:r w:rsidR="00957DD9" w:rsidRPr="00984F4B">
        <w:rPr>
          <w:color w:val="FF0000"/>
        </w:rPr>
        <w:t>&lt;</w:t>
      </w:r>
      <w:proofErr w:type="spellStart"/>
      <w:r w:rsidR="00957DD9" w:rsidRPr="00984F4B">
        <w:rPr>
          <w:color w:val="FF0000"/>
        </w:rPr>
        <w:t>th</w:t>
      </w:r>
      <w:proofErr w:type="spellEnd"/>
      <w:r w:rsidR="00957DD9" w:rsidRPr="00984F4B">
        <w:rPr>
          <w:color w:val="FF0000"/>
        </w:rPr>
        <w:t>&gt;</w:t>
      </w:r>
      <w:r w:rsidR="00957DD9">
        <w:rPr>
          <w:color w:val="FF0000"/>
        </w:rPr>
        <w:t>Název</w:t>
      </w:r>
      <w:r w:rsidR="00957DD9" w:rsidRPr="00984F4B">
        <w:rPr>
          <w:color w:val="FF0000"/>
        </w:rPr>
        <w:t>&lt;/</w:t>
      </w:r>
      <w:proofErr w:type="spellStart"/>
      <w:r w:rsidR="00957DD9" w:rsidRPr="00984F4B">
        <w:rPr>
          <w:color w:val="FF0000"/>
        </w:rPr>
        <w:t>th</w:t>
      </w:r>
      <w:proofErr w:type="spellEnd"/>
      <w:r w:rsidR="00957DD9" w:rsidRPr="00984F4B">
        <w:rPr>
          <w:color w:val="FF0000"/>
        </w:rPr>
        <w:t>&gt;</w:t>
      </w:r>
    </w:p>
    <w:p w14:paraId="68736540" w14:textId="72E3819C" w:rsidR="00C51A4E" w:rsidRPr="00984F4B" w:rsidRDefault="00C51A4E" w:rsidP="00C51A4E">
      <w:pPr>
        <w:pStyle w:val="eText"/>
        <w:tabs>
          <w:tab w:val="left" w:pos="750"/>
        </w:tabs>
      </w:pPr>
      <w:r w:rsidRPr="00984F4B">
        <w:t xml:space="preserve">        </w:t>
      </w:r>
      <w:r w:rsidR="00957DD9" w:rsidRPr="00984F4B">
        <w:rPr>
          <w:color w:val="FF0000"/>
        </w:rPr>
        <w:t>&lt;/</w:t>
      </w:r>
      <w:proofErr w:type="spellStart"/>
      <w:r w:rsidR="00957DD9" w:rsidRPr="00984F4B">
        <w:rPr>
          <w:color w:val="FF0000"/>
        </w:rPr>
        <w:t>tr</w:t>
      </w:r>
      <w:proofErr w:type="spellEnd"/>
      <w:r w:rsidR="00957DD9" w:rsidRPr="00984F4B">
        <w:rPr>
          <w:color w:val="FF0000"/>
        </w:rPr>
        <w:t>&gt;</w:t>
      </w:r>
    </w:p>
    <w:p w14:paraId="043E87E6" w14:textId="7777777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tr</w:t>
      </w:r>
      <w:proofErr w:type="spellEnd"/>
      <w:r w:rsidRPr="00F8399C">
        <w:t>&gt;</w:t>
      </w:r>
    </w:p>
    <w:p w14:paraId="6DF03E7F" w14:textId="581EADAC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984F4B" w:rsidRPr="00F8399C">
        <w:t xml:space="preserve"> toto je první buňka 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349A73F7" w14:textId="0A824462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984F4B" w:rsidRPr="00F8399C">
        <w:t xml:space="preserve"> toto je druhá buňka v řádku 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245F9EE1" w14:textId="77777777" w:rsidR="002629E4" w:rsidRPr="00F8399C" w:rsidRDefault="002629E4" w:rsidP="002F6205">
      <w:pPr>
        <w:pStyle w:val="eText"/>
        <w:ind w:left="113"/>
      </w:pPr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035ED08B" w14:textId="77777777" w:rsidR="002629E4" w:rsidRPr="002F6205" w:rsidRDefault="002629E4" w:rsidP="002F6205">
      <w:pPr>
        <w:pStyle w:val="eTask"/>
        <w:numPr>
          <w:ilvl w:val="0"/>
          <w:numId w:val="0"/>
        </w:numPr>
        <w:ind w:left="113"/>
        <w:rPr>
          <w:b w:val="0"/>
        </w:rPr>
      </w:pPr>
      <w:r w:rsidRPr="002F6205">
        <w:rPr>
          <w:b w:val="0"/>
        </w:rPr>
        <w:t>&lt;/table&gt;</w:t>
      </w:r>
    </w:p>
    <w:p w14:paraId="666BE38A" w14:textId="76C2D7F7" w:rsidR="002F6205" w:rsidRDefault="002F6205">
      <w:pPr>
        <w:rPr>
          <w:b/>
        </w:rPr>
      </w:pPr>
    </w:p>
    <w:p w14:paraId="2C587B55" w14:textId="77777777" w:rsidR="002F6205" w:rsidRDefault="002F6205">
      <w:pPr>
        <w:rPr>
          <w:b/>
        </w:rPr>
      </w:pPr>
      <w:r>
        <w:br w:type="page"/>
      </w:r>
    </w:p>
    <w:p w14:paraId="759C1739" w14:textId="24A47586" w:rsidR="009C3A3C" w:rsidRPr="00F8399C" w:rsidRDefault="00984F4B" w:rsidP="002F6205">
      <w:pPr>
        <w:pStyle w:val="eTask"/>
      </w:pPr>
      <w:r w:rsidRPr="002F6205">
        <w:lastRenderedPageBreak/>
        <w:t>Vyjmenujte</w:t>
      </w:r>
      <w:r w:rsidRPr="00F8399C">
        <w:t xml:space="preserve"> alespoň dvě počáteční značky, které se používají pro seznam v </w:t>
      </w:r>
      <w:proofErr w:type="spellStart"/>
      <w:r w:rsidRPr="00F8399C">
        <w:t>HTML</w:t>
      </w:r>
      <w:proofErr w:type="spellEnd"/>
      <w:r w:rsidR="00A65F28" w:rsidRPr="00F8399C">
        <w:t xml:space="preserve"> </w:t>
      </w:r>
    </w:p>
    <w:p w14:paraId="0033D4C1" w14:textId="77777777" w:rsidR="009C3A3C" w:rsidRPr="00F8399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36F06AA8" w:rsidR="0037508F" w:rsidRPr="00957DD9" w:rsidRDefault="00957DD9" w:rsidP="00957DD9">
      <w:pPr>
        <w:pStyle w:val="Odstavecseseznamem"/>
        <w:numPr>
          <w:ilvl w:val="0"/>
          <w:numId w:val="14"/>
        </w:numPr>
        <w:rPr>
          <w:color w:val="FF0000"/>
        </w:r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ol</w:t>
      </w:r>
      <w:proofErr w:type="spellEnd"/>
      <w:r w:rsidRPr="00957DD9">
        <w:rPr>
          <w:color w:val="FF0000"/>
        </w:rPr>
        <w:t>&gt;</w:t>
      </w:r>
    </w:p>
    <w:p w14:paraId="7184CA1A" w14:textId="77777777" w:rsidR="00514303" w:rsidRPr="00F8399C" w:rsidRDefault="00514303" w:rsidP="00514303">
      <w:pPr>
        <w:pStyle w:val="Odstavecseseznamem"/>
        <w:ind w:left="786"/>
        <w:rPr>
          <w:u w:val="single"/>
        </w:rPr>
      </w:pPr>
    </w:p>
    <w:p w14:paraId="05FB8311" w14:textId="04C9ADFE" w:rsidR="00C10DF6" w:rsidRPr="00957DD9" w:rsidRDefault="00957DD9" w:rsidP="00C10DF6">
      <w:pPr>
        <w:pStyle w:val="Odstavecseseznamem"/>
        <w:numPr>
          <w:ilvl w:val="0"/>
          <w:numId w:val="14"/>
        </w:num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li</w:t>
      </w:r>
      <w:proofErr w:type="spellEnd"/>
      <w:r w:rsidRPr="00957DD9">
        <w:rPr>
          <w:color w:val="FF0000"/>
        </w:rPr>
        <w:t>&gt;</w:t>
      </w:r>
    </w:p>
    <w:p w14:paraId="54F033A8" w14:textId="77777777" w:rsidR="00514303" w:rsidRPr="00F8399C" w:rsidRDefault="00514303" w:rsidP="00514303">
      <w:pPr>
        <w:rPr>
          <w:u w:val="single"/>
        </w:rPr>
      </w:pPr>
    </w:p>
    <w:p w14:paraId="502C8E01" w14:textId="084DFB27" w:rsidR="00C10DF6" w:rsidRPr="00957DD9" w:rsidRDefault="00957DD9" w:rsidP="00C10DF6">
      <w:pPr>
        <w:pStyle w:val="Odstavecseseznamem"/>
        <w:numPr>
          <w:ilvl w:val="0"/>
          <w:numId w:val="14"/>
        </w:num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ul</w:t>
      </w:r>
      <w:proofErr w:type="spellEnd"/>
      <w:r w:rsidRPr="00957DD9">
        <w:rPr>
          <w:color w:val="FF0000"/>
        </w:rPr>
        <w:t>&gt;</w:t>
      </w:r>
    </w:p>
    <w:p w14:paraId="2529A205" w14:textId="3A449CAB" w:rsidR="00514303" w:rsidRPr="00F8399C" w:rsidRDefault="00514303" w:rsidP="00514303">
      <w:pPr>
        <w:rPr>
          <w:u w:val="single"/>
        </w:rPr>
      </w:pPr>
    </w:p>
    <w:p w14:paraId="01CA0625" w14:textId="3E5A6BDE" w:rsidR="002F6205" w:rsidRDefault="002F6205" w:rsidP="002F6205">
      <w:pPr>
        <w:pStyle w:val="eLineBottom"/>
      </w:pPr>
    </w:p>
    <w:p w14:paraId="2DE906DB" w14:textId="77777777" w:rsidR="002F6205" w:rsidRDefault="002F6205" w:rsidP="002F6205">
      <w:pPr>
        <w:pStyle w:val="eTask"/>
        <w:numPr>
          <w:ilvl w:val="0"/>
          <w:numId w:val="0"/>
        </w:numPr>
        <w:ind w:left="720"/>
      </w:pPr>
    </w:p>
    <w:p w14:paraId="6D2BAF3D" w14:textId="15874761" w:rsidR="005D6039" w:rsidRPr="00F8399C" w:rsidRDefault="00984F4B" w:rsidP="002F6205">
      <w:pPr>
        <w:pStyle w:val="eTask"/>
      </w:pPr>
      <w:r w:rsidRPr="00F8399C">
        <w:t>Jsou v </w:t>
      </w:r>
      <w:proofErr w:type="spellStart"/>
      <w:r w:rsidRPr="002F6205">
        <w:t>JavaScriptu</w:t>
      </w:r>
      <w:proofErr w:type="spellEnd"/>
      <w:r w:rsidRPr="00F8399C">
        <w:t xml:space="preserve"> obě proměnné totožné?</w:t>
      </w:r>
    </w:p>
    <w:p w14:paraId="3A5B5A23" w14:textId="4C5C3F62" w:rsidR="00FD4028" w:rsidRPr="00F8399C" w:rsidRDefault="00FD4028" w:rsidP="002F6205">
      <w:pPr>
        <w:pStyle w:val="eTask"/>
        <w:numPr>
          <w:ilvl w:val="0"/>
          <w:numId w:val="0"/>
        </w:numPr>
        <w:ind w:left="720"/>
      </w:pPr>
    </w:p>
    <w:p w14:paraId="09F861A8" w14:textId="6602EACD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18F6AD91" w14:textId="09619A76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006F6787" w14:textId="2C435C6D" w:rsidR="00FD4028" w:rsidRPr="00F8399C" w:rsidRDefault="002F6205" w:rsidP="002F6205">
      <w:pPr>
        <w:pStyle w:val="eTask"/>
        <w:numPr>
          <w:ilvl w:val="0"/>
          <w:numId w:val="0"/>
        </w:numPr>
        <w:ind w:left="720"/>
      </w:pPr>
      <w:r w:rsidRPr="00F839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B6BD37" wp14:editId="72632692">
                <wp:simplePos x="0" y="0"/>
                <wp:positionH relativeFrom="column">
                  <wp:posOffset>244549</wp:posOffset>
                </wp:positionH>
                <wp:positionV relativeFrom="paragraph">
                  <wp:posOffset>175260</wp:posOffset>
                </wp:positionV>
                <wp:extent cx="1303020" cy="238125"/>
                <wp:effectExtent l="0" t="0" r="11430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51C11" id="Pravokotnik: zaokroženi vogali 9" o:spid="_x0000_s1026" style="position:absolute;margin-left:19.25pt;margin-top:13.8pt;width:102.6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c7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4A94A1FA" w14:textId="6B6D96D7" w:rsidR="00FD4028" w:rsidRPr="00F8399C" w:rsidRDefault="00957DD9" w:rsidP="00957DD9">
      <w:pPr>
        <w:pStyle w:val="eTask"/>
        <w:numPr>
          <w:ilvl w:val="0"/>
          <w:numId w:val="0"/>
        </w:numPr>
        <w:ind w:left="720"/>
      </w:pPr>
      <w:r>
        <w:rPr>
          <w:color w:val="FF0000"/>
        </w:rPr>
        <w:t>ne</w:t>
      </w:r>
    </w:p>
    <w:p w14:paraId="3FEEB4F7" w14:textId="77777777" w:rsidR="005D6039" w:rsidRPr="00F8399C" w:rsidRDefault="005D6039" w:rsidP="005D6039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1DB1AB66" w14:textId="191E5640" w:rsidR="00FD4028" w:rsidRPr="00F8399C" w:rsidRDefault="00984F4B" w:rsidP="002F6205">
      <w:pPr>
        <w:pStyle w:val="eText"/>
        <w:ind w:left="113"/>
      </w:pPr>
      <w:r w:rsidRPr="00F8399C">
        <w:t>Možnosti</w:t>
      </w:r>
      <w:r w:rsidR="00FD4028" w:rsidRPr="00F8399C">
        <w:t xml:space="preserve">: </w:t>
      </w:r>
      <w:r w:rsidRPr="00F8399C">
        <w:t>ano,</w:t>
      </w:r>
      <w:r w:rsidR="00FD4028" w:rsidRPr="00F8399C">
        <w:t xml:space="preserve"> </w:t>
      </w:r>
      <w:r w:rsidRPr="00F8399C">
        <w:t>ne</w:t>
      </w:r>
    </w:p>
    <w:p w14:paraId="753B1579" w14:textId="5F634584" w:rsidR="005D6039" w:rsidRPr="00F8399C" w:rsidRDefault="005D6039" w:rsidP="00514303">
      <w:pPr>
        <w:rPr>
          <w:u w:val="single"/>
        </w:rPr>
      </w:pPr>
    </w:p>
    <w:p w14:paraId="6E2B9849" w14:textId="715A4174" w:rsidR="00431414" w:rsidRDefault="00431414" w:rsidP="002F6205">
      <w:pPr>
        <w:pStyle w:val="eLineBottom"/>
      </w:pPr>
    </w:p>
    <w:p w14:paraId="2E8DEB43" w14:textId="77777777" w:rsidR="002F6205" w:rsidRPr="00F8399C" w:rsidRDefault="002F6205" w:rsidP="00431414">
      <w:pPr>
        <w:rPr>
          <w:u w:val="single"/>
        </w:rPr>
      </w:pPr>
    </w:p>
    <w:p w14:paraId="0081BA9F" w14:textId="3B8693B4" w:rsidR="002629E4" w:rsidRPr="00F8399C" w:rsidRDefault="00984F4B" w:rsidP="002F6205">
      <w:pPr>
        <w:pStyle w:val="eTask"/>
      </w:pPr>
      <w:r w:rsidRPr="00F8399C">
        <w:t xml:space="preserve">Seřaďte </w:t>
      </w:r>
      <w:proofErr w:type="spellStart"/>
      <w:r w:rsidRPr="00F8399C">
        <w:t>HTML</w:t>
      </w:r>
      <w:proofErr w:type="spellEnd"/>
      <w:r w:rsidRPr="00F8399C">
        <w:t xml:space="preserve"> </w:t>
      </w:r>
      <w:r w:rsidRPr="002F6205">
        <w:t>značky</w:t>
      </w:r>
      <w:r w:rsidRPr="00F8399C">
        <w:t xml:space="preserve"> od nejvyšší úrovně po nejnižší</w:t>
      </w:r>
    </w:p>
    <w:p w14:paraId="64B44EB6" w14:textId="28A0EF74" w:rsidR="00C51A4E" w:rsidRDefault="00C51A4E" w:rsidP="00C51A4E">
      <w:pPr>
        <w:pStyle w:val="eText"/>
        <w:tabs>
          <w:tab w:val="left" w:pos="510"/>
          <w:tab w:val="left" w:pos="885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4E3C18" wp14:editId="7651CC4C">
                <wp:simplePos x="0" y="0"/>
                <wp:positionH relativeFrom="column">
                  <wp:posOffset>233680</wp:posOffset>
                </wp:positionH>
                <wp:positionV relativeFrom="paragraph">
                  <wp:posOffset>362718</wp:posOffset>
                </wp:positionV>
                <wp:extent cx="1303020" cy="238125"/>
                <wp:effectExtent l="0" t="0" r="11430" b="2857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7272B6" id="Pravokotnik: zaokroženi vogali 9" o:spid="_x0000_s1026" style="position:absolute;margin-left:18.4pt;margin-top:28.55pt;width:102.6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Pr="00984F4B">
        <w:tab/>
      </w:r>
    </w:p>
    <w:p w14:paraId="06E1B489" w14:textId="0D77F1D3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273D37" wp14:editId="0F928901">
                <wp:simplePos x="0" y="0"/>
                <wp:positionH relativeFrom="column">
                  <wp:posOffset>233680</wp:posOffset>
                </wp:positionH>
                <wp:positionV relativeFrom="paragraph">
                  <wp:posOffset>368964</wp:posOffset>
                </wp:positionV>
                <wp:extent cx="1303020" cy="238125"/>
                <wp:effectExtent l="0" t="0" r="11430" b="28575"/>
                <wp:wrapNone/>
                <wp:docPr id="1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D0F0F" id="Pravokotnik: zaokroženi vogali 9" o:spid="_x0000_s1026" style="position:absolute;margin-left:18.4pt;margin-top:29.05pt;width:102.6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="00957DD9" w:rsidRPr="00984F4B">
        <w:rPr>
          <w:color w:val="FF0000"/>
        </w:rPr>
        <w:t>&lt;</w:t>
      </w:r>
      <w:proofErr w:type="spellStart"/>
      <w:r w:rsidR="00957DD9" w:rsidRPr="00984F4B">
        <w:rPr>
          <w:color w:val="FF0000"/>
        </w:rPr>
        <w:t>html</w:t>
      </w:r>
      <w:proofErr w:type="spellEnd"/>
      <w:r w:rsidR="00957DD9" w:rsidRPr="00984F4B">
        <w:rPr>
          <w:color w:val="FF0000"/>
        </w:rPr>
        <w:t>&gt;</w:t>
      </w:r>
    </w:p>
    <w:p w14:paraId="1BD7B2E2" w14:textId="0C7A81E3" w:rsidR="00C51A4E" w:rsidRPr="00984F4B" w:rsidRDefault="00C51A4E" w:rsidP="00C51A4E">
      <w:pPr>
        <w:pStyle w:val="eText"/>
        <w:tabs>
          <w:tab w:val="left" w:pos="510"/>
        </w:tabs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020A25" wp14:editId="50059BFA">
                <wp:simplePos x="0" y="0"/>
                <wp:positionH relativeFrom="column">
                  <wp:posOffset>233680</wp:posOffset>
                </wp:positionH>
                <wp:positionV relativeFrom="paragraph">
                  <wp:posOffset>364963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A6944" id="Pravokotnik: zaokroženi vogali 9" o:spid="_x0000_s1026" style="position:absolute;margin-left:18.4pt;margin-top:28.75pt;width:102.6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="00957DD9" w:rsidRPr="00984F4B">
        <w:rPr>
          <w:color w:val="FF0000"/>
        </w:rPr>
        <w:t>&lt;body&gt;</w:t>
      </w:r>
    </w:p>
    <w:p w14:paraId="3CF63AAB" w14:textId="6D2B36BC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7C302D" wp14:editId="67B5CDE8">
                <wp:simplePos x="0" y="0"/>
                <wp:positionH relativeFrom="column">
                  <wp:posOffset>250825</wp:posOffset>
                </wp:positionH>
                <wp:positionV relativeFrom="paragraph">
                  <wp:posOffset>351628</wp:posOffset>
                </wp:positionV>
                <wp:extent cx="1303020" cy="238125"/>
                <wp:effectExtent l="0" t="0" r="11430" b="28575"/>
                <wp:wrapNone/>
                <wp:docPr id="2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C5C7CE" id="Pravokotnik: zaokroženi vogali 9" o:spid="_x0000_s1026" style="position:absolute;margin-left:19.75pt;margin-top:27.7pt;width:102.6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6plFA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="00957DD9" w:rsidRPr="00984F4B">
        <w:rPr>
          <w:color w:val="FF0000"/>
        </w:rPr>
        <w:t>&lt;p&gt;</w:t>
      </w:r>
    </w:p>
    <w:p w14:paraId="4D359404" w14:textId="154AC865" w:rsidR="00C51A4E" w:rsidRPr="00984F4B" w:rsidRDefault="00C51A4E" w:rsidP="00C51A4E">
      <w:pPr>
        <w:pStyle w:val="eText"/>
        <w:tabs>
          <w:tab w:val="left" w:pos="510"/>
          <w:tab w:val="left" w:pos="750"/>
        </w:tabs>
      </w:pPr>
      <w:r>
        <w:rPr>
          <w:color w:val="FF0000"/>
        </w:rPr>
        <w:tab/>
      </w:r>
      <w:r w:rsidR="00957DD9" w:rsidRPr="00984F4B">
        <w:rPr>
          <w:color w:val="FF0000"/>
        </w:rPr>
        <w:t xml:space="preserve">Text: </w:t>
      </w:r>
      <w:proofErr w:type="spellStart"/>
      <w:r w:rsidR="00957DD9" w:rsidRPr="00984F4B">
        <w:rPr>
          <w:color w:val="FF0000"/>
        </w:rPr>
        <w:t>paragraph</w:t>
      </w:r>
      <w:proofErr w:type="spellEnd"/>
    </w:p>
    <w:p w14:paraId="6F47DA9E" w14:textId="77777777" w:rsidR="002F6205" w:rsidRDefault="002F6205" w:rsidP="002629E4"/>
    <w:p w14:paraId="02B25EB1" w14:textId="6C6B667E" w:rsidR="002629E4" w:rsidRPr="00F8399C" w:rsidRDefault="00984F4B" w:rsidP="002F6205">
      <w:pPr>
        <w:pStyle w:val="eText"/>
        <w:ind w:left="113"/>
      </w:pPr>
      <w:r w:rsidRPr="00F8399C">
        <w:t>Možnosti</w:t>
      </w:r>
      <w:r w:rsidR="002629E4" w:rsidRPr="00F8399C">
        <w:t>: &lt;</w:t>
      </w:r>
      <w:proofErr w:type="spellStart"/>
      <w:r w:rsidR="002629E4" w:rsidRPr="00F8399C">
        <w:t>html</w:t>
      </w:r>
      <w:proofErr w:type="spellEnd"/>
      <w:r w:rsidR="002629E4" w:rsidRPr="00F8399C">
        <w:t xml:space="preserve">&gt;, &lt;body&gt;, &lt;p&gt;, Text: </w:t>
      </w:r>
      <w:proofErr w:type="spellStart"/>
      <w:r w:rsidR="002629E4" w:rsidRPr="00F8399C">
        <w:t>paragraph</w:t>
      </w:r>
      <w:proofErr w:type="spellEnd"/>
    </w:p>
    <w:p w14:paraId="7E6ECFB6" w14:textId="77777777" w:rsidR="00431414" w:rsidRPr="00F8399C" w:rsidRDefault="00431414" w:rsidP="00514303">
      <w:pPr>
        <w:rPr>
          <w:u w:val="single"/>
        </w:rPr>
      </w:pPr>
    </w:p>
    <w:sectPr w:rsidR="00431414" w:rsidRPr="00F8399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C3117" w14:textId="77777777" w:rsidR="00F31FA4" w:rsidRDefault="00F31FA4" w:rsidP="00861A1A">
      <w:r>
        <w:separator/>
      </w:r>
    </w:p>
  </w:endnote>
  <w:endnote w:type="continuationSeparator" w:id="0">
    <w:p w14:paraId="2B093725" w14:textId="77777777" w:rsidR="00F31FA4" w:rsidRDefault="00F31FA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A9AE0FD" w14:textId="77777777" w:rsidR="002F6205" w:rsidRPr="002F6205" w:rsidRDefault="002F6205" w:rsidP="002F62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F6205">
            <w:rPr>
              <w:sz w:val="16"/>
              <w:szCs w:val="16"/>
              <w:lang w:val="en-US"/>
            </w:rPr>
            <w:t>Tento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projekt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byl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realizován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za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finanční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podpory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Evropské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unie</w:t>
          </w:r>
          <w:proofErr w:type="spellEnd"/>
          <w:r w:rsidRPr="002F6205">
            <w:rPr>
              <w:sz w:val="16"/>
              <w:szCs w:val="16"/>
              <w:lang w:val="en-US"/>
            </w:rPr>
            <w:t>.</w:t>
          </w:r>
        </w:p>
        <w:p w14:paraId="06D86257" w14:textId="72B5F67D" w:rsidR="00BF5E09" w:rsidRPr="004A7E5F" w:rsidRDefault="002F6205" w:rsidP="002F62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F6205">
            <w:rPr>
              <w:sz w:val="16"/>
              <w:szCs w:val="16"/>
              <w:lang w:val="en-US"/>
            </w:rPr>
            <w:t>Za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obsah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publikací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F6205">
            <w:rPr>
              <w:sz w:val="16"/>
              <w:szCs w:val="16"/>
              <w:lang w:val="en-US"/>
            </w:rPr>
            <w:t>sdělení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F6205">
            <w:rPr>
              <w:sz w:val="16"/>
              <w:szCs w:val="16"/>
              <w:lang w:val="en-US"/>
            </w:rPr>
            <w:t>odpovídá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výlučně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autor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2F6205">
            <w:rPr>
              <w:sz w:val="16"/>
              <w:szCs w:val="16"/>
              <w:lang w:val="en-US"/>
            </w:rPr>
            <w:t>Publikace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F6205">
            <w:rPr>
              <w:sz w:val="16"/>
              <w:szCs w:val="16"/>
              <w:lang w:val="en-US"/>
            </w:rPr>
            <w:t>sdělení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F6205">
            <w:rPr>
              <w:sz w:val="16"/>
              <w:szCs w:val="16"/>
              <w:lang w:val="en-US"/>
            </w:rPr>
            <w:t>nereprezentují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názory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Evropské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komise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2F6205">
            <w:rPr>
              <w:sz w:val="16"/>
              <w:szCs w:val="16"/>
              <w:lang w:val="en-US"/>
            </w:rPr>
            <w:t>Evropská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komise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neodpovídá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za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použití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informací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2F6205">
            <w:rPr>
              <w:sz w:val="16"/>
              <w:szCs w:val="16"/>
              <w:lang w:val="en-US"/>
            </w:rPr>
            <w:t>jež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jsou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jejich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obsahem</w:t>
          </w:r>
          <w:proofErr w:type="spellEnd"/>
          <w:r w:rsidRPr="002F620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A85E9" w14:textId="77777777" w:rsidR="00F31FA4" w:rsidRDefault="00F31FA4" w:rsidP="00861A1A">
      <w:r>
        <w:separator/>
      </w:r>
    </w:p>
  </w:footnote>
  <w:footnote w:type="continuationSeparator" w:id="0">
    <w:p w14:paraId="7D7C12FC" w14:textId="77777777" w:rsidR="00F31FA4" w:rsidRDefault="00F31FA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273E409E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F6205" w:rsidRPr="002F6205">
      <w:rPr>
        <w:rFonts w:ascii="Calibri" w:hAnsi="Calibri"/>
        <w:b/>
        <w:smallCaps/>
        <w:noProof/>
      </w:rPr>
      <w:t>PRACOVNÍ LIST</w:t>
    </w:r>
  </w:p>
  <w:p w14:paraId="7643A022" w14:textId="77777777" w:rsidR="00C70AAB" w:rsidRPr="00C148FD" w:rsidRDefault="00C70AAB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  <w:p w14:paraId="568ED691" w14:textId="33EF169F" w:rsidR="00C148FD" w:rsidRPr="00C148FD" w:rsidRDefault="00C148FD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AE9F2C"/>
    <w:lvl w:ilvl="0" w:tplc="D33C588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2CD7"/>
    <w:rsid w:val="000335D5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1D5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F6205"/>
    <w:rsid w:val="00304ADA"/>
    <w:rsid w:val="00306B9F"/>
    <w:rsid w:val="00307892"/>
    <w:rsid w:val="00315203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51B13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60A89"/>
    <w:rsid w:val="00561B7B"/>
    <w:rsid w:val="00561C5A"/>
    <w:rsid w:val="00563AEB"/>
    <w:rsid w:val="005728B3"/>
    <w:rsid w:val="005738D5"/>
    <w:rsid w:val="0057504E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A22"/>
    <w:rsid w:val="005F17A1"/>
    <w:rsid w:val="005F5FA1"/>
    <w:rsid w:val="006016A2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7C90"/>
    <w:rsid w:val="0073574D"/>
    <w:rsid w:val="00745F1C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57DD9"/>
    <w:rsid w:val="009613C8"/>
    <w:rsid w:val="00963F86"/>
    <w:rsid w:val="0096761A"/>
    <w:rsid w:val="00967976"/>
    <w:rsid w:val="0097175A"/>
    <w:rsid w:val="00974B16"/>
    <w:rsid w:val="009802AD"/>
    <w:rsid w:val="00984F4B"/>
    <w:rsid w:val="009A1391"/>
    <w:rsid w:val="009A5F9E"/>
    <w:rsid w:val="009A6DD0"/>
    <w:rsid w:val="009B638C"/>
    <w:rsid w:val="009C3A3C"/>
    <w:rsid w:val="009C7B24"/>
    <w:rsid w:val="009D5FD4"/>
    <w:rsid w:val="009E2A2A"/>
    <w:rsid w:val="009F6E5E"/>
    <w:rsid w:val="00A01805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0DF6"/>
    <w:rsid w:val="00C148FD"/>
    <w:rsid w:val="00C2393A"/>
    <w:rsid w:val="00C455F4"/>
    <w:rsid w:val="00C51A4E"/>
    <w:rsid w:val="00C55039"/>
    <w:rsid w:val="00C5580D"/>
    <w:rsid w:val="00C57915"/>
    <w:rsid w:val="00C6010E"/>
    <w:rsid w:val="00C6032E"/>
    <w:rsid w:val="00C70AAB"/>
    <w:rsid w:val="00C7264E"/>
    <w:rsid w:val="00C767C9"/>
    <w:rsid w:val="00C878F0"/>
    <w:rsid w:val="00C879EB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C3F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264D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31FA4"/>
    <w:rsid w:val="00F40215"/>
    <w:rsid w:val="00F46B18"/>
    <w:rsid w:val="00F60891"/>
    <w:rsid w:val="00F748A6"/>
    <w:rsid w:val="00F82C59"/>
    <w:rsid w:val="00F8399C"/>
    <w:rsid w:val="00F871C6"/>
    <w:rsid w:val="00F8749B"/>
    <w:rsid w:val="00FA74D9"/>
    <w:rsid w:val="00FA7826"/>
    <w:rsid w:val="00FB201E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F6205"/>
    <w:pPr>
      <w:numPr>
        <w:numId w:val="2"/>
      </w:numPr>
      <w:ind w:left="470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2</cp:revision>
  <cp:lastPrinted>2013-05-24T14:00:00Z</cp:lastPrinted>
  <dcterms:created xsi:type="dcterms:W3CDTF">2023-02-27T14:35:00Z</dcterms:created>
  <dcterms:modified xsi:type="dcterms:W3CDTF">2023-02-27T14:35:00Z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