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EA251D" w:rsidP="00BF590A">
      <w:pPr>
        <w:pStyle w:val="eTask"/>
      </w:pPr>
      <w:proofErr w:type="spellStart"/>
      <w:r>
        <w:t>Vytvřote</w:t>
      </w:r>
      <w:proofErr w:type="spellEnd"/>
      <w:r>
        <w:t xml:space="preserve"> </w:t>
      </w:r>
      <w:proofErr w:type="spellStart"/>
      <w:r>
        <w:t>zkratku</w:t>
      </w:r>
      <w:proofErr w:type="spellEnd"/>
      <w:r>
        <w:t xml:space="preserve"> </w:t>
      </w:r>
      <w:proofErr w:type="spellStart"/>
      <w:r>
        <w:t>licence</w:t>
      </w:r>
      <w:proofErr w:type="spellEnd"/>
      <w:r>
        <w:t xml:space="preserve"> Creative Commons pro </w:t>
      </w:r>
      <w:proofErr w:type="spellStart"/>
      <w:r>
        <w:t>materiál</w:t>
      </w:r>
      <w:proofErr w:type="spellEnd"/>
      <w:r>
        <w:t xml:space="preserve">, </w:t>
      </w:r>
      <w:proofErr w:type="spellStart"/>
      <w:r>
        <w:t>který</w:t>
      </w:r>
      <w:proofErr w:type="spellEnd"/>
      <w:r>
        <w:t xml:space="preserve"> </w:t>
      </w:r>
      <w:proofErr w:type="spellStart"/>
      <w:r>
        <w:t>může</w:t>
      </w:r>
      <w:proofErr w:type="spellEnd"/>
      <w:r>
        <w:t xml:space="preserve"> </w:t>
      </w:r>
      <w:proofErr w:type="spellStart"/>
      <w:r>
        <w:t>být</w:t>
      </w:r>
      <w:proofErr w:type="spellEnd"/>
      <w:r>
        <w:t xml:space="preserve"> </w:t>
      </w:r>
      <w:proofErr w:type="spellStart"/>
      <w:r>
        <w:t>volně</w:t>
      </w:r>
      <w:proofErr w:type="spellEnd"/>
      <w:r>
        <w:t xml:space="preserve"> </w:t>
      </w:r>
      <w:proofErr w:type="spellStart"/>
      <w:r>
        <w:t>šířen</w:t>
      </w:r>
      <w:proofErr w:type="spellEnd"/>
      <w:r>
        <w:t xml:space="preserve">, </w:t>
      </w:r>
      <w:proofErr w:type="spellStart"/>
      <w:r>
        <w:t>neumožňuje</w:t>
      </w:r>
      <w:proofErr w:type="spellEnd"/>
      <w:r>
        <w:t xml:space="preserve"> </w:t>
      </w:r>
      <w:proofErr w:type="spellStart"/>
      <w:r>
        <w:t>komerční</w:t>
      </w:r>
      <w:proofErr w:type="spellEnd"/>
      <w:r>
        <w:t xml:space="preserve"> </w:t>
      </w:r>
      <w:proofErr w:type="spellStart"/>
      <w:r>
        <w:t>využití</w:t>
      </w:r>
      <w:proofErr w:type="spellEnd"/>
      <w:r>
        <w:t xml:space="preserve">, </w:t>
      </w:r>
      <w:proofErr w:type="spellStart"/>
      <w:r>
        <w:t>může</w:t>
      </w:r>
      <w:proofErr w:type="spellEnd"/>
      <w:r>
        <w:t xml:space="preserve"> </w:t>
      </w:r>
      <w:proofErr w:type="spellStart"/>
      <w:r>
        <w:t>být</w:t>
      </w:r>
      <w:proofErr w:type="spellEnd"/>
      <w:r>
        <w:t xml:space="preserve"> </w:t>
      </w:r>
      <w:proofErr w:type="spellStart"/>
      <w:r>
        <w:t>upraven</w:t>
      </w:r>
      <w:proofErr w:type="spellEnd"/>
      <w:r>
        <w:t xml:space="preserve">, a </w:t>
      </w:r>
      <w:proofErr w:type="spellStart"/>
      <w:r>
        <w:t>může</w:t>
      </w:r>
      <w:proofErr w:type="spellEnd"/>
      <w:r>
        <w:t xml:space="preserve"> </w:t>
      </w:r>
      <w:proofErr w:type="spellStart"/>
      <w:r>
        <w:t>být</w:t>
      </w:r>
      <w:proofErr w:type="spellEnd"/>
      <w:r>
        <w:t xml:space="preserve"> </w:t>
      </w:r>
      <w:proofErr w:type="spellStart"/>
      <w:r>
        <w:t>šířen</w:t>
      </w:r>
      <w:proofErr w:type="spellEnd"/>
      <w:r>
        <w:t xml:space="preserve"> </w:t>
      </w:r>
      <w:proofErr w:type="spellStart"/>
      <w:r>
        <w:t>opět</w:t>
      </w:r>
      <w:proofErr w:type="spellEnd"/>
      <w:r>
        <w:t xml:space="preserve"> pod </w:t>
      </w:r>
      <w:proofErr w:type="spellStart"/>
      <w:r>
        <w:t>stejnou</w:t>
      </w:r>
      <w:proofErr w:type="spellEnd"/>
      <w:r>
        <w:t xml:space="preserve"> </w:t>
      </w:r>
      <w:proofErr w:type="spellStart"/>
      <w:r>
        <w:t>licencí</w:t>
      </w:r>
      <w:proofErr w:type="spellEnd"/>
    </w:p>
    <w:p w:rsidR="00EA251D" w:rsidRDefault="00EA251D" w:rsidP="00EA251D">
      <w:pPr>
        <w:pStyle w:val="eTask"/>
        <w:numPr>
          <w:ilvl w:val="0"/>
          <w:numId w:val="0"/>
        </w:numPr>
        <w:ind w:left="567" w:hanging="425"/>
      </w:pPr>
    </w:p>
    <w:p w:rsidR="00EA251D" w:rsidRDefault="00EA251D" w:rsidP="00EA251D">
      <w:pPr>
        <w:pStyle w:val="eTask"/>
        <w:numPr>
          <w:ilvl w:val="0"/>
          <w:numId w:val="0"/>
        </w:numPr>
        <w:ind w:left="567" w:hanging="425"/>
      </w:pPr>
      <w:bookmarkStart w:id="0" w:name="_GoBack"/>
      <w:bookmarkEnd w:id="0"/>
    </w:p>
    <w:p w:rsidR="001922A0" w:rsidRPr="00EA251D" w:rsidRDefault="00EA251D" w:rsidP="00EA251D">
      <w:pPr>
        <w:pStyle w:val="eExercise"/>
      </w:pPr>
      <w:proofErr w:type="spellStart"/>
      <w:r w:rsidRPr="00EA251D">
        <w:t>Creative</w:t>
      </w:r>
      <w:proofErr w:type="spellEnd"/>
      <w:r w:rsidRPr="00EA251D">
        <w:t xml:space="preserve"> </w:t>
      </w:r>
      <w:proofErr w:type="spellStart"/>
      <w:r w:rsidRPr="00EA251D">
        <w:t>Commons</w:t>
      </w:r>
      <w:proofErr w:type="spellEnd"/>
      <w:r w:rsidRPr="00EA251D">
        <w:t xml:space="preserve">  </w:t>
      </w:r>
      <w:r w:rsidRPr="00EA251D">
        <w:rPr>
          <w:shd w:val="clear" w:color="auto" w:fill="D9D9D9" w:themeFill="background1" w:themeFillShade="D9"/>
        </w:rPr>
        <w:t xml:space="preserve"> </w:t>
      </w:r>
      <w:r w:rsidR="00B07C40" w:rsidRPr="00B07C40">
        <w:rPr>
          <w:color w:val="FF0000"/>
          <w:shd w:val="clear" w:color="auto" w:fill="D9D9D9" w:themeFill="background1" w:themeFillShade="D9"/>
        </w:rPr>
        <w:t>BY</w:t>
      </w:r>
      <w:r w:rsidRPr="00B07C40">
        <w:rPr>
          <w:color w:val="FF0000"/>
          <w:shd w:val="clear" w:color="auto" w:fill="D9D9D9" w:themeFill="background1" w:themeFillShade="D9"/>
        </w:rPr>
        <w:t xml:space="preserve"> </w:t>
      </w:r>
      <w:r w:rsidRPr="00B07C40">
        <w:rPr>
          <w:color w:val="FF0000"/>
          <w:shd w:val="clear" w:color="auto" w:fill="FFFFFF" w:themeFill="background1"/>
        </w:rPr>
        <w:t xml:space="preserve">  </w:t>
      </w:r>
      <w:r w:rsidRPr="00EA251D">
        <w:rPr>
          <w:shd w:val="clear" w:color="auto" w:fill="FFFFFF" w:themeFill="background1"/>
        </w:rPr>
        <w:t xml:space="preserve">– </w:t>
      </w:r>
      <w:r w:rsidRPr="00EA251D">
        <w:t xml:space="preserve"> </w:t>
      </w:r>
      <w:r w:rsidRPr="00EA251D">
        <w:rPr>
          <w:shd w:val="clear" w:color="auto" w:fill="D9D9D9" w:themeFill="background1" w:themeFillShade="D9"/>
        </w:rPr>
        <w:t xml:space="preserve"> </w:t>
      </w:r>
      <w:proofErr w:type="spellStart"/>
      <w:r w:rsidR="00B07C40" w:rsidRPr="00B07C40">
        <w:rPr>
          <w:color w:val="FF0000"/>
          <w:shd w:val="clear" w:color="auto" w:fill="D9D9D9" w:themeFill="background1" w:themeFillShade="D9"/>
        </w:rPr>
        <w:t>NC</w:t>
      </w:r>
      <w:proofErr w:type="spellEnd"/>
      <w:r w:rsidRPr="00B07C40">
        <w:rPr>
          <w:color w:val="FF0000"/>
          <w:shd w:val="clear" w:color="auto" w:fill="D9D9D9" w:themeFill="background1" w:themeFillShade="D9"/>
        </w:rPr>
        <w:t xml:space="preserve"> </w:t>
      </w:r>
      <w:r w:rsidRPr="00B07C40">
        <w:rPr>
          <w:color w:val="FF0000"/>
          <w:shd w:val="clear" w:color="auto" w:fill="FFFFFF" w:themeFill="background1"/>
        </w:rPr>
        <w:t xml:space="preserve">  </w:t>
      </w:r>
      <w:r w:rsidRPr="00EA251D">
        <w:rPr>
          <w:shd w:val="clear" w:color="auto" w:fill="FFFFFF" w:themeFill="background1"/>
        </w:rPr>
        <w:t>–</w:t>
      </w:r>
      <w:r w:rsidRPr="00EA251D">
        <w:t xml:space="preserve"> </w:t>
      </w:r>
      <w:r w:rsidRPr="00EA251D">
        <w:rPr>
          <w:shd w:val="clear" w:color="auto" w:fill="D9D9D9" w:themeFill="background1" w:themeFillShade="D9"/>
        </w:rPr>
        <w:t xml:space="preserve"> </w:t>
      </w:r>
      <w:r w:rsidR="00B07C40" w:rsidRPr="00B07C40">
        <w:rPr>
          <w:color w:val="FF0000"/>
          <w:shd w:val="clear" w:color="auto" w:fill="D9D9D9" w:themeFill="background1" w:themeFillShade="D9"/>
        </w:rPr>
        <w:t>SA</w:t>
      </w:r>
      <w:r w:rsidRPr="00B07C40">
        <w:rPr>
          <w:color w:val="FF0000"/>
          <w:shd w:val="clear" w:color="auto" w:fill="D9D9D9" w:themeFill="background1" w:themeFillShade="D9"/>
        </w:rPr>
        <w:t xml:space="preserve"> </w:t>
      </w:r>
      <w:r w:rsidRPr="00B07C40">
        <w:rPr>
          <w:color w:val="FF0000"/>
          <w:shd w:val="clear" w:color="auto" w:fill="FFFFFF" w:themeFill="background1"/>
        </w:rPr>
        <w:t xml:space="preserve">  </w:t>
      </w:r>
      <w:r w:rsidRPr="00EA251D">
        <w:rPr>
          <w:shd w:val="clear" w:color="auto" w:fill="FFFFFF" w:themeFill="background1"/>
        </w:rPr>
        <w:t>–</w:t>
      </w:r>
      <w:r w:rsidRPr="00EA251D">
        <w:t xml:space="preserve"> </w:t>
      </w:r>
      <w:r w:rsidRPr="00EA251D">
        <w:rPr>
          <w:shd w:val="clear" w:color="auto" w:fill="D9D9D9" w:themeFill="background1" w:themeFillShade="D9"/>
        </w:rPr>
        <w:t xml:space="preserve"> </w:t>
      </w:r>
      <w:r w:rsidR="00B07C40" w:rsidRPr="009F3138">
        <w:rPr>
          <w:color w:val="FF0000"/>
          <w:shd w:val="clear" w:color="auto" w:fill="D9D9D9" w:themeFill="background1" w:themeFillShade="D9"/>
        </w:rPr>
        <w:t>–</w:t>
      </w:r>
      <w:r w:rsidRPr="00EA251D">
        <w:rPr>
          <w:shd w:val="clear" w:color="auto" w:fill="D9D9D9" w:themeFill="background1" w:themeFillShade="D9"/>
        </w:rPr>
        <w:t xml:space="preserve"> </w:t>
      </w:r>
      <w:r w:rsidRPr="00EA251D">
        <w:rPr>
          <w:shd w:val="clear" w:color="auto" w:fill="FFFFFF" w:themeFill="background1"/>
        </w:rPr>
        <w:t xml:space="preserve">  4.0</w:t>
      </w:r>
    </w:p>
    <w:p w:rsidR="00EA251D" w:rsidRDefault="00EA251D" w:rsidP="00A84535">
      <w:pPr>
        <w:pStyle w:val="eLineBottom"/>
      </w:pPr>
    </w:p>
    <w:p w:rsidR="00EA251D" w:rsidRDefault="00EA251D" w:rsidP="00EA251D">
      <w:pPr>
        <w:pStyle w:val="eTask"/>
        <w:numPr>
          <w:ilvl w:val="0"/>
          <w:numId w:val="0"/>
        </w:numPr>
        <w:ind w:left="360"/>
      </w:pPr>
    </w:p>
    <w:p w:rsidR="00EA251D" w:rsidRPr="00EA251D" w:rsidRDefault="00EA251D" w:rsidP="00EA251D">
      <w:pPr>
        <w:pStyle w:val="eTask"/>
      </w:pPr>
      <w:proofErr w:type="spellStart"/>
      <w:r>
        <w:t>Přiřaďte</w:t>
      </w:r>
      <w:proofErr w:type="spellEnd"/>
      <w:r>
        <w:t xml:space="preserve"> </w:t>
      </w:r>
      <w:proofErr w:type="spellStart"/>
      <w:r>
        <w:t>grafické</w:t>
      </w:r>
      <w:proofErr w:type="spellEnd"/>
      <w:r>
        <w:t xml:space="preserve"> </w:t>
      </w:r>
      <w:proofErr w:type="spellStart"/>
      <w:r>
        <w:t>značky</w:t>
      </w:r>
      <w:proofErr w:type="spellEnd"/>
      <w:r>
        <w:t xml:space="preserve"> </w:t>
      </w:r>
      <w:proofErr w:type="spellStart"/>
      <w:r>
        <w:t>licence</w:t>
      </w:r>
      <w:proofErr w:type="spellEnd"/>
      <w:r>
        <w:t xml:space="preserve"> Creative Commons k </w:t>
      </w:r>
      <w:proofErr w:type="spellStart"/>
      <w:r>
        <w:t>jejich</w:t>
      </w:r>
      <w:proofErr w:type="spellEnd"/>
      <w:r>
        <w:t xml:space="preserve"> </w:t>
      </w:r>
      <w:proofErr w:type="spellStart"/>
      <w:r>
        <w:t>významům</w:t>
      </w:r>
      <w:proofErr w:type="spellEnd"/>
      <w:r>
        <w:t xml:space="preserve"> </w:t>
      </w:r>
    </w:p>
    <w:p w:rsidR="00EA251D" w:rsidRPr="00B72E92" w:rsidRDefault="00EA251D" w:rsidP="00B72E92">
      <w:pPr>
        <w:pStyle w:val="eExercise"/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789"/>
        <w:gridCol w:w="2789"/>
        <w:gridCol w:w="2917"/>
      </w:tblGrid>
      <w:tr w:rsidR="00EA251D" w:rsidRPr="00B72E92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51D" w:rsidRPr="00B72E92" w:rsidRDefault="00B07C40" w:rsidP="00B72E92">
            <w:pPr>
              <w:pStyle w:val="eExercise"/>
              <w:jc w:val="center"/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229128</wp:posOffset>
                      </wp:positionV>
                      <wp:extent cx="2125345" cy="2493818"/>
                      <wp:effectExtent l="0" t="0" r="27305" b="2095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5345" cy="24938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DAC583" id="Přímá spojnice 1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8.05pt" to="266.6pt,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" strokecolor="red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336006</wp:posOffset>
                      </wp:positionV>
                      <wp:extent cx="2119630" cy="1602740"/>
                      <wp:effectExtent l="0" t="0" r="33020" b="3556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9630" cy="16027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D605C9" id="Přímá spojnic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25pt,26.45pt" to="266.15pt,1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" strokecolor="red" strokeweight="1pt">
                      <v:stroke joinstyle="miter"/>
                    </v:line>
                  </w:pict>
                </mc:Fallback>
              </mc:AlternateContent>
            </w:r>
            <w:r w:rsidR="00B72E92" w:rsidRPr="00B72E92">
              <w:rPr>
                <w:noProof/>
                <w:lang w:val="en-US" w:eastAsia="en-US"/>
              </w:rPr>
              <w:drawing>
                <wp:inline distT="0" distB="0" distL="0" distR="0">
                  <wp:extent cx="540000" cy="5400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24px-Cc-nd_white.sv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251D" w:rsidRPr="00B72E92" w:rsidRDefault="00EA251D" w:rsidP="00B72E92">
            <w:pPr>
              <w:pStyle w:val="eExercise"/>
              <w:jc w:val="center"/>
            </w:pPr>
          </w:p>
        </w:tc>
        <w:tc>
          <w:tcPr>
            <w:tcW w:w="29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A251D" w:rsidRPr="00B72E92" w:rsidRDefault="00393097" w:rsidP="00B72E92">
            <w:pPr>
              <w:pStyle w:val="eExercise"/>
              <w:jc w:val="center"/>
            </w:pPr>
            <w:r w:rsidRPr="00393097">
              <w:t>Zachovejte licenci</w:t>
            </w:r>
          </w:p>
        </w:tc>
      </w:tr>
      <w:tr w:rsidR="00EA251D" w:rsidRPr="00B72E92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A251D" w:rsidRPr="00B72E92" w:rsidRDefault="00EA251D" w:rsidP="00B72E92">
            <w:pPr>
              <w:pStyle w:val="eExercise"/>
            </w:pPr>
          </w:p>
        </w:tc>
      </w:tr>
      <w:tr w:rsidR="00EA251D" w:rsidRPr="00B72E92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51D" w:rsidRPr="00B72E92" w:rsidRDefault="00B07C40" w:rsidP="00B72E92">
            <w:pPr>
              <w:pStyle w:val="eExercise"/>
              <w:jc w:val="center"/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232105</wp:posOffset>
                      </wp:positionV>
                      <wp:extent cx="2125345" cy="1686123"/>
                      <wp:effectExtent l="0" t="0" r="27305" b="2857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5345" cy="16861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D0941D" id="Přímá spojnice 1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8.3pt" to="266.6pt,1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" strokecolor="red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336550</wp:posOffset>
                      </wp:positionV>
                      <wp:extent cx="2125345" cy="687705"/>
                      <wp:effectExtent l="0" t="0" r="27305" b="3619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5345" cy="6877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B7D74C" id="Přímá spojnice 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5pt,26.5pt" to="266.85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" strokecolor="red" strokeweight="1pt">
                      <v:stroke joinstyle="miter"/>
                    </v:line>
                  </w:pict>
                </mc:Fallback>
              </mc:AlternateContent>
            </w:r>
            <w:r w:rsidR="00B72E92" w:rsidRPr="00B72E92">
              <w:rPr>
                <w:noProof/>
                <w:lang w:val="en-US" w:eastAsia="en-US"/>
              </w:rPr>
              <w:drawing>
                <wp:inline distT="0" distB="0" distL="0" distR="0" wp14:anchorId="6AB9C8AD" wp14:editId="74547940">
                  <wp:extent cx="540000" cy="5400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-by_new_white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251D" w:rsidRPr="00B72E92" w:rsidRDefault="00EA251D" w:rsidP="00B72E92">
            <w:pPr>
              <w:pStyle w:val="eExercise"/>
              <w:jc w:val="center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51D" w:rsidRPr="00B72E92" w:rsidRDefault="00393097" w:rsidP="00B72E92">
            <w:pPr>
              <w:pStyle w:val="eExercise"/>
              <w:jc w:val="center"/>
            </w:pPr>
            <w:r w:rsidRPr="00393097">
              <w:t>Neužívejte komerčně</w:t>
            </w:r>
          </w:p>
        </w:tc>
      </w:tr>
      <w:tr w:rsidR="00EA251D" w:rsidRPr="00B72E92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A251D" w:rsidRPr="00B72E92" w:rsidRDefault="00EA251D" w:rsidP="00B72E92">
            <w:pPr>
              <w:pStyle w:val="eExercise"/>
            </w:pPr>
          </w:p>
        </w:tc>
      </w:tr>
      <w:tr w:rsidR="00EA251D" w:rsidRPr="00B72E92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51D" w:rsidRPr="00B72E92" w:rsidRDefault="00B72E92" w:rsidP="00B72E92">
            <w:pPr>
              <w:pStyle w:val="eExercise"/>
              <w:jc w:val="center"/>
            </w:pPr>
            <w:r w:rsidRPr="00B72E92">
              <w:rPr>
                <w:noProof/>
                <w:lang w:val="en-US" w:eastAsia="en-US"/>
              </w:rPr>
              <w:drawing>
                <wp:inline distT="0" distB="0" distL="0" distR="0" wp14:anchorId="610B622F" wp14:editId="0CC29B2A">
                  <wp:extent cx="540000" cy="5400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-nc_white.sv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251D" w:rsidRPr="00B72E92" w:rsidRDefault="00EA251D" w:rsidP="00B72E92">
            <w:pPr>
              <w:pStyle w:val="eExercise"/>
              <w:jc w:val="center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51D" w:rsidRPr="00B72E92" w:rsidRDefault="00393097" w:rsidP="00B72E92">
            <w:pPr>
              <w:pStyle w:val="eExercise"/>
              <w:jc w:val="center"/>
            </w:pPr>
            <w:r w:rsidRPr="00393097">
              <w:t>Nezpracovávejte</w:t>
            </w:r>
          </w:p>
        </w:tc>
      </w:tr>
      <w:tr w:rsidR="00EA251D" w:rsidRPr="00B72E92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A251D" w:rsidRPr="00B72E92" w:rsidRDefault="00EA251D" w:rsidP="00B72E92">
            <w:pPr>
              <w:pStyle w:val="eExercise"/>
            </w:pPr>
          </w:p>
        </w:tc>
      </w:tr>
      <w:tr w:rsidR="00EA251D" w:rsidRPr="00B72E92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51D" w:rsidRPr="00B72E92" w:rsidRDefault="00B72E92" w:rsidP="00B72E92">
            <w:pPr>
              <w:pStyle w:val="eExercise"/>
              <w:jc w:val="center"/>
            </w:pPr>
            <w:r w:rsidRPr="00B72E92">
              <w:rPr>
                <w:noProof/>
                <w:lang w:val="en-US" w:eastAsia="en-US"/>
              </w:rPr>
              <w:drawing>
                <wp:inline distT="0" distB="0" distL="0" distR="0" wp14:anchorId="09D579EC" wp14:editId="5DB2FBCB">
                  <wp:extent cx="540000" cy="5400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sa_white.sv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251D" w:rsidRPr="00B72E92" w:rsidRDefault="00EA251D" w:rsidP="00B72E92">
            <w:pPr>
              <w:pStyle w:val="eExercise"/>
              <w:jc w:val="center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A251D" w:rsidRPr="00B72E92" w:rsidRDefault="00393097" w:rsidP="00B72E92">
            <w:pPr>
              <w:pStyle w:val="eExercise"/>
              <w:jc w:val="center"/>
            </w:pPr>
            <w:r w:rsidRPr="00393097">
              <w:t>Uveďte původ</w:t>
            </w:r>
          </w:p>
        </w:tc>
      </w:tr>
    </w:tbl>
    <w:p w:rsidR="00EA251D" w:rsidRDefault="00EA251D" w:rsidP="00A84535">
      <w:pPr>
        <w:pStyle w:val="eLineBottom"/>
        <w:rPr>
          <w:lang w:val="en-US"/>
        </w:rPr>
      </w:pPr>
    </w:p>
    <w:p w:rsidR="00B72E92" w:rsidRDefault="00B72E92" w:rsidP="00B72E92">
      <w:pPr>
        <w:pStyle w:val="eTask"/>
        <w:numPr>
          <w:ilvl w:val="0"/>
          <w:numId w:val="0"/>
        </w:numPr>
        <w:ind w:left="360"/>
      </w:pPr>
    </w:p>
    <w:p w:rsidR="00B72E92" w:rsidRDefault="00B72E92" w:rsidP="00B72E92">
      <w:pPr>
        <w:pStyle w:val="eTask"/>
      </w:pPr>
      <w:proofErr w:type="spellStart"/>
      <w:r>
        <w:t>Rozdělte</w:t>
      </w:r>
      <w:proofErr w:type="spellEnd"/>
      <w:r>
        <w:t xml:space="preserve"> do </w:t>
      </w:r>
      <w:proofErr w:type="spellStart"/>
      <w:r>
        <w:t>skupin</w:t>
      </w:r>
      <w:proofErr w:type="spellEnd"/>
    </w:p>
    <w:p w:rsidR="00B72E92" w:rsidRDefault="00B72E92" w:rsidP="00B72E92">
      <w:pPr>
        <w:pStyle w:val="eExercise"/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4245"/>
        <w:gridCol w:w="4250"/>
      </w:tblGrid>
      <w:tr w:rsidR="00B07C40" w:rsidTr="00B72E92">
        <w:trPr>
          <w:trHeight w:val="567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B72E92" w:rsidRPr="00B72E92" w:rsidRDefault="00B72E92" w:rsidP="00B72E92">
            <w:pPr>
              <w:pStyle w:val="eExercise"/>
              <w:ind w:left="0"/>
              <w:jc w:val="center"/>
              <w:rPr>
                <w:b/>
              </w:rPr>
            </w:pPr>
            <w:r w:rsidRPr="00B72E92">
              <w:rPr>
                <w:b/>
              </w:rPr>
              <w:t xml:space="preserve">částí </w:t>
            </w:r>
            <w:proofErr w:type="spellStart"/>
            <w:r w:rsidRPr="00B72E92">
              <w:rPr>
                <w:b/>
              </w:rPr>
              <w:t>ODZ</w:t>
            </w:r>
            <w:proofErr w:type="spellEnd"/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B72E92" w:rsidRPr="00B72E92" w:rsidRDefault="00B72E92" w:rsidP="00B72E92">
            <w:pPr>
              <w:pStyle w:val="eExercise"/>
              <w:ind w:left="0"/>
              <w:jc w:val="center"/>
              <w:rPr>
                <w:b/>
              </w:rPr>
            </w:pPr>
            <w:r w:rsidRPr="00B72E92">
              <w:rPr>
                <w:b/>
              </w:rPr>
              <w:t>částí platformy pro přístup k </w:t>
            </w:r>
            <w:proofErr w:type="spellStart"/>
            <w:r w:rsidRPr="00B72E92">
              <w:rPr>
                <w:b/>
              </w:rPr>
              <w:t>ODZ</w:t>
            </w:r>
            <w:proofErr w:type="spellEnd"/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Pr="00B07C40" w:rsidRDefault="00B07C40" w:rsidP="00B07C40">
            <w:pPr>
              <w:pStyle w:val="eExercise"/>
              <w:ind w:left="0"/>
              <w:jc w:val="center"/>
              <w:rPr>
                <w:color w:val="FF0000"/>
              </w:rPr>
            </w:pPr>
            <w:r w:rsidRPr="00B07C40">
              <w:rPr>
                <w:color w:val="FF0000"/>
              </w:rPr>
              <w:t>obrázky</w:t>
            </w:r>
          </w:p>
        </w:tc>
        <w:tc>
          <w:tcPr>
            <w:tcW w:w="4531" w:type="dxa"/>
            <w:vAlign w:val="center"/>
          </w:tcPr>
          <w:p w:rsidR="00B72E92" w:rsidRPr="00B07C40" w:rsidRDefault="00B07C40" w:rsidP="00B07C40">
            <w:pPr>
              <w:pStyle w:val="eExercise"/>
              <w:ind w:left="0"/>
              <w:jc w:val="center"/>
              <w:rPr>
                <w:color w:val="FF0000"/>
              </w:rPr>
            </w:pPr>
            <w:r w:rsidRPr="00B07C40">
              <w:rPr>
                <w:color w:val="FF0000"/>
              </w:rPr>
              <w:t>záložky</w:t>
            </w:r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Pr="00B07C40" w:rsidRDefault="00B07C40" w:rsidP="00B07C40">
            <w:pPr>
              <w:pStyle w:val="eExercise"/>
              <w:ind w:left="0"/>
              <w:jc w:val="center"/>
              <w:rPr>
                <w:color w:val="FF0000"/>
              </w:rPr>
            </w:pPr>
            <w:r w:rsidRPr="00B07C40">
              <w:rPr>
                <w:color w:val="FF0000"/>
              </w:rPr>
              <w:t>videa</w:t>
            </w:r>
          </w:p>
        </w:tc>
        <w:tc>
          <w:tcPr>
            <w:tcW w:w="4531" w:type="dxa"/>
            <w:vAlign w:val="center"/>
          </w:tcPr>
          <w:p w:rsidR="00B72E92" w:rsidRPr="00B07C40" w:rsidRDefault="00B07C40" w:rsidP="00B07C40">
            <w:pPr>
              <w:pStyle w:val="eExercise"/>
              <w:ind w:left="0"/>
              <w:jc w:val="center"/>
              <w:rPr>
                <w:color w:val="FF0000"/>
              </w:rPr>
            </w:pPr>
            <w:r w:rsidRPr="00B07C40">
              <w:rPr>
                <w:color w:val="FF0000"/>
              </w:rPr>
              <w:t>poznámky</w:t>
            </w:r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Pr="00B07C40" w:rsidRDefault="00B07C40" w:rsidP="00B07C40">
            <w:pPr>
              <w:pStyle w:val="eExercise"/>
              <w:ind w:left="0"/>
              <w:jc w:val="center"/>
              <w:rPr>
                <w:color w:val="FF0000"/>
              </w:rPr>
            </w:pPr>
            <w:r w:rsidRPr="00B07C40">
              <w:rPr>
                <w:color w:val="FF0000"/>
              </w:rPr>
              <w:t>testy</w:t>
            </w:r>
          </w:p>
        </w:tc>
        <w:tc>
          <w:tcPr>
            <w:tcW w:w="4531" w:type="dxa"/>
            <w:vAlign w:val="center"/>
          </w:tcPr>
          <w:p w:rsidR="00B72E92" w:rsidRPr="00B07C40" w:rsidRDefault="00B07C40" w:rsidP="00B07C40">
            <w:pPr>
              <w:pStyle w:val="eExercise"/>
              <w:ind w:left="0"/>
              <w:jc w:val="center"/>
              <w:rPr>
                <w:color w:val="FF0000"/>
              </w:rPr>
            </w:pPr>
            <w:r w:rsidRPr="00B07C40">
              <w:rPr>
                <w:color w:val="FF0000"/>
              </w:rPr>
              <w:t>vyhledávání</w:t>
            </w:r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Pr="00B07C40" w:rsidRDefault="00B07C40" w:rsidP="00B07C40">
            <w:pPr>
              <w:pStyle w:val="eExercise"/>
              <w:ind w:left="0"/>
              <w:jc w:val="center"/>
              <w:rPr>
                <w:color w:val="FF0000"/>
              </w:rPr>
            </w:pPr>
            <w:r w:rsidRPr="00B07C40">
              <w:rPr>
                <w:color w:val="FF0000"/>
              </w:rPr>
              <w:t>interaktivní prvky</w:t>
            </w:r>
          </w:p>
        </w:tc>
        <w:tc>
          <w:tcPr>
            <w:tcW w:w="4531" w:type="dxa"/>
            <w:vAlign w:val="center"/>
          </w:tcPr>
          <w:p w:rsidR="00B72E92" w:rsidRPr="00B07C40" w:rsidRDefault="00B07C40" w:rsidP="00B07C40">
            <w:pPr>
              <w:pStyle w:val="eExercise"/>
              <w:ind w:left="0"/>
              <w:jc w:val="center"/>
              <w:rPr>
                <w:color w:val="FF0000"/>
              </w:rPr>
            </w:pPr>
            <w:r w:rsidRPr="00B07C40">
              <w:rPr>
                <w:color w:val="FF0000"/>
              </w:rPr>
              <w:t>seznam zkratek</w:t>
            </w:r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Default="00B72E92" w:rsidP="00B07C40">
            <w:pPr>
              <w:pStyle w:val="eExercise"/>
              <w:ind w:left="0"/>
              <w:jc w:val="center"/>
            </w:pPr>
          </w:p>
        </w:tc>
        <w:tc>
          <w:tcPr>
            <w:tcW w:w="4531" w:type="dxa"/>
            <w:vAlign w:val="center"/>
          </w:tcPr>
          <w:p w:rsidR="00B72E92" w:rsidRDefault="00B72E92" w:rsidP="00B07C40">
            <w:pPr>
              <w:pStyle w:val="eExercise"/>
              <w:ind w:left="0"/>
              <w:jc w:val="center"/>
            </w:pPr>
          </w:p>
        </w:tc>
      </w:tr>
    </w:tbl>
    <w:p w:rsidR="00B72E92" w:rsidRDefault="00B72E92" w:rsidP="00B72E92">
      <w:pPr>
        <w:pStyle w:val="eExercise"/>
      </w:pPr>
    </w:p>
    <w:p w:rsidR="00B72E92" w:rsidRPr="00B72E92" w:rsidRDefault="00B72E92" w:rsidP="00B72E92">
      <w:pPr>
        <w:pStyle w:val="eExercise"/>
        <w:rPr>
          <w:b/>
        </w:rPr>
      </w:pPr>
      <w:r w:rsidRPr="00B72E92">
        <w:rPr>
          <w:b/>
        </w:rPr>
        <w:t>obrázky, videa, záložky, poznámky testy, vyhledávání, interaktivní prvky, seznam zkrat</w:t>
      </w:r>
      <w:r w:rsidR="00B07C40">
        <w:rPr>
          <w:b/>
        </w:rPr>
        <w:t>e</w:t>
      </w:r>
      <w:r w:rsidRPr="00B72E92">
        <w:rPr>
          <w:b/>
        </w:rPr>
        <w:t>k</w:t>
      </w:r>
    </w:p>
    <w:p w:rsidR="00B72E92" w:rsidRDefault="00B72E92" w:rsidP="00A84535">
      <w:pPr>
        <w:pStyle w:val="eLineBottom"/>
      </w:pPr>
    </w:p>
    <w:p w:rsidR="00B72E92" w:rsidRDefault="00B72E92" w:rsidP="00B72E92">
      <w:pPr>
        <w:pStyle w:val="eTask"/>
        <w:rPr>
          <w:lang w:val="cs-CZ"/>
        </w:rPr>
      </w:pPr>
      <w:r>
        <w:rPr>
          <w:lang w:val="cs-CZ"/>
        </w:rPr>
        <w:lastRenderedPageBreak/>
        <w:t xml:space="preserve">Do </w:t>
      </w:r>
      <w:r w:rsidRPr="00B72E92">
        <w:rPr>
          <w:lang w:val="cs-CZ"/>
        </w:rPr>
        <w:t>ob</w:t>
      </w:r>
      <w:r>
        <w:rPr>
          <w:lang w:val="cs-CZ"/>
        </w:rPr>
        <w:t>r</w:t>
      </w:r>
      <w:r w:rsidRPr="00B72E92">
        <w:rPr>
          <w:lang w:val="cs-CZ"/>
        </w:rPr>
        <w:t>ázku nakreslete zjedn</w:t>
      </w:r>
      <w:r>
        <w:rPr>
          <w:lang w:val="cs-CZ"/>
        </w:rPr>
        <w:t>o</w:t>
      </w:r>
      <w:r w:rsidRPr="00B72E92">
        <w:rPr>
          <w:lang w:val="cs-CZ"/>
        </w:rPr>
        <w:t>dušený zlatý řez</w:t>
      </w:r>
    </w:p>
    <w:p w:rsidR="00B72E92" w:rsidRDefault="00B72E92" w:rsidP="00B72E92">
      <w:pPr>
        <w:pStyle w:val="eExercise"/>
      </w:pPr>
    </w:p>
    <w:p w:rsidR="00B72E92" w:rsidRDefault="00B07C40" w:rsidP="00B72E92">
      <w:pPr>
        <w:pStyle w:val="eExercise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D7200C" wp14:editId="1FF56885">
                <wp:simplePos x="0" y="0"/>
                <wp:positionH relativeFrom="column">
                  <wp:posOffset>62106</wp:posOffset>
                </wp:positionH>
                <wp:positionV relativeFrom="paragraph">
                  <wp:posOffset>2559132</wp:posOffset>
                </wp:positionV>
                <wp:extent cx="5783283" cy="0"/>
                <wp:effectExtent l="0" t="0" r="27305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3283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B2331F" id="Přímá spojnice 1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201.5pt" to="460.3pt,2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" strokecolor="red" strokeweight="1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1288415</wp:posOffset>
                </wp:positionV>
                <wp:extent cx="5782945" cy="0"/>
                <wp:effectExtent l="0" t="0" r="27305" b="1905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2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0DDBEC" id="Přímá spojnice 1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01.45pt" to="461.15pt,1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" strokecolor="red" strokeweight="1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B75ACD" wp14:editId="24234E5B">
                <wp:simplePos x="0" y="0"/>
                <wp:positionH relativeFrom="column">
                  <wp:posOffset>1973770</wp:posOffset>
                </wp:positionH>
                <wp:positionV relativeFrom="paragraph">
                  <wp:posOffset>5715</wp:posOffset>
                </wp:positionV>
                <wp:extent cx="0" cy="3835400"/>
                <wp:effectExtent l="0" t="0" r="19050" b="3175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C0DDF" id="Přímá spojnice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4pt,.45pt" to="155.4pt,3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" strokecolor="red" strokeweight="1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81B167" wp14:editId="7F7FAD08">
                <wp:simplePos x="0" y="0"/>
                <wp:positionH relativeFrom="column">
                  <wp:posOffset>3897630</wp:posOffset>
                </wp:positionH>
                <wp:positionV relativeFrom="paragraph">
                  <wp:posOffset>5715</wp:posOffset>
                </wp:positionV>
                <wp:extent cx="0" cy="3835400"/>
                <wp:effectExtent l="0" t="0" r="19050" b="317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6597F5" id="Přímá spojnice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9pt,.45pt" to="306.9pt,3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" strokecolor="red" strokeweight="1pt">
                <v:stroke joinstyle="miter"/>
              </v:line>
            </w:pict>
          </mc:Fallback>
        </mc:AlternateContent>
      </w:r>
      <w:r w:rsidR="00E046DD">
        <w:rPr>
          <w:noProof/>
          <w:lang w:val="en-US" w:eastAsia="en-US"/>
        </w:rPr>
        <w:drawing>
          <wp:inline distT="0" distB="0" distL="0" distR="0">
            <wp:extent cx="5760720" cy="38404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15_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E92" w:rsidRDefault="00B72E92" w:rsidP="00570CE3">
      <w:pPr>
        <w:pStyle w:val="eLineBottom"/>
      </w:pPr>
    </w:p>
    <w:p w:rsidR="00570CE3" w:rsidRDefault="00570CE3" w:rsidP="00B72E92">
      <w:pPr>
        <w:pStyle w:val="eExercise"/>
      </w:pPr>
    </w:p>
    <w:p w:rsidR="00B72E92" w:rsidRDefault="00570CE3" w:rsidP="00570CE3">
      <w:pPr>
        <w:pStyle w:val="eTask"/>
        <w:rPr>
          <w:lang w:val="de-DE"/>
        </w:rPr>
      </w:pPr>
      <w:proofErr w:type="spellStart"/>
      <w:r w:rsidRPr="00570CE3">
        <w:rPr>
          <w:lang w:val="de-DE"/>
        </w:rPr>
        <w:t>Vyberte</w:t>
      </w:r>
      <w:proofErr w:type="spellEnd"/>
      <w:r w:rsidRPr="00570CE3">
        <w:rPr>
          <w:lang w:val="de-DE"/>
        </w:rPr>
        <w:t xml:space="preserve"> </w:t>
      </w:r>
      <w:proofErr w:type="spellStart"/>
      <w:r w:rsidRPr="00570CE3">
        <w:rPr>
          <w:lang w:val="de-DE"/>
        </w:rPr>
        <w:t>nevhodné</w:t>
      </w:r>
      <w:proofErr w:type="spellEnd"/>
      <w:r w:rsidRPr="00570CE3">
        <w:rPr>
          <w:lang w:val="de-DE"/>
        </w:rPr>
        <w:t xml:space="preserve"> </w:t>
      </w:r>
      <w:proofErr w:type="spellStart"/>
      <w:r w:rsidRPr="00570CE3">
        <w:rPr>
          <w:lang w:val="de-DE"/>
        </w:rPr>
        <w:t>fotografie</w:t>
      </w:r>
      <w:proofErr w:type="spellEnd"/>
      <w:r w:rsidRPr="00570CE3">
        <w:rPr>
          <w:lang w:val="de-DE"/>
        </w:rPr>
        <w:t xml:space="preserve"> a </w:t>
      </w:r>
      <w:proofErr w:type="spellStart"/>
      <w:r w:rsidRPr="00570CE3">
        <w:rPr>
          <w:lang w:val="de-DE"/>
        </w:rPr>
        <w:t>o</w:t>
      </w:r>
      <w:r>
        <w:rPr>
          <w:lang w:val="de-DE"/>
        </w:rPr>
        <w:t>značte</w:t>
      </w:r>
      <w:proofErr w:type="spellEnd"/>
      <w:r w:rsidR="00393097">
        <w:rPr>
          <w:lang w:val="de-DE"/>
        </w:rPr>
        <w:t>,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co</w:t>
      </w:r>
      <w:proofErr w:type="spellEnd"/>
      <w:r>
        <w:rPr>
          <w:lang w:val="de-DE"/>
        </w:rPr>
        <w:t xml:space="preserve"> je </w:t>
      </w:r>
      <w:proofErr w:type="spellStart"/>
      <w:r>
        <w:rPr>
          <w:lang w:val="de-DE"/>
        </w:rPr>
        <w:t>špatně</w:t>
      </w:r>
      <w:proofErr w:type="spellEnd"/>
    </w:p>
    <w:p w:rsidR="00570CE3" w:rsidRDefault="00570D84" w:rsidP="00570CE3">
      <w:pPr>
        <w:pStyle w:val="eTask"/>
        <w:numPr>
          <w:ilvl w:val="0"/>
          <w:numId w:val="0"/>
        </w:numPr>
        <w:ind w:left="567" w:hanging="425"/>
        <w:rPr>
          <w:lang w:val="de-DE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4B6A0D" wp14:editId="533054A1">
                <wp:simplePos x="0" y="0"/>
                <wp:positionH relativeFrom="column">
                  <wp:posOffset>-231775</wp:posOffset>
                </wp:positionH>
                <wp:positionV relativeFrom="paragraph">
                  <wp:posOffset>118414</wp:posOffset>
                </wp:positionV>
                <wp:extent cx="914400" cy="278296"/>
                <wp:effectExtent l="0" t="0" r="0" b="7620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0D84" w:rsidRPr="00570D84" w:rsidRDefault="00570D84">
                            <w:pPr>
                              <w:rPr>
                                <w:color w:val="FF0000"/>
                              </w:rPr>
                            </w:pPr>
                            <w:r w:rsidRPr="00570D84">
                              <w:rPr>
                                <w:color w:val="FF0000"/>
                              </w:rPr>
                              <w:t>směr pohledu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B6A0D"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left:0;text-align:left;margin-left:-18.25pt;margin-top:9.3pt;width:1in;height:21.9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" filled="f" stroked="f" strokeweight=".5pt">
                <v:textbox>
                  <w:txbxContent>
                    <w:p w:rsidR="00570D84" w:rsidRPr="00570D84" w:rsidRDefault="00570D84">
                      <w:pPr>
                        <w:rPr>
                          <w:color w:val="FF0000"/>
                        </w:rPr>
                      </w:pPr>
                      <w:r w:rsidRPr="00570D84">
                        <w:rPr>
                          <w:color w:val="FF0000"/>
                        </w:rPr>
                        <w:t>směr pohledu</w:t>
                      </w:r>
                    </w:p>
                  </w:txbxContent>
                </v:textbox>
              </v:shape>
            </w:pict>
          </mc:Fallback>
        </mc:AlternateContent>
      </w:r>
    </w:p>
    <w:p w:rsidR="00570CE3" w:rsidRPr="00570CE3" w:rsidRDefault="00570D84" w:rsidP="00570CE3">
      <w:pPr>
        <w:pStyle w:val="eTask"/>
        <w:numPr>
          <w:ilvl w:val="0"/>
          <w:numId w:val="0"/>
        </w:numPr>
        <w:ind w:left="567" w:hanging="425"/>
        <w:rPr>
          <w:lang w:val="de-DE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4BA3FE" wp14:editId="2ADEEE17">
                <wp:simplePos x="0" y="0"/>
                <wp:positionH relativeFrom="column">
                  <wp:posOffset>3248025</wp:posOffset>
                </wp:positionH>
                <wp:positionV relativeFrom="paragraph">
                  <wp:posOffset>1085025</wp:posOffset>
                </wp:positionV>
                <wp:extent cx="1105232" cy="445273"/>
                <wp:effectExtent l="0" t="0" r="0" b="0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232" cy="445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0D84" w:rsidRDefault="00570D84" w:rsidP="00570D8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nevhodný ořez</w:t>
                            </w:r>
                          </w:p>
                          <w:p w:rsidR="00570D84" w:rsidRPr="00570D84" w:rsidRDefault="00570D84" w:rsidP="00570D8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postavy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BA3FE" id="_x0000_t202" coordsize="21600,21600" o:spt="202" path="m,l,21600r21600,l21600,xe">
                <v:stroke joinstyle="miter"/>
                <v:path gradientshapeok="t" o:connecttype="rect"/>
              </v:shapetype>
              <v:shape id="Textové pole 33" o:spid="_x0000_s1027" type="#_x0000_t202" style="position:absolute;left:0;text-align:left;margin-left:255.75pt;margin-top:85.45pt;width:87.05pt;height:3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" filled="f" stroked="f" strokeweight=".5pt">
                <v:textbox>
                  <w:txbxContent>
                    <w:p w:rsidR="00570D84" w:rsidRDefault="00570D84" w:rsidP="00570D8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nevhodný ořez</w:t>
                      </w:r>
                    </w:p>
                    <w:p w:rsidR="00570D84" w:rsidRPr="00570D84" w:rsidRDefault="00570D84" w:rsidP="00570D8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postavy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5609F48" wp14:editId="26CB5D1B">
                <wp:simplePos x="0" y="0"/>
                <wp:positionH relativeFrom="column">
                  <wp:posOffset>5392116</wp:posOffset>
                </wp:positionH>
                <wp:positionV relativeFrom="paragraph">
                  <wp:posOffset>771525</wp:posOffset>
                </wp:positionV>
                <wp:extent cx="309779" cy="316760"/>
                <wp:effectExtent l="0" t="0" r="14605" b="26670"/>
                <wp:wrapNone/>
                <wp:docPr id="24" name="Skupina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3" name="Ovál 23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olný tvar 22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AA9BFA" id="Skupina 24" o:spid="_x0000_s1026" style="position:absolute;margin-left:424.6pt;margin-top:60.75pt;width:24.4pt;height:24.95pt;z-index:251672576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">
                <v:oval id="Ovál 23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" fillcolor="white [3212]" strokecolor="#70ad47 [3209]" strokeweight="1pt">
                  <v:stroke joinstyle="miter"/>
                </v:oval>
                <v:shape id="Volný tvar 22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="00B07C4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BFA761" wp14:editId="6D851485">
                <wp:simplePos x="0" y="0"/>
                <wp:positionH relativeFrom="column">
                  <wp:posOffset>2487461</wp:posOffset>
                </wp:positionH>
                <wp:positionV relativeFrom="paragraph">
                  <wp:posOffset>977513</wp:posOffset>
                </wp:positionV>
                <wp:extent cx="826935" cy="262394"/>
                <wp:effectExtent l="0" t="0" r="11430" b="23495"/>
                <wp:wrapNone/>
                <wp:docPr id="19" name="Ová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935" cy="26239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772F11" id="Ovál 19" o:spid="_x0000_s1026" style="position:absolute;margin-left:195.85pt;margin-top:76.95pt;width:65.1pt;height:20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" filled="f" strokecolor="red" strokeweight="1pt">
                <v:stroke joinstyle="miter"/>
              </v:oval>
            </w:pict>
          </mc:Fallback>
        </mc:AlternateContent>
      </w:r>
      <w:r w:rsidR="00B07C4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711BD1" wp14:editId="7F44F12C">
                <wp:simplePos x="0" y="0"/>
                <wp:positionH relativeFrom="column">
                  <wp:posOffset>-144421</wp:posOffset>
                </wp:positionH>
                <wp:positionV relativeFrom="paragraph">
                  <wp:posOffset>245993</wp:posOffset>
                </wp:positionV>
                <wp:extent cx="803082" cy="0"/>
                <wp:effectExtent l="38100" t="76200" r="0" b="95250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08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0361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8" o:spid="_x0000_s1026" type="#_x0000_t32" style="position:absolute;margin-left:-11.35pt;margin-top:19.35pt;width:63.25pt;height: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" strokecolor="red" strokeweight=".5pt">
                <v:stroke endarrow="block" joinstyle="miter"/>
              </v:shape>
            </w:pict>
          </mc:Fallback>
        </mc:AlternateContent>
      </w:r>
      <w:r w:rsidR="00E046DD">
        <w:rPr>
          <w:noProof/>
          <w:lang w:eastAsia="en-US"/>
        </w:rPr>
        <w:drawing>
          <wp:inline distT="0" distB="0" distL="0" distR="0">
            <wp:extent cx="2041200" cy="1148625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2200_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200" cy="11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>
        <w:rPr>
          <w:lang w:val="de-DE"/>
        </w:rPr>
        <w:t xml:space="preserve">   </w:t>
      </w:r>
      <w:r w:rsidR="00E046DD">
        <w:rPr>
          <w:noProof/>
          <w:lang w:eastAsia="en-US"/>
        </w:rPr>
        <w:drawing>
          <wp:inline distT="0" distB="0" distL="0" distR="0">
            <wp:extent cx="1699200" cy="1134834"/>
            <wp:effectExtent l="0" t="0" r="0" b="825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G_2216_s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00" cy="113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>
        <w:rPr>
          <w:lang w:val="de-DE"/>
        </w:rPr>
        <w:t xml:space="preserve">   </w:t>
      </w:r>
      <w:r w:rsidR="00E046DD">
        <w:rPr>
          <w:noProof/>
          <w:lang w:eastAsia="en-US"/>
        </w:rPr>
        <w:drawing>
          <wp:inline distT="0" distB="0" distL="0" distR="0">
            <wp:extent cx="1674000" cy="1116000"/>
            <wp:effectExtent l="0" t="0" r="2540" b="825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2228_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CE3" w:rsidRDefault="00570D84" w:rsidP="00570CE3">
      <w:pPr>
        <w:pStyle w:val="eLineBottom"/>
        <w:rPr>
          <w:lang w:val="de-DE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E5136F" wp14:editId="792732E8">
                <wp:simplePos x="0" y="0"/>
                <wp:positionH relativeFrom="column">
                  <wp:posOffset>5015975</wp:posOffset>
                </wp:positionH>
                <wp:positionV relativeFrom="paragraph">
                  <wp:posOffset>112147</wp:posOffset>
                </wp:positionV>
                <wp:extent cx="270345" cy="373850"/>
                <wp:effectExtent l="0" t="0" r="15875" b="26670"/>
                <wp:wrapNone/>
                <wp:docPr id="31" name="Ová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345" cy="37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07002A" id="Ovál 31" o:spid="_x0000_s1026" style="position:absolute;margin-left:394.95pt;margin-top:8.85pt;width:21.3pt;height:29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" filled="f" strokecolor="red" strokeweight="1pt">
                <v:stroke joinstyle="miter"/>
              </v:oval>
            </w:pict>
          </mc:Fallback>
        </mc:AlternateContent>
      </w:r>
    </w:p>
    <w:p w:rsidR="00570CE3" w:rsidRDefault="00570D84" w:rsidP="00570CE3">
      <w:pPr>
        <w:pStyle w:val="eLineBottom"/>
        <w:rPr>
          <w:lang w:val="de-DE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4793338</wp:posOffset>
                </wp:positionH>
                <wp:positionV relativeFrom="paragraph">
                  <wp:posOffset>262889</wp:posOffset>
                </wp:positionV>
                <wp:extent cx="262393" cy="913986"/>
                <wp:effectExtent l="0" t="0" r="23495" b="19685"/>
                <wp:wrapNone/>
                <wp:docPr id="35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393" cy="91398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52A9E" id="Přímá spojnice 3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45pt,20.7pt" to="398.1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" strokecolor="red" strokeweight="1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CA10989" wp14:editId="38F7A470">
                <wp:simplePos x="0" y="0"/>
                <wp:positionH relativeFrom="column">
                  <wp:posOffset>3505835</wp:posOffset>
                </wp:positionH>
                <wp:positionV relativeFrom="paragraph">
                  <wp:posOffset>759156</wp:posOffset>
                </wp:positionV>
                <wp:extent cx="309779" cy="316760"/>
                <wp:effectExtent l="0" t="0" r="14605" b="26670"/>
                <wp:wrapNone/>
                <wp:docPr id="28" name="Skupina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9" name="Ovál 29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Volný tvar 30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8B19D9" id="Skupina 28" o:spid="_x0000_s1026" style="position:absolute;margin-left:276.05pt;margin-top:59.8pt;width:24.4pt;height:24.95pt;z-index:251676672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">
                <v:oval id="Ovál 29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" fillcolor="white [3212]" strokecolor="#70ad47 [3209]" strokeweight="1pt">
                  <v:stroke joinstyle="miter"/>
                </v:oval>
                <v:shape id="Volný tvar 30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F6C2419" wp14:editId="42B18A87">
                <wp:simplePos x="0" y="0"/>
                <wp:positionH relativeFrom="column">
                  <wp:posOffset>1406525</wp:posOffset>
                </wp:positionH>
                <wp:positionV relativeFrom="paragraph">
                  <wp:posOffset>769924</wp:posOffset>
                </wp:positionV>
                <wp:extent cx="309779" cy="316760"/>
                <wp:effectExtent l="0" t="0" r="14605" b="26670"/>
                <wp:wrapNone/>
                <wp:docPr id="25" name="Skupina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6" name="Ovál 26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Volný tvar 27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2D2BAA" id="Skupina 25" o:spid="_x0000_s1026" style="position:absolute;margin-left:110.75pt;margin-top:60.6pt;width:24.4pt;height:24.95pt;z-index:251674624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">
                <v:oval id="Ovál 26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" fillcolor="white [3212]" strokecolor="#70ad47 [3209]" strokeweight="1pt">
                  <v:stroke joinstyle="miter"/>
                </v:oval>
                <v:shape id="Volný tvar 27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="00E046DD">
        <w:rPr>
          <w:noProof/>
          <w:lang w:val="en-US" w:eastAsia="en-US"/>
        </w:rPr>
        <w:drawing>
          <wp:inline distT="0" distB="0" distL="0" distR="0">
            <wp:extent cx="1674000" cy="1116000"/>
            <wp:effectExtent l="0" t="0" r="2540" b="825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G_2219_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>
        <w:rPr>
          <w:lang w:val="de-DE"/>
        </w:rPr>
        <w:t xml:space="preserve">    </w:t>
      </w:r>
      <w:r w:rsidR="00E046DD">
        <w:rPr>
          <w:noProof/>
          <w:lang w:val="en-US" w:eastAsia="en-US"/>
        </w:rPr>
        <w:drawing>
          <wp:inline distT="0" distB="0" distL="0" distR="0">
            <wp:extent cx="1994400" cy="1119212"/>
            <wp:effectExtent l="0" t="0" r="6350" b="508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G_2198_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00" cy="11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>
        <w:rPr>
          <w:lang w:val="de-DE"/>
        </w:rPr>
        <w:t xml:space="preserve">   </w:t>
      </w:r>
      <w:r w:rsidR="00E046DD">
        <w:rPr>
          <w:noProof/>
          <w:lang w:val="en-US" w:eastAsia="en-US"/>
        </w:rPr>
        <w:drawing>
          <wp:inline distT="0" distB="0" distL="0" distR="0">
            <wp:extent cx="1674000" cy="1116000"/>
            <wp:effectExtent l="0" t="0" r="2540" b="825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G_2212_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CE3" w:rsidRDefault="00570D84" w:rsidP="00570CE3">
      <w:pPr>
        <w:pStyle w:val="eLineBottom"/>
        <w:rPr>
          <w:lang w:val="de-DE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C5250F" wp14:editId="4D2B9FA4">
                <wp:simplePos x="0" y="0"/>
                <wp:positionH relativeFrom="column">
                  <wp:posOffset>4166566</wp:posOffset>
                </wp:positionH>
                <wp:positionV relativeFrom="paragraph">
                  <wp:posOffset>44450</wp:posOffset>
                </wp:positionV>
                <wp:extent cx="1242750" cy="445273"/>
                <wp:effectExtent l="0" t="0" r="0" b="0"/>
                <wp:wrapNone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750" cy="445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0D84" w:rsidRPr="00570D84" w:rsidRDefault="00570D84" w:rsidP="00570D8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nevhodné pozadí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5250F" id="Textové pole 34" o:spid="_x0000_s1028" type="#_x0000_t202" style="position:absolute;left:0;text-align:left;margin-left:328.1pt;margin-top:3.5pt;width:97.85pt;height:3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" filled="f" stroked="f" strokeweight=".5pt">
                <v:textbox>
                  <w:txbxContent>
                    <w:p w:rsidR="00570D84" w:rsidRPr="00570D84" w:rsidRDefault="00570D84" w:rsidP="00570D8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nevhodné pozadí</w:t>
                      </w:r>
                    </w:p>
                  </w:txbxContent>
                </v:textbox>
              </v:shape>
            </w:pict>
          </mc:Fallback>
        </mc:AlternateContent>
      </w: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570CE3" w:rsidP="00570CE3">
      <w:pPr>
        <w:pStyle w:val="eTask"/>
        <w:numPr>
          <w:ilvl w:val="0"/>
          <w:numId w:val="0"/>
        </w:numPr>
        <w:ind w:left="567" w:hanging="425"/>
        <w:rPr>
          <w:lang w:val="de-DE"/>
        </w:rPr>
      </w:pPr>
    </w:p>
    <w:p w:rsidR="00570CE3" w:rsidRDefault="00393097" w:rsidP="00570CE3">
      <w:pPr>
        <w:pStyle w:val="eTask"/>
        <w:rPr>
          <w:lang w:val="de-DE"/>
        </w:rPr>
      </w:pPr>
      <w:proofErr w:type="spellStart"/>
      <w:r>
        <w:rPr>
          <w:lang w:val="de-DE"/>
        </w:rPr>
        <w:lastRenderedPageBreak/>
        <w:t>Rozdělte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audio</w:t>
      </w:r>
      <w:proofErr w:type="spellEnd"/>
      <w:r>
        <w:rPr>
          <w:lang w:val="de-DE"/>
        </w:rPr>
        <w:t xml:space="preserve"> a </w:t>
      </w:r>
      <w:proofErr w:type="spellStart"/>
      <w:r>
        <w:rPr>
          <w:lang w:val="de-DE"/>
        </w:rPr>
        <w:t>video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formáty</w:t>
      </w:r>
      <w:proofErr w:type="spellEnd"/>
    </w:p>
    <w:p w:rsidR="00393097" w:rsidRDefault="00393097" w:rsidP="00393097">
      <w:pPr>
        <w:pStyle w:val="eExercise"/>
        <w:rPr>
          <w:lang w:val="de-DE"/>
        </w:rPr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4458"/>
        <w:gridCol w:w="4462"/>
      </w:tblGrid>
      <w:tr w:rsidR="00393097" w:rsidTr="00257022">
        <w:trPr>
          <w:trHeight w:val="567"/>
        </w:trPr>
        <w:tc>
          <w:tcPr>
            <w:tcW w:w="4458" w:type="dxa"/>
            <w:shd w:val="clear" w:color="auto" w:fill="D9D9D9" w:themeFill="background1" w:themeFillShade="D9"/>
            <w:vAlign w:val="center"/>
          </w:tcPr>
          <w:p w:rsidR="00393097" w:rsidRPr="00393097" w:rsidRDefault="00393097" w:rsidP="00393097">
            <w:pPr>
              <w:pStyle w:val="eExercise"/>
              <w:ind w:left="0"/>
              <w:jc w:val="center"/>
              <w:rPr>
                <w:b/>
                <w:lang w:val="de-DE"/>
              </w:rPr>
            </w:pPr>
            <w:r w:rsidRPr="00393097">
              <w:rPr>
                <w:b/>
                <w:lang w:val="de-DE"/>
              </w:rPr>
              <w:t xml:space="preserve">Audio </w:t>
            </w:r>
            <w:proofErr w:type="spellStart"/>
            <w:r w:rsidRPr="00393097">
              <w:rPr>
                <w:b/>
                <w:lang w:val="de-DE"/>
              </w:rPr>
              <w:t>formát</w:t>
            </w:r>
            <w:proofErr w:type="spellEnd"/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:rsidR="00393097" w:rsidRPr="00393097" w:rsidRDefault="00393097" w:rsidP="00393097">
            <w:pPr>
              <w:pStyle w:val="eExercise"/>
              <w:ind w:left="0"/>
              <w:jc w:val="center"/>
              <w:rPr>
                <w:b/>
                <w:lang w:val="de-DE"/>
              </w:rPr>
            </w:pPr>
            <w:r w:rsidRPr="00393097">
              <w:rPr>
                <w:b/>
                <w:lang w:val="de-DE"/>
              </w:rPr>
              <w:t xml:space="preserve">Video </w:t>
            </w:r>
            <w:proofErr w:type="spellStart"/>
            <w:r w:rsidRPr="00393097">
              <w:rPr>
                <w:b/>
                <w:lang w:val="de-DE"/>
              </w:rPr>
              <w:t>formát</w:t>
            </w:r>
            <w:proofErr w:type="spellEnd"/>
          </w:p>
        </w:tc>
      </w:tr>
      <w:tr w:rsidR="00393097" w:rsidTr="00257022">
        <w:trPr>
          <w:trHeight w:val="567"/>
        </w:trPr>
        <w:tc>
          <w:tcPr>
            <w:tcW w:w="4458" w:type="dxa"/>
            <w:vAlign w:val="center"/>
          </w:tcPr>
          <w:p w:rsidR="00393097" w:rsidRPr="00257022" w:rsidRDefault="00570D84" w:rsidP="00570D84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MP3</w:t>
            </w:r>
            <w:proofErr w:type="spellEnd"/>
          </w:p>
        </w:tc>
        <w:tc>
          <w:tcPr>
            <w:tcW w:w="4462" w:type="dxa"/>
            <w:vAlign w:val="center"/>
          </w:tcPr>
          <w:p w:rsidR="00393097" w:rsidRPr="00257022" w:rsidRDefault="00570D84" w:rsidP="00570D84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FLV</w:t>
            </w:r>
            <w:proofErr w:type="spellEnd"/>
          </w:p>
        </w:tc>
      </w:tr>
      <w:tr w:rsidR="00393097" w:rsidTr="00257022">
        <w:trPr>
          <w:trHeight w:val="567"/>
        </w:trPr>
        <w:tc>
          <w:tcPr>
            <w:tcW w:w="4458" w:type="dxa"/>
            <w:vAlign w:val="center"/>
          </w:tcPr>
          <w:p w:rsidR="00393097" w:rsidRPr="00257022" w:rsidRDefault="00257022" w:rsidP="00570D84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FLAC</w:t>
            </w:r>
            <w:proofErr w:type="spellEnd"/>
          </w:p>
        </w:tc>
        <w:tc>
          <w:tcPr>
            <w:tcW w:w="4462" w:type="dxa"/>
            <w:vAlign w:val="center"/>
          </w:tcPr>
          <w:p w:rsidR="00393097" w:rsidRPr="00257022" w:rsidRDefault="00570D84" w:rsidP="00570D84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AVHCD</w:t>
            </w:r>
            <w:proofErr w:type="spellEnd"/>
          </w:p>
        </w:tc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WMA</w:t>
            </w:r>
            <w:proofErr w:type="spellEnd"/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MOV</w:t>
            </w:r>
            <w:proofErr w:type="spellEnd"/>
          </w:p>
        </w:tc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AAC</w:t>
            </w:r>
            <w:proofErr w:type="spellEnd"/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MPEG</w:t>
            </w:r>
            <w:proofErr w:type="spellEnd"/>
            <w:r w:rsidRPr="00257022">
              <w:rPr>
                <w:color w:val="FF0000"/>
                <w:lang w:val="de-DE"/>
              </w:rPr>
              <w:t>-2</w:t>
            </w:r>
          </w:p>
        </w:tc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WAV</w:t>
            </w:r>
            <w:proofErr w:type="spellEnd"/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  <w:r w:rsidRPr="00257022">
              <w:rPr>
                <w:color w:val="FF0000"/>
                <w:lang w:val="de-DE"/>
              </w:rPr>
              <w:t>AVI</w:t>
            </w:r>
          </w:p>
        </w:tc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MKV</w:t>
            </w:r>
            <w:proofErr w:type="spellEnd"/>
          </w:p>
        </w:tc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  <w:proofErr w:type="spellStart"/>
            <w:r w:rsidRPr="00257022">
              <w:rPr>
                <w:color w:val="FF0000"/>
                <w:lang w:val="de-DE"/>
              </w:rPr>
              <w:t>MP4</w:t>
            </w:r>
            <w:proofErr w:type="spellEnd"/>
          </w:p>
        </w:tc>
      </w:tr>
    </w:tbl>
    <w:p w:rsidR="00393097" w:rsidRDefault="00393097" w:rsidP="00393097">
      <w:pPr>
        <w:pStyle w:val="eExercise"/>
        <w:rPr>
          <w:lang w:val="de-DE"/>
        </w:rPr>
      </w:pPr>
    </w:p>
    <w:p w:rsidR="00393097" w:rsidRPr="00393097" w:rsidRDefault="00393097" w:rsidP="00393097">
      <w:pPr>
        <w:pStyle w:val="eExercise"/>
        <w:rPr>
          <w:b/>
          <w:lang w:val="de-DE"/>
        </w:rPr>
      </w:pPr>
      <w:proofErr w:type="spellStart"/>
      <w:r w:rsidRPr="00393097">
        <w:rPr>
          <w:b/>
          <w:lang w:val="de-DE"/>
        </w:rPr>
        <w:t>MP3</w:t>
      </w:r>
      <w:proofErr w:type="spellEnd"/>
      <w:r w:rsidRPr="00393097">
        <w:rPr>
          <w:b/>
          <w:lang w:val="de-DE"/>
        </w:rPr>
        <w:t xml:space="preserve">, </w:t>
      </w:r>
      <w:proofErr w:type="spellStart"/>
      <w:r w:rsidRPr="00393097">
        <w:rPr>
          <w:b/>
          <w:lang w:val="de-DE"/>
        </w:rPr>
        <w:t>FLV</w:t>
      </w:r>
      <w:proofErr w:type="spellEnd"/>
      <w:r w:rsidRPr="00393097">
        <w:rPr>
          <w:b/>
          <w:lang w:val="de-DE"/>
        </w:rPr>
        <w:t xml:space="preserve">, </w:t>
      </w:r>
      <w:proofErr w:type="spellStart"/>
      <w:r w:rsidRPr="00393097">
        <w:rPr>
          <w:b/>
          <w:lang w:val="de-DE"/>
        </w:rPr>
        <w:t>AVHCD</w:t>
      </w:r>
      <w:proofErr w:type="spellEnd"/>
      <w:r w:rsidRPr="00393097">
        <w:rPr>
          <w:b/>
          <w:lang w:val="de-DE"/>
        </w:rPr>
        <w:t xml:space="preserve">, </w:t>
      </w:r>
      <w:proofErr w:type="spellStart"/>
      <w:r w:rsidRPr="00393097">
        <w:rPr>
          <w:b/>
          <w:lang w:val="de-DE"/>
        </w:rPr>
        <w:t>FLAC</w:t>
      </w:r>
      <w:proofErr w:type="spellEnd"/>
      <w:r w:rsidRPr="00393097">
        <w:rPr>
          <w:b/>
          <w:lang w:val="de-DE"/>
        </w:rPr>
        <w:t xml:space="preserve">, </w:t>
      </w:r>
      <w:proofErr w:type="spellStart"/>
      <w:r w:rsidRPr="00393097">
        <w:rPr>
          <w:b/>
          <w:lang w:val="de-DE"/>
        </w:rPr>
        <w:t>WMA</w:t>
      </w:r>
      <w:proofErr w:type="spellEnd"/>
      <w:r w:rsidRPr="00393097">
        <w:rPr>
          <w:b/>
          <w:lang w:val="de-DE"/>
        </w:rPr>
        <w:t xml:space="preserve">, </w:t>
      </w:r>
      <w:proofErr w:type="spellStart"/>
      <w:r w:rsidRPr="00393097">
        <w:rPr>
          <w:b/>
          <w:lang w:val="de-DE"/>
        </w:rPr>
        <w:t>MOV</w:t>
      </w:r>
      <w:proofErr w:type="spellEnd"/>
      <w:r w:rsidRPr="00393097">
        <w:rPr>
          <w:b/>
          <w:lang w:val="de-DE"/>
        </w:rPr>
        <w:t xml:space="preserve">, </w:t>
      </w:r>
      <w:proofErr w:type="spellStart"/>
      <w:r w:rsidRPr="00393097">
        <w:rPr>
          <w:b/>
          <w:lang w:val="de-DE"/>
        </w:rPr>
        <w:t>AAC</w:t>
      </w:r>
      <w:proofErr w:type="spellEnd"/>
      <w:r w:rsidRPr="00393097">
        <w:rPr>
          <w:b/>
          <w:lang w:val="de-DE"/>
        </w:rPr>
        <w:t xml:space="preserve">, </w:t>
      </w:r>
      <w:proofErr w:type="spellStart"/>
      <w:r w:rsidRPr="00393097">
        <w:rPr>
          <w:b/>
          <w:lang w:val="de-DE"/>
        </w:rPr>
        <w:t>MPEG</w:t>
      </w:r>
      <w:proofErr w:type="spellEnd"/>
      <w:r w:rsidRPr="00393097">
        <w:rPr>
          <w:b/>
          <w:lang w:val="de-DE"/>
        </w:rPr>
        <w:t xml:space="preserve">-2, AVI, </w:t>
      </w:r>
      <w:proofErr w:type="spellStart"/>
      <w:r w:rsidRPr="00393097">
        <w:rPr>
          <w:b/>
          <w:lang w:val="de-DE"/>
        </w:rPr>
        <w:t>MKV</w:t>
      </w:r>
      <w:proofErr w:type="spellEnd"/>
      <w:r>
        <w:rPr>
          <w:b/>
          <w:lang w:val="de-DE"/>
        </w:rPr>
        <w:t xml:space="preserve">, </w:t>
      </w:r>
      <w:proofErr w:type="spellStart"/>
      <w:r>
        <w:rPr>
          <w:b/>
          <w:lang w:val="de-DE"/>
        </w:rPr>
        <w:t>WAV</w:t>
      </w:r>
      <w:proofErr w:type="spellEnd"/>
      <w:r>
        <w:rPr>
          <w:b/>
          <w:lang w:val="de-DE"/>
        </w:rPr>
        <w:t xml:space="preserve">, </w:t>
      </w:r>
      <w:proofErr w:type="spellStart"/>
      <w:r>
        <w:rPr>
          <w:b/>
          <w:lang w:val="de-DE"/>
        </w:rPr>
        <w:t>MP4</w:t>
      </w:r>
      <w:proofErr w:type="spellEnd"/>
    </w:p>
    <w:sectPr w:rsidR="00393097" w:rsidRPr="00393097" w:rsidSect="002B41A8">
      <w:headerReference w:type="default" r:id="rId18"/>
      <w:footerReference w:type="default" r:id="rId1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16C" w:rsidRDefault="00D6216C" w:rsidP="00861A1A">
      <w:r>
        <w:separator/>
      </w:r>
    </w:p>
  </w:endnote>
  <w:endnote w:type="continuationSeparator" w:id="0">
    <w:p w:rsidR="00D6216C" w:rsidRDefault="00D6216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70D84" w:rsidRPr="00570D84" w:rsidRDefault="00570D84" w:rsidP="00570D8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70D84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570D84" w:rsidP="00570D8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70D84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</w:rPr>
          </w:pPr>
          <w:proofErr w:type="spellStart"/>
          <w:r w:rsidRPr="00BF590A">
            <w:rPr>
              <w:sz w:val="16"/>
              <w:szCs w:val="16"/>
            </w:rPr>
            <w:t>DiT4LL</w:t>
          </w:r>
          <w:proofErr w:type="spellEnd"/>
          <w:r>
            <w:rPr>
              <w:sz w:val="16"/>
              <w:szCs w:val="16"/>
            </w:rPr>
            <w:t xml:space="preserve"> </w:t>
          </w:r>
          <w:r w:rsidR="001572EB" w:rsidRPr="001572EB">
            <w:rPr>
              <w:sz w:val="16"/>
              <w:szCs w:val="16"/>
            </w:rPr>
            <w:t xml:space="preserve">– </w:t>
          </w:r>
          <w:r w:rsidRPr="00BF590A">
            <w:rPr>
              <w:sz w:val="16"/>
              <w:szCs w:val="16"/>
            </w:rPr>
            <w:t xml:space="preserve">Digital Technologies </w:t>
          </w:r>
          <w:proofErr w:type="spellStart"/>
          <w:r w:rsidRPr="00BF590A">
            <w:rPr>
              <w:sz w:val="16"/>
              <w:szCs w:val="16"/>
            </w:rPr>
            <w:t>for</w:t>
          </w:r>
          <w:proofErr w:type="spellEnd"/>
          <w:r w:rsidRPr="00BF590A">
            <w:rPr>
              <w:sz w:val="16"/>
              <w:szCs w:val="16"/>
            </w:rPr>
            <w:t xml:space="preserve"> </w:t>
          </w:r>
          <w:proofErr w:type="spellStart"/>
          <w:r w:rsidRPr="00BF590A">
            <w:rPr>
              <w:sz w:val="16"/>
              <w:szCs w:val="16"/>
            </w:rPr>
            <w:t>Lecturing</w:t>
          </w:r>
          <w:proofErr w:type="spellEnd"/>
          <w:r w:rsidRPr="00BF590A">
            <w:rPr>
              <w:sz w:val="16"/>
              <w:szCs w:val="16"/>
            </w:rPr>
            <w:t xml:space="preserve"> and </w:t>
          </w:r>
          <w:proofErr w:type="spellStart"/>
          <w:r w:rsidRPr="00BF590A">
            <w:rPr>
              <w:sz w:val="16"/>
              <w:szCs w:val="16"/>
            </w:rPr>
            <w:t>Learning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16C" w:rsidRDefault="00D6216C" w:rsidP="00861A1A">
      <w:r>
        <w:separator/>
      </w:r>
    </w:p>
  </w:footnote>
  <w:footnote w:type="continuationSeparator" w:id="0">
    <w:p w:rsidR="00D6216C" w:rsidRDefault="00D6216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70D84">
      <w:rPr>
        <w:rFonts w:ascii="Calibri" w:hAnsi="Calibri"/>
        <w:b/>
        <w:smallCaps/>
        <w:noProof/>
      </w:rPr>
      <w:t>PRACOVNÍ LIST</w:t>
    </w:r>
  </w:p>
  <w:p w:rsidR="00C148FD" w:rsidRPr="00C148FD" w:rsidRDefault="00570D84" w:rsidP="00A84535">
    <w:pPr>
      <w:pStyle w:val="eLearningPackage"/>
    </w:pPr>
    <w:r w:rsidRPr="00570D84">
      <w:t>Moderní technologie a koncepty pro vzdělávání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1D"/>
    <w:rsid w:val="000030DF"/>
    <w:rsid w:val="0000673F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0D343C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5702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93097"/>
    <w:rsid w:val="00397627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D6BA8"/>
    <w:rsid w:val="004E5E95"/>
    <w:rsid w:val="004E70EA"/>
    <w:rsid w:val="004F5AFF"/>
    <w:rsid w:val="00506D2E"/>
    <w:rsid w:val="005132B0"/>
    <w:rsid w:val="00517E3A"/>
    <w:rsid w:val="0052284C"/>
    <w:rsid w:val="0052400D"/>
    <w:rsid w:val="00561B7B"/>
    <w:rsid w:val="00561C5A"/>
    <w:rsid w:val="00563AEB"/>
    <w:rsid w:val="00570CE3"/>
    <w:rsid w:val="00570D84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3138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84535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07C40"/>
    <w:rsid w:val="00B15DB4"/>
    <w:rsid w:val="00B177D0"/>
    <w:rsid w:val="00B3151A"/>
    <w:rsid w:val="00B37307"/>
    <w:rsid w:val="00B5145B"/>
    <w:rsid w:val="00B707D0"/>
    <w:rsid w:val="00B70ED4"/>
    <w:rsid w:val="00B72E92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216C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046DD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251D"/>
    <w:rsid w:val="00EB6B74"/>
    <w:rsid w:val="00EB6E4B"/>
    <w:rsid w:val="00EC77B0"/>
    <w:rsid w:val="00ED2956"/>
    <w:rsid w:val="00EE3197"/>
    <w:rsid w:val="00EF2951"/>
    <w:rsid w:val="00F01181"/>
    <w:rsid w:val="00F03DBA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0DEF1C3-1477-4E00-BA98-CC6136C3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A84535"/>
    <w:pPr>
      <w:pBdr>
        <w:bottom w:val="single" w:sz="4" w:space="1" w:color="auto"/>
      </w:pBdr>
      <w:ind w:left="142"/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Exercise">
    <w:name w:val="eExercise"/>
    <w:basedOn w:val="Normln"/>
    <w:qFormat/>
    <w:rsid w:val="00B72E92"/>
    <w:pPr>
      <w:ind w:left="142"/>
    </w:pPr>
  </w:style>
  <w:style w:type="paragraph" w:customStyle="1" w:styleId="eLearningPackage">
    <w:name w:val="eLearningPackage"/>
    <w:basedOn w:val="Normln"/>
    <w:qFormat/>
    <w:rsid w:val="00A84535"/>
    <w:pPr>
      <w:ind w:left="1843"/>
      <w:jc w:val="right"/>
    </w:pPr>
    <w:rPr>
      <w:rFonts w:ascii="Calibri" w:hAnsi="Calibri"/>
      <w:smallCaps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arek\Documents\DIT4LL\worksheets\WS01_EN_solution_templat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WS01_EN_solution_template.dotx</Template>
  <TotalTime>10</TotalTime>
  <Pages>3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Nevosad, Marek</cp:lastModifiedBy>
  <cp:revision>4</cp:revision>
  <cp:lastPrinted>2013-05-24T14:00:00Z</cp:lastPrinted>
  <dcterms:created xsi:type="dcterms:W3CDTF">2022-08-03T07:23:00Z</dcterms:created>
  <dcterms:modified xsi:type="dcterms:W3CDTF">2022-08-03T13:15:00Z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