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D31641" w:rsidRDefault="00D31641" w:rsidP="00D31641">
      <w:pPr>
        <w:pStyle w:val="eTask"/>
        <w:rPr>
          <w:lang w:val="es-ES"/>
        </w:rPr>
      </w:pPr>
      <w:r w:rsidRPr="00D31641">
        <w:rPr>
          <w:lang w:val="es-ES"/>
        </w:rPr>
        <w:t>¿Cuáles de las siguientes afirmaciones sobre el sistema de casa inteligente son válidas?</w:t>
      </w:r>
      <w:r w:rsidR="009D6341" w:rsidRPr="00D31641">
        <w:rPr>
          <w:lang w:val="es-ES"/>
        </w:rPr>
        <w:t>:</w:t>
      </w:r>
    </w:p>
    <w:p w:rsidR="009D6341" w:rsidRPr="00D31641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9D6341" w:rsidRPr="00D31641" w:rsidRDefault="009D6341" w:rsidP="009D6341">
      <w:pPr>
        <w:pStyle w:val="eCheckBoxText"/>
        <w:rPr>
          <w:lang w:val="es-ES"/>
        </w:rPr>
      </w:pPr>
      <w:r w:rsidRPr="00D31641">
        <w:rPr>
          <w:rStyle w:val="eCheckBoxSquareChar"/>
          <w:lang w:val="es-ES"/>
        </w:rPr>
        <w:t>□</w:t>
      </w:r>
      <w:r w:rsidRPr="00D31641">
        <w:rPr>
          <w:lang w:val="es-ES"/>
        </w:rPr>
        <w:tab/>
      </w:r>
      <w:r w:rsidR="00D31641" w:rsidRPr="00D31641">
        <w:rPr>
          <w:lang w:val="es-ES"/>
        </w:rPr>
        <w:t>Se puede crear desde cero en casa</w:t>
      </w:r>
    </w:p>
    <w:p w:rsidR="009D6341" w:rsidRPr="00D31641" w:rsidRDefault="009D6341" w:rsidP="009D6341">
      <w:pPr>
        <w:pStyle w:val="eCheckBoxText"/>
        <w:rPr>
          <w:lang w:val="es-ES"/>
        </w:rPr>
      </w:pPr>
      <w:r w:rsidRPr="00D31641">
        <w:rPr>
          <w:rStyle w:val="eCheckBoxSquareChar"/>
          <w:lang w:val="es-ES"/>
        </w:rPr>
        <w:t>□</w:t>
      </w:r>
      <w:r w:rsidRPr="00D31641">
        <w:rPr>
          <w:lang w:val="es-ES"/>
        </w:rPr>
        <w:tab/>
      </w:r>
      <w:r w:rsidR="00D31641" w:rsidRPr="00D31641">
        <w:rPr>
          <w:lang w:val="es-ES"/>
        </w:rPr>
        <w:t>pueden estar disponibles como un kit para el hogar inteligente incluido desde cero en casa</w:t>
      </w:r>
    </w:p>
    <w:p w:rsidR="00D31641" w:rsidRPr="00D31641" w:rsidRDefault="009D6341" w:rsidP="009D6341">
      <w:pPr>
        <w:pStyle w:val="eCheckBoxText"/>
        <w:rPr>
          <w:lang w:val="es-ES"/>
        </w:rPr>
      </w:pPr>
      <w:r w:rsidRPr="00D31641">
        <w:rPr>
          <w:rStyle w:val="eCheckBoxSquareChar"/>
          <w:lang w:val="es-ES"/>
        </w:rPr>
        <w:t>□</w:t>
      </w:r>
      <w:r w:rsidRPr="00D31641">
        <w:rPr>
          <w:lang w:val="es-ES"/>
        </w:rPr>
        <w:tab/>
      </w:r>
      <w:r w:rsidR="00D31641" w:rsidRPr="00D31641">
        <w:rPr>
          <w:lang w:val="es-ES"/>
        </w:rPr>
        <w:t xml:space="preserve">tienen mucha implementación de software de código abierto </w:t>
      </w:r>
    </w:p>
    <w:p w:rsidR="009D6341" w:rsidRPr="00D31641" w:rsidRDefault="009D6341" w:rsidP="009D6341">
      <w:pPr>
        <w:pStyle w:val="eCheckBoxText"/>
        <w:rPr>
          <w:lang w:val="es-ES"/>
        </w:rPr>
      </w:pPr>
      <w:r w:rsidRPr="00D31641">
        <w:rPr>
          <w:rStyle w:val="eCheckBoxSquareChar"/>
          <w:lang w:val="es-ES"/>
        </w:rPr>
        <w:t>□</w:t>
      </w:r>
      <w:r w:rsidRPr="00D31641">
        <w:rPr>
          <w:lang w:val="es-ES"/>
        </w:rPr>
        <w:tab/>
      </w:r>
      <w:r w:rsidR="00D31641" w:rsidRPr="00D31641">
        <w:rPr>
          <w:lang w:val="es-ES"/>
        </w:rPr>
        <w:t>se pueden comprar completamente</w:t>
      </w:r>
    </w:p>
    <w:p w:rsidR="001922A0" w:rsidRPr="00D31641" w:rsidRDefault="001922A0" w:rsidP="00C148FD">
      <w:pPr>
        <w:pStyle w:val="eLineBottom"/>
        <w:rPr>
          <w:lang w:val="es-ES"/>
        </w:rPr>
      </w:pPr>
    </w:p>
    <w:p w:rsidR="009D6341" w:rsidRPr="00D31641" w:rsidRDefault="009D6341" w:rsidP="009D6341">
      <w:pPr>
        <w:rPr>
          <w:lang w:val="es-ES"/>
        </w:rPr>
      </w:pPr>
    </w:p>
    <w:p w:rsidR="009D6341" w:rsidRPr="00D31641" w:rsidRDefault="00D36B01" w:rsidP="00D36B01">
      <w:pPr>
        <w:pStyle w:val="eTask"/>
        <w:numPr>
          <w:ilvl w:val="0"/>
          <w:numId w:val="0"/>
        </w:numPr>
        <w:tabs>
          <w:tab w:val="clear" w:pos="426"/>
          <w:tab w:val="left" w:pos="284"/>
        </w:tabs>
        <w:ind w:left="284" w:hanging="284"/>
        <w:rPr>
          <w:lang w:val="es-ES"/>
        </w:rPr>
      </w:pPr>
      <w:r>
        <w:rPr>
          <w:lang w:val="es-ES"/>
        </w:rPr>
        <w:t xml:space="preserve">2. </w:t>
      </w:r>
      <w:r w:rsidR="00D31641" w:rsidRPr="00D31641">
        <w:rPr>
          <w:lang w:val="es-ES"/>
        </w:rPr>
        <w:t>¿Qué tecnologías pertenecen a las tecnologías de IoT para la automatización del hogar?</w:t>
      </w:r>
    </w:p>
    <w:p w:rsidR="009D6341" w:rsidRPr="00C71E51" w:rsidRDefault="009D6341" w:rsidP="009D6341">
      <w:pPr>
        <w:pStyle w:val="eCheckBoxText"/>
        <w:rPr>
          <w:lang w:val="es-ES"/>
        </w:rPr>
      </w:pPr>
      <w:r w:rsidRPr="00C71E51">
        <w:rPr>
          <w:rStyle w:val="eCheckBoxSquareChar"/>
          <w:lang w:val="es-ES"/>
        </w:rPr>
        <w:t>□</w:t>
      </w:r>
      <w:r w:rsidRPr="00C71E51">
        <w:rPr>
          <w:lang w:val="es-ES"/>
        </w:rPr>
        <w:tab/>
        <w:t>LoRaWan</w:t>
      </w:r>
    </w:p>
    <w:p w:rsidR="009D6341" w:rsidRPr="00C71E51" w:rsidRDefault="009D6341" w:rsidP="009D6341">
      <w:pPr>
        <w:pStyle w:val="eCheckBoxText"/>
        <w:rPr>
          <w:lang w:val="es-ES"/>
        </w:rPr>
      </w:pPr>
      <w:r w:rsidRPr="00C71E51">
        <w:rPr>
          <w:rStyle w:val="eCheckBoxSquareChar"/>
          <w:lang w:val="es-ES"/>
        </w:rPr>
        <w:t>□</w:t>
      </w:r>
      <w:r w:rsidRPr="00C71E51">
        <w:rPr>
          <w:lang w:val="es-ES"/>
        </w:rPr>
        <w:tab/>
        <w:t>DLMS</w:t>
      </w:r>
    </w:p>
    <w:p w:rsidR="009D6341" w:rsidRPr="00C71E51" w:rsidRDefault="009D6341" w:rsidP="009D6341">
      <w:pPr>
        <w:pStyle w:val="eCheckBoxText"/>
        <w:rPr>
          <w:lang w:val="es-ES"/>
        </w:rPr>
      </w:pPr>
      <w:r w:rsidRPr="00C71E51">
        <w:rPr>
          <w:rStyle w:val="eCheckBoxSquareChar"/>
          <w:lang w:val="es-ES"/>
        </w:rPr>
        <w:t>□</w:t>
      </w:r>
      <w:r w:rsidRPr="00C71E51">
        <w:rPr>
          <w:lang w:val="es-ES"/>
        </w:rPr>
        <w:tab/>
        <w:t>SigFox</w:t>
      </w:r>
    </w:p>
    <w:p w:rsidR="009D6341" w:rsidRPr="00C71E51" w:rsidRDefault="009D6341" w:rsidP="009D6341">
      <w:pPr>
        <w:pStyle w:val="eCheckBoxText"/>
        <w:rPr>
          <w:lang w:val="es-ES"/>
        </w:rPr>
      </w:pPr>
      <w:r w:rsidRPr="00C71E51">
        <w:rPr>
          <w:rStyle w:val="eCheckBoxSquareChar"/>
          <w:lang w:val="es-ES"/>
        </w:rPr>
        <w:t>□</w:t>
      </w:r>
      <w:r w:rsidRPr="00C71E51">
        <w:rPr>
          <w:lang w:val="es-ES"/>
        </w:rPr>
        <w:tab/>
        <w:t>PLC</w:t>
      </w:r>
    </w:p>
    <w:p w:rsidR="009D6341" w:rsidRPr="00C71E51" w:rsidRDefault="009D6341" w:rsidP="009D6341">
      <w:pPr>
        <w:pStyle w:val="eLineBottom"/>
        <w:rPr>
          <w:lang w:val="es-ES"/>
        </w:rPr>
      </w:pPr>
    </w:p>
    <w:p w:rsidR="009D6341" w:rsidRPr="00C71E51" w:rsidRDefault="009D6341" w:rsidP="009D6341">
      <w:pPr>
        <w:rPr>
          <w:lang w:val="es-ES"/>
        </w:rPr>
      </w:pPr>
    </w:p>
    <w:p w:rsidR="004667DD" w:rsidRPr="00D36B01" w:rsidRDefault="00C71E51" w:rsidP="00D36B01">
      <w:pPr>
        <w:pStyle w:val="eTask"/>
        <w:numPr>
          <w:ilvl w:val="0"/>
          <w:numId w:val="10"/>
        </w:numPr>
        <w:ind w:left="426" w:hanging="426"/>
        <w:rPr>
          <w:lang w:val="es-ES"/>
        </w:rPr>
      </w:pPr>
      <w:r w:rsidRPr="00D36B01">
        <w:rPr>
          <w:lang w:val="es-ES"/>
        </w:rPr>
        <w:t>¡Seleccione las tecnologías de TV inteligente señaladas bajo la tabla y asígnelas a los correspondientes de servicios / interfaces de la tabla</w:t>
      </w:r>
      <w:r w:rsidR="004667DD" w:rsidRPr="00D36B01">
        <w:rPr>
          <w:lang w:val="es-ES"/>
        </w:rPr>
        <w:t>!</w:t>
      </w:r>
    </w:p>
    <w:p w:rsidR="004667DD" w:rsidRPr="00C71E51" w:rsidRDefault="004667DD" w:rsidP="003825C9">
      <w:pPr>
        <w:rPr>
          <w:lang w:val="es-ES"/>
        </w:rPr>
      </w:pPr>
    </w:p>
    <w:p w:rsidR="004667DD" w:rsidRPr="00C71E51" w:rsidRDefault="004667DD" w:rsidP="004667DD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50"/>
        <w:gridCol w:w="1683"/>
        <w:gridCol w:w="1614"/>
        <w:gridCol w:w="1550"/>
        <w:gridCol w:w="1344"/>
        <w:gridCol w:w="1347"/>
      </w:tblGrid>
      <w:tr w:rsidR="004667DD" w:rsidTr="00716392">
        <w:trPr>
          <w:trHeight w:val="1872"/>
        </w:trPr>
        <w:tc>
          <w:tcPr>
            <w:tcW w:w="1754" w:type="dxa"/>
          </w:tcPr>
          <w:p w:rsidR="004667DD" w:rsidRPr="004667DD" w:rsidRDefault="00C71E51" w:rsidP="004667D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Transmisión en vivo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52" w:type="dxa"/>
          </w:tcPr>
          <w:p w:rsidR="004667DD" w:rsidRPr="004667DD" w:rsidRDefault="00C71E51" w:rsidP="004667D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Interfaces inhalámbricas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4" w:type="dxa"/>
          </w:tcPr>
          <w:p w:rsidR="004667DD" w:rsidRPr="00C71E51" w:rsidRDefault="00C71E51" w:rsidP="004667DD">
            <w:pPr>
              <w:jc w:val="center"/>
              <w:rPr>
                <w:b/>
                <w:lang w:val="es-ES"/>
              </w:rPr>
            </w:pPr>
            <w:r w:rsidRPr="00C71E51">
              <w:rPr>
                <w:b/>
                <w:lang w:val="es-ES"/>
              </w:rPr>
              <w:t>Red de cable</w:t>
            </w:r>
            <w:r w:rsidR="004667DD" w:rsidRPr="00C71E51">
              <w:rPr>
                <w:b/>
                <w:lang w:val="es-ES"/>
              </w:rPr>
              <w:t xml:space="preserve"> (LAN)</w:t>
            </w:r>
          </w:p>
          <w:p w:rsidR="004667DD" w:rsidRPr="00C71E51" w:rsidRDefault="004667DD" w:rsidP="004667DD">
            <w:pPr>
              <w:jc w:val="center"/>
              <w:rPr>
                <w:b/>
                <w:lang w:val="es-ES"/>
              </w:rPr>
            </w:pPr>
          </w:p>
          <w:p w:rsidR="004667DD" w:rsidRPr="00C71E51" w:rsidRDefault="004667DD" w:rsidP="004667D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56" w:type="dxa"/>
          </w:tcPr>
          <w:p w:rsidR="004667DD" w:rsidRPr="004667DD" w:rsidRDefault="00C71E51" w:rsidP="004667D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Entrada de video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1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Dat</w:t>
            </w:r>
            <w:r w:rsidR="00C71E51">
              <w:rPr>
                <w:b/>
                <w:lang w:val="en-US"/>
              </w:rPr>
              <w:t>os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1" w:type="dxa"/>
          </w:tcPr>
          <w:p w:rsidR="004667DD" w:rsidRPr="004667DD" w:rsidRDefault="00C71E51" w:rsidP="004667D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Módulo </w:t>
            </w:r>
            <w:r w:rsidR="004667DD" w:rsidRPr="004667DD">
              <w:rPr>
                <w:b/>
                <w:lang w:val="en-US"/>
              </w:rPr>
              <w:t xml:space="preserve">CI/CI+ 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</w:tr>
    </w:tbl>
    <w:p w:rsidR="004667DD" w:rsidRDefault="004667DD" w:rsidP="004667DD">
      <w:pPr>
        <w:rPr>
          <w:lang w:val="en-US"/>
        </w:rPr>
      </w:pPr>
    </w:p>
    <w:p w:rsidR="004667DD" w:rsidRPr="001461AE" w:rsidRDefault="004667DD" w:rsidP="004667DD">
      <w:pPr>
        <w:jc w:val="center"/>
        <w:rPr>
          <w:b/>
          <w:lang w:val="en-US"/>
        </w:rPr>
      </w:pPr>
      <w:r w:rsidRPr="001461AE">
        <w:rPr>
          <w:b/>
          <w:lang w:val="en-US"/>
        </w:rPr>
        <w:t xml:space="preserve">Ethernet       DVB-C       Firewire  </w:t>
      </w:r>
      <w:r w:rsidR="00B674D5">
        <w:rPr>
          <w:b/>
          <w:lang w:val="en-US"/>
        </w:rPr>
        <w:t xml:space="preserve">     Bluetooth   DVB-T    </w:t>
      </w:r>
      <w:r w:rsidR="00D36B01">
        <w:rPr>
          <w:b/>
          <w:lang w:val="en-US"/>
        </w:rPr>
        <w:t>Tarjeta inteligente</w:t>
      </w:r>
      <w:r w:rsidRPr="001461AE">
        <w:rPr>
          <w:b/>
          <w:lang w:val="en-US"/>
        </w:rPr>
        <w:t xml:space="preserve">       Wimax</w:t>
      </w:r>
    </w:p>
    <w:p w:rsidR="004667DD" w:rsidRPr="001461AE" w:rsidRDefault="004667DD" w:rsidP="003825C9">
      <w:pPr>
        <w:rPr>
          <w:lang w:val="en-US"/>
        </w:rPr>
      </w:pPr>
    </w:p>
    <w:p w:rsidR="004667DD" w:rsidRPr="001461AE" w:rsidRDefault="004667DD" w:rsidP="004667DD">
      <w:pPr>
        <w:jc w:val="center"/>
        <w:rPr>
          <w:b/>
          <w:lang w:val="en-US"/>
        </w:rPr>
      </w:pPr>
      <w:r w:rsidRPr="001461AE">
        <w:rPr>
          <w:b/>
          <w:lang w:val="en-US"/>
        </w:rPr>
        <w:t>HDMI       GPS       DVB-S      Wi-Fi       LTE       USB       S-video</w:t>
      </w:r>
    </w:p>
    <w:p w:rsidR="004667DD" w:rsidRPr="009D6341" w:rsidRDefault="004667DD" w:rsidP="004667DD">
      <w:pPr>
        <w:pStyle w:val="eLineBottom"/>
        <w:rPr>
          <w:lang w:val="en-GB"/>
        </w:rPr>
      </w:pPr>
    </w:p>
    <w:p w:rsidR="004667DD" w:rsidRPr="009D6341" w:rsidRDefault="004667DD" w:rsidP="004667DD">
      <w:pPr>
        <w:rPr>
          <w:lang w:val="en-GB"/>
        </w:rPr>
      </w:pPr>
    </w:p>
    <w:p w:rsidR="00EF79B1" w:rsidRPr="000C2279" w:rsidRDefault="000C2279" w:rsidP="000C2279">
      <w:pPr>
        <w:pStyle w:val="eTask"/>
        <w:rPr>
          <w:lang w:val="es-ES"/>
        </w:rPr>
      </w:pPr>
      <w:r w:rsidRPr="000C2279">
        <w:rPr>
          <w:lang w:val="es-ES"/>
        </w:rPr>
        <w:t xml:space="preserve">¡Agregue las palabras </w:t>
      </w:r>
      <w:r>
        <w:rPr>
          <w:lang w:val="es-ES"/>
        </w:rPr>
        <w:t>indicadas abajo</w:t>
      </w:r>
      <w:r w:rsidRPr="000C2279">
        <w:rPr>
          <w:lang w:val="es-ES"/>
        </w:rPr>
        <w:t xml:space="preserve"> para </w:t>
      </w:r>
      <w:r>
        <w:rPr>
          <w:lang w:val="es-ES"/>
        </w:rPr>
        <w:t>completar</w:t>
      </w:r>
      <w:r w:rsidRPr="000C2279">
        <w:rPr>
          <w:lang w:val="es-ES"/>
        </w:rPr>
        <w:t xml:space="preserve"> la oración!</w:t>
      </w:r>
    </w:p>
    <w:p w:rsidR="00EF79B1" w:rsidRPr="000C2279" w:rsidRDefault="00EF79B1" w:rsidP="003825C9">
      <w:pPr>
        <w:rPr>
          <w:lang w:val="es-ES"/>
        </w:rPr>
      </w:pPr>
    </w:p>
    <w:p w:rsidR="00EF79B1" w:rsidRPr="000C2279" w:rsidRDefault="000C2279" w:rsidP="001461AE">
      <w:pPr>
        <w:spacing w:line="360" w:lineRule="auto"/>
        <w:jc w:val="both"/>
        <w:rPr>
          <w:lang w:val="es-ES"/>
        </w:rPr>
      </w:pPr>
      <w:r w:rsidRPr="000C2279">
        <w:rPr>
          <w:lang w:val="es-ES"/>
        </w:rPr>
        <w:t>Los televisores que son</w:t>
      </w:r>
      <w:r w:rsidR="00EF79B1" w:rsidRPr="000C2279">
        <w:rPr>
          <w:lang w:val="es-ES"/>
        </w:rPr>
        <w:t xml:space="preserve"> DLNA (Digital Living Network Alliance</w:t>
      </w:r>
      <w:r w:rsidRPr="000C2279">
        <w:rPr>
          <w:lang w:val="es-ES"/>
        </w:rPr>
        <w:t>,</w:t>
      </w:r>
      <w:r w:rsidRPr="000C2279">
        <w:t xml:space="preserve"> </w:t>
      </w:r>
      <w:r w:rsidRPr="000C2279">
        <w:rPr>
          <w:lang w:val="es-ES"/>
        </w:rPr>
        <w:t>Alianza de Red Ditigal en Directo</w:t>
      </w:r>
      <w:r w:rsidR="00EF79B1" w:rsidRPr="000C2279">
        <w:rPr>
          <w:lang w:val="es-ES"/>
        </w:rPr>
        <w:t xml:space="preserve">)    </w:t>
      </w:r>
      <w:r w:rsidR="001461AE" w:rsidRPr="000C2279">
        <w:rPr>
          <w:lang w:val="es-ES"/>
        </w:rPr>
        <w:t>_____________</w:t>
      </w:r>
      <w:r w:rsidR="00EF79B1" w:rsidRPr="000C2279">
        <w:rPr>
          <w:lang w:val="es-ES"/>
        </w:rPr>
        <w:t xml:space="preserve">   </w:t>
      </w:r>
      <w:r>
        <w:rPr>
          <w:lang w:val="es-ES"/>
        </w:rPr>
        <w:t>son capaces de hacer funcionar</w:t>
      </w:r>
      <w:r w:rsidR="00EF79B1" w:rsidRPr="000C2279">
        <w:rPr>
          <w:lang w:val="es-ES"/>
        </w:rPr>
        <w:t xml:space="preserve"> </w:t>
      </w:r>
      <w:r w:rsidR="001461AE" w:rsidRPr="000C2279">
        <w:rPr>
          <w:lang w:val="es-ES"/>
        </w:rPr>
        <w:t>___________________</w:t>
      </w:r>
      <w:r w:rsidR="00EF79B1" w:rsidRPr="000C2279">
        <w:rPr>
          <w:lang w:val="es-ES"/>
        </w:rPr>
        <w:t xml:space="preserve"> </w:t>
      </w:r>
      <w:r>
        <w:rPr>
          <w:lang w:val="es-ES"/>
        </w:rPr>
        <w:t>de otro</w:t>
      </w:r>
      <w:r w:rsidR="00EF79B1" w:rsidRPr="000C2279">
        <w:rPr>
          <w:lang w:val="es-ES"/>
        </w:rPr>
        <w:t xml:space="preserve"> </w:t>
      </w:r>
      <w:r w:rsidR="001461AE" w:rsidRPr="000C2279">
        <w:rPr>
          <w:lang w:val="es-ES"/>
        </w:rPr>
        <w:t>____________</w:t>
      </w:r>
      <w:r w:rsidR="00B674D5" w:rsidRPr="00B674D5">
        <w:rPr>
          <w:lang w:val="es-ES"/>
        </w:rPr>
        <w:t xml:space="preserve"> </w:t>
      </w:r>
      <w:r w:rsidR="00B674D5" w:rsidRPr="000C2279">
        <w:rPr>
          <w:lang w:val="es-ES"/>
        </w:rPr>
        <w:t>DLNA</w:t>
      </w:r>
      <w:r w:rsidR="00EF79B1" w:rsidRPr="000C2279">
        <w:rPr>
          <w:lang w:val="es-ES"/>
        </w:rPr>
        <w:t xml:space="preserve"> (PCs, tablets, </w:t>
      </w:r>
      <w:r w:rsidR="001461AE" w:rsidRPr="000C2279">
        <w:rPr>
          <w:lang w:val="es-ES"/>
        </w:rPr>
        <w:t>________________</w:t>
      </w:r>
      <w:r w:rsidR="00EF79B1" w:rsidRPr="000C2279">
        <w:rPr>
          <w:lang w:val="es-ES"/>
        </w:rPr>
        <w:t xml:space="preserve">, </w:t>
      </w:r>
      <w:r>
        <w:rPr>
          <w:lang w:val="es-ES"/>
        </w:rPr>
        <w:t>servidores multimedia</w:t>
      </w:r>
      <w:r w:rsidR="00EF79B1" w:rsidRPr="000C2279">
        <w:rPr>
          <w:lang w:val="es-ES"/>
        </w:rPr>
        <w:t>, etc.).</w:t>
      </w:r>
    </w:p>
    <w:p w:rsidR="00EF79B1" w:rsidRPr="000C2279" w:rsidRDefault="00EF79B1" w:rsidP="00EF79B1">
      <w:pPr>
        <w:rPr>
          <w:lang w:val="es-ES"/>
        </w:rPr>
      </w:pPr>
    </w:p>
    <w:p w:rsidR="00EF79B1" w:rsidRPr="000C2279" w:rsidRDefault="000C2279" w:rsidP="00EF79B1">
      <w:pPr>
        <w:jc w:val="center"/>
        <w:rPr>
          <w:b/>
          <w:lang w:val="es-ES"/>
        </w:rPr>
      </w:pPr>
      <w:r w:rsidRPr="000C2279">
        <w:rPr>
          <w:b/>
          <w:lang w:val="es-ES"/>
        </w:rPr>
        <w:t>dispositivos</w:t>
      </w:r>
      <w:r w:rsidR="00EF79B1" w:rsidRPr="000C2279">
        <w:rPr>
          <w:b/>
          <w:lang w:val="es-ES"/>
        </w:rPr>
        <w:t xml:space="preserve">          smartphones          </w:t>
      </w:r>
      <w:r>
        <w:rPr>
          <w:b/>
          <w:lang w:val="es-ES"/>
        </w:rPr>
        <w:t>certificados</w:t>
      </w:r>
      <w:r w:rsidR="00EF79B1" w:rsidRPr="000C2279">
        <w:rPr>
          <w:b/>
          <w:lang w:val="es-ES"/>
        </w:rPr>
        <w:t xml:space="preserve">          </w:t>
      </w:r>
      <w:r>
        <w:rPr>
          <w:b/>
          <w:lang w:val="es-ES"/>
        </w:rPr>
        <w:t>contenido multimedia</w:t>
      </w:r>
    </w:p>
    <w:p w:rsidR="001B1F56" w:rsidRPr="009D6341" w:rsidRDefault="000E3DFA" w:rsidP="001B1F56">
      <w:pPr>
        <w:pStyle w:val="eTask"/>
        <w:rPr>
          <w:lang w:val="en-GB"/>
        </w:rPr>
      </w:pPr>
      <w:r>
        <w:rPr>
          <w:lang w:val="en-GB"/>
        </w:rPr>
        <w:lastRenderedPageBreak/>
        <w:t>¡Rellena la oración</w:t>
      </w:r>
      <w:r w:rsidR="001B1F56" w:rsidRPr="001B1F56">
        <w:rPr>
          <w:lang w:val="en-GB"/>
        </w:rPr>
        <w:t>!</w:t>
      </w:r>
    </w:p>
    <w:p w:rsidR="001B1F56" w:rsidRPr="009D6341" w:rsidRDefault="001B1F56" w:rsidP="003825C9">
      <w:pPr>
        <w:rPr>
          <w:lang w:val="en-GB"/>
        </w:rPr>
      </w:pPr>
    </w:p>
    <w:p w:rsidR="001B1F56" w:rsidRPr="000E3DFA" w:rsidRDefault="000E3DFA" w:rsidP="001B1F56">
      <w:pPr>
        <w:rPr>
          <w:lang w:val="es-ES"/>
        </w:rPr>
      </w:pPr>
      <w:r w:rsidRPr="000E3DFA">
        <w:rPr>
          <w:lang w:val="es-ES"/>
        </w:rPr>
        <w:t xml:space="preserve">Los aparatos inteligentes son aparatos que están equipados con </w:t>
      </w:r>
      <w:r w:rsidR="001461AE" w:rsidRPr="000E3DFA">
        <w:rPr>
          <w:lang w:val="es-ES"/>
        </w:rPr>
        <w:t>_____________________</w:t>
      </w:r>
      <w:r w:rsidR="001B1F56" w:rsidRPr="000E3DFA">
        <w:rPr>
          <w:lang w:val="es-ES"/>
        </w:rPr>
        <w:t xml:space="preserve"> </w:t>
      </w:r>
      <w:r>
        <w:rPr>
          <w:lang w:val="es-ES"/>
        </w:rPr>
        <w:t>y que pueden ser controlados remotamente</w:t>
      </w:r>
      <w:r w:rsidR="001B1F56" w:rsidRPr="000E3DFA">
        <w:rPr>
          <w:lang w:val="es-ES"/>
        </w:rPr>
        <w:t>.</w:t>
      </w:r>
    </w:p>
    <w:p w:rsidR="001B1F56" w:rsidRPr="000E3DFA" w:rsidRDefault="001B1F56" w:rsidP="001B1F56">
      <w:pPr>
        <w:pStyle w:val="eLineBottom"/>
        <w:rPr>
          <w:lang w:val="es-ES"/>
        </w:rPr>
      </w:pPr>
    </w:p>
    <w:p w:rsidR="001B1F56" w:rsidRPr="000E3DFA" w:rsidRDefault="001B1F56" w:rsidP="001B1F56">
      <w:pPr>
        <w:rPr>
          <w:lang w:val="es-ES"/>
        </w:rPr>
      </w:pPr>
    </w:p>
    <w:p w:rsidR="001B1F56" w:rsidRPr="000912B1" w:rsidRDefault="000912B1" w:rsidP="000912B1">
      <w:pPr>
        <w:pStyle w:val="eTask"/>
        <w:rPr>
          <w:lang w:val="es-ES"/>
        </w:rPr>
      </w:pPr>
      <w:r w:rsidRPr="000912B1">
        <w:rPr>
          <w:lang w:val="es-ES"/>
        </w:rPr>
        <w:t xml:space="preserve">¡Asigne los términos de la columna izquierda (sensores) a los correspondientes </w:t>
      </w:r>
      <w:r>
        <w:rPr>
          <w:lang w:val="es-ES"/>
        </w:rPr>
        <w:t>a la derecha (parámetro medido)</w:t>
      </w:r>
      <w:r w:rsidR="001B1F56" w:rsidRPr="000912B1">
        <w:rPr>
          <w:lang w:val="es-ES"/>
        </w:rPr>
        <w:t>!</w:t>
      </w:r>
    </w:p>
    <w:p w:rsidR="001B1F56" w:rsidRPr="000912B1" w:rsidRDefault="001B1F56" w:rsidP="003825C9">
      <w:pPr>
        <w:rPr>
          <w:lang w:val="es-ES"/>
        </w:rPr>
      </w:pPr>
    </w:p>
    <w:p w:rsidR="00394D59" w:rsidRPr="000912B1" w:rsidRDefault="00394D59" w:rsidP="003825C9">
      <w:pPr>
        <w:rPr>
          <w:lang w:val="es-ES"/>
        </w:rPr>
      </w:pPr>
    </w:p>
    <w:tbl>
      <w:tblPr>
        <w:tblStyle w:val="Mkatabulky"/>
        <w:tblW w:w="8897" w:type="dxa"/>
        <w:tblInd w:w="250" w:type="dxa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1B1F56" w:rsidRPr="009B1030" w:rsidTr="001B1F56">
        <w:trPr>
          <w:trHeight w:val="552"/>
        </w:trPr>
        <w:tc>
          <w:tcPr>
            <w:tcW w:w="2376" w:type="dxa"/>
            <w:vAlign w:val="center"/>
          </w:tcPr>
          <w:p w:rsidR="001B1F56" w:rsidRPr="00CD73E8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Acelerómetro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Foto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Giroscopio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BD1B61" w:rsidRDefault="00BD1B61" w:rsidP="00716392">
            <w:pPr>
              <w:pStyle w:val="eText"/>
              <w:spacing w:after="0"/>
              <w:rPr>
                <w:lang w:val="es-ES"/>
              </w:rPr>
            </w:pPr>
            <w:r w:rsidRPr="00BD1B61">
              <w:rPr>
                <w:lang w:val="es-ES"/>
              </w:rPr>
              <w:t>Distancia del objeto desde un teléfono inteligente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Magnetómetro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BD1B61" w:rsidP="00716392">
            <w:pPr>
              <w:rPr>
                <w:lang w:val="en-GB"/>
              </w:rPr>
            </w:pPr>
            <w:r w:rsidRPr="00BD1B61">
              <w:rPr>
                <w:lang w:val="en-GB"/>
              </w:rPr>
              <w:t>Toque con los dedos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BD1B61">
            <w:pPr>
              <w:rPr>
                <w:lang w:val="en-GB"/>
              </w:rPr>
            </w:pPr>
            <w:r w:rsidRPr="00876F61">
              <w:rPr>
                <w:lang w:val="en-GB"/>
              </w:rPr>
              <w:t>B</w:t>
            </w:r>
            <w:r w:rsidR="00BD1B61">
              <w:rPr>
                <w:lang w:val="en-GB"/>
              </w:rPr>
              <w:t>arómetro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Posición en la tierra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Distancia al sensor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Sonido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Sensor de luz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Condiciones de luz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Pantalla táctil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Presión atmosférica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GPS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Orientación y velocidad angular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Cámara frontal y trasera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Campo magnético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Micrófono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Aceleración</w:t>
            </w:r>
          </w:p>
        </w:tc>
      </w:tr>
    </w:tbl>
    <w:p w:rsidR="00394D59" w:rsidRPr="009D6341" w:rsidRDefault="00394D59" w:rsidP="001B1F56">
      <w:pPr>
        <w:pStyle w:val="eLineBottom"/>
        <w:rPr>
          <w:lang w:val="en-GB"/>
        </w:rPr>
      </w:pPr>
    </w:p>
    <w:p w:rsidR="001B1F56" w:rsidRDefault="001B1F56" w:rsidP="001B1F56">
      <w:pPr>
        <w:rPr>
          <w:lang w:val="en-GB"/>
        </w:rPr>
      </w:pPr>
    </w:p>
    <w:p w:rsidR="00127770" w:rsidRPr="00197A63" w:rsidRDefault="00197A63" w:rsidP="00197A63">
      <w:pPr>
        <w:pStyle w:val="eTask"/>
        <w:rPr>
          <w:lang w:val="es-ES"/>
        </w:rPr>
      </w:pPr>
      <w:r w:rsidRPr="00197A63">
        <w:rPr>
          <w:lang w:val="es-ES"/>
        </w:rPr>
        <w:t>¿Cuáles son las características importantes de los sist</w:t>
      </w:r>
      <w:r>
        <w:rPr>
          <w:lang w:val="es-ES"/>
        </w:rPr>
        <w:t>emas de transporte inteligentes</w:t>
      </w:r>
      <w:r w:rsidR="00127770" w:rsidRPr="00197A63">
        <w:rPr>
          <w:lang w:val="es-ES"/>
        </w:rPr>
        <w:t>?</w:t>
      </w:r>
    </w:p>
    <w:p w:rsidR="00127770" w:rsidRPr="00197A63" w:rsidRDefault="00127770" w:rsidP="003825C9">
      <w:pPr>
        <w:rPr>
          <w:lang w:val="es-ES"/>
        </w:rPr>
      </w:pPr>
    </w:p>
    <w:p w:rsidR="00127770" w:rsidRPr="005F0A0D" w:rsidRDefault="00127770" w:rsidP="00127770">
      <w:pPr>
        <w:rPr>
          <w:lang w:val="es-ES"/>
        </w:rPr>
      </w:pPr>
      <w:r w:rsidRPr="005F0A0D">
        <w:rPr>
          <w:lang w:val="es-ES"/>
        </w:rPr>
        <w:t>a)</w:t>
      </w:r>
      <w:r w:rsidRPr="005F0A0D">
        <w:rPr>
          <w:lang w:val="es-ES"/>
        </w:rPr>
        <w:tab/>
      </w:r>
      <w:r w:rsidR="001461AE">
        <w:t>__________________________</w:t>
      </w:r>
    </w:p>
    <w:p w:rsidR="00127770" w:rsidRPr="005F0A0D" w:rsidRDefault="00127770" w:rsidP="00127770">
      <w:pPr>
        <w:rPr>
          <w:lang w:val="es-ES"/>
        </w:rPr>
      </w:pPr>
    </w:p>
    <w:p w:rsidR="00127770" w:rsidRPr="005F0A0D" w:rsidRDefault="00127770" w:rsidP="00127770">
      <w:pPr>
        <w:rPr>
          <w:shd w:val="clear" w:color="auto" w:fill="CCFFCC"/>
          <w:lang w:val="es-ES"/>
        </w:rPr>
      </w:pPr>
      <w:r w:rsidRPr="005F0A0D">
        <w:rPr>
          <w:lang w:val="es-ES"/>
        </w:rPr>
        <w:t>b)</w:t>
      </w:r>
      <w:r w:rsidRPr="005F0A0D">
        <w:rPr>
          <w:lang w:val="es-ES"/>
        </w:rPr>
        <w:tab/>
      </w:r>
      <w:r w:rsidR="001461AE">
        <w:t>__________________________</w:t>
      </w:r>
    </w:p>
    <w:p w:rsidR="00127770" w:rsidRPr="005F0A0D" w:rsidRDefault="00127770" w:rsidP="00127770">
      <w:pPr>
        <w:rPr>
          <w:lang w:val="es-ES"/>
        </w:rPr>
      </w:pPr>
    </w:p>
    <w:p w:rsidR="00127770" w:rsidRPr="005F0A0D" w:rsidRDefault="00127770" w:rsidP="00127770">
      <w:pPr>
        <w:rPr>
          <w:shd w:val="clear" w:color="auto" w:fill="CCFFCC"/>
          <w:lang w:val="es-ES"/>
        </w:rPr>
      </w:pPr>
      <w:r w:rsidRPr="005F0A0D">
        <w:rPr>
          <w:lang w:val="es-ES"/>
        </w:rPr>
        <w:t>c)</w:t>
      </w:r>
      <w:r w:rsidRPr="005F0A0D">
        <w:rPr>
          <w:lang w:val="es-ES"/>
        </w:rPr>
        <w:tab/>
      </w:r>
      <w:r w:rsidR="001461AE">
        <w:t>__________________________</w:t>
      </w:r>
    </w:p>
    <w:p w:rsidR="00127770" w:rsidRPr="005F0A0D" w:rsidRDefault="00127770" w:rsidP="00127770">
      <w:pPr>
        <w:rPr>
          <w:lang w:val="es-ES"/>
        </w:rPr>
      </w:pPr>
    </w:p>
    <w:p w:rsidR="00127770" w:rsidRPr="005F0A0D" w:rsidRDefault="00127770" w:rsidP="00127770">
      <w:pPr>
        <w:rPr>
          <w:lang w:val="es-ES"/>
        </w:rPr>
      </w:pPr>
      <w:r w:rsidRPr="005F0A0D">
        <w:rPr>
          <w:lang w:val="es-ES"/>
        </w:rPr>
        <w:t>d)</w:t>
      </w:r>
      <w:r w:rsidRPr="005F0A0D">
        <w:rPr>
          <w:lang w:val="es-ES"/>
        </w:rPr>
        <w:tab/>
      </w:r>
      <w:r w:rsidR="001461AE">
        <w:t>__________________________</w:t>
      </w:r>
    </w:p>
    <w:p w:rsidR="00127770" w:rsidRPr="005F0A0D" w:rsidRDefault="00127770" w:rsidP="00127770">
      <w:pPr>
        <w:rPr>
          <w:lang w:val="es-ES"/>
        </w:rPr>
      </w:pPr>
    </w:p>
    <w:p w:rsidR="00127770" w:rsidRPr="005F0A0D" w:rsidRDefault="00127770" w:rsidP="00127770">
      <w:pPr>
        <w:rPr>
          <w:lang w:val="es-ES"/>
        </w:rPr>
      </w:pPr>
      <w:r w:rsidRPr="005F0A0D">
        <w:rPr>
          <w:lang w:val="es-ES"/>
        </w:rPr>
        <w:t>e)</w:t>
      </w:r>
      <w:r w:rsidRPr="005F0A0D">
        <w:rPr>
          <w:lang w:val="es-ES"/>
        </w:rPr>
        <w:tab/>
      </w:r>
      <w:r w:rsidR="001461AE">
        <w:t>__________________________</w:t>
      </w:r>
    </w:p>
    <w:p w:rsidR="00127770" w:rsidRPr="005F0A0D" w:rsidRDefault="00127770" w:rsidP="00127770">
      <w:pPr>
        <w:rPr>
          <w:lang w:val="es-ES"/>
        </w:rPr>
      </w:pPr>
    </w:p>
    <w:p w:rsidR="00127770" w:rsidRPr="005F0A0D" w:rsidRDefault="00A754BF" w:rsidP="00127770">
      <w:pPr>
        <w:rPr>
          <w:lang w:val="es-ES"/>
        </w:rPr>
      </w:pPr>
      <w:r>
        <w:rPr>
          <w:lang w:val="es-ES"/>
        </w:rPr>
        <w:t>f)</w:t>
      </w:r>
      <w:r w:rsidR="00127770" w:rsidRPr="005F0A0D">
        <w:rPr>
          <w:lang w:val="es-ES"/>
        </w:rPr>
        <w:tab/>
      </w:r>
      <w:r w:rsidR="001461AE">
        <w:t>__________________________</w:t>
      </w:r>
    </w:p>
    <w:p w:rsidR="00127770" w:rsidRPr="005F0A0D" w:rsidRDefault="00127770" w:rsidP="00127770">
      <w:pPr>
        <w:rPr>
          <w:lang w:val="es-ES"/>
        </w:rPr>
      </w:pPr>
    </w:p>
    <w:p w:rsidR="00127770" w:rsidRPr="005F0A0D" w:rsidRDefault="00127770" w:rsidP="00127770">
      <w:pPr>
        <w:rPr>
          <w:lang w:val="es-ES"/>
        </w:rPr>
      </w:pPr>
      <w:r w:rsidRPr="005F0A0D">
        <w:rPr>
          <w:lang w:val="es-ES"/>
        </w:rPr>
        <w:t>g)</w:t>
      </w:r>
      <w:r w:rsidRPr="005F0A0D">
        <w:rPr>
          <w:lang w:val="es-ES"/>
        </w:rPr>
        <w:tab/>
      </w:r>
      <w:r w:rsidR="001461AE">
        <w:t>__________________________</w:t>
      </w:r>
    </w:p>
    <w:p w:rsidR="001922A0" w:rsidRPr="005F0A0D" w:rsidRDefault="005F0A0D" w:rsidP="005F0A0D">
      <w:pPr>
        <w:pStyle w:val="eTask"/>
        <w:rPr>
          <w:lang w:val="es-ES"/>
        </w:rPr>
      </w:pPr>
      <w:r w:rsidRPr="005F0A0D">
        <w:rPr>
          <w:lang w:val="es-ES"/>
        </w:rPr>
        <w:lastRenderedPageBreak/>
        <w:t>¡Agregue las palabras a continuación al diagrama de los relojes inteligentes en los es</w:t>
      </w:r>
      <w:r>
        <w:rPr>
          <w:lang w:val="es-ES"/>
        </w:rPr>
        <w:t>pacios correctos (líneas rojas)</w:t>
      </w:r>
      <w:r w:rsidR="00BF3F8C" w:rsidRPr="005F0A0D">
        <w:rPr>
          <w:lang w:val="es-ES"/>
        </w:rPr>
        <w:t>!</w:t>
      </w:r>
    </w:p>
    <w:p w:rsidR="001922A0" w:rsidRPr="005F0A0D" w:rsidRDefault="001922A0" w:rsidP="003825C9">
      <w:pPr>
        <w:rPr>
          <w:lang w:val="es-ES"/>
        </w:rPr>
      </w:pPr>
    </w:p>
    <w:p w:rsidR="001922A0" w:rsidRPr="009D6341" w:rsidRDefault="00E94E7C" w:rsidP="001922A0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762625" cy="2752090"/>
                <wp:effectExtent l="0" t="0" r="9525" b="10160"/>
                <wp:docPr id="88" name="Kresliace plátno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4697095" cy="2112645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 w="10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5570" y="150495"/>
                            <a:ext cx="1800225" cy="821690"/>
                          </a:xfrm>
                          <a:prstGeom prst="rect">
                            <a:avLst/>
                          </a:prstGeom>
                          <a:solidFill>
                            <a:srgbClr val="DDF9DF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2395" y="1125220"/>
                            <a:ext cx="1800225" cy="821055"/>
                          </a:xfrm>
                          <a:prstGeom prst="rect">
                            <a:avLst/>
                          </a:prstGeom>
                          <a:solidFill>
                            <a:srgbClr val="EBF28A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847975" y="464185"/>
                            <a:ext cx="1548130" cy="821690"/>
                          </a:xfrm>
                          <a:prstGeom prst="rect">
                            <a:avLst/>
                          </a:prstGeom>
                          <a:solidFill>
                            <a:srgbClr val="FFDCCB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35555" y="1395095"/>
                            <a:ext cx="1515745" cy="563880"/>
                          </a:xfrm>
                          <a:prstGeom prst="rect">
                            <a:avLst/>
                          </a:prstGeom>
                          <a:solidFill>
                            <a:srgbClr val="FCC900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06315" y="1384935"/>
                            <a:ext cx="950595" cy="601345"/>
                          </a:xfrm>
                          <a:prstGeom prst="rect">
                            <a:avLst/>
                          </a:prstGeom>
                          <a:solidFill>
                            <a:srgbClr val="FFD9A8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9050" y="2259965"/>
                            <a:ext cx="867410" cy="273685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59560" y="2262505"/>
                            <a:ext cx="1379220" cy="483870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3"/>
                        <wps:cNvSpPr>
                          <a:spLocks/>
                        </wps:cNvSpPr>
                        <wps:spPr bwMode="auto">
                          <a:xfrm>
                            <a:off x="4391660" y="641350"/>
                            <a:ext cx="824230" cy="146050"/>
                          </a:xfrm>
                          <a:custGeom>
                            <a:avLst/>
                            <a:gdLst>
                              <a:gd name="T0" fmla="*/ 453 w 2379"/>
                              <a:gd name="T1" fmla="*/ 283 h 423"/>
                              <a:gd name="T2" fmla="*/ 653 w 2379"/>
                              <a:gd name="T3" fmla="*/ 423 h 423"/>
                              <a:gd name="T4" fmla="*/ 326 w 2379"/>
                              <a:gd name="T5" fmla="*/ 423 h 423"/>
                              <a:gd name="T6" fmla="*/ 0 w 2379"/>
                              <a:gd name="T7" fmla="*/ 212 h 423"/>
                              <a:gd name="T8" fmla="*/ 326 w 2379"/>
                              <a:gd name="T9" fmla="*/ 0 h 423"/>
                              <a:gd name="T10" fmla="*/ 653 w 2379"/>
                              <a:gd name="T11" fmla="*/ 0 h 423"/>
                              <a:gd name="T12" fmla="*/ 453 w 2379"/>
                              <a:gd name="T13" fmla="*/ 141 h 423"/>
                              <a:gd name="T14" fmla="*/ 1926 w 2379"/>
                              <a:gd name="T15" fmla="*/ 141 h 423"/>
                              <a:gd name="T16" fmla="*/ 1726 w 2379"/>
                              <a:gd name="T17" fmla="*/ 0 h 423"/>
                              <a:gd name="T18" fmla="*/ 2053 w 2379"/>
                              <a:gd name="T19" fmla="*/ 0 h 423"/>
                              <a:gd name="T20" fmla="*/ 2379 w 2379"/>
                              <a:gd name="T21" fmla="*/ 212 h 423"/>
                              <a:gd name="T22" fmla="*/ 2053 w 2379"/>
                              <a:gd name="T23" fmla="*/ 423 h 423"/>
                              <a:gd name="T24" fmla="*/ 1726 w 2379"/>
                              <a:gd name="T25" fmla="*/ 423 h 423"/>
                              <a:gd name="T26" fmla="*/ 1926 w 2379"/>
                              <a:gd name="T27" fmla="*/ 283 h 423"/>
                              <a:gd name="T28" fmla="*/ 453 w 2379"/>
                              <a:gd name="T29" fmla="*/ 28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379" h="423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926" y="141"/>
                                </a:lnTo>
                                <a:lnTo>
                                  <a:pt x="1726" y="0"/>
                                </a:lnTo>
                                <a:lnTo>
                                  <a:pt x="2053" y="0"/>
                                </a:lnTo>
                                <a:lnTo>
                                  <a:pt x="2379" y="212"/>
                                </a:lnTo>
                                <a:lnTo>
                                  <a:pt x="2053" y="423"/>
                                </a:lnTo>
                                <a:lnTo>
                                  <a:pt x="1726" y="423"/>
                                </a:lnTo>
                                <a:lnTo>
                                  <a:pt x="1926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4"/>
                        <wps:cNvSpPr>
                          <a:spLocks/>
                        </wps:cNvSpPr>
                        <wps:spPr bwMode="auto">
                          <a:xfrm>
                            <a:off x="4050030" y="1480820"/>
                            <a:ext cx="753110" cy="146685"/>
                          </a:xfrm>
                          <a:custGeom>
                            <a:avLst/>
                            <a:gdLst>
                              <a:gd name="T0" fmla="*/ 453 w 2172"/>
                              <a:gd name="T1" fmla="*/ 282 h 423"/>
                              <a:gd name="T2" fmla="*/ 652 w 2172"/>
                              <a:gd name="T3" fmla="*/ 423 h 423"/>
                              <a:gd name="T4" fmla="*/ 326 w 2172"/>
                              <a:gd name="T5" fmla="*/ 423 h 423"/>
                              <a:gd name="T6" fmla="*/ 0 w 2172"/>
                              <a:gd name="T7" fmla="*/ 211 h 423"/>
                              <a:gd name="T8" fmla="*/ 326 w 2172"/>
                              <a:gd name="T9" fmla="*/ 0 h 423"/>
                              <a:gd name="T10" fmla="*/ 652 w 2172"/>
                              <a:gd name="T11" fmla="*/ 0 h 423"/>
                              <a:gd name="T12" fmla="*/ 452 w 2172"/>
                              <a:gd name="T13" fmla="*/ 141 h 423"/>
                              <a:gd name="T14" fmla="*/ 2172 w 2172"/>
                              <a:gd name="T15" fmla="*/ 141 h 423"/>
                              <a:gd name="T16" fmla="*/ 2172 w 2172"/>
                              <a:gd name="T17" fmla="*/ 282 h 423"/>
                              <a:gd name="T18" fmla="*/ 453 w 217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72" h="423">
                                <a:moveTo>
                                  <a:pt x="453" y="282"/>
                                </a:moveTo>
                                <a:lnTo>
                                  <a:pt x="652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1"/>
                                </a:lnTo>
                                <a:lnTo>
                                  <a:pt x="326" y="0"/>
                                </a:lnTo>
                                <a:lnTo>
                                  <a:pt x="652" y="0"/>
                                </a:lnTo>
                                <a:lnTo>
                                  <a:pt x="452" y="141"/>
                                </a:lnTo>
                                <a:lnTo>
                                  <a:pt x="2172" y="141"/>
                                </a:lnTo>
                                <a:lnTo>
                                  <a:pt x="217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5"/>
                        <wps:cNvSpPr>
                          <a:spLocks/>
                        </wps:cNvSpPr>
                        <wps:spPr bwMode="auto">
                          <a:xfrm>
                            <a:off x="4051300" y="1744980"/>
                            <a:ext cx="762000" cy="146685"/>
                          </a:xfrm>
                          <a:custGeom>
                            <a:avLst/>
                            <a:gdLst>
                              <a:gd name="T0" fmla="*/ 1746 w 2199"/>
                              <a:gd name="T1" fmla="*/ 282 h 423"/>
                              <a:gd name="T2" fmla="*/ 0 w 2199"/>
                              <a:gd name="T3" fmla="*/ 282 h 423"/>
                              <a:gd name="T4" fmla="*/ 0 w 2199"/>
                              <a:gd name="T5" fmla="*/ 141 h 423"/>
                              <a:gd name="T6" fmla="*/ 1746 w 2199"/>
                              <a:gd name="T7" fmla="*/ 141 h 423"/>
                              <a:gd name="T8" fmla="*/ 1546 w 2199"/>
                              <a:gd name="T9" fmla="*/ 0 h 423"/>
                              <a:gd name="T10" fmla="*/ 1873 w 2199"/>
                              <a:gd name="T11" fmla="*/ 0 h 423"/>
                              <a:gd name="T12" fmla="*/ 2199 w 2199"/>
                              <a:gd name="T13" fmla="*/ 211 h 423"/>
                              <a:gd name="T14" fmla="*/ 1873 w 2199"/>
                              <a:gd name="T15" fmla="*/ 423 h 423"/>
                              <a:gd name="T16" fmla="*/ 1546 w 2199"/>
                              <a:gd name="T17" fmla="*/ 423 h 423"/>
                              <a:gd name="T18" fmla="*/ 1746 w 2199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99" h="423">
                                <a:moveTo>
                                  <a:pt x="1746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1746" y="141"/>
                                </a:lnTo>
                                <a:lnTo>
                                  <a:pt x="1546" y="0"/>
                                </a:lnTo>
                                <a:lnTo>
                                  <a:pt x="1873" y="0"/>
                                </a:lnTo>
                                <a:lnTo>
                                  <a:pt x="2199" y="211"/>
                                </a:lnTo>
                                <a:lnTo>
                                  <a:pt x="1873" y="423"/>
                                </a:lnTo>
                                <a:lnTo>
                                  <a:pt x="1546" y="423"/>
                                </a:lnTo>
                                <a:lnTo>
                                  <a:pt x="1746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6"/>
                        <wps:cNvSpPr>
                          <a:spLocks/>
                        </wps:cNvSpPr>
                        <wps:spPr bwMode="auto">
                          <a:xfrm>
                            <a:off x="415925" y="1946275"/>
                            <a:ext cx="146685" cy="309245"/>
                          </a:xfrm>
                          <a:custGeom>
                            <a:avLst/>
                            <a:gdLst>
                              <a:gd name="T0" fmla="*/ 282 w 423"/>
                              <a:gd name="T1" fmla="*/ 453 h 891"/>
                              <a:gd name="T2" fmla="*/ 282 w 423"/>
                              <a:gd name="T3" fmla="*/ 891 h 891"/>
                              <a:gd name="T4" fmla="*/ 141 w 423"/>
                              <a:gd name="T5" fmla="*/ 891 h 891"/>
                              <a:gd name="T6" fmla="*/ 141 w 423"/>
                              <a:gd name="T7" fmla="*/ 453 h 891"/>
                              <a:gd name="T8" fmla="*/ 0 w 423"/>
                              <a:gd name="T9" fmla="*/ 652 h 891"/>
                              <a:gd name="T10" fmla="*/ 0 w 423"/>
                              <a:gd name="T11" fmla="*/ 326 h 891"/>
                              <a:gd name="T12" fmla="*/ 211 w 423"/>
                              <a:gd name="T13" fmla="*/ 0 h 891"/>
                              <a:gd name="T14" fmla="*/ 423 w 423"/>
                              <a:gd name="T15" fmla="*/ 326 h 891"/>
                              <a:gd name="T16" fmla="*/ 423 w 423"/>
                              <a:gd name="T17" fmla="*/ 652 h 891"/>
                              <a:gd name="T18" fmla="*/ 282 w 423"/>
                              <a:gd name="T19" fmla="*/ 453 h 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23" h="891">
                                <a:moveTo>
                                  <a:pt x="282" y="453"/>
                                </a:moveTo>
                                <a:lnTo>
                                  <a:pt x="282" y="891"/>
                                </a:lnTo>
                                <a:lnTo>
                                  <a:pt x="141" y="891"/>
                                </a:lnTo>
                                <a:lnTo>
                                  <a:pt x="141" y="453"/>
                                </a:lnTo>
                                <a:lnTo>
                                  <a:pt x="0" y="652"/>
                                </a:lnTo>
                                <a:lnTo>
                                  <a:pt x="0" y="326"/>
                                </a:lnTo>
                                <a:lnTo>
                                  <a:pt x="211" y="0"/>
                                </a:lnTo>
                                <a:lnTo>
                                  <a:pt x="423" y="326"/>
                                </a:lnTo>
                                <a:lnTo>
                                  <a:pt x="423" y="652"/>
                                </a:lnTo>
                                <a:lnTo>
                                  <a:pt x="282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7"/>
                        <wps:cNvSpPr>
                          <a:spLocks/>
                        </wps:cNvSpPr>
                        <wps:spPr bwMode="auto">
                          <a:xfrm>
                            <a:off x="2289810" y="800735"/>
                            <a:ext cx="550545" cy="146050"/>
                          </a:xfrm>
                          <a:custGeom>
                            <a:avLst/>
                            <a:gdLst>
                              <a:gd name="T0" fmla="*/ 453 w 1589"/>
                              <a:gd name="T1" fmla="*/ 282 h 423"/>
                              <a:gd name="T2" fmla="*/ 653 w 1589"/>
                              <a:gd name="T3" fmla="*/ 423 h 423"/>
                              <a:gd name="T4" fmla="*/ 326 w 1589"/>
                              <a:gd name="T5" fmla="*/ 423 h 423"/>
                              <a:gd name="T6" fmla="*/ 0 w 1589"/>
                              <a:gd name="T7" fmla="*/ 212 h 423"/>
                              <a:gd name="T8" fmla="*/ 326 w 1589"/>
                              <a:gd name="T9" fmla="*/ 0 h 423"/>
                              <a:gd name="T10" fmla="*/ 653 w 1589"/>
                              <a:gd name="T11" fmla="*/ 0 h 423"/>
                              <a:gd name="T12" fmla="*/ 453 w 1589"/>
                              <a:gd name="T13" fmla="*/ 141 h 423"/>
                              <a:gd name="T14" fmla="*/ 1136 w 1589"/>
                              <a:gd name="T15" fmla="*/ 141 h 423"/>
                              <a:gd name="T16" fmla="*/ 936 w 1589"/>
                              <a:gd name="T17" fmla="*/ 0 h 423"/>
                              <a:gd name="T18" fmla="*/ 1263 w 1589"/>
                              <a:gd name="T19" fmla="*/ 0 h 423"/>
                              <a:gd name="T20" fmla="*/ 1589 w 1589"/>
                              <a:gd name="T21" fmla="*/ 212 h 423"/>
                              <a:gd name="T22" fmla="*/ 1263 w 1589"/>
                              <a:gd name="T23" fmla="*/ 423 h 423"/>
                              <a:gd name="T24" fmla="*/ 936 w 1589"/>
                              <a:gd name="T25" fmla="*/ 423 h 423"/>
                              <a:gd name="T26" fmla="*/ 1136 w 1589"/>
                              <a:gd name="T27" fmla="*/ 282 h 423"/>
                              <a:gd name="T28" fmla="*/ 453 w 1589"/>
                              <a:gd name="T2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89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136" y="141"/>
                                </a:lnTo>
                                <a:lnTo>
                                  <a:pt x="936" y="0"/>
                                </a:lnTo>
                                <a:lnTo>
                                  <a:pt x="1263" y="0"/>
                                </a:lnTo>
                                <a:lnTo>
                                  <a:pt x="1589" y="212"/>
                                </a:lnTo>
                                <a:lnTo>
                                  <a:pt x="1263" y="423"/>
                                </a:lnTo>
                                <a:lnTo>
                                  <a:pt x="936" y="423"/>
                                </a:lnTo>
                                <a:lnTo>
                                  <a:pt x="1136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8"/>
                        <wps:cNvSpPr>
                          <a:spLocks/>
                        </wps:cNvSpPr>
                        <wps:spPr bwMode="auto">
                          <a:xfrm>
                            <a:off x="1920875" y="1518920"/>
                            <a:ext cx="331470" cy="146685"/>
                          </a:xfrm>
                          <a:custGeom>
                            <a:avLst/>
                            <a:gdLst>
                              <a:gd name="T0" fmla="*/ 503 w 956"/>
                              <a:gd name="T1" fmla="*/ 282 h 423"/>
                              <a:gd name="T2" fmla="*/ 0 w 956"/>
                              <a:gd name="T3" fmla="*/ 282 h 423"/>
                              <a:gd name="T4" fmla="*/ 0 w 956"/>
                              <a:gd name="T5" fmla="*/ 141 h 423"/>
                              <a:gd name="T6" fmla="*/ 503 w 956"/>
                              <a:gd name="T7" fmla="*/ 141 h 423"/>
                              <a:gd name="T8" fmla="*/ 303 w 956"/>
                              <a:gd name="T9" fmla="*/ 0 h 423"/>
                              <a:gd name="T10" fmla="*/ 630 w 956"/>
                              <a:gd name="T11" fmla="*/ 0 h 423"/>
                              <a:gd name="T12" fmla="*/ 956 w 956"/>
                              <a:gd name="T13" fmla="*/ 211 h 423"/>
                              <a:gd name="T14" fmla="*/ 630 w 956"/>
                              <a:gd name="T15" fmla="*/ 423 h 423"/>
                              <a:gd name="T16" fmla="*/ 303 w 956"/>
                              <a:gd name="T17" fmla="*/ 423 h 423"/>
                              <a:gd name="T18" fmla="*/ 503 w 956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56" h="423">
                                <a:moveTo>
                                  <a:pt x="503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503" y="141"/>
                                </a:lnTo>
                                <a:lnTo>
                                  <a:pt x="303" y="0"/>
                                </a:lnTo>
                                <a:lnTo>
                                  <a:pt x="630" y="0"/>
                                </a:lnTo>
                                <a:lnTo>
                                  <a:pt x="956" y="211"/>
                                </a:lnTo>
                                <a:lnTo>
                                  <a:pt x="630" y="423"/>
                                </a:lnTo>
                                <a:lnTo>
                                  <a:pt x="303" y="423"/>
                                </a:lnTo>
                                <a:lnTo>
                                  <a:pt x="50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9"/>
                        <wps:cNvSpPr>
                          <a:spLocks/>
                        </wps:cNvSpPr>
                        <wps:spPr bwMode="auto">
                          <a:xfrm>
                            <a:off x="2284730" y="1601470"/>
                            <a:ext cx="239395" cy="146685"/>
                          </a:xfrm>
                          <a:custGeom>
                            <a:avLst/>
                            <a:gdLst>
                              <a:gd name="T0" fmla="*/ 453 w 692"/>
                              <a:gd name="T1" fmla="*/ 282 h 423"/>
                              <a:gd name="T2" fmla="*/ 653 w 692"/>
                              <a:gd name="T3" fmla="*/ 423 h 423"/>
                              <a:gd name="T4" fmla="*/ 327 w 692"/>
                              <a:gd name="T5" fmla="*/ 423 h 423"/>
                              <a:gd name="T6" fmla="*/ 0 w 692"/>
                              <a:gd name="T7" fmla="*/ 211 h 423"/>
                              <a:gd name="T8" fmla="*/ 327 w 692"/>
                              <a:gd name="T9" fmla="*/ 0 h 423"/>
                              <a:gd name="T10" fmla="*/ 653 w 692"/>
                              <a:gd name="T11" fmla="*/ 0 h 423"/>
                              <a:gd name="T12" fmla="*/ 453 w 692"/>
                              <a:gd name="T13" fmla="*/ 141 h 423"/>
                              <a:gd name="T14" fmla="*/ 692 w 692"/>
                              <a:gd name="T15" fmla="*/ 141 h 423"/>
                              <a:gd name="T16" fmla="*/ 692 w 692"/>
                              <a:gd name="T17" fmla="*/ 282 h 423"/>
                              <a:gd name="T18" fmla="*/ 453 w 69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92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7" y="423"/>
                                </a:lnTo>
                                <a:lnTo>
                                  <a:pt x="0" y="211"/>
                                </a:lnTo>
                                <a:lnTo>
                                  <a:pt x="327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692" y="141"/>
                                </a:lnTo>
                                <a:lnTo>
                                  <a:pt x="69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0"/>
                        <wps:cNvSpPr>
                          <a:spLocks/>
                        </wps:cNvSpPr>
                        <wps:spPr bwMode="auto">
                          <a:xfrm>
                            <a:off x="1919605" y="509270"/>
                            <a:ext cx="425450" cy="1763395"/>
                          </a:xfrm>
                          <a:custGeom>
                            <a:avLst/>
                            <a:gdLst>
                              <a:gd name="T0" fmla="*/ 453 w 1228"/>
                              <a:gd name="T1" fmla="*/ 283 h 5089"/>
                              <a:gd name="T2" fmla="*/ 653 w 1228"/>
                              <a:gd name="T3" fmla="*/ 423 h 5089"/>
                              <a:gd name="T4" fmla="*/ 326 w 1228"/>
                              <a:gd name="T5" fmla="*/ 423 h 5089"/>
                              <a:gd name="T6" fmla="*/ 0 w 1228"/>
                              <a:gd name="T7" fmla="*/ 212 h 5089"/>
                              <a:gd name="T8" fmla="*/ 326 w 1228"/>
                              <a:gd name="T9" fmla="*/ 0 h 5089"/>
                              <a:gd name="T10" fmla="*/ 653 w 1228"/>
                              <a:gd name="T11" fmla="*/ 0 h 5089"/>
                              <a:gd name="T12" fmla="*/ 453 w 1228"/>
                              <a:gd name="T13" fmla="*/ 141 h 5089"/>
                              <a:gd name="T14" fmla="*/ 1014 w 1228"/>
                              <a:gd name="T15" fmla="*/ 141 h 5089"/>
                              <a:gd name="T16" fmla="*/ 1085 w 1228"/>
                              <a:gd name="T17" fmla="*/ 141 h 5089"/>
                              <a:gd name="T18" fmla="*/ 1085 w 1228"/>
                              <a:gd name="T19" fmla="*/ 212 h 5089"/>
                              <a:gd name="T20" fmla="*/ 1085 w 1228"/>
                              <a:gd name="T21" fmla="*/ 4252 h 5089"/>
                              <a:gd name="T22" fmla="*/ 1085 w 1228"/>
                              <a:gd name="T23" fmla="*/ 4444 h 5089"/>
                              <a:gd name="T24" fmla="*/ 1086 w 1228"/>
                              <a:gd name="T25" fmla="*/ 4636 h 5089"/>
                              <a:gd name="T26" fmla="*/ 1226 w 1228"/>
                              <a:gd name="T27" fmla="*/ 4435 h 5089"/>
                              <a:gd name="T28" fmla="*/ 1228 w 1228"/>
                              <a:gd name="T29" fmla="*/ 4761 h 5089"/>
                              <a:gd name="T30" fmla="*/ 1020 w 1228"/>
                              <a:gd name="T31" fmla="*/ 5089 h 5089"/>
                              <a:gd name="T32" fmla="*/ 805 w 1228"/>
                              <a:gd name="T33" fmla="*/ 4765 h 5089"/>
                              <a:gd name="T34" fmla="*/ 803 w 1228"/>
                              <a:gd name="T35" fmla="*/ 4438 h 5089"/>
                              <a:gd name="T36" fmla="*/ 945 w 1228"/>
                              <a:gd name="T37" fmla="*/ 4637 h 5089"/>
                              <a:gd name="T38" fmla="*/ 943 w 1228"/>
                              <a:gd name="T39" fmla="*/ 4444 h 5089"/>
                              <a:gd name="T40" fmla="*/ 943 w 1228"/>
                              <a:gd name="T41" fmla="*/ 4444 h 5089"/>
                              <a:gd name="T42" fmla="*/ 943 w 1228"/>
                              <a:gd name="T43" fmla="*/ 4443 h 5089"/>
                              <a:gd name="T44" fmla="*/ 943 w 1228"/>
                              <a:gd name="T45" fmla="*/ 4252 h 5089"/>
                              <a:gd name="T46" fmla="*/ 943 w 1228"/>
                              <a:gd name="T47" fmla="*/ 283 h 5089"/>
                              <a:gd name="T48" fmla="*/ 453 w 1228"/>
                              <a:gd name="T49" fmla="*/ 283 h 50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28" h="5089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014" y="141"/>
                                </a:lnTo>
                                <a:lnTo>
                                  <a:pt x="1085" y="141"/>
                                </a:lnTo>
                                <a:lnTo>
                                  <a:pt x="1085" y="212"/>
                                </a:lnTo>
                                <a:lnTo>
                                  <a:pt x="1085" y="4252"/>
                                </a:lnTo>
                                <a:lnTo>
                                  <a:pt x="1085" y="4444"/>
                                </a:lnTo>
                                <a:lnTo>
                                  <a:pt x="1086" y="4636"/>
                                </a:lnTo>
                                <a:lnTo>
                                  <a:pt x="1226" y="4435"/>
                                </a:lnTo>
                                <a:lnTo>
                                  <a:pt x="1228" y="4761"/>
                                </a:lnTo>
                                <a:lnTo>
                                  <a:pt x="1020" y="5089"/>
                                </a:lnTo>
                                <a:lnTo>
                                  <a:pt x="805" y="4765"/>
                                </a:lnTo>
                                <a:lnTo>
                                  <a:pt x="803" y="4438"/>
                                </a:lnTo>
                                <a:lnTo>
                                  <a:pt x="945" y="4637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3"/>
                                </a:lnTo>
                                <a:lnTo>
                                  <a:pt x="943" y="4252"/>
                                </a:lnTo>
                                <a:lnTo>
                                  <a:pt x="943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70560" y="383540"/>
                            <a:ext cx="6686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Aplicació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95045" y="609310"/>
                            <a:ext cx="915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1461AE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1461AE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93212" y="1622425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E94E7C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5836" y="2315845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08150" y="2336058"/>
                            <a:ext cx="11436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708150" y="2497513"/>
                            <a:ext cx="1173343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Con pantalla táctil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7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32415" y="1517015"/>
                            <a:ext cx="5543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Batería 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691023" y="1704183"/>
                            <a:ext cx="1219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E94E7C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032610" y="718185"/>
                            <a:ext cx="11982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Radio inhalámbrica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061970" y="948483"/>
                            <a:ext cx="11436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2026" y="1202583"/>
                            <a:ext cx="15963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1461AE">
                              <w:r w:rsidRPr="00AC3EF9">
                                <w:rPr>
                                  <w:b/>
                                  <w:bCs/>
                                  <w:color w:val="FF0000"/>
                                  <w:lang w:val="en-US"/>
                                </w:rPr>
                                <w:t>_________</w:t>
                              </w:r>
                              <w:r w:rsidR="00E94E7C">
                                <w:rPr>
                                  <w:b/>
                                  <w:bCs/>
                                  <w:color w:val="141515"/>
                                  <w:lang w:val="en-US"/>
                                </w:rPr>
                                <w:t xml:space="preserve"> </w:t>
                              </w:r>
                              <w:r w:rsidR="00FB37FE">
                                <w:rPr>
                                  <w:b/>
                                  <w:bCs/>
                                  <w:color w:val="141515"/>
                                  <w:lang w:val="en-US"/>
                                </w:rPr>
                                <w:t>a los sensores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71716" y="1386840"/>
                            <a:ext cx="15367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(m</w:t>
                              </w:r>
                              <w:r w:rsidR="00FB37FE">
                                <w:rPr>
                                  <w:color w:val="141515"/>
                                  <w:lang w:val="en-US"/>
                                </w:rPr>
                                <w:t>ovimiento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, </w:t>
                              </w:r>
                              <w:r w:rsidR="00FB37FE">
                                <w:rPr>
                                  <w:color w:val="141515"/>
                                  <w:lang w:val="en-US"/>
                                </w:rPr>
                                <w:t>magnético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20916" y="1548130"/>
                            <a:ext cx="15875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1461AE"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>, h</w:t>
                              </w:r>
                              <w:r w:rsidR="00FB37FE">
                                <w:rPr>
                                  <w:color w:val="141515"/>
                                  <w:lang w:val="en-US"/>
                                </w:rPr>
                                <w:t>umedad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40435" y="1708785"/>
                            <a:ext cx="9861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giroscopio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 xml:space="preserve">, etc.)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602230" y="93831"/>
                            <a:ext cx="104076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Altamente integrado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72055" y="229721"/>
                            <a:ext cx="13716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 w:rsidRPr="00FB37FE"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FB37FE"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 xml:space="preserve"> de aplicación específica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Line 37"/>
                        <wps:cNvCnPr/>
                        <wps:spPr bwMode="auto">
                          <a:xfrm>
                            <a:off x="5217795" y="332740"/>
                            <a:ext cx="0" cy="389255"/>
                          </a:xfrm>
                          <a:prstGeom prst="line">
                            <a:avLst/>
                          </a:prstGeom>
                          <a:noFill/>
                          <a:ln w="2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5189855" y="305435"/>
                            <a:ext cx="55245" cy="55245"/>
                          </a:xfrm>
                          <a:prstGeom prst="ellipse">
                            <a:avLst/>
                          </a:prstGeom>
                          <a:solidFill>
                            <a:srgbClr val="141515"/>
                          </a:solidFill>
                          <a:ln w="4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9"/>
                        <wps:cNvSpPr>
                          <a:spLocks/>
                        </wps:cNvSpPr>
                        <wps:spPr bwMode="auto">
                          <a:xfrm>
                            <a:off x="5112385" y="237490"/>
                            <a:ext cx="56515" cy="169545"/>
                          </a:xfrm>
                          <a:custGeom>
                            <a:avLst/>
                            <a:gdLst>
                              <a:gd name="T0" fmla="*/ 164 w 164"/>
                              <a:gd name="T1" fmla="*/ 488 h 488"/>
                              <a:gd name="T2" fmla="*/ 0 w 164"/>
                              <a:gd name="T3" fmla="*/ 244 h 488"/>
                              <a:gd name="T4" fmla="*/ 164 w 164"/>
                              <a:gd name="T5" fmla="*/ 0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8">
                                <a:moveTo>
                                  <a:pt x="164" y="488"/>
                                </a:moveTo>
                                <a:cubicBezTo>
                                  <a:pt x="65" y="450"/>
                                  <a:pt x="0" y="353"/>
                                  <a:pt x="0" y="244"/>
                                </a:cubicBezTo>
                                <a:cubicBezTo>
                                  <a:pt x="0" y="135"/>
                                  <a:pt x="65" y="38"/>
                                  <a:pt x="164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0"/>
                        <wps:cNvSpPr>
                          <a:spLocks/>
                        </wps:cNvSpPr>
                        <wps:spPr bwMode="auto">
                          <a:xfrm>
                            <a:off x="5259070" y="236220"/>
                            <a:ext cx="56515" cy="16827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487"/>
                              <a:gd name="T2" fmla="*/ 164 w 164"/>
                              <a:gd name="T3" fmla="*/ 244 h 487"/>
                              <a:gd name="T4" fmla="*/ 0 w 164"/>
                              <a:gd name="T5" fmla="*/ 48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7">
                                <a:moveTo>
                                  <a:pt x="0" y="0"/>
                                </a:moveTo>
                                <a:cubicBezTo>
                                  <a:pt x="98" y="37"/>
                                  <a:pt x="164" y="135"/>
                                  <a:pt x="164" y="244"/>
                                </a:cubicBezTo>
                                <a:cubicBezTo>
                                  <a:pt x="164" y="353"/>
                                  <a:pt x="98" y="450"/>
                                  <a:pt x="0" y="487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1"/>
                        <wps:cNvSpPr>
                          <a:spLocks/>
                        </wps:cNvSpPr>
                        <wps:spPr bwMode="auto">
                          <a:xfrm>
                            <a:off x="5295900" y="193675"/>
                            <a:ext cx="85725" cy="257175"/>
                          </a:xfrm>
                          <a:custGeom>
                            <a:avLst/>
                            <a:gdLst>
                              <a:gd name="T0" fmla="*/ 0 w 247"/>
                              <a:gd name="T1" fmla="*/ 0 h 742"/>
                              <a:gd name="T2" fmla="*/ 247 w 247"/>
                              <a:gd name="T3" fmla="*/ 371 h 742"/>
                              <a:gd name="T4" fmla="*/ 0 w 247"/>
                              <a:gd name="T5" fmla="*/ 742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0" y="0"/>
                                </a:moveTo>
                                <a:cubicBezTo>
                                  <a:pt x="148" y="57"/>
                                  <a:pt x="247" y="205"/>
                                  <a:pt x="247" y="371"/>
                                </a:cubicBezTo>
                                <a:cubicBezTo>
                                  <a:pt x="247" y="537"/>
                                  <a:pt x="148" y="685"/>
                                  <a:pt x="0" y="742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2"/>
                        <wps:cNvSpPr>
                          <a:spLocks/>
                        </wps:cNvSpPr>
                        <wps:spPr bwMode="auto">
                          <a:xfrm>
                            <a:off x="5037455" y="193675"/>
                            <a:ext cx="85725" cy="256540"/>
                          </a:xfrm>
                          <a:custGeom>
                            <a:avLst/>
                            <a:gdLst>
                              <a:gd name="T0" fmla="*/ 247 w 247"/>
                              <a:gd name="T1" fmla="*/ 742 h 742"/>
                              <a:gd name="T2" fmla="*/ 0 w 247"/>
                              <a:gd name="T3" fmla="*/ 371 h 742"/>
                              <a:gd name="T4" fmla="*/ 247 w 247"/>
                              <a:gd name="T5" fmla="*/ 0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247" y="742"/>
                                </a:moveTo>
                                <a:cubicBezTo>
                                  <a:pt x="99" y="685"/>
                                  <a:pt x="0" y="537"/>
                                  <a:pt x="0" y="371"/>
                                </a:cubicBezTo>
                                <a:cubicBezTo>
                                  <a:pt x="0" y="205"/>
                                  <a:pt x="99" y="56"/>
                                  <a:pt x="247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resliace plátno 88" o:spid="_x0000_s1026" editas="canvas" style="width:453.75pt;height:216.7pt;mso-position-horizontal-relative:char;mso-position-vertical-relative:line" coordsize="57626,2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26;height:27520;visibility:visible;mso-wrap-style:square">
                  <v:fill o:detectmouseclick="t"/>
                  <v:path o:connecttype="none"/>
                </v:shape>
                <v:rect id="Rectangle 5" o:spid="_x0000_s1028" style="position:absolute;left:31;top:31;width:46971;height:2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" fillcolor="#ebebeb" strokecolor="#141515" strokeweight="28e-5mm"/>
                <v:rect id="Rectangle 6" o:spid="_x0000_s1029" style="position:absolute;left:1155;top:1504;width:1800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" fillcolor="#ddf9df" strokecolor="#141515" strokeweight="53e-5mm"/>
                <v:rect id="Rectangle 7" o:spid="_x0000_s1030" style="position:absolute;left:1123;top:11252;width:18003;height:8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" fillcolor="#ebf28a" strokecolor="#141515" strokeweight="53e-5mm"/>
                <v:rect id="Rectangle 8" o:spid="_x0000_s1031" style="position:absolute;left:28479;top:4641;width:1548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" fillcolor="#ffdccb" strokecolor="#141515" strokeweight="53e-5mm"/>
                <v:rect id="Rectangle 9" o:spid="_x0000_s1032" style="position:absolute;left:25355;top:13950;width:15158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" fillcolor="#fcc900" strokecolor="#141515" strokeweight="53e-5mm"/>
                <v:rect id="Rectangle 10" o:spid="_x0000_s1033" style="position:absolute;left:48063;top:13849;width:9506;height:6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" fillcolor="#ffd9a8" strokecolor="#141515" strokeweight="53e-5mm"/>
                <v:rect id="Rectangle 11" o:spid="_x0000_s1034" style="position:absolute;left:190;top:22599;width:867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" fillcolor="#fffadd" strokecolor="#141515" strokeweight="53e-5mm"/>
                <v:rect id="Rectangle 12" o:spid="_x0000_s1035" style="position:absolute;left:15595;top:22625;width:13792;height:4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" fillcolor="#fffadd" strokecolor="#141515" strokeweight="53e-5mm"/>
                <v:shape id="Freeform 13" o:spid="_x0000_s1036" style="position:absolute;left:43916;top:6413;width:8242;height:1461;visibility:visible;mso-wrap-style:square;v-text-anchor:top" coordsize="237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" path="m453,283l653,423r-327,l,212,326,,653,,453,141r1473,l1726,r327,l2379,212,2053,423r-327,l1926,283r-1473,xe" fillcolor="#0092ca" stroked="f">
                  <v:path arrowok="t" o:connecttype="custom" o:connectlocs="156947,97712;226239,146050;112946,146050;0,73198;112946,0;226239,0;156947,48683;667283,48683;597991,0;711284,0;824230,73198;711284,146050;597991,146050;667283,97712;156947,97712" o:connectangles="0,0,0,0,0,0,0,0,0,0,0,0,0,0,0"/>
                </v:shape>
                <v:shape id="Freeform 14" o:spid="_x0000_s1037" style="position:absolute;left:40500;top:14808;width:7531;height:1467;visibility:visible;mso-wrap-style:square;v-text-anchor:top" coordsize="217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" path="m453,282l652,423r-326,l,211,326,,652,,452,141r1720,l2172,282r-1719,xe" fillcolor="#0092ca" stroked="f">
                  <v:path arrowok="t" o:connecttype="custom" o:connectlocs="157071,97790;226072,146685;113036,146685;0,73169;113036,0;226072,0;156725,48895;753110,48895;753110,97790;157071,97790" o:connectangles="0,0,0,0,0,0,0,0,0,0"/>
                </v:shape>
                <v:shape id="Freeform 15" o:spid="_x0000_s1038" style="position:absolute;left:40513;top:17449;width:7620;height:1467;visibility:visible;mso-wrap-style:square;v-text-anchor:top" coordsize="219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" path="m1746,282l,282,,141r1746,l1546,r327,l2199,211,1873,423r-327,l1746,282xe" fillcolor="#0092ca" stroked="f">
                  <v:path arrowok="t" o:connecttype="custom" o:connectlocs="605026,97790;0,97790;0,48895;605026,48895;535722,0;649034,0;762000,73169;649034,146685;535722,146685;605026,97790" o:connectangles="0,0,0,0,0,0,0,0,0,0"/>
                </v:shape>
                <v:shape id="Freeform 16" o:spid="_x0000_s1039" style="position:absolute;left:4159;top:19462;width:1467;height:3093;visibility:visible;mso-wrap-style:square;v-text-anchor:top" coordsize="423,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" path="m282,453r,438l141,891r,-438l,652,,326,211,,423,326r,326l282,453xe" fillcolor="#0092ca" stroked="f">
                  <v:path arrowok="t" o:connecttype="custom" o:connectlocs="97790,157226;97790,309245;48895,309245;48895,157226;0,226294;0,113147;73169,0;146685,113147;146685,226294;97790,157226" o:connectangles="0,0,0,0,0,0,0,0,0,0"/>
                </v:shape>
                <v:shape id="Freeform 17" o:spid="_x0000_s1040" style="position:absolute;left:22898;top:8007;width:5505;height:1460;visibility:visible;mso-wrap-style:square;v-text-anchor:top" coordsize="158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" path="m453,282l653,423r-327,l,212,326,,653,,453,141r683,l936,r327,l1589,212,1263,423r-327,l1136,282r-683,xe" fillcolor="#0092ca" stroked="f">
                  <v:path arrowok="t" o:connecttype="custom" o:connectlocs="156952,97367;226247,146050;112950,146050;0,73198;112950,0;226247,0;156952,48683;393593,48683;324298,0;437595,0;550545,73198;437595,146050;324298,146050;393593,97367;156952,97367" o:connectangles="0,0,0,0,0,0,0,0,0,0,0,0,0,0,0"/>
                </v:shape>
                <v:shape id="Freeform 18" o:spid="_x0000_s1041" style="position:absolute;left:19208;top:15189;width:3315;height:1467;visibility:visible;mso-wrap-style:square;v-text-anchor:top" coordsize="956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" path="m503,282l,282,,141r503,l303,,630,,956,211,630,423r-327,l503,282xe" fillcolor="#0092ca" stroked="f">
                  <v:path arrowok="t" o:connecttype="custom" o:connectlocs="174403,97790;0,97790;0,48895;174403,48895;105058,0;218437,0;331470,73169;218437,146685;105058,146685;174403,97790" o:connectangles="0,0,0,0,0,0,0,0,0,0"/>
                </v:shape>
                <v:shape id="Freeform 19" o:spid="_x0000_s1042" style="position:absolute;left:22847;top:16014;width:2394;height:1467;visibility:visible;mso-wrap-style:square;v-text-anchor:top" coordsize="69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" path="m453,282l653,423r-326,l,211,327,,653,,453,141r239,l692,282r-239,xe" fillcolor="#0092ca" stroked="f">
                  <v:path arrowok="t" o:connecttype="custom" o:connectlocs="156714,97790;225903,146685;113125,146685;0,73169;113125,0;225903,0;156714,48895;239395,48895;239395,97790;156714,97790" o:connectangles="0,0,0,0,0,0,0,0,0,0"/>
                </v:shape>
                <v:shape id="Freeform 20" o:spid="_x0000_s1043" style="position:absolute;left:19196;top:5092;width:4254;height:17634;visibility:visible;mso-wrap-style:square;v-text-anchor:top" coordsize="1228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" path="m453,283l653,423r-327,l,212,326,,653,,453,141r561,l1085,141r,71l1085,4252r,192l1086,4636r140,-201l1228,4761r-208,328l805,4765r-2,-327l945,4637r-2,-193l943,4444r,-1l943,4252r,-3969l453,283xe" fillcolor="#0092ca" stroked="f">
                  <v:path arrowok="t" o:connecttype="custom" o:connectlocs="156945,98063;226237,146574;112945,146574;0,73460;112945,0;226237,0;156945,48858;351308,48858;375907,48858;375907,73460;375907,1473365;375907,1539895;376253,1606425;424757,1536777;425450,1649739;353387,1763395;278898,1651125;278205,1537816;327402,1606772;326710,1539895;326710,1539895;326710,1539549;326710,1473365;326710,98063;156945,98063" o:connectangles="0,0,0,0,0,0,0,0,0,0,0,0,0,0,0,0,0,0,0,0,0,0,0,0,0"/>
                </v:shape>
                <v:rect id="Rectangle 21" o:spid="_x0000_s1044" style="position:absolute;left:6705;top:3835;width:668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Aplicació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22" o:spid="_x0000_s1045" style="position:absolute;left:5950;top:6093;width:9150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Pr="001461AE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1461AE">
                          <w:rPr>
                            <w:color w:val="FF0000"/>
                            <w:u w:val="single"/>
                            <w:lang w:val="en-US"/>
                          </w:rPr>
                          <w:t>____________</w:t>
                        </w:r>
                      </w:p>
                    </w:txbxContent>
                  </v:textbox>
                </v:rect>
                <v:rect id="Rectangle 23" o:spid="_x0000_s1046" style="position:absolute;left:49932;top:16224;width:610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:rsidR="00E94E7C" w:rsidRPr="00E94E7C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4" o:spid="_x0000_s1047" style="position:absolute;left:1458;top:23158;width:610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Pr="00015FBB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5" o:spid="_x0000_s1048" style="position:absolute;left:17081;top:23360;width:1143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<v:textbox style="mso-fit-shape-to-text:t" inset="0,0,0,0">
                    <w:txbxContent>
                      <w:p w:rsidR="00E94E7C" w:rsidRPr="00015FBB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</w:t>
                        </w:r>
                      </w:p>
                    </w:txbxContent>
                  </v:textbox>
                </v:rect>
                <v:rect id="Rectangle 26" o:spid="_x0000_s1049" style="position:absolute;left:17081;top:24975;width:11733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Con pantalla táctil</w:t>
                        </w:r>
                      </w:p>
                    </w:txbxContent>
                  </v:textbox>
                </v:rect>
                <v:rect id="Rectangle 27" o:spid="_x0000_s1050" style="position:absolute;left:30324;top:15170;width:554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8jO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zn8fkk/QG7fAAAA//8DAFBLAQItABQABgAIAAAAIQDb4fbL7gAAAIUBAAATAAAAAAAAAAAAAAAA&#10;AAAAAABbQ29udGVudF9UeXBlc10ueG1sUEsBAi0AFAAGAAgAAAAhAFr0LFu/AAAAFQEAAAsAAAAA&#10;AAAAAAAAAAAAHwEAAF9yZWxzLy5yZWxzUEsBAi0AFAAGAAgAAAAhABZ3yM7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Batería y</w:t>
                        </w:r>
                      </w:p>
                    </w:txbxContent>
                  </v:textbox>
                </v:rect>
                <v:rect id="Rectangle 28" o:spid="_x0000_s1051" style="position:absolute;left:26910;top:17041;width:1219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Pr="00E94E7C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________________</w:t>
                        </w:r>
                      </w:p>
                    </w:txbxContent>
                  </v:textbox>
                </v:rect>
                <v:rect id="Rectangle 29" o:spid="_x0000_s1052" style="position:absolute;left:30326;top:7181;width:1198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Radio inhalámbrica</w:t>
                        </w:r>
                      </w:p>
                    </w:txbxContent>
                  </v:textbox>
                </v:rect>
                <v:rect id="Rectangle 30" o:spid="_x0000_s1053" style="position:absolute;left:30619;top:9484;width:1143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Pr="00015FBB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</w:t>
                        </w:r>
                      </w:p>
                    </w:txbxContent>
                  </v:textbox>
                </v:rect>
                <v:rect id="Rectangle 31" o:spid="_x0000_s1054" style="position:absolute;left:2120;top:12025;width:1596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1461AE">
                        <w:r w:rsidRPr="00AC3EF9">
                          <w:rPr>
                            <w:b/>
                            <w:bCs/>
                            <w:color w:val="FF0000"/>
                            <w:lang w:val="en-US"/>
                          </w:rPr>
                          <w:t>_________</w:t>
                        </w:r>
                        <w:r w:rsidR="00E94E7C">
                          <w:rPr>
                            <w:b/>
                            <w:bCs/>
                            <w:color w:val="141515"/>
                            <w:lang w:val="en-US"/>
                          </w:rPr>
                          <w:t xml:space="preserve"> </w:t>
                        </w:r>
                        <w:r w:rsidR="00FB37FE">
                          <w:rPr>
                            <w:b/>
                            <w:bCs/>
                            <w:color w:val="141515"/>
                            <w:lang w:val="en-US"/>
                          </w:rPr>
                          <w:t>a los sensores</w:t>
                        </w:r>
                      </w:p>
                    </w:txbxContent>
                  </v:textbox>
                </v:rect>
                <v:rect id="Rectangle 32" o:spid="_x0000_s1055" style="position:absolute;left:2717;top:13868;width:1536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(m</w:t>
                        </w:r>
                        <w:r w:rsidR="00FB37FE">
                          <w:rPr>
                            <w:color w:val="141515"/>
                            <w:lang w:val="en-US"/>
                          </w:rPr>
                          <w:t>ovimiento</w:t>
                        </w:r>
                        <w:r>
                          <w:rPr>
                            <w:color w:val="141515"/>
                            <w:lang w:val="en-US"/>
                          </w:rPr>
                          <w:t xml:space="preserve">, </w:t>
                        </w:r>
                        <w:r w:rsidR="00FB37FE">
                          <w:rPr>
                            <w:color w:val="141515"/>
                            <w:lang w:val="en-US"/>
                          </w:rPr>
                          <w:t>magnético</w:t>
                        </w:r>
                        <w:r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3" o:spid="_x0000_s1056" style="position:absolute;left:2209;top:15481;width:15875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<v:textbox style="mso-fit-shape-to-text:t" inset="0,0,0,0">
                    <w:txbxContent>
                      <w:p w:rsidR="00E94E7C" w:rsidRDefault="001461AE"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>, h</w:t>
                        </w:r>
                        <w:r w:rsidR="00FB37FE">
                          <w:rPr>
                            <w:color w:val="141515"/>
                            <w:lang w:val="en-US"/>
                          </w:rPr>
                          <w:t>umedad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4" o:spid="_x0000_s1057" style="position:absolute;left:5404;top:17087;width:986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giroscopio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 xml:space="preserve">, etc.) </w:t>
                        </w:r>
                      </w:p>
                    </w:txbxContent>
                  </v:textbox>
                </v:rect>
                <v:rect id="Rectangle 35" o:spid="_x0000_s1058" style="position:absolute;left:26022;top:938;width:10407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Altamente integrado</w:t>
                        </w:r>
                      </w:p>
                    </w:txbxContent>
                  </v:textbox>
                </v:rect>
                <v:rect id="Rectangle 36" o:spid="_x0000_s1059" style="position:absolute;left:24720;top:2297;width:1371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FB37FE">
                        <w:r w:rsidRPr="00FB37FE"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C</w:t>
                        </w:r>
                        <w:r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FB37FE"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 xml:space="preserve"> de aplicación específica</w:t>
                        </w:r>
                      </w:p>
                    </w:txbxContent>
                  </v:textbox>
                </v:rect>
                <v:line id="Line 37" o:spid="_x0000_s1060" style="position:absolute;visibility:visible;mso-wrap-style:square" from="52177,3327" to="52177,7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" strokecolor="#141515" strokeweight="81e-5mm">
                  <v:stroke joinstyle="miter"/>
                </v:line>
                <v:oval id="Oval 38" o:spid="_x0000_s1061" style="position:absolute;left:51898;top:3054;width:553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" fillcolor="#141515" strokecolor="#141515" strokeweight="1e-4mm">
                  <v:stroke joinstyle="miter"/>
                </v:oval>
                <v:shape id="Freeform 39" o:spid="_x0000_s1062" style="position:absolute;left:51123;top:2374;width:566;height:1696;visibility:visible;mso-wrap-style:square;v-text-anchor:top" coordsize="164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" path="m164,488c65,450,,353,,244,,135,65,38,164,e" filled="f" strokecolor="#141515" strokeweight="53e-5mm">
                  <v:stroke joinstyle="miter"/>
                  <v:path arrowok="t" o:connecttype="custom" o:connectlocs="56515,169545;0,84773;56515,0" o:connectangles="0,0,0"/>
                </v:shape>
                <v:shape id="Freeform 40" o:spid="_x0000_s1063" style="position:absolute;left:52590;top:2362;width:565;height:1682;visibility:visible;mso-wrap-style:square;v-text-anchor:top" coordsize="16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" path="m,c98,37,164,135,164,244,164,353,98,450,,487e" filled="f" strokecolor="#141515" strokeweight="53e-5mm">
                  <v:stroke joinstyle="miter"/>
                  <v:path arrowok="t" o:connecttype="custom" o:connectlocs="0,0;56515,84310;0,168275" o:connectangles="0,0,0"/>
                </v:shape>
                <v:shape id="Freeform 41" o:spid="_x0000_s1064" style="position:absolute;left:52959;top:1936;width:857;height:2572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" path="m,c148,57,247,205,247,371,247,537,148,685,,742e" filled="f" strokecolor="#141515" strokeweight="53e-5mm">
                  <v:stroke joinstyle="miter"/>
                  <v:path arrowok="t" o:connecttype="custom" o:connectlocs="0,0;85725,128588;0,257175" o:connectangles="0,0,0"/>
                </v:shape>
                <v:shape id="Freeform 42" o:spid="_x0000_s1065" style="position:absolute;left:50374;top:1936;width:857;height:2566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" path="m247,742c99,685,,537,,371,,205,99,56,247,e" filled="f" strokecolor="#141515" strokeweight="53e-5mm">
                  <v:stroke joinstyle="miter"/>
                  <v:path arrowok="t" o:connecttype="custom" o:connectlocs="85725,256540;0,128270;85725,0" o:connectangles="0,0,0"/>
                </v:shape>
                <w10:anchorlock/>
              </v:group>
            </w:pict>
          </mc:Fallback>
        </mc:AlternateContent>
      </w:r>
    </w:p>
    <w:p w:rsidR="001922A0" w:rsidRDefault="001922A0" w:rsidP="001922A0">
      <w:pPr>
        <w:rPr>
          <w:lang w:val="en-GB"/>
        </w:rPr>
      </w:pPr>
    </w:p>
    <w:p w:rsidR="00015FBB" w:rsidRPr="006F304B" w:rsidRDefault="00E94E7C" w:rsidP="00015FBB">
      <w:pPr>
        <w:rPr>
          <w:b/>
        </w:rPr>
      </w:pPr>
      <w:r w:rsidRPr="00FB37FE">
        <w:rPr>
          <w:b/>
          <w:lang w:val="es-ES"/>
        </w:rPr>
        <w:t>B</w:t>
      </w:r>
      <w:r w:rsidR="00FB37FE" w:rsidRPr="00FB37FE">
        <w:rPr>
          <w:b/>
          <w:lang w:val="es-ES"/>
        </w:rPr>
        <w:t>atería</w:t>
      </w:r>
      <w:r w:rsidR="00FB37FE">
        <w:rPr>
          <w:b/>
          <w:lang w:val="es-ES"/>
        </w:rPr>
        <w:t xml:space="preserve">  a</w:t>
      </w:r>
      <w:r w:rsidR="00FB37FE" w:rsidRPr="00FB37FE">
        <w:rPr>
          <w:b/>
          <w:lang w:val="es-ES"/>
        </w:rPr>
        <w:t xml:space="preserve">dministración de energía </w:t>
      </w:r>
      <w:r w:rsidR="00FB37FE">
        <w:rPr>
          <w:b/>
          <w:lang w:val="es-ES"/>
        </w:rPr>
        <w:t xml:space="preserve">   s</w:t>
      </w:r>
      <w:r w:rsidR="00015FBB" w:rsidRPr="00FB37FE">
        <w:rPr>
          <w:b/>
          <w:lang w:val="es-ES"/>
        </w:rPr>
        <w:t>ensor</w:t>
      </w:r>
      <w:r w:rsidR="00FB37FE">
        <w:rPr>
          <w:b/>
          <w:lang w:val="es-ES"/>
        </w:rPr>
        <w:t>e</w:t>
      </w:r>
      <w:r w:rsidR="00015FBB" w:rsidRPr="00FB37FE">
        <w:rPr>
          <w:b/>
          <w:lang w:val="es-ES"/>
        </w:rPr>
        <w:t xml:space="preserve">s          </w:t>
      </w:r>
      <w:r w:rsidR="00FB37FE">
        <w:rPr>
          <w:b/>
          <w:lang w:val="es-ES"/>
        </w:rPr>
        <w:t>procesador</w:t>
      </w:r>
      <w:r w:rsidRPr="00FB37FE">
        <w:rPr>
          <w:b/>
          <w:lang w:val="es-ES"/>
        </w:rPr>
        <w:t xml:space="preserve">         </w:t>
      </w:r>
      <w:r w:rsidR="00FB37FE">
        <w:rPr>
          <w:b/>
          <w:lang w:val="es-ES"/>
        </w:rPr>
        <w:t>transmisor/receptor</w:t>
      </w:r>
    </w:p>
    <w:p w:rsidR="00015FBB" w:rsidRPr="00FB37FE" w:rsidRDefault="00015FBB" w:rsidP="003825C9">
      <w:pPr>
        <w:rPr>
          <w:lang w:val="es-ES"/>
        </w:rPr>
      </w:pPr>
    </w:p>
    <w:p w:rsidR="00015FBB" w:rsidRPr="00FB37FE" w:rsidRDefault="00FB37FE" w:rsidP="00015FBB">
      <w:pPr>
        <w:jc w:val="center"/>
        <w:rPr>
          <w:lang w:val="es-ES"/>
        </w:rPr>
      </w:pPr>
      <w:r w:rsidRPr="00FB37FE">
        <w:rPr>
          <w:b/>
          <w:lang w:val="es-ES"/>
        </w:rPr>
        <w:t>display de subsitema</w:t>
      </w:r>
      <w:r w:rsidR="00015FBB" w:rsidRPr="00FB37FE">
        <w:rPr>
          <w:b/>
          <w:lang w:val="es-ES"/>
        </w:rPr>
        <w:t xml:space="preserve">         </w:t>
      </w:r>
      <w:r w:rsidRPr="00FB37FE">
        <w:rPr>
          <w:b/>
          <w:lang w:val="es-ES"/>
        </w:rPr>
        <w:t>interfaces</w:t>
      </w:r>
      <w:r w:rsidR="00015FBB" w:rsidRPr="00FB37FE">
        <w:rPr>
          <w:b/>
          <w:lang w:val="es-ES"/>
        </w:rPr>
        <w:t xml:space="preserve">          t</w:t>
      </w:r>
      <w:r w:rsidRPr="00FB37FE">
        <w:rPr>
          <w:b/>
          <w:lang w:val="es-ES"/>
        </w:rPr>
        <w:t>e</w:t>
      </w:r>
      <w:r>
        <w:rPr>
          <w:b/>
          <w:lang w:val="es-ES"/>
        </w:rPr>
        <w:t>mperatura</w:t>
      </w:r>
    </w:p>
    <w:p w:rsidR="00C148FD" w:rsidRPr="00FB37FE" w:rsidRDefault="00C148FD" w:rsidP="00C148FD">
      <w:pPr>
        <w:pStyle w:val="eLineBottom"/>
        <w:rPr>
          <w:lang w:val="es-ES"/>
        </w:rPr>
      </w:pPr>
    </w:p>
    <w:p w:rsidR="00C148FD" w:rsidRPr="00FB37FE" w:rsidRDefault="00C148FD" w:rsidP="00C148FD">
      <w:pPr>
        <w:rPr>
          <w:lang w:val="es-ES"/>
        </w:rPr>
      </w:pPr>
    </w:p>
    <w:p w:rsidR="00127770" w:rsidRPr="003E73F0" w:rsidRDefault="003E73F0" w:rsidP="003E73F0">
      <w:pPr>
        <w:pStyle w:val="eTask"/>
        <w:rPr>
          <w:lang w:val="es-ES"/>
        </w:rPr>
      </w:pPr>
      <w:r w:rsidRPr="003E73F0">
        <w:rPr>
          <w:lang w:val="es-ES"/>
        </w:rPr>
        <w:t>¿Cuáles son las áreas esenciales para las soluciones de ciudades inteligentes</w:t>
      </w:r>
      <w:r w:rsidR="00127770" w:rsidRPr="003E73F0">
        <w:rPr>
          <w:lang w:val="es-ES"/>
        </w:rPr>
        <w:t>?</w:t>
      </w:r>
    </w:p>
    <w:p w:rsidR="00127770" w:rsidRPr="003E73F0" w:rsidRDefault="00127770" w:rsidP="0012777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a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lang w:val="en-US"/>
        </w:rPr>
      </w:pPr>
      <w:r>
        <w:rPr>
          <w:lang w:val="en-US"/>
        </w:rPr>
        <w:t>b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>
        <w:rPr>
          <w:lang w:val="en-US"/>
        </w:rPr>
        <w:t>c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>
        <w:rPr>
          <w:lang w:val="en-US"/>
        </w:rPr>
        <w:t>d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e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9D6341" w:rsidRDefault="00127770" w:rsidP="00127770">
      <w:pPr>
        <w:pStyle w:val="eLineBottom"/>
        <w:rPr>
          <w:lang w:val="en-GB"/>
        </w:rPr>
      </w:pPr>
    </w:p>
    <w:p w:rsidR="009D6341" w:rsidRPr="009D6341" w:rsidRDefault="009D6341" w:rsidP="009D6341">
      <w:pPr>
        <w:rPr>
          <w:lang w:val="en-GB"/>
        </w:rPr>
      </w:pPr>
    </w:p>
    <w:p w:rsidR="000C00D4" w:rsidRPr="00493F0F" w:rsidRDefault="00493F0F" w:rsidP="00493F0F">
      <w:pPr>
        <w:pStyle w:val="eTask"/>
        <w:rPr>
          <w:lang w:val="es-ES"/>
        </w:rPr>
      </w:pPr>
      <w:r>
        <w:rPr>
          <w:lang w:val="es-ES"/>
        </w:rPr>
        <w:t>¡Agregue</w:t>
      </w:r>
      <w:r w:rsidRPr="00493F0F">
        <w:rPr>
          <w:lang w:val="es-ES"/>
        </w:rPr>
        <w:t xml:space="preserve"> las palabras de abajo para corregir la oración</w:t>
      </w:r>
      <w:r w:rsidR="00D606BA" w:rsidRPr="00493F0F">
        <w:rPr>
          <w:lang w:val="es-ES"/>
        </w:rPr>
        <w:t>!</w:t>
      </w:r>
    </w:p>
    <w:p w:rsidR="000C00D4" w:rsidRPr="00493F0F" w:rsidRDefault="000C00D4" w:rsidP="003825C9">
      <w:pPr>
        <w:rPr>
          <w:lang w:val="es-ES"/>
        </w:rPr>
      </w:pPr>
    </w:p>
    <w:p w:rsidR="000C00D4" w:rsidRPr="00493F0F" w:rsidRDefault="001461AE" w:rsidP="001461AE">
      <w:pPr>
        <w:spacing w:line="360" w:lineRule="auto"/>
        <w:rPr>
          <w:lang w:val="es-ES"/>
        </w:rPr>
      </w:pPr>
      <w:r w:rsidRPr="00493F0F">
        <w:rPr>
          <w:lang w:val="es-ES"/>
        </w:rPr>
        <w:t>______________</w:t>
      </w:r>
      <w:r w:rsidR="00127770" w:rsidRPr="00493F0F">
        <w:rPr>
          <w:lang w:val="es-ES"/>
        </w:rPr>
        <w:t xml:space="preserve"> </w:t>
      </w:r>
      <w:r w:rsidR="00493F0F">
        <w:rPr>
          <w:lang w:val="es-ES"/>
        </w:rPr>
        <w:t>indica</w:t>
      </w:r>
      <w:r w:rsidR="00493F0F" w:rsidRPr="00493F0F">
        <w:rPr>
          <w:lang w:val="es-ES"/>
        </w:rPr>
        <w:t xml:space="preserve"> la frecuencia de adquisición de datos</w:t>
      </w:r>
      <w:r w:rsidR="00127770" w:rsidRPr="00493F0F">
        <w:rPr>
          <w:lang w:val="es-ES"/>
        </w:rPr>
        <w:t xml:space="preserve">. </w:t>
      </w:r>
      <w:r w:rsidRPr="00493F0F">
        <w:rPr>
          <w:lang w:val="es-ES"/>
        </w:rPr>
        <w:t>______________</w:t>
      </w:r>
      <w:r w:rsidR="00127770" w:rsidRPr="00493F0F">
        <w:rPr>
          <w:lang w:val="es-ES"/>
        </w:rPr>
        <w:t xml:space="preserve"> </w:t>
      </w:r>
      <w:r w:rsidR="00493F0F" w:rsidRPr="00493F0F">
        <w:rPr>
          <w:lang w:val="es-ES"/>
        </w:rPr>
        <w:t>describe los diferentes tipos de datos que pueden ser manejados</w:t>
      </w:r>
      <w:r w:rsidR="00127770" w:rsidRPr="00493F0F">
        <w:rPr>
          <w:lang w:val="es-ES"/>
        </w:rPr>
        <w:t xml:space="preserve">. </w:t>
      </w:r>
      <w:r w:rsidRPr="00493F0F">
        <w:rPr>
          <w:lang w:val="es-ES"/>
        </w:rPr>
        <w:t>______________</w:t>
      </w:r>
      <w:r w:rsidR="00127770" w:rsidRPr="00493F0F">
        <w:rPr>
          <w:lang w:val="es-ES"/>
        </w:rPr>
        <w:t xml:space="preserve"> </w:t>
      </w:r>
      <w:r w:rsidR="00493F0F" w:rsidRPr="00493F0F">
        <w:rPr>
          <w:lang w:val="es-ES"/>
        </w:rPr>
        <w:t>representa la cantidad de datos</w:t>
      </w:r>
      <w:r w:rsidR="00127770" w:rsidRPr="00493F0F">
        <w:rPr>
          <w:lang w:val="es-ES"/>
        </w:rPr>
        <w:t>.</w:t>
      </w:r>
    </w:p>
    <w:p w:rsidR="006F304B" w:rsidRPr="00493F0F" w:rsidRDefault="006F304B" w:rsidP="003825C9">
      <w:pPr>
        <w:rPr>
          <w:lang w:val="es-ES"/>
        </w:rPr>
      </w:pPr>
    </w:p>
    <w:p w:rsidR="006F304B" w:rsidRPr="00493F0F" w:rsidRDefault="006F304B" w:rsidP="003825C9">
      <w:pPr>
        <w:jc w:val="center"/>
        <w:rPr>
          <w:b/>
          <w:lang w:val="es-ES"/>
        </w:rPr>
      </w:pPr>
      <w:bookmarkStart w:id="0" w:name="_GoBack"/>
      <w:bookmarkEnd w:id="0"/>
      <w:r w:rsidRPr="00493F0F">
        <w:rPr>
          <w:b/>
          <w:lang w:val="es-ES"/>
        </w:rPr>
        <w:t>Va</w:t>
      </w:r>
      <w:r w:rsidR="00493F0F">
        <w:rPr>
          <w:b/>
          <w:lang w:val="es-ES"/>
        </w:rPr>
        <w:t>riedad</w:t>
      </w:r>
      <w:r w:rsidRPr="00493F0F">
        <w:rPr>
          <w:b/>
          <w:lang w:val="es-ES"/>
        </w:rPr>
        <w:t xml:space="preserve"> </w:t>
      </w:r>
      <w:r w:rsidRPr="00493F0F">
        <w:rPr>
          <w:b/>
          <w:lang w:val="es-ES"/>
        </w:rPr>
        <w:tab/>
        <w:t>Veloci</w:t>
      </w:r>
      <w:r w:rsidR="00493F0F" w:rsidRPr="00493F0F">
        <w:rPr>
          <w:b/>
          <w:lang w:val="es-ES"/>
        </w:rPr>
        <w:t>dad</w:t>
      </w:r>
      <w:r w:rsidRPr="00493F0F">
        <w:rPr>
          <w:b/>
          <w:lang w:val="es-ES"/>
        </w:rPr>
        <w:tab/>
        <w:t>Volume</w:t>
      </w:r>
      <w:r w:rsidR="00493F0F">
        <w:rPr>
          <w:b/>
          <w:lang w:val="es-ES"/>
        </w:rPr>
        <w:t>n</w:t>
      </w:r>
    </w:p>
    <w:sectPr w:rsidR="006F304B" w:rsidRPr="00493F0F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5E" w:rsidRDefault="00570C5E" w:rsidP="00861A1A">
      <w:r>
        <w:separator/>
      </w:r>
    </w:p>
  </w:endnote>
  <w:endnote w:type="continuationSeparator" w:id="0">
    <w:p w:rsidR="00570C5E" w:rsidRDefault="00570C5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C3EF9" w:rsidRPr="00AE2889" w:rsidRDefault="00AC3EF9" w:rsidP="00AC3EF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El presente proyecto ha sido financiado con el apoyo de la Comisión Europea. Esta</w:t>
          </w:r>
        </w:p>
        <w:p w:rsidR="00BF5E09" w:rsidRPr="00CA51B5" w:rsidRDefault="00AC3EF9" w:rsidP="00AC3EF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5E" w:rsidRDefault="00570C5E" w:rsidP="00861A1A">
      <w:r>
        <w:separator/>
      </w:r>
    </w:p>
  </w:footnote>
  <w:footnote w:type="continuationSeparator" w:id="0">
    <w:p w:rsidR="00570C5E" w:rsidRDefault="00570C5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C3EF9" w:rsidRPr="00AE2889">
      <w:rPr>
        <w:rFonts w:ascii="Calibri" w:hAnsi="Calibri"/>
        <w:b/>
        <w:smallCaps/>
        <w:noProof/>
      </w:rPr>
      <w:t>EJERCICIO</w:t>
    </w:r>
  </w:p>
  <w:p w:rsidR="00C148FD" w:rsidRPr="00C148FD" w:rsidRDefault="00083A1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TECHNOLOGÍAS INTELIGENTES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23900"/>
    <w:multiLevelType w:val="hybridMultilevel"/>
    <w:tmpl w:val="ED601E8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5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41"/>
    <w:rsid w:val="0000673F"/>
    <w:rsid w:val="00010EB0"/>
    <w:rsid w:val="00015FBB"/>
    <w:rsid w:val="00016AD8"/>
    <w:rsid w:val="00017595"/>
    <w:rsid w:val="00021197"/>
    <w:rsid w:val="00030EDA"/>
    <w:rsid w:val="00045BEB"/>
    <w:rsid w:val="00073ADF"/>
    <w:rsid w:val="0007473C"/>
    <w:rsid w:val="000750C9"/>
    <w:rsid w:val="00083A17"/>
    <w:rsid w:val="00087EAC"/>
    <w:rsid w:val="000912B1"/>
    <w:rsid w:val="00094A16"/>
    <w:rsid w:val="000A233F"/>
    <w:rsid w:val="000A55B3"/>
    <w:rsid w:val="000C00D4"/>
    <w:rsid w:val="000C2279"/>
    <w:rsid w:val="000C6B3A"/>
    <w:rsid w:val="000D2B42"/>
    <w:rsid w:val="000E3DFA"/>
    <w:rsid w:val="00127770"/>
    <w:rsid w:val="001301D8"/>
    <w:rsid w:val="0013693D"/>
    <w:rsid w:val="00136968"/>
    <w:rsid w:val="0014373A"/>
    <w:rsid w:val="001461AE"/>
    <w:rsid w:val="00150794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7A63"/>
    <w:rsid w:val="001A69FE"/>
    <w:rsid w:val="001B057D"/>
    <w:rsid w:val="001B1F56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825C9"/>
    <w:rsid w:val="0039238A"/>
    <w:rsid w:val="00394D59"/>
    <w:rsid w:val="003B1326"/>
    <w:rsid w:val="003B2260"/>
    <w:rsid w:val="003C2268"/>
    <w:rsid w:val="003C5B45"/>
    <w:rsid w:val="003D41BB"/>
    <w:rsid w:val="003E01BE"/>
    <w:rsid w:val="003E73F0"/>
    <w:rsid w:val="003F03EB"/>
    <w:rsid w:val="003F623C"/>
    <w:rsid w:val="003F7F87"/>
    <w:rsid w:val="00402B09"/>
    <w:rsid w:val="00417ED2"/>
    <w:rsid w:val="00435704"/>
    <w:rsid w:val="0046567F"/>
    <w:rsid w:val="004667DD"/>
    <w:rsid w:val="00472203"/>
    <w:rsid w:val="00475954"/>
    <w:rsid w:val="00492966"/>
    <w:rsid w:val="00493F0F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2431D"/>
    <w:rsid w:val="00561B7B"/>
    <w:rsid w:val="00561C5A"/>
    <w:rsid w:val="00570C5E"/>
    <w:rsid w:val="005728B3"/>
    <w:rsid w:val="005738D5"/>
    <w:rsid w:val="0057504E"/>
    <w:rsid w:val="005832C4"/>
    <w:rsid w:val="00587966"/>
    <w:rsid w:val="005B2E55"/>
    <w:rsid w:val="005B37E2"/>
    <w:rsid w:val="005B460C"/>
    <w:rsid w:val="005D4C0C"/>
    <w:rsid w:val="005D7525"/>
    <w:rsid w:val="005E1AB1"/>
    <w:rsid w:val="005E20B2"/>
    <w:rsid w:val="005E5A22"/>
    <w:rsid w:val="005F0A0D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02AA"/>
    <w:rsid w:val="006D39B2"/>
    <w:rsid w:val="006D3F30"/>
    <w:rsid w:val="006D50FA"/>
    <w:rsid w:val="006F0D5B"/>
    <w:rsid w:val="006F304B"/>
    <w:rsid w:val="006F46E7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6341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754BF"/>
    <w:rsid w:val="00A80537"/>
    <w:rsid w:val="00A8234A"/>
    <w:rsid w:val="00A97C95"/>
    <w:rsid w:val="00AA0506"/>
    <w:rsid w:val="00AA5B23"/>
    <w:rsid w:val="00AC3EF9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036D"/>
    <w:rsid w:val="00B5145B"/>
    <w:rsid w:val="00B674D5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1B61"/>
    <w:rsid w:val="00BD3D30"/>
    <w:rsid w:val="00BD7612"/>
    <w:rsid w:val="00BE6648"/>
    <w:rsid w:val="00BF3F8C"/>
    <w:rsid w:val="00BF5E09"/>
    <w:rsid w:val="00BF6970"/>
    <w:rsid w:val="00C148FD"/>
    <w:rsid w:val="00C2393A"/>
    <w:rsid w:val="00C5580D"/>
    <w:rsid w:val="00C57915"/>
    <w:rsid w:val="00C71E51"/>
    <w:rsid w:val="00C7264E"/>
    <w:rsid w:val="00C767C9"/>
    <w:rsid w:val="00C878F0"/>
    <w:rsid w:val="00CA51B5"/>
    <w:rsid w:val="00CB3199"/>
    <w:rsid w:val="00CB7A55"/>
    <w:rsid w:val="00CC2293"/>
    <w:rsid w:val="00CC266E"/>
    <w:rsid w:val="00CE09BA"/>
    <w:rsid w:val="00CF4DFA"/>
    <w:rsid w:val="00D060B3"/>
    <w:rsid w:val="00D06992"/>
    <w:rsid w:val="00D20A5C"/>
    <w:rsid w:val="00D2650E"/>
    <w:rsid w:val="00D31641"/>
    <w:rsid w:val="00D33524"/>
    <w:rsid w:val="00D36B01"/>
    <w:rsid w:val="00D573B0"/>
    <w:rsid w:val="00D606BA"/>
    <w:rsid w:val="00D6535B"/>
    <w:rsid w:val="00D71B81"/>
    <w:rsid w:val="00D71C62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4E7C"/>
    <w:rsid w:val="00EA1BDF"/>
    <w:rsid w:val="00EB6B74"/>
    <w:rsid w:val="00EB6E4B"/>
    <w:rsid w:val="00EC77B0"/>
    <w:rsid w:val="00ED2956"/>
    <w:rsid w:val="00EE3197"/>
    <w:rsid w:val="00EF2951"/>
    <w:rsid w:val="00EF79B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B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50B1E"/>
  <w15:docId w15:val="{BEC50223-447A-4D35-B418-92B47429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locked/>
    <w:rsid w:val="001B1F5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9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y\MoVET\Smart%20technologies\pracovny%20list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34</TotalTime>
  <Pages>3</Pages>
  <Words>436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Marek Nevosad</cp:lastModifiedBy>
  <cp:revision>18</cp:revision>
  <cp:lastPrinted>2013-05-24T14:00:00Z</cp:lastPrinted>
  <dcterms:created xsi:type="dcterms:W3CDTF">2019-01-03T12:17:00Z</dcterms:created>
  <dcterms:modified xsi:type="dcterms:W3CDTF">2019-02-21T08:39:00Z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