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59A47" w14:textId="77777777" w:rsidR="00E371D7" w:rsidRPr="00A073B9" w:rsidRDefault="00E371D7" w:rsidP="004312DF">
      <w:pPr>
        <w:pStyle w:val="eTask"/>
        <w:numPr>
          <w:ilvl w:val="0"/>
          <w:numId w:val="10"/>
        </w:numPr>
        <w:rPr>
          <w:lang w:val="de-DE"/>
        </w:rPr>
      </w:pPr>
      <w:bookmarkStart w:id="0" w:name="_GoBack"/>
      <w:bookmarkEnd w:id="0"/>
      <w:r w:rsidRPr="00A073B9">
        <w:rPr>
          <w:lang w:val="de-DE"/>
        </w:rPr>
        <w:t>DVB (Digital Video Broadcasting):</w:t>
      </w:r>
    </w:p>
    <w:p w14:paraId="153C970C" w14:textId="2D0AF81B" w:rsidR="00E371D7" w:rsidRPr="00A073B9" w:rsidRDefault="00E371D7" w:rsidP="00170290">
      <w:pPr>
        <w:pStyle w:val="eCheckBoxText"/>
        <w:rPr>
          <w:rStyle w:val="Nadpis7Char"/>
          <w:lang w:val="de-DE"/>
        </w:rPr>
      </w:pPr>
      <w:r w:rsidRPr="00A073B9">
        <w:rPr>
          <w:rStyle w:val="eCheckBoxSquareChar"/>
          <w:lang w:val="de-DE"/>
        </w:rPr>
        <w:t>□</w:t>
      </w:r>
      <w:r w:rsidR="00170290" w:rsidRPr="00A073B9">
        <w:rPr>
          <w:rStyle w:val="eCheckBoxSquareChar"/>
          <w:lang w:val="de-DE"/>
        </w:rPr>
        <w:tab/>
      </w:r>
      <w:r w:rsidR="00F91CF3" w:rsidRPr="00A073B9">
        <w:rPr>
          <w:lang w:val="de-DE"/>
        </w:rPr>
        <w:t>Ist ein digitales Funksystem für die Bereitstellung von Multimediainhalten</w:t>
      </w:r>
      <w:r w:rsidR="00A073B9">
        <w:rPr>
          <w:lang w:val="de-DE"/>
        </w:rPr>
        <w:t>.</w:t>
      </w:r>
    </w:p>
    <w:p w14:paraId="507B6792" w14:textId="7CC88AD2" w:rsidR="00E371D7" w:rsidRPr="00A073B9" w:rsidRDefault="004C26CC" w:rsidP="004312DF">
      <w:pPr>
        <w:pStyle w:val="eCheckBoxText"/>
        <w:rPr>
          <w:rStyle w:val="eTerm"/>
          <w:lang w:val="de-DE"/>
        </w:rPr>
      </w:pPr>
      <w:r w:rsidRPr="00A073B9">
        <w:rPr>
          <w:rStyle w:val="eCheckBoxSquareChar"/>
          <w:lang w:val="de-DE"/>
        </w:rPr>
        <w:t>□</w:t>
      </w:r>
      <w:r w:rsidR="00E371D7" w:rsidRPr="00A073B9">
        <w:rPr>
          <w:rStyle w:val="eCheckBoxSquareChar"/>
          <w:lang w:val="de-DE"/>
        </w:rPr>
        <w:tab/>
      </w:r>
      <w:r w:rsidR="00905B8C" w:rsidRPr="004C26CC">
        <w:rPr>
          <w:lang w:val="de-DE"/>
        </w:rPr>
        <w:t>Ist eine Sammlung von offenen Standards</w:t>
      </w:r>
      <w:r w:rsidR="00A073B9" w:rsidRPr="004C26CC">
        <w:rPr>
          <w:lang w:val="de-DE"/>
        </w:rPr>
        <w:t xml:space="preserve"> </w:t>
      </w:r>
      <w:r w:rsidR="00DC3A29">
        <w:rPr>
          <w:lang w:val="de-DE"/>
        </w:rPr>
        <w:t xml:space="preserve">des </w:t>
      </w:r>
      <w:r w:rsidR="00DC3A29" w:rsidRPr="004C26CC">
        <w:rPr>
          <w:lang w:val="de-DE"/>
        </w:rPr>
        <w:t>DVB Project Konsortium</w:t>
      </w:r>
      <w:r w:rsidR="00DC3A29">
        <w:rPr>
          <w:lang w:val="de-DE"/>
        </w:rPr>
        <w:t>s.</w:t>
      </w:r>
      <w:r w:rsidR="00DC3A29" w:rsidRPr="004C26CC">
        <w:rPr>
          <w:lang w:val="de-DE"/>
        </w:rPr>
        <w:t xml:space="preserve"> </w:t>
      </w:r>
      <w:r w:rsidR="00A073B9" w:rsidRPr="004C26CC">
        <w:rPr>
          <w:lang w:val="de-DE"/>
        </w:rPr>
        <w:t>für Digitales Fernsehen</w:t>
      </w:r>
      <w:r w:rsidR="00DC3A29">
        <w:rPr>
          <w:lang w:val="de-DE"/>
        </w:rPr>
        <w:t>.</w:t>
      </w:r>
    </w:p>
    <w:p w14:paraId="29413F6E" w14:textId="6E1230FC" w:rsidR="00E371D7" w:rsidRPr="00A073B9" w:rsidRDefault="00E371D7" w:rsidP="004312DF">
      <w:pPr>
        <w:pStyle w:val="eCheckBoxText"/>
        <w:rPr>
          <w:rStyle w:val="eTerm"/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rStyle w:val="eCheckBoxSquareChar"/>
          <w:lang w:val="de-DE"/>
        </w:rPr>
        <w:tab/>
      </w:r>
      <w:r w:rsidR="00A073B9">
        <w:rPr>
          <w:lang w:val="de-DE"/>
        </w:rPr>
        <w:t>W</w:t>
      </w:r>
      <w:r w:rsidR="00A073B9" w:rsidRPr="00A073B9">
        <w:rPr>
          <w:lang w:val="de-DE"/>
        </w:rPr>
        <w:t xml:space="preserve">ird verwendet </w:t>
      </w:r>
      <w:r w:rsidR="00A073B9">
        <w:rPr>
          <w:lang w:val="de-DE"/>
        </w:rPr>
        <w:t>f</w:t>
      </w:r>
      <w:r w:rsidR="00A073B9" w:rsidRPr="00A073B9">
        <w:rPr>
          <w:lang w:val="de-DE"/>
        </w:rPr>
        <w:t>ür Aud</w:t>
      </w:r>
      <w:r w:rsidR="00A073B9">
        <w:rPr>
          <w:lang w:val="de-DE"/>
        </w:rPr>
        <w:t>iocodierung Dolby DIGITAL AC-3.</w:t>
      </w:r>
    </w:p>
    <w:p w14:paraId="472B2E4F" w14:textId="12554DB6" w:rsidR="00E371D7" w:rsidRPr="00A073B9" w:rsidRDefault="00E371D7" w:rsidP="004312DF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rStyle w:val="eCheckBoxSquareChar"/>
          <w:lang w:val="de-DE"/>
        </w:rPr>
        <w:tab/>
      </w:r>
      <w:r w:rsidR="00A073B9" w:rsidRPr="00A073B9">
        <w:rPr>
          <w:lang w:val="de-DE"/>
        </w:rPr>
        <w:t xml:space="preserve">Je nach Übertragungsmedium </w:t>
      </w:r>
      <w:r w:rsidR="00A073B9">
        <w:rPr>
          <w:lang w:val="de-DE"/>
        </w:rPr>
        <w:t xml:space="preserve">benutzt </w:t>
      </w:r>
      <w:r w:rsidR="00DC3A29">
        <w:rPr>
          <w:lang w:val="de-DE"/>
        </w:rPr>
        <w:t xml:space="preserve">es </w:t>
      </w:r>
      <w:r w:rsidR="00A073B9">
        <w:rPr>
          <w:lang w:val="de-DE"/>
        </w:rPr>
        <w:t xml:space="preserve">die </w:t>
      </w:r>
      <w:r w:rsidR="00A073B9" w:rsidRPr="00A073B9">
        <w:rPr>
          <w:lang w:val="de-DE"/>
        </w:rPr>
        <w:t>PSK-Modulation</w:t>
      </w:r>
      <w:r w:rsidR="00A073B9">
        <w:rPr>
          <w:lang w:val="de-DE"/>
        </w:rPr>
        <w:t>.</w:t>
      </w:r>
    </w:p>
    <w:p w14:paraId="5E9C7440" w14:textId="77777777" w:rsidR="00E371D7" w:rsidRPr="00A61B30" w:rsidRDefault="00E371D7" w:rsidP="004312DF">
      <w:pPr>
        <w:pStyle w:val="eLineBottom"/>
        <w:rPr>
          <w:sz w:val="10"/>
          <w:szCs w:val="10"/>
          <w:lang w:val="de-DE"/>
        </w:rPr>
      </w:pPr>
    </w:p>
    <w:p w14:paraId="33249624" w14:textId="77777777" w:rsidR="00E371D7" w:rsidRPr="00A073B9" w:rsidRDefault="00E371D7" w:rsidP="00DA3C1A">
      <w:pPr>
        <w:rPr>
          <w:lang w:val="de-DE"/>
        </w:rPr>
      </w:pPr>
    </w:p>
    <w:p w14:paraId="1DA0A338" w14:textId="6D930AB8" w:rsidR="00E371D7" w:rsidRPr="00A073B9" w:rsidRDefault="00A073B9" w:rsidP="004312DF">
      <w:pPr>
        <w:pStyle w:val="eTask"/>
        <w:numPr>
          <w:ilvl w:val="0"/>
          <w:numId w:val="10"/>
        </w:numPr>
        <w:rPr>
          <w:lang w:val="de-DE"/>
        </w:rPr>
      </w:pPr>
      <w:r w:rsidRPr="00A073B9">
        <w:rPr>
          <w:lang w:val="de-DE"/>
        </w:rPr>
        <w:t xml:space="preserve">Im Allgemeinen </w:t>
      </w:r>
      <w:r>
        <w:rPr>
          <w:lang w:val="de-DE"/>
        </w:rPr>
        <w:t xml:space="preserve">macht </w:t>
      </w:r>
      <w:r w:rsidR="00DC3A29">
        <w:rPr>
          <w:lang w:val="de-DE"/>
        </w:rPr>
        <w:t xml:space="preserve">ein </w:t>
      </w:r>
      <w:r w:rsidRPr="00A073B9">
        <w:rPr>
          <w:lang w:val="de-DE"/>
        </w:rPr>
        <w:t>MPEG-2-Syste</w:t>
      </w:r>
      <w:r>
        <w:rPr>
          <w:lang w:val="de-DE"/>
        </w:rPr>
        <w:t>m</w:t>
      </w:r>
      <w:r w:rsidR="00E371D7" w:rsidRPr="00A073B9">
        <w:rPr>
          <w:lang w:val="de-DE"/>
        </w:rPr>
        <w:t xml:space="preserve">: </w:t>
      </w:r>
    </w:p>
    <w:p w14:paraId="36A26167" w14:textId="77777777" w:rsidR="00E371D7" w:rsidRPr="00A073B9" w:rsidRDefault="00E371D7" w:rsidP="004312DF">
      <w:pPr>
        <w:rPr>
          <w:lang w:val="de-DE"/>
        </w:rPr>
      </w:pPr>
    </w:p>
    <w:p w14:paraId="1E359454" w14:textId="77777777" w:rsidR="00601803" w:rsidRPr="002757EF" w:rsidRDefault="00601803" w:rsidP="00A624E1">
      <w:pPr>
        <w:numPr>
          <w:ilvl w:val="0"/>
          <w:numId w:val="1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________________________</w:t>
      </w:r>
    </w:p>
    <w:p w14:paraId="6A872D29" w14:textId="77777777" w:rsidR="00601803" w:rsidRPr="002757EF" w:rsidRDefault="00601803" w:rsidP="00A624E1">
      <w:pPr>
        <w:numPr>
          <w:ilvl w:val="0"/>
          <w:numId w:val="13"/>
        </w:numPr>
        <w:spacing w:line="360" w:lineRule="auto"/>
        <w:ind w:left="714" w:hanging="357"/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14:paraId="4BA4D957" w14:textId="77777777" w:rsidR="00601803" w:rsidRPr="002757EF" w:rsidRDefault="00601803" w:rsidP="00A624E1">
      <w:pPr>
        <w:numPr>
          <w:ilvl w:val="0"/>
          <w:numId w:val="13"/>
        </w:numPr>
        <w:spacing w:line="360" w:lineRule="auto"/>
        <w:ind w:left="714" w:hanging="357"/>
        <w:rPr>
          <w:shd w:val="clear" w:color="auto" w:fill="CCFFCC"/>
          <w:lang w:val="en-US"/>
        </w:rPr>
      </w:pPr>
      <w:r>
        <w:rPr>
          <w:lang w:val="en-US"/>
        </w:rPr>
        <w:t>________________________</w:t>
      </w:r>
    </w:p>
    <w:p w14:paraId="4BA3F608" w14:textId="77777777" w:rsidR="00601803" w:rsidRPr="002757EF" w:rsidRDefault="00601803" w:rsidP="00A624E1">
      <w:pPr>
        <w:numPr>
          <w:ilvl w:val="0"/>
          <w:numId w:val="13"/>
        </w:numPr>
        <w:spacing w:line="360" w:lineRule="auto"/>
        <w:ind w:left="714" w:hanging="357"/>
        <w:rPr>
          <w:lang w:val="en-US"/>
        </w:rPr>
      </w:pPr>
      <w:r>
        <w:rPr>
          <w:lang w:val="en-US"/>
        </w:rPr>
        <w:t>________________________</w:t>
      </w:r>
    </w:p>
    <w:p w14:paraId="399F971E" w14:textId="77777777" w:rsidR="00E371D7" w:rsidRPr="00A61B30" w:rsidRDefault="00E371D7" w:rsidP="00A61B30">
      <w:pPr>
        <w:pStyle w:val="eTask"/>
        <w:numPr>
          <w:ilvl w:val="0"/>
          <w:numId w:val="0"/>
        </w:numPr>
        <w:pBdr>
          <w:bottom w:val="single" w:sz="4" w:space="1" w:color="auto"/>
        </w:pBdr>
        <w:ind w:left="340" w:hanging="340"/>
        <w:rPr>
          <w:b w:val="0"/>
          <w:sz w:val="10"/>
          <w:szCs w:val="10"/>
          <w:lang w:val="de-DE"/>
        </w:rPr>
      </w:pPr>
    </w:p>
    <w:p w14:paraId="39078506" w14:textId="77777777" w:rsidR="00A61B30" w:rsidRDefault="00A61B30" w:rsidP="00A61B30">
      <w:pPr>
        <w:pStyle w:val="eTask"/>
        <w:numPr>
          <w:ilvl w:val="0"/>
          <w:numId w:val="0"/>
        </w:numPr>
        <w:ind w:left="340"/>
        <w:rPr>
          <w:lang w:val="de-DE"/>
        </w:rPr>
      </w:pPr>
    </w:p>
    <w:p w14:paraId="3A752E7E" w14:textId="611D3858" w:rsidR="00E371D7" w:rsidRDefault="004611BE" w:rsidP="004312DF">
      <w:pPr>
        <w:pStyle w:val="eTask"/>
        <w:numPr>
          <w:ilvl w:val="0"/>
          <w:numId w:val="10"/>
        </w:numPr>
        <w:rPr>
          <w:lang w:val="de-DE"/>
        </w:rPr>
      </w:pPr>
      <w:r w:rsidRPr="004611BE">
        <w:rPr>
          <w:lang w:val="de-DE"/>
        </w:rPr>
        <w:t xml:space="preserve">Füllen Sie </w:t>
      </w:r>
      <w:r w:rsidR="00DC3A29">
        <w:rPr>
          <w:lang w:val="de-DE"/>
        </w:rPr>
        <w:t xml:space="preserve">die </w:t>
      </w:r>
      <w:r w:rsidRPr="004611BE">
        <w:rPr>
          <w:lang w:val="de-DE"/>
        </w:rPr>
        <w:t>leere</w:t>
      </w:r>
      <w:r w:rsidR="00DC3A29">
        <w:rPr>
          <w:lang w:val="de-DE"/>
        </w:rPr>
        <w:t>n</w:t>
      </w:r>
      <w:r w:rsidRPr="004611BE">
        <w:rPr>
          <w:lang w:val="de-DE"/>
        </w:rPr>
        <w:t xml:space="preserve"> (rote</w:t>
      </w:r>
      <w:r w:rsidR="00DC3A29">
        <w:rPr>
          <w:lang w:val="de-DE"/>
        </w:rPr>
        <w:t>n</w:t>
      </w:r>
      <w:r w:rsidRPr="004611BE">
        <w:rPr>
          <w:lang w:val="de-DE"/>
        </w:rPr>
        <w:t>) Komponenten des Blockdiagramms für den DVB-Sender aus</w:t>
      </w:r>
      <w:r w:rsidR="00E371D7" w:rsidRPr="00A073B9">
        <w:rPr>
          <w:lang w:val="de-DE"/>
        </w:rPr>
        <w:t>!</w:t>
      </w:r>
    </w:p>
    <w:p w14:paraId="18E39DB0" w14:textId="77777777" w:rsidR="00A624E1" w:rsidRPr="00A073B9" w:rsidRDefault="00A624E1" w:rsidP="00A624E1">
      <w:pPr>
        <w:rPr>
          <w:lang w:val="de-DE"/>
        </w:rPr>
      </w:pPr>
    </w:p>
    <w:p w14:paraId="3C857463" w14:textId="397FD444" w:rsidR="00E371D7" w:rsidRDefault="007B2BE9" w:rsidP="00972BBA">
      <w:pPr>
        <w:outlineLvl w:val="0"/>
        <w:rPr>
          <w:lang w:val="de-DE"/>
        </w:rPr>
      </w:pPr>
      <w:r w:rsidRPr="007B2BE9">
        <w:rPr>
          <w:lang w:val="de-DE"/>
        </w:rPr>
        <w:t>Bedingte Zugriffskontrolle</w:t>
      </w:r>
    </w:p>
    <w:p w14:paraId="02322CF9" w14:textId="77FF0DDD" w:rsidR="00A624E1" w:rsidRPr="00A073B9" w:rsidRDefault="00A624E1" w:rsidP="004312DF">
      <w:pPr>
        <w:rPr>
          <w:lang w:val="de-DE"/>
        </w:rPr>
      </w:pPr>
      <w:r w:rsidRPr="00A073B9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981EBE5" wp14:editId="1CDBDDD2">
                <wp:simplePos x="0" y="0"/>
                <wp:positionH relativeFrom="column">
                  <wp:posOffset>-274955</wp:posOffset>
                </wp:positionH>
                <wp:positionV relativeFrom="paragraph">
                  <wp:posOffset>89866</wp:posOffset>
                </wp:positionV>
                <wp:extent cx="6339840" cy="4407535"/>
                <wp:effectExtent l="0" t="0" r="22860" b="0"/>
                <wp:wrapNone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9840" cy="4407535"/>
                          <a:chOff x="-62869" y="0"/>
                          <a:chExt cx="6340255" cy="4408099"/>
                        </a:xfrm>
                      </wpg:grpSpPr>
                      <wps:wsp>
                        <wps:cNvPr id="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74452" y="0"/>
                            <a:ext cx="911707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95B1E6" w14:textId="32CDC311" w:rsidR="00241DA2" w:rsidRPr="00F9472C" w:rsidRDefault="00241DA2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4452" y="802257"/>
                            <a:ext cx="911707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23D6F7" w14:textId="1AC126D7" w:rsidR="00241DA2" w:rsidRPr="00F9472C" w:rsidRDefault="00241DA2" w:rsidP="004611BE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-62869" y="112144"/>
                            <a:ext cx="92265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4F31E" w14:textId="0B7DDAEB"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4611BE">
                                <w:rPr>
                                  <w:sz w:val="20"/>
                                  <w:szCs w:val="20"/>
                                </w:rPr>
                                <w:t>rogramm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905774"/>
                            <a:ext cx="849685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2A7FE" w14:textId="021D35FE" w:rsidR="00241DA2" w:rsidRPr="00241DA2" w:rsidRDefault="00241DA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>P</w:t>
                              </w:r>
                              <w:r w:rsidR="004611BE">
                                <w:rPr>
                                  <w:sz w:val="20"/>
                                  <w:szCs w:val="20"/>
                                </w:rPr>
                                <w:t>rogramm</w:t>
                              </w:r>
                              <w:proofErr w:type="spellEnd"/>
                              <w:r w:rsidRPr="00241DA2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18581" y="0"/>
                            <a:ext cx="965835" cy="3034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8B812A" w14:textId="7EFBBA67" w:rsidR="005C447C" w:rsidRPr="00F9472C" w:rsidRDefault="005C447C" w:rsidP="005C447C">
                              <w:pPr>
                                <w:jc w:val="center"/>
                                <w:rPr>
                                  <w:color w:val="FF000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15661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052423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785668" y="698740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785668" y="58659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414068" y="388189"/>
                            <a:ext cx="0" cy="50927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41473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9DADB" w14:textId="7E300C24" w:rsidR="005C447C" w:rsidRDefault="007B2BE9" w:rsidP="004611BE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Service-Informationen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785668" y="166489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1992702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F6ADAB" w14:textId="338CC31B" w:rsidR="005C447C" w:rsidRDefault="007B2BE9" w:rsidP="00241DA2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Privaten</w:t>
                              </w:r>
                              <w:proofErr w:type="spellEnd"/>
                              <w:r w:rsidRPr="007B2BE9">
                                <w:t xml:space="preserve"> </w:t>
                              </w:r>
                              <w:proofErr w:type="spellStart"/>
                              <w:r w:rsidRPr="007B2BE9">
                                <w:t>Informationen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242868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62310" y="2553419"/>
                            <a:ext cx="142430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EFC75A" w14:textId="5633A303" w:rsidR="005C447C" w:rsidRDefault="007B2BE9" w:rsidP="00241DA2">
                              <w:pPr>
                                <w:jc w:val="center"/>
                              </w:pPr>
                              <w:proofErr w:type="spellStart"/>
                              <w:r w:rsidRPr="007B2BE9">
                                <w:t>Bedingte</w:t>
                              </w:r>
                              <w:proofErr w:type="spellEnd"/>
                              <w:r w:rsidRPr="007B2BE9">
                                <w:t xml:space="preserve"> </w:t>
                              </w:r>
                              <w:proofErr w:type="spellStart"/>
                              <w:r w:rsidRPr="007B2BE9">
                                <w:t>Zugriffskontrolle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785668" y="2812212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019" y="1276710"/>
                            <a:ext cx="84127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1CF92C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Vorwärts</w:t>
                              </w:r>
                              <w:proofErr w:type="spellEnd"/>
                            </w:p>
                            <w:p w14:paraId="6C8FF26F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Fehler</w:t>
                              </w:r>
                              <w:proofErr w:type="spellEnd"/>
                            </w:p>
                            <w:p w14:paraId="13DD9D87" w14:textId="69548A47" w:rsidR="005C447C" w:rsidRPr="006F6D9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Erkennung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66052" y="1276710"/>
                            <a:ext cx="923529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41AC87" w14:textId="1A2AF961" w:rsidR="003666FF" w:rsidRPr="00F9472C" w:rsidRDefault="003666FF" w:rsidP="004611BE">
                              <w:pPr>
                                <w:jc w:val="center"/>
                                <w:rPr>
                                  <w:color w:val="FF000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1" y="1276710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5FEDE2" w14:textId="77777777" w:rsidR="004611BE" w:rsidRPr="004611BE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Upconverting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  <w:p w14:paraId="58F6E194" w14:textId="5635AF12" w:rsidR="005C447C" w:rsidRPr="005C447C" w:rsidRDefault="004611BE" w:rsidP="004611BE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Verstärkung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984740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933644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5106839" y="1595887"/>
                            <a:ext cx="232410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5831454" y="1966823"/>
                            <a:ext cx="635" cy="21590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348380" y="2182483"/>
                            <a:ext cx="929005" cy="689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9E34A8" w14:textId="427A6B77" w:rsidR="005C447C" w:rsidRPr="005C447C" w:rsidRDefault="004611BE" w:rsidP="005C447C">
                              <w:pPr>
                                <w:spacing w:before="12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Senden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über</w:t>
                              </w:r>
                              <w:proofErr w:type="spellEnd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4611BE">
                                <w:rPr>
                                  <w:sz w:val="20"/>
                                  <w:szCs w:val="20"/>
                                </w:rPr>
                                <w:t>Rundfunknetz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obrázek 32" descr="D:\Users\Marek\Documents\Techpedia\moduly\EN\M19\od autora\nove\DVB_processing_timer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5615" y="3191769"/>
                            <a:ext cx="526415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AutoShap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4408" y="3019246"/>
                            <a:ext cx="0" cy="224287"/>
                          </a:xfrm>
                          <a:prstGeom prst="straightConnector1">
                            <a:avLst/>
                          </a:pr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3306" y="3674848"/>
                            <a:ext cx="1242204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01E8E" w14:textId="0370A11E" w:rsidR="003666FF" w:rsidRPr="00241DA2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Synchronisierung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ové pole 30"/>
                        <wps:cNvSpPr txBox="1"/>
                        <wps:spPr>
                          <a:xfrm>
                            <a:off x="155276" y="3968151"/>
                            <a:ext cx="2691130" cy="439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BA96E75" w14:textId="77777777" w:rsidR="007B2BE9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Quellcodierung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und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4BCA9F33" w14:textId="4DFF3114" w:rsidR="003666FF" w:rsidRPr="003666FF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Multiplexing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Přímá spojnice se šipkou 33"/>
                        <wps:cNvCnPr/>
                        <wps:spPr>
                          <a:xfrm>
                            <a:off x="213072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Přímá spojnice 34"/>
                        <wps:cNvCnPr/>
                        <wps:spPr>
                          <a:xfrm>
                            <a:off x="2984740" y="4011283"/>
                            <a:ext cx="0" cy="2753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Přímá spojnice se šipkou 35"/>
                        <wps:cNvCnPr/>
                        <wps:spPr>
                          <a:xfrm flipH="1">
                            <a:off x="181155" y="4149306"/>
                            <a:ext cx="715261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ové pole 36"/>
                        <wps:cNvSpPr txBox="1"/>
                        <wps:spPr>
                          <a:xfrm>
                            <a:off x="3562708" y="3968151"/>
                            <a:ext cx="1259458" cy="439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2683FD4" w14:textId="47016989" w:rsidR="003666FF" w:rsidRPr="003666FF" w:rsidRDefault="007B2BE9" w:rsidP="003666FF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Kanalkodierung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und</w:t>
                              </w:r>
                              <w:proofErr w:type="spellEnd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2BE9">
                                <w:rPr>
                                  <w:sz w:val="20"/>
                                  <w:szCs w:val="20"/>
                                </w:rPr>
                                <w:t>Modulation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Přímá spojnice se šipkou 38"/>
                        <wps:cNvCnPr/>
                        <wps:spPr>
                          <a:xfrm flipH="1">
                            <a:off x="3191774" y="4149306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Přímá spojnice 39"/>
                        <wps:cNvCnPr/>
                        <wps:spPr>
                          <a:xfrm>
                            <a:off x="5356663" y="4019379"/>
                            <a:ext cx="0" cy="27495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Přímá spojnice se šipkou 40"/>
                        <wps:cNvCnPr/>
                        <wps:spPr>
                          <a:xfrm>
                            <a:off x="4822167" y="4140680"/>
                            <a:ext cx="370936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81EBE5" id="Skupina 41" o:spid="_x0000_s1026" style="position:absolute;margin-left:-21.65pt;margin-top:7.1pt;width:499.2pt;height:347.05pt;z-index:251704320;mso-width-relative:margin" coordorigin="-628" coordsize="63402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8744;width:9117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" strokeweight="1.25pt">
                  <v:textbox>
                    <w:txbxContent>
                      <w:p w14:paraId="7B95B1E6" w14:textId="32CDC311" w:rsidR="00241DA2" w:rsidRPr="00F9472C" w:rsidRDefault="00241DA2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7" o:spid="_x0000_s1028" type="#_x0000_t202" style="position:absolute;left:8744;top:8022;width:9117;height:4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" strokeweight="1.25pt">
                  <v:textbox>
                    <w:txbxContent>
                      <w:p w14:paraId="2A23D6F7" w14:textId="1AC126D7" w:rsidR="00241DA2" w:rsidRPr="00F9472C" w:rsidRDefault="00241DA2" w:rsidP="004611BE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 id="Text Box 8" o:spid="_x0000_s1029" type="#_x0000_t202" style="position:absolute;left:-628;top:1121;width:92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13E4F31E" w14:textId="0B7DDAEB"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4611BE">
                          <w:rPr>
                            <w:sz w:val="20"/>
                            <w:szCs w:val="20"/>
                          </w:rPr>
                          <w:t>rogramm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Text Box 9" o:spid="_x0000_s1030" type="#_x0000_t202" style="position:absolute;top:9057;width:849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7112A7FE" w14:textId="021D35FE" w:rsidR="00241DA2" w:rsidRPr="00241DA2" w:rsidRDefault="00241DA2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241DA2">
                          <w:rPr>
                            <w:sz w:val="20"/>
                            <w:szCs w:val="20"/>
                          </w:rPr>
                          <w:t>P</w:t>
                        </w:r>
                        <w:r w:rsidR="004611BE">
                          <w:rPr>
                            <w:sz w:val="20"/>
                            <w:szCs w:val="20"/>
                          </w:rPr>
                          <w:t>rogramm</w:t>
                        </w:r>
                        <w:proofErr w:type="spellEnd"/>
                        <w:r w:rsidRPr="00241DA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  <v:shape id="Text Box 10" o:spid="_x0000_s1031" type="#_x0000_t202" style="position:absolute;left:20185;width:9659;height:30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    <v:textbox>
                    <w:txbxContent>
                      <w:p w14:paraId="178B812A" w14:textId="7EFBBA67" w:rsidR="005C447C" w:rsidRPr="00F9472C" w:rsidRDefault="005C447C" w:rsidP="005C447C">
                        <w:pPr>
                          <w:jc w:val="center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7856;top:2156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    <v:stroke endarrow="block"/>
                </v:shape>
                <v:shape id="AutoShape 12" o:spid="_x0000_s1033" type="#_x0000_t32" style="position:absolute;left:17856;top:10524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    <v:stroke dashstyle="1 1" endarrow="block"/>
                </v:shape>
                <v:shape id="AutoShape 13" o:spid="_x0000_s1034" type="#_x0000_t32" style="position:absolute;left:17856;top:6987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    <v:stroke dashstyle="1 1" endarrow="block"/>
                </v:shape>
                <v:shape id="AutoShape 14" o:spid="_x0000_s1035" type="#_x0000_t32" style="position:absolute;left:17856;top:5865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    <v:stroke dashstyle="1 1" endarrow="block"/>
                </v:shape>
                <v:shape id="AutoShape 15" o:spid="_x0000_s1036" type="#_x0000_t32" style="position:absolute;left:4140;top:3881;width:0;height:50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    <v:stroke dashstyle="1 1"/>
                </v:shape>
                <v:shape id="Text Box 16" o:spid="_x0000_s1037" type="#_x0000_t202" style="position:absolute;left:3623;top:1414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14:paraId="50F9DADB" w14:textId="7E300C24" w:rsidR="005C447C" w:rsidRDefault="007B2BE9" w:rsidP="004611BE">
                        <w:pPr>
                          <w:jc w:val="center"/>
                        </w:pPr>
                        <w:proofErr w:type="spellStart"/>
                        <w:r w:rsidRPr="007B2BE9">
                          <w:t>Service-Informationen</w:t>
                        </w:r>
                        <w:proofErr w:type="spellEnd"/>
                      </w:p>
                    </w:txbxContent>
                  </v:textbox>
                </v:shape>
                <v:shape id="AutoShape 17" o:spid="_x0000_s1038" type="#_x0000_t32" style="position:absolute;left:17856;top:1664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    <v:stroke endarrow="block"/>
                </v:shape>
                <v:shape id="Text Box 18" o:spid="_x0000_s1039" type="#_x0000_t202" style="position:absolute;left:3623;top:19927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14:paraId="6FF6ADAB" w14:textId="338CC31B" w:rsidR="005C447C" w:rsidRDefault="007B2BE9" w:rsidP="00241DA2">
                        <w:pPr>
                          <w:jc w:val="center"/>
                        </w:pPr>
                        <w:proofErr w:type="spellStart"/>
                        <w:r w:rsidRPr="007B2BE9">
                          <w:t>Privaten</w:t>
                        </w:r>
                        <w:proofErr w:type="spellEnd"/>
                        <w:r w:rsidRPr="007B2BE9">
                          <w:t xml:space="preserve"> </w:t>
                        </w:r>
                        <w:proofErr w:type="spellStart"/>
                        <w:r w:rsidRPr="007B2BE9">
                          <w:t>Informationen</w:t>
                        </w:r>
                        <w:proofErr w:type="spellEnd"/>
                      </w:p>
                    </w:txbxContent>
                  </v:textbox>
                </v:shape>
                <v:shape id="AutoShape 19" o:spid="_x0000_s1040" type="#_x0000_t32" style="position:absolute;left:17856;top:2242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    <v:stroke endarrow="block"/>
                </v:shape>
                <v:shape id="Text Box 20" o:spid="_x0000_s1041" type="#_x0000_t202" style="position:absolute;left:3623;top:25534;width:14243;height:47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3EEFC75A" w14:textId="5633A303" w:rsidR="005C447C" w:rsidRDefault="007B2BE9" w:rsidP="00241DA2">
                        <w:pPr>
                          <w:jc w:val="center"/>
                        </w:pPr>
                        <w:proofErr w:type="spellStart"/>
                        <w:r w:rsidRPr="007B2BE9">
                          <w:t>Bedingte</w:t>
                        </w:r>
                        <w:proofErr w:type="spellEnd"/>
                        <w:r w:rsidRPr="007B2BE9">
                          <w:t xml:space="preserve"> </w:t>
                        </w:r>
                        <w:proofErr w:type="spellStart"/>
                        <w:r w:rsidRPr="007B2BE9">
                          <w:t>Zugriffskontrolle</w:t>
                        </w:r>
                        <w:proofErr w:type="spellEnd"/>
                      </w:p>
                    </w:txbxContent>
                  </v:textbox>
                </v:shape>
                <v:shape id="AutoShape 21" o:spid="_x0000_s1042" type="#_x0000_t32" style="position:absolute;left:17856;top:28122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    <v:stroke endarrow="block"/>
                </v:shape>
                <v:shape id="Text Box 22" o:spid="_x0000_s1043" type="#_x0000_t202" style="position:absolute;left:32090;top:12767;width:8412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14:paraId="421CF92C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Vorwärts</w:t>
                        </w:r>
                        <w:proofErr w:type="spellEnd"/>
                      </w:p>
                      <w:p w14:paraId="6C8FF26F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Fehler</w:t>
                        </w:r>
                        <w:proofErr w:type="spellEnd"/>
                      </w:p>
                      <w:p w14:paraId="13DD9D87" w14:textId="69548A47" w:rsidR="005C447C" w:rsidRPr="006F6D9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Erkennung</w:t>
                        </w:r>
                        <w:proofErr w:type="spellEnd"/>
                      </w:p>
                    </w:txbxContent>
                  </v:textbox>
                </v:shape>
                <v:shape id="Text Box 23" o:spid="_x0000_s1044" type="#_x0000_t202" style="position:absolute;left:41660;top:12767;width:9235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    <v:textbox>
                    <w:txbxContent>
                      <w:p w14:paraId="4641AC87" w14:textId="1A2AF961" w:rsidR="003666FF" w:rsidRPr="00F9472C" w:rsidRDefault="003666FF" w:rsidP="004611BE">
                        <w:pPr>
                          <w:jc w:val="center"/>
                          <w:rPr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045" type="#_x0000_t202" style="position:absolute;left:53483;top:12767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<v:textbox>
                    <w:txbxContent>
                      <w:p w14:paraId="175FEDE2" w14:textId="77777777" w:rsidR="004611BE" w:rsidRPr="004611BE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Upconverting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  <w:p w14:paraId="58F6E194" w14:textId="5635AF12" w:rsidR="005C447C" w:rsidRPr="005C447C" w:rsidRDefault="004611BE" w:rsidP="004611BE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Verstärkung</w:t>
                        </w:r>
                        <w:proofErr w:type="spellEnd"/>
                      </w:p>
                    </w:txbxContent>
                  </v:textbox>
                </v:shape>
                <v:shape id="AutoShape 26" o:spid="_x0000_s1046" type="#_x0000_t32" style="position:absolute;left:29847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    <v:stroke endarrow="block"/>
                </v:shape>
                <v:shape id="AutoShape 27" o:spid="_x0000_s1047" type="#_x0000_t32" style="position:absolute;left:39336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    <v:stroke endarrow="block"/>
                </v:shape>
                <v:shape id="AutoShape 28" o:spid="_x0000_s1048" type="#_x0000_t32" style="position:absolute;left:51068;top:15958;width:23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    <v:stroke endarrow="block"/>
                </v:shape>
                <v:shape id="AutoShape 29" o:spid="_x0000_s1049" type="#_x0000_t32" style="position:absolute;left:58314;top:19668;width:6;height:21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    <v:stroke endarrow="block"/>
                </v:shape>
                <v:shape id="Text Box 31" o:spid="_x0000_s1050" type="#_x0000_t202" style="position:absolute;left:53483;top:21824;width:9290;height:6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14:paraId="2A9E34A8" w14:textId="427A6B77" w:rsidR="005C447C" w:rsidRPr="005C447C" w:rsidRDefault="004611BE" w:rsidP="005C447C">
                        <w:pPr>
                          <w:spacing w:before="120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Senden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über</w:t>
                        </w:r>
                        <w:proofErr w:type="spellEnd"/>
                        <w:r w:rsidRPr="004611B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4611BE">
                          <w:rPr>
                            <w:sz w:val="20"/>
                            <w:szCs w:val="20"/>
                          </w:rPr>
                          <w:t>Rundfunknetz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32" o:spid="_x0000_s1051" type="#_x0000_t75" style="position:absolute;left:22256;top:31917;width:5264;height:5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    <v:imagedata r:id="rId8" o:title="DVB_processing_timer"/>
                  <v:path arrowok="t"/>
                </v:shape>
                <v:shape id="AutoShape 21" o:spid="_x0000_s1052" type="#_x0000_t32" style="position:absolute;left:24844;top:30192;width:0;height:22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    <v:stroke endarrow="block"/>
                </v:shape>
                <v:shape id="Text Box 8" o:spid="_x0000_s1053" type="#_x0000_t202" style="position:absolute;left:18633;top:36748;width:1242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2B801E8E" w14:textId="0370A11E" w:rsidR="003666FF" w:rsidRPr="00241DA2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Synchronisierung</w:t>
                        </w:r>
                        <w:proofErr w:type="spellEnd"/>
                      </w:p>
                    </w:txbxContent>
                  </v:textbox>
                </v:shape>
                <v:shape id="Textové pole 30" o:spid="_x0000_s1054" type="#_x0000_t202" style="position:absolute;left:1552;top:39681;width:26912;height:4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fillcolor="white [3201]" stroked="f" strokeweight=".5pt">
                  <v:textbox>
                    <w:txbxContent>
                      <w:p w14:paraId="1BA96E75" w14:textId="77777777" w:rsidR="007B2BE9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Quellcodierung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und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4BCA9F33" w14:textId="4DFF3114" w:rsidR="003666FF" w:rsidRPr="003666FF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Multiplexing</w:t>
                        </w:r>
                        <w:proofErr w:type="spellEnd"/>
                      </w:p>
                    </w:txbxContent>
                  </v:textbox>
                </v:shape>
                <v:shape id="Přímá spojnice se šipkou 33" o:spid="_x0000_s1055" type="#_x0000_t32" style="position:absolute;left:21307;top:41493;width:71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color="black [3213]" strokeweight="1.25pt">
                  <v:stroke endarrow="block"/>
                </v:shape>
                <v:line id="Přímá spojnice 34" o:spid="_x0000_s1056" style="position:absolute;visibility:visible;mso-wrap-style:squar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 strokecolor="black [3213]">
                  <v:stroke dashstyle="dash"/>
                </v:line>
                <v:shape id="Přímá spojnice se šipkou 35" o:spid="_x0000_s1057" type="#_x0000_t32" style="position:absolute;left:1811;top:41493;width:71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color="black [3213]" strokeweight="1.25pt">
                  <v:stroke endarrow="block"/>
                </v:shape>
                <v:shape id="Textové pole 36" o:spid="_x0000_s1058" type="#_x0000_t202" style="position:absolute;left:35627;top:39681;width:12594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fillcolor="white [3201]" stroked="f" strokeweight=".5pt">
                  <v:textbox>
                    <w:txbxContent>
                      <w:p w14:paraId="22683FD4" w14:textId="47016989" w:rsidR="003666FF" w:rsidRPr="003666FF" w:rsidRDefault="007B2BE9" w:rsidP="003666FF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Kanalkodierung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und</w:t>
                        </w:r>
                        <w:proofErr w:type="spellEnd"/>
                        <w:r w:rsidRPr="007B2BE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B2BE9">
                          <w:rPr>
                            <w:sz w:val="20"/>
                            <w:szCs w:val="20"/>
                          </w:rPr>
                          <w:t>Modulation</w:t>
                        </w:r>
                        <w:proofErr w:type="spellEnd"/>
                      </w:p>
                    </w:txbxContent>
                  </v:textbox>
                </v:shape>
                <v:shape id="Přímá spojnice se šipkou 38" o:spid="_x0000_s1059" type="#_x0000_t32" style="position:absolute;left:31917;top:41493;width:371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color="black [3213]" strokeweight="1.25pt">
                  <v:stroke endarrow="block"/>
                </v:shape>
                <v:line id="Přímá spojnice 39" o:spid="_x0000_s1060" style="position:absolute;visibility:visible;mso-wrap-style:squar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 strokecolor="black [3213]">
                  <v:stroke dashstyle="dash"/>
                </v:line>
                <v:shape id="Přímá spojnice se šipkou 40" o:spid="_x0000_s1061" type="#_x0000_t32" style="position:absolute;left:48221;top:41406;width:37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color="black [3213]" strokeweight="1.25pt">
                  <v:stroke endarrow="block"/>
                </v:shape>
              </v:group>
            </w:pict>
          </mc:Fallback>
        </mc:AlternateContent>
      </w:r>
    </w:p>
    <w:p w14:paraId="66CEC0EB" w14:textId="5724B9F7" w:rsidR="00241DA2" w:rsidRPr="00A073B9" w:rsidRDefault="00241DA2" w:rsidP="004312DF">
      <w:pPr>
        <w:rPr>
          <w:lang w:val="de-DE"/>
        </w:rPr>
      </w:pPr>
    </w:p>
    <w:p w14:paraId="24CBF81A" w14:textId="77777777" w:rsidR="00241DA2" w:rsidRPr="00A073B9" w:rsidRDefault="00241DA2" w:rsidP="004312DF">
      <w:pPr>
        <w:rPr>
          <w:lang w:val="de-DE"/>
        </w:rPr>
      </w:pPr>
    </w:p>
    <w:p w14:paraId="3FF9B32B" w14:textId="77777777" w:rsidR="00241DA2" w:rsidRPr="00A073B9" w:rsidRDefault="00241DA2" w:rsidP="004312DF">
      <w:pPr>
        <w:rPr>
          <w:lang w:val="de-DE"/>
        </w:rPr>
      </w:pPr>
    </w:p>
    <w:p w14:paraId="695B5B86" w14:textId="77777777" w:rsidR="00241DA2" w:rsidRPr="00A073B9" w:rsidRDefault="00241DA2" w:rsidP="004312DF">
      <w:pPr>
        <w:rPr>
          <w:lang w:val="de-DE"/>
        </w:rPr>
      </w:pPr>
    </w:p>
    <w:p w14:paraId="70D31AE3" w14:textId="77777777" w:rsidR="00241DA2" w:rsidRPr="00A073B9" w:rsidRDefault="00241DA2" w:rsidP="004312DF">
      <w:pPr>
        <w:rPr>
          <w:lang w:val="de-DE"/>
        </w:rPr>
      </w:pPr>
    </w:p>
    <w:p w14:paraId="6DBB764A" w14:textId="77777777" w:rsidR="00241DA2" w:rsidRPr="00A073B9" w:rsidRDefault="00241DA2" w:rsidP="004312DF">
      <w:pPr>
        <w:rPr>
          <w:lang w:val="de-DE"/>
        </w:rPr>
      </w:pPr>
    </w:p>
    <w:p w14:paraId="4BB5F097" w14:textId="77777777" w:rsidR="00241DA2" w:rsidRPr="00A073B9" w:rsidRDefault="00241DA2" w:rsidP="004312DF">
      <w:pPr>
        <w:rPr>
          <w:lang w:val="de-DE"/>
        </w:rPr>
      </w:pPr>
    </w:p>
    <w:p w14:paraId="1DDBA680" w14:textId="77777777" w:rsidR="00241DA2" w:rsidRPr="00A073B9" w:rsidRDefault="00241DA2" w:rsidP="004312DF">
      <w:pPr>
        <w:rPr>
          <w:lang w:val="de-DE"/>
        </w:rPr>
      </w:pPr>
    </w:p>
    <w:p w14:paraId="0E8F4795" w14:textId="77777777" w:rsidR="00241DA2" w:rsidRPr="00A073B9" w:rsidRDefault="00241DA2" w:rsidP="004312DF">
      <w:pPr>
        <w:rPr>
          <w:lang w:val="de-DE"/>
        </w:rPr>
      </w:pPr>
    </w:p>
    <w:p w14:paraId="29B9D2C2" w14:textId="77777777" w:rsidR="00E371D7" w:rsidRPr="00A073B9" w:rsidRDefault="00E371D7" w:rsidP="003E4104">
      <w:pPr>
        <w:spacing w:line="360" w:lineRule="auto"/>
        <w:rPr>
          <w:lang w:val="de-DE"/>
        </w:rPr>
      </w:pPr>
    </w:p>
    <w:p w14:paraId="58D715B8" w14:textId="77777777" w:rsidR="009946F5" w:rsidRPr="00A073B9" w:rsidRDefault="009946F5">
      <w:pPr>
        <w:rPr>
          <w:b/>
          <w:lang w:val="de-DE"/>
        </w:rPr>
      </w:pPr>
      <w:r w:rsidRPr="00A073B9">
        <w:rPr>
          <w:lang w:val="de-DE"/>
        </w:rPr>
        <w:br w:type="page"/>
      </w:r>
    </w:p>
    <w:p w14:paraId="4E692B5B" w14:textId="7DA991AD" w:rsidR="00E371D7" w:rsidRPr="00A073B9" w:rsidRDefault="00DC3A29" w:rsidP="004312DF">
      <w:pPr>
        <w:pStyle w:val="eTask"/>
        <w:numPr>
          <w:ilvl w:val="0"/>
          <w:numId w:val="10"/>
        </w:numPr>
        <w:rPr>
          <w:lang w:val="de-DE"/>
        </w:rPr>
      </w:pPr>
      <w:r>
        <w:rPr>
          <w:lang w:val="de-DE"/>
        </w:rPr>
        <w:lastRenderedPageBreak/>
        <w:t xml:space="preserve">Tragen ‚Sie bitte ein, welcher </w:t>
      </w:r>
      <w:r w:rsidR="00BE2F1A" w:rsidRPr="00BE2F1A">
        <w:rPr>
          <w:lang w:val="de-DE"/>
        </w:rPr>
        <w:t>DVB-Stan</w:t>
      </w:r>
      <w:r w:rsidR="00BE2F1A">
        <w:rPr>
          <w:lang w:val="de-DE"/>
        </w:rPr>
        <w:t xml:space="preserve">dard </w:t>
      </w:r>
      <w:r>
        <w:rPr>
          <w:lang w:val="de-DE"/>
        </w:rPr>
        <w:t xml:space="preserve">im </w:t>
      </w:r>
      <w:r w:rsidR="00BE2F1A">
        <w:rPr>
          <w:lang w:val="de-DE"/>
        </w:rPr>
        <w:t>TV</w:t>
      </w:r>
      <w:r>
        <w:rPr>
          <w:lang w:val="de-DE"/>
        </w:rPr>
        <w:t>/</w:t>
      </w:r>
      <w:r w:rsidR="00BE2F1A">
        <w:rPr>
          <w:lang w:val="de-DE"/>
        </w:rPr>
        <w:t>Rundfunk</w:t>
      </w:r>
      <w:r>
        <w:rPr>
          <w:lang w:val="de-DE"/>
        </w:rPr>
        <w:t xml:space="preserve"> zum Einsatz kommt</w:t>
      </w:r>
      <w:r w:rsidR="00E371D7" w:rsidRPr="00A073B9">
        <w:rPr>
          <w:lang w:val="de-DE"/>
        </w:rPr>
        <w:t>:</w:t>
      </w:r>
    </w:p>
    <w:p w14:paraId="33B11109" w14:textId="77777777" w:rsidR="00E371D7" w:rsidRPr="00A073B9" w:rsidRDefault="00E371D7" w:rsidP="00543286">
      <w:pPr>
        <w:rPr>
          <w:lang w:val="de-DE"/>
        </w:rPr>
      </w:pPr>
    </w:p>
    <w:p w14:paraId="2AE74AFB" w14:textId="27FBABCB" w:rsidR="00E371D7" w:rsidRPr="00A073B9" w:rsidRDefault="00E371D7" w:rsidP="00A624E1">
      <w:pPr>
        <w:spacing w:line="360" w:lineRule="auto"/>
        <w:ind w:left="357"/>
        <w:rPr>
          <w:rStyle w:val="eTerm"/>
          <w:bCs/>
          <w:iCs/>
          <w:lang w:val="de-DE"/>
        </w:rPr>
      </w:pPr>
      <w:r w:rsidRPr="00A073B9">
        <w:rPr>
          <w:lang w:val="de-DE"/>
        </w:rPr>
        <w:t>1.</w:t>
      </w:r>
      <w:r w:rsidRPr="00A073B9">
        <w:rPr>
          <w:lang w:val="de-DE"/>
        </w:rPr>
        <w:tab/>
      </w:r>
      <w:r w:rsidR="00BE2F1A" w:rsidRPr="00BE2F1A">
        <w:rPr>
          <w:lang w:val="de-DE"/>
        </w:rPr>
        <w:t xml:space="preserve">Kabel </w:t>
      </w:r>
      <w:r w:rsidR="007A2CDA" w:rsidRPr="00A624E1">
        <w:rPr>
          <w:lang w:val="de-DE"/>
        </w:rPr>
        <w:t>______________________________________</w:t>
      </w:r>
    </w:p>
    <w:p w14:paraId="1EC709B2" w14:textId="37AE7818" w:rsidR="00E371D7" w:rsidRPr="00A073B9" w:rsidRDefault="00E371D7" w:rsidP="00A624E1">
      <w:pPr>
        <w:spacing w:line="360" w:lineRule="auto"/>
        <w:ind w:left="357"/>
        <w:rPr>
          <w:lang w:val="de-DE"/>
        </w:rPr>
      </w:pPr>
      <w:r w:rsidRPr="00A073B9">
        <w:rPr>
          <w:lang w:val="de-DE" w:eastAsia="sk-SK"/>
        </w:rPr>
        <w:t>2.</w:t>
      </w:r>
      <w:r w:rsidRPr="00A073B9">
        <w:rPr>
          <w:lang w:val="de-DE" w:eastAsia="sk-SK"/>
        </w:rPr>
        <w:tab/>
      </w:r>
      <w:r w:rsidR="00BE2F1A" w:rsidRPr="00BE2F1A">
        <w:rPr>
          <w:lang w:val="de-DE"/>
        </w:rPr>
        <w:t xml:space="preserve">Satelliten </w:t>
      </w:r>
      <w:r w:rsidR="007A2CDA" w:rsidRPr="00A624E1">
        <w:rPr>
          <w:lang w:val="de-DE"/>
        </w:rPr>
        <w:t>______________________________________</w:t>
      </w:r>
    </w:p>
    <w:p w14:paraId="2337CB81" w14:textId="6F665D53" w:rsidR="00E371D7" w:rsidRPr="00A073B9" w:rsidRDefault="00E371D7" w:rsidP="00A624E1">
      <w:pPr>
        <w:spacing w:line="360" w:lineRule="auto"/>
        <w:ind w:left="357"/>
        <w:rPr>
          <w:lang w:val="de-DE"/>
        </w:rPr>
      </w:pPr>
      <w:r w:rsidRPr="00A073B9">
        <w:rPr>
          <w:lang w:val="de-DE" w:eastAsia="sk-SK"/>
        </w:rPr>
        <w:t>3.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terrestrische Übertragungen </w:t>
      </w:r>
      <w:r w:rsidR="007A2CDA" w:rsidRPr="00A624E1">
        <w:rPr>
          <w:lang w:val="de-DE"/>
        </w:rPr>
        <w:t>______________________________________</w:t>
      </w:r>
    </w:p>
    <w:p w14:paraId="04327F6D" w14:textId="35017F00" w:rsidR="00E371D7" w:rsidRPr="00A073B9" w:rsidRDefault="00E371D7" w:rsidP="00A624E1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4.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Rückkanal </w:t>
      </w:r>
      <w:r w:rsidR="007A2CDA" w:rsidRPr="00A624E1">
        <w:rPr>
          <w:lang w:val="de-DE"/>
        </w:rPr>
        <w:t>______________________________________</w:t>
      </w:r>
    </w:p>
    <w:p w14:paraId="1A0CB30C" w14:textId="5AC0C5B6" w:rsidR="00E371D7" w:rsidRPr="00A073B9" w:rsidRDefault="00E371D7" w:rsidP="00A624E1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5.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Mikrowellen-Rundfunk </w:t>
      </w:r>
      <w:r w:rsidR="007A2CDA" w:rsidRPr="00A624E1">
        <w:rPr>
          <w:lang w:val="de-DE"/>
        </w:rPr>
        <w:t>______________________________________</w:t>
      </w:r>
    </w:p>
    <w:p w14:paraId="7BD43E96" w14:textId="271DE517" w:rsidR="00E371D7" w:rsidRPr="00A073B9" w:rsidRDefault="00E371D7" w:rsidP="00A624E1">
      <w:pPr>
        <w:spacing w:line="360" w:lineRule="auto"/>
        <w:ind w:left="357"/>
        <w:rPr>
          <w:rStyle w:val="eTerm"/>
          <w:lang w:val="de-DE" w:eastAsia="sk-SK"/>
        </w:rPr>
      </w:pPr>
      <w:r w:rsidRPr="00A073B9">
        <w:rPr>
          <w:lang w:val="de-DE" w:eastAsia="sk-SK"/>
        </w:rPr>
        <w:t>6.</w:t>
      </w:r>
      <w:r w:rsidRPr="00A073B9">
        <w:rPr>
          <w:lang w:val="de-DE" w:eastAsia="sk-SK"/>
        </w:rPr>
        <w:tab/>
      </w:r>
      <w:r w:rsidR="00BE2F1A" w:rsidRPr="00BE2F1A">
        <w:rPr>
          <w:lang w:val="de-DE" w:eastAsia="sk-SK"/>
        </w:rPr>
        <w:t xml:space="preserve">Übertragung von Datendiensten mit hoher Bitrate </w:t>
      </w:r>
      <w:r w:rsidR="007A2CDA" w:rsidRPr="00A624E1">
        <w:rPr>
          <w:lang w:val="de-DE"/>
        </w:rPr>
        <w:t>______________________</w:t>
      </w:r>
    </w:p>
    <w:p w14:paraId="1871F801" w14:textId="77777777" w:rsidR="00E371D7" w:rsidRPr="00A073B9" w:rsidRDefault="00E371D7" w:rsidP="00543286">
      <w:pPr>
        <w:rPr>
          <w:lang w:val="de-DE" w:eastAsia="sk-SK"/>
        </w:rPr>
      </w:pPr>
    </w:p>
    <w:p w14:paraId="67440D69" w14:textId="77777777" w:rsidR="00E371D7" w:rsidRPr="00A624E1" w:rsidRDefault="00E371D7" w:rsidP="00543286">
      <w:pPr>
        <w:jc w:val="center"/>
        <w:rPr>
          <w:b/>
          <w:lang w:val="en-US"/>
        </w:rPr>
      </w:pPr>
      <w:r w:rsidRPr="00A624E1">
        <w:rPr>
          <w:b/>
          <w:lang w:val="en-US"/>
        </w:rPr>
        <w:t>(DVB-C, DVB-C2),</w:t>
      </w:r>
      <w:r w:rsidRPr="00A624E1">
        <w:rPr>
          <w:b/>
          <w:lang w:val="en-US" w:eastAsia="en-US"/>
        </w:rPr>
        <w:t xml:space="preserve">     (DVB-MC/MS),</w:t>
      </w:r>
      <w:r w:rsidRPr="00A624E1">
        <w:rPr>
          <w:b/>
          <w:lang w:val="en-US"/>
        </w:rPr>
        <w:t xml:space="preserve">     (DVB-S, DVB-S2, DVB-S2X, DVB-SH),</w:t>
      </w:r>
    </w:p>
    <w:p w14:paraId="38C36730" w14:textId="77777777" w:rsidR="00E371D7" w:rsidRPr="00A624E1" w:rsidRDefault="00E371D7" w:rsidP="00543286">
      <w:pPr>
        <w:jc w:val="center"/>
        <w:rPr>
          <w:b/>
          <w:lang w:val="en-US"/>
        </w:rPr>
      </w:pPr>
      <w:r w:rsidRPr="00A624E1">
        <w:rPr>
          <w:b/>
          <w:lang w:val="en-US" w:eastAsia="en-US"/>
        </w:rPr>
        <w:t>(DVB-Data)</w:t>
      </w:r>
      <w:r w:rsidRPr="00A624E1">
        <w:rPr>
          <w:b/>
          <w:lang w:val="en-US"/>
        </w:rPr>
        <w:t>,     (DVB-T, DVB-T2, DVB-H),     (DVB-RCS/RCT/RCC)</w:t>
      </w:r>
    </w:p>
    <w:p w14:paraId="3B5A6172" w14:textId="77777777" w:rsidR="00E371D7" w:rsidRPr="00A624E1" w:rsidRDefault="00E371D7" w:rsidP="00543286">
      <w:pPr>
        <w:pStyle w:val="eLineBottom"/>
        <w:rPr>
          <w:lang w:val="en-US"/>
        </w:rPr>
      </w:pPr>
    </w:p>
    <w:p w14:paraId="1559376C" w14:textId="77777777" w:rsidR="00E371D7" w:rsidRPr="00A624E1" w:rsidRDefault="00E371D7" w:rsidP="00543286">
      <w:pPr>
        <w:rPr>
          <w:lang w:val="en-US"/>
        </w:rPr>
      </w:pPr>
    </w:p>
    <w:p w14:paraId="1AAFD805" w14:textId="6D46A13E" w:rsidR="00E371D7" w:rsidRPr="00A073B9" w:rsidRDefault="00BE2F1A" w:rsidP="004312DF">
      <w:pPr>
        <w:pStyle w:val="eTask"/>
        <w:numPr>
          <w:ilvl w:val="0"/>
          <w:numId w:val="10"/>
        </w:numPr>
        <w:rPr>
          <w:lang w:val="de-DE"/>
        </w:rPr>
      </w:pPr>
      <w:r w:rsidRPr="00BE2F1A">
        <w:rPr>
          <w:lang w:val="de-DE"/>
        </w:rPr>
        <w:t xml:space="preserve">DVB-T / T2-Dienste werden terrestrisch innerhalb </w:t>
      </w:r>
      <w:r w:rsidR="00DC3A29">
        <w:rPr>
          <w:lang w:val="de-DE"/>
        </w:rPr>
        <w:t>eines</w:t>
      </w:r>
      <w:r w:rsidR="00DC3A29" w:rsidRPr="00BE2F1A">
        <w:rPr>
          <w:lang w:val="de-DE"/>
        </w:rPr>
        <w:t xml:space="preserve"> </w:t>
      </w:r>
      <w:r w:rsidRPr="00BE2F1A">
        <w:rPr>
          <w:lang w:val="de-DE"/>
        </w:rPr>
        <w:t>Ultrahochfrequenz (UHF) -Band</w:t>
      </w:r>
      <w:r w:rsidR="00DC3A29">
        <w:rPr>
          <w:lang w:val="de-DE"/>
        </w:rPr>
        <w:t>es</w:t>
      </w:r>
      <w:r w:rsidRPr="00BE2F1A">
        <w:rPr>
          <w:lang w:val="de-DE"/>
        </w:rPr>
        <w:t xml:space="preserve"> abgedeckt, die Frequenzen </w:t>
      </w:r>
      <w:r w:rsidR="00DC3A29">
        <w:rPr>
          <w:lang w:val="de-DE"/>
        </w:rPr>
        <w:t xml:space="preserve">liegen </w:t>
      </w:r>
      <w:r w:rsidRPr="00BE2F1A">
        <w:rPr>
          <w:lang w:val="de-DE"/>
        </w:rPr>
        <w:t>im Bereich von</w:t>
      </w:r>
      <w:r w:rsidR="00E371D7" w:rsidRPr="00A073B9">
        <w:rPr>
          <w:lang w:val="de-DE"/>
        </w:rPr>
        <w:t>:</w:t>
      </w:r>
    </w:p>
    <w:p w14:paraId="66FEEA9E" w14:textId="59B87B2D" w:rsidR="00E371D7" w:rsidRDefault="00E371D7" w:rsidP="00543286">
      <w:pPr>
        <w:pStyle w:val="eCheckBoxText"/>
        <w:rPr>
          <w:lang w:val="de-DE" w:eastAsia="en-US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lang w:val="de-DE" w:eastAsia="en-US"/>
        </w:rPr>
        <w:tab/>
        <w:t xml:space="preserve">30 MHz </w:t>
      </w:r>
      <w:r w:rsidR="00BE2F1A">
        <w:rPr>
          <w:lang w:val="de-DE" w:eastAsia="en-US"/>
        </w:rPr>
        <w:t>bis</w:t>
      </w:r>
      <w:r w:rsidRPr="00A073B9">
        <w:rPr>
          <w:lang w:val="de-DE" w:eastAsia="en-US"/>
        </w:rPr>
        <w:t xml:space="preserve"> 30 GHz</w:t>
      </w:r>
    </w:p>
    <w:p w14:paraId="1BD24B1A" w14:textId="00D12534" w:rsidR="005B4C08" w:rsidRPr="005B4C08" w:rsidRDefault="005B4C08" w:rsidP="005B4C08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szCs w:val="40"/>
          <w:lang w:val="de-DE"/>
        </w:rPr>
        <w:tab/>
      </w:r>
      <w:r w:rsidRPr="00A073B9">
        <w:rPr>
          <w:lang w:val="de-DE"/>
        </w:rPr>
        <w:t>3</w:t>
      </w:r>
      <w:r>
        <w:rPr>
          <w:lang w:val="de-DE"/>
        </w:rPr>
        <w:t>00</w:t>
      </w:r>
      <w:r w:rsidRPr="00A073B9">
        <w:rPr>
          <w:lang w:val="de-DE"/>
        </w:rPr>
        <w:t xml:space="preserve"> MHz </w:t>
      </w:r>
      <w:r>
        <w:rPr>
          <w:lang w:val="de-DE"/>
        </w:rPr>
        <w:t>bis</w:t>
      </w:r>
      <w:r w:rsidRPr="00A073B9">
        <w:rPr>
          <w:lang w:val="de-DE"/>
        </w:rPr>
        <w:t xml:space="preserve"> 3 GHz</w:t>
      </w:r>
    </w:p>
    <w:p w14:paraId="0B2CF0C0" w14:textId="725C6AE9" w:rsidR="00E371D7" w:rsidRPr="00A073B9" w:rsidRDefault="00E371D7" w:rsidP="00543286">
      <w:pPr>
        <w:pStyle w:val="eCheckBoxText"/>
        <w:rPr>
          <w:b/>
          <w:shd w:val="clear" w:color="auto" w:fill="CCFFCC"/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szCs w:val="40"/>
          <w:lang w:val="de-DE"/>
        </w:rPr>
        <w:tab/>
      </w:r>
      <w:r w:rsidRPr="00A073B9">
        <w:rPr>
          <w:lang w:val="de-DE"/>
        </w:rPr>
        <w:t xml:space="preserve">3 MHz </w:t>
      </w:r>
      <w:r w:rsidR="00BE2F1A">
        <w:rPr>
          <w:lang w:val="de-DE"/>
        </w:rPr>
        <w:t>bis</w:t>
      </w:r>
      <w:r w:rsidRPr="00A073B9">
        <w:rPr>
          <w:lang w:val="de-DE"/>
        </w:rPr>
        <w:t xml:space="preserve"> 30 GHz</w:t>
      </w:r>
    </w:p>
    <w:p w14:paraId="561C9A3D" w14:textId="2DA59A8C" w:rsidR="00E371D7" w:rsidRPr="00A073B9" w:rsidRDefault="00E371D7" w:rsidP="00543286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Pr="00A073B9">
        <w:rPr>
          <w:szCs w:val="40"/>
          <w:lang w:val="de-DE"/>
        </w:rPr>
        <w:tab/>
      </w:r>
      <w:r w:rsidRPr="00A073B9">
        <w:rPr>
          <w:lang w:val="de-DE"/>
        </w:rPr>
        <w:t xml:space="preserve">3 MHz </w:t>
      </w:r>
      <w:r w:rsidR="00BE2F1A">
        <w:rPr>
          <w:lang w:val="de-DE"/>
        </w:rPr>
        <w:t>bis</w:t>
      </w:r>
      <w:r w:rsidRPr="00A073B9">
        <w:rPr>
          <w:lang w:val="de-DE"/>
        </w:rPr>
        <w:t xml:space="preserve"> 3 GHz</w:t>
      </w:r>
    </w:p>
    <w:p w14:paraId="2256019C" w14:textId="77777777" w:rsidR="00E371D7" w:rsidRPr="00A073B9" w:rsidRDefault="00E371D7" w:rsidP="00543286">
      <w:pPr>
        <w:pStyle w:val="eLineBottom"/>
        <w:rPr>
          <w:lang w:val="de-DE"/>
        </w:rPr>
      </w:pPr>
    </w:p>
    <w:p w14:paraId="58888347" w14:textId="77777777" w:rsidR="00E371D7" w:rsidRPr="00A073B9" w:rsidRDefault="00E371D7" w:rsidP="00520994">
      <w:pPr>
        <w:pStyle w:val="eDotList1"/>
        <w:spacing w:after="0"/>
        <w:rPr>
          <w:shd w:val="clear" w:color="auto" w:fill="CCFFCC"/>
          <w:lang w:val="de-DE"/>
        </w:rPr>
      </w:pPr>
    </w:p>
    <w:p w14:paraId="0821312F" w14:textId="4FB06484" w:rsidR="00E371D7" w:rsidRPr="00A073B9" w:rsidRDefault="00BE2F1A" w:rsidP="004312DF">
      <w:pPr>
        <w:pStyle w:val="eTask"/>
        <w:numPr>
          <w:ilvl w:val="0"/>
          <w:numId w:val="10"/>
        </w:numPr>
        <w:rPr>
          <w:lang w:val="de-DE"/>
        </w:rPr>
      </w:pPr>
      <w:r w:rsidRPr="00BE2F1A">
        <w:rPr>
          <w:lang w:val="de-DE"/>
        </w:rPr>
        <w:t>Gegenwärtig enthält herkömmlicher geostationärer Satellit</w:t>
      </w:r>
      <w:r w:rsidR="00DC3A29">
        <w:rPr>
          <w:lang w:val="de-DE"/>
        </w:rPr>
        <w:t xml:space="preserve"> folgende Komponenten</w:t>
      </w:r>
      <w:r w:rsidR="00E371D7" w:rsidRPr="00A073B9">
        <w:rPr>
          <w:lang w:val="de-DE"/>
        </w:rPr>
        <w:t>:</w:t>
      </w:r>
    </w:p>
    <w:p w14:paraId="7C688B3F" w14:textId="77777777" w:rsidR="00E371D7" w:rsidRPr="00A073B9" w:rsidRDefault="00E371D7" w:rsidP="00543286">
      <w:pPr>
        <w:rPr>
          <w:lang w:val="de-DE"/>
        </w:rPr>
      </w:pPr>
    </w:p>
    <w:p w14:paraId="590A902B" w14:textId="4D1CAF88" w:rsidR="00E371D7" w:rsidRPr="00A073B9" w:rsidRDefault="00E371D7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272B39">
        <w:rPr>
          <w:lang w:val="de-DE"/>
        </w:rPr>
        <w:tab/>
      </w:r>
      <w:r w:rsidR="00BE2F1A" w:rsidRPr="00BE2F1A">
        <w:rPr>
          <w:lang w:val="de-DE"/>
        </w:rPr>
        <w:t xml:space="preserve">2 bis 3 Transponder </w:t>
      </w:r>
      <w:r w:rsidR="00BE2F1A">
        <w:rPr>
          <w:lang w:val="de-DE"/>
        </w:rPr>
        <w:t>und ein</w:t>
      </w:r>
      <w:r w:rsidR="00ED7E72">
        <w:rPr>
          <w:lang w:val="de-DE"/>
        </w:rPr>
        <w:t xml:space="preserve"> Transponder </w:t>
      </w:r>
      <w:r w:rsidR="00BE2F1A">
        <w:rPr>
          <w:lang w:val="de-DE"/>
        </w:rPr>
        <w:t xml:space="preserve">hat </w:t>
      </w:r>
      <w:r w:rsidR="00ED7E72">
        <w:rPr>
          <w:lang w:val="de-DE"/>
        </w:rPr>
        <w:t>e</w:t>
      </w:r>
      <w:r w:rsidR="00BE2F1A" w:rsidRPr="00BE2F1A">
        <w:rPr>
          <w:lang w:val="de-DE"/>
        </w:rPr>
        <w:t>ine Bandbr</w:t>
      </w:r>
      <w:r w:rsidR="00BE2F1A">
        <w:rPr>
          <w:lang w:val="de-DE"/>
        </w:rPr>
        <w:t>eite von 20 bis 50 MHz</w:t>
      </w:r>
    </w:p>
    <w:p w14:paraId="560C2C18" w14:textId="2CF6CBD4" w:rsidR="00BE2F1A" w:rsidRPr="00A073B9" w:rsidRDefault="00E371D7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272B39">
        <w:rPr>
          <w:lang w:val="de-DE"/>
        </w:rPr>
        <w:tab/>
      </w:r>
      <w:r w:rsidR="00BE2F1A">
        <w:rPr>
          <w:lang w:val="de-DE"/>
        </w:rPr>
        <w:t>3 bis 10</w:t>
      </w:r>
      <w:r w:rsidR="00BE2F1A" w:rsidRPr="00BE2F1A">
        <w:rPr>
          <w:lang w:val="de-DE"/>
        </w:rPr>
        <w:t xml:space="preserve"> Transponder </w:t>
      </w:r>
      <w:r w:rsidR="00BE2F1A">
        <w:rPr>
          <w:lang w:val="de-DE"/>
        </w:rPr>
        <w:t>und ein</w:t>
      </w:r>
      <w:r w:rsidR="00ED7E72">
        <w:rPr>
          <w:lang w:val="de-DE"/>
        </w:rPr>
        <w:t xml:space="preserve"> Transponder </w:t>
      </w:r>
      <w:r w:rsidR="00BE2F1A">
        <w:rPr>
          <w:lang w:val="de-DE"/>
        </w:rPr>
        <w:t xml:space="preserve">hat </w:t>
      </w:r>
      <w:r w:rsidR="00ED7E72">
        <w:rPr>
          <w:lang w:val="de-DE"/>
        </w:rPr>
        <w:t>e</w:t>
      </w:r>
      <w:r w:rsidR="00BE2F1A" w:rsidRPr="00BE2F1A">
        <w:rPr>
          <w:lang w:val="de-DE"/>
        </w:rPr>
        <w:t>ine Bandbr</w:t>
      </w:r>
      <w:r w:rsidR="00BE2F1A">
        <w:rPr>
          <w:lang w:val="de-DE"/>
        </w:rPr>
        <w:t>eite von 50 bis 100 MHz</w:t>
      </w:r>
    </w:p>
    <w:p w14:paraId="3BAC921D" w14:textId="1072CC9F" w:rsidR="00BE2F1A" w:rsidRDefault="00BE2F1A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272B39">
        <w:rPr>
          <w:lang w:val="de-DE"/>
        </w:rPr>
        <w:tab/>
      </w:r>
      <w:r w:rsidRPr="00BE2F1A">
        <w:rPr>
          <w:lang w:val="de-DE"/>
        </w:rPr>
        <w:t>2</w:t>
      </w:r>
      <w:r>
        <w:rPr>
          <w:lang w:val="de-DE"/>
        </w:rPr>
        <w:t>00</w:t>
      </w:r>
      <w:r w:rsidRPr="00BE2F1A">
        <w:rPr>
          <w:lang w:val="de-DE"/>
        </w:rPr>
        <w:t xml:space="preserve"> bis 3</w:t>
      </w:r>
      <w:r>
        <w:rPr>
          <w:lang w:val="de-DE"/>
        </w:rPr>
        <w:t>00</w:t>
      </w:r>
      <w:r w:rsidRPr="00BE2F1A">
        <w:rPr>
          <w:lang w:val="de-DE"/>
        </w:rPr>
        <w:t xml:space="preserve"> Transponder </w:t>
      </w:r>
      <w:r>
        <w:rPr>
          <w:lang w:val="de-DE"/>
        </w:rPr>
        <w:t>und ein</w:t>
      </w:r>
      <w:r w:rsidR="00ED7E72">
        <w:rPr>
          <w:lang w:val="de-DE"/>
        </w:rPr>
        <w:t xml:space="preserve"> Transponder </w:t>
      </w:r>
      <w:r>
        <w:rPr>
          <w:lang w:val="de-DE"/>
        </w:rPr>
        <w:t xml:space="preserve">hat </w:t>
      </w:r>
      <w:r w:rsidR="00ED7E72">
        <w:rPr>
          <w:lang w:val="de-DE"/>
        </w:rPr>
        <w:t>e</w:t>
      </w:r>
      <w:r w:rsidRPr="00BE2F1A">
        <w:rPr>
          <w:lang w:val="de-DE"/>
        </w:rPr>
        <w:t>ine Bandbr</w:t>
      </w:r>
      <w:r>
        <w:rPr>
          <w:lang w:val="de-DE"/>
        </w:rPr>
        <w:t>eite von 26 bis 72</w:t>
      </w:r>
      <w:r w:rsidR="00272B39">
        <w:rPr>
          <w:lang w:val="de-DE"/>
        </w:rPr>
        <w:t> </w:t>
      </w:r>
      <w:r>
        <w:rPr>
          <w:lang w:val="de-DE"/>
        </w:rPr>
        <w:t>MHz</w:t>
      </w:r>
    </w:p>
    <w:p w14:paraId="2EB7E50A" w14:textId="1F20AF27" w:rsidR="00BE2F1A" w:rsidRDefault="004900DC" w:rsidP="00BE2F1A">
      <w:pPr>
        <w:pStyle w:val="eCheckBoxText"/>
        <w:rPr>
          <w:lang w:val="de-DE"/>
        </w:rPr>
      </w:pPr>
      <w:r w:rsidRPr="00A073B9">
        <w:rPr>
          <w:rStyle w:val="eCheckBoxSquareChar"/>
          <w:lang w:val="de-DE"/>
        </w:rPr>
        <w:t>□</w:t>
      </w:r>
      <w:r w:rsidR="00272B39">
        <w:rPr>
          <w:lang w:val="de-DE"/>
        </w:rPr>
        <w:tab/>
      </w:r>
      <w:r w:rsidR="00BE2F1A" w:rsidRPr="004900DC">
        <w:rPr>
          <w:lang w:val="de-DE"/>
        </w:rPr>
        <w:t>20 bis 30 Transpondern und ein</w:t>
      </w:r>
      <w:r w:rsidR="00ED7E72">
        <w:rPr>
          <w:lang w:val="de-DE"/>
        </w:rPr>
        <w:t xml:space="preserve"> Transponder </w:t>
      </w:r>
      <w:r w:rsidR="00BE2F1A" w:rsidRPr="004900DC">
        <w:rPr>
          <w:lang w:val="de-DE"/>
        </w:rPr>
        <w:t xml:space="preserve">hat </w:t>
      </w:r>
      <w:r w:rsidR="00ED7E72">
        <w:rPr>
          <w:lang w:val="de-DE"/>
        </w:rPr>
        <w:t>e</w:t>
      </w:r>
      <w:r w:rsidR="00BE2F1A" w:rsidRPr="004900DC">
        <w:rPr>
          <w:lang w:val="de-DE"/>
        </w:rPr>
        <w:t>ine Bandbreite von 26 bis 72 MHz</w:t>
      </w:r>
    </w:p>
    <w:p w14:paraId="14855879" w14:textId="77777777" w:rsidR="00E371D7" w:rsidRPr="00A073B9" w:rsidRDefault="00E371D7" w:rsidP="00543286">
      <w:pPr>
        <w:pStyle w:val="eLineBottom"/>
        <w:rPr>
          <w:lang w:val="de-DE"/>
        </w:rPr>
      </w:pPr>
    </w:p>
    <w:p w14:paraId="5A9FC63D" w14:textId="77777777" w:rsidR="00E371D7" w:rsidRPr="00A073B9" w:rsidRDefault="00E371D7" w:rsidP="00923215">
      <w:pPr>
        <w:rPr>
          <w:lang w:val="de-DE"/>
        </w:rPr>
      </w:pPr>
    </w:p>
    <w:p w14:paraId="3E84F969" w14:textId="77777777" w:rsidR="00E371D7" w:rsidRPr="00A624E1" w:rsidRDefault="00E371D7" w:rsidP="004312DF">
      <w:pPr>
        <w:pStyle w:val="eTask"/>
        <w:numPr>
          <w:ilvl w:val="0"/>
          <w:numId w:val="10"/>
        </w:numPr>
        <w:rPr>
          <w:lang w:val="en-US"/>
        </w:rPr>
      </w:pPr>
      <w:proofErr w:type="spellStart"/>
      <w:r w:rsidRPr="00A624E1">
        <w:rPr>
          <w:lang w:val="en-US"/>
        </w:rPr>
        <w:t>HbbTV</w:t>
      </w:r>
      <w:proofErr w:type="spellEnd"/>
      <w:r w:rsidRPr="00A624E1">
        <w:rPr>
          <w:lang w:val="en-US"/>
        </w:rPr>
        <w:t xml:space="preserve"> – Hybrid broadcast broadband TV:</w:t>
      </w:r>
    </w:p>
    <w:p w14:paraId="317DD693" w14:textId="4C64E790" w:rsidR="008D2C5D" w:rsidRPr="00A624E1" w:rsidRDefault="008D2C5D" w:rsidP="00923215">
      <w:pPr>
        <w:spacing w:line="360" w:lineRule="auto"/>
        <w:rPr>
          <w:sz w:val="20"/>
          <w:szCs w:val="20"/>
          <w:lang w:val="en-US"/>
        </w:rPr>
      </w:pPr>
    </w:p>
    <w:p w14:paraId="439D9A12" w14:textId="43EC3845" w:rsidR="008D2C5D" w:rsidRPr="00A073B9" w:rsidRDefault="008D2C5D" w:rsidP="00923215">
      <w:pPr>
        <w:spacing w:line="360" w:lineRule="auto"/>
        <w:rPr>
          <w:lang w:val="de-DE"/>
        </w:rPr>
      </w:pPr>
      <w:proofErr w:type="spellStart"/>
      <w:r w:rsidRPr="008D2C5D">
        <w:rPr>
          <w:lang w:val="de-DE"/>
        </w:rPr>
        <w:t>HbbTV</w:t>
      </w:r>
      <w:proofErr w:type="spellEnd"/>
      <w:r w:rsidRPr="008D2C5D">
        <w:rPr>
          <w:lang w:val="de-DE"/>
        </w:rPr>
        <w:t xml:space="preserve"> ist eine globale Initiative, die </w:t>
      </w:r>
      <w:r>
        <w:rPr>
          <w:lang w:val="de-DE"/>
        </w:rPr>
        <w:t>konzentriert sich</w:t>
      </w:r>
      <w:r w:rsidRPr="008D2C5D">
        <w:rPr>
          <w:lang w:val="de-DE"/>
        </w:rPr>
        <w:t xml:space="preserve"> auf die Harmonisierung von Rundfunk- und </w:t>
      </w:r>
      <w:r w:rsidR="00FF57D3" w:rsidRPr="00A624E1">
        <w:rPr>
          <w:lang w:val="de-DE"/>
        </w:rPr>
        <w:t xml:space="preserve">______________ </w:t>
      </w:r>
      <w:proofErr w:type="spellStart"/>
      <w:r w:rsidRPr="008D2C5D">
        <w:rPr>
          <w:lang w:val="de-DE"/>
        </w:rPr>
        <w:t>und</w:t>
      </w:r>
      <w:proofErr w:type="spellEnd"/>
      <w:r w:rsidRPr="008D2C5D">
        <w:rPr>
          <w:lang w:val="de-DE"/>
        </w:rPr>
        <w:t xml:space="preserve"> auf Vorschlag technischer Spezifikationen, wie diese Dienste und Anwendungen über angeschlossene </w:t>
      </w:r>
      <w:r w:rsidR="00FF57D3" w:rsidRPr="00A624E1">
        <w:rPr>
          <w:lang w:val="de-DE"/>
        </w:rPr>
        <w:t>______________</w:t>
      </w:r>
      <w:r w:rsidRPr="008D2C5D">
        <w:rPr>
          <w:lang w:val="de-DE"/>
        </w:rPr>
        <w:t xml:space="preserve">, Set-Top-Boxen und Multiprojektionsgeräte </w:t>
      </w:r>
      <w:r w:rsidR="00DC3A29" w:rsidRPr="008D2C5D">
        <w:rPr>
          <w:lang w:val="de-DE"/>
        </w:rPr>
        <w:t xml:space="preserve">an Endverbraucher </w:t>
      </w:r>
      <w:r w:rsidRPr="008D2C5D">
        <w:rPr>
          <w:lang w:val="de-DE"/>
        </w:rPr>
        <w:t>geliefert werden können.</w:t>
      </w:r>
    </w:p>
    <w:sectPr w:rsidR="008D2C5D" w:rsidRPr="00A073B9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16462" w14:textId="77777777" w:rsidR="00BB7CF2" w:rsidRDefault="00BB7CF2" w:rsidP="00861A1A">
      <w:r>
        <w:separator/>
      </w:r>
    </w:p>
  </w:endnote>
  <w:endnote w:type="continuationSeparator" w:id="0">
    <w:p w14:paraId="48B5EC21" w14:textId="77777777" w:rsidR="00BB7CF2" w:rsidRDefault="00BB7CF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E371D7" w14:paraId="1DA8957D" w14:textId="77777777" w:rsidTr="00CA51B5">
      <w:tc>
        <w:tcPr>
          <w:tcW w:w="2518" w:type="dxa"/>
        </w:tcPr>
        <w:p w14:paraId="3B258932" w14:textId="77777777" w:rsidR="00E371D7" w:rsidRDefault="00170290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9AC2855" wp14:editId="4C941A39">
                <wp:extent cx="1431925" cy="336550"/>
                <wp:effectExtent l="0" t="0" r="0" b="0"/>
                <wp:docPr id="2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92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3B9E590" w14:textId="316364C7" w:rsidR="00E371D7" w:rsidRPr="00CA51B5" w:rsidRDefault="00A624E1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E371D7" w14:paraId="7E7F6534" w14:textId="77777777" w:rsidTr="00CA51B5">
      <w:tc>
        <w:tcPr>
          <w:tcW w:w="8472" w:type="dxa"/>
          <w:gridSpan w:val="2"/>
        </w:tcPr>
        <w:p w14:paraId="677B9D85" w14:textId="77777777" w:rsidR="00E371D7" w:rsidRPr="00CA51B5" w:rsidRDefault="00E371D7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14:paraId="0C56F19A" w14:textId="77777777" w:rsidR="00E371D7" w:rsidRPr="00CA51B5" w:rsidRDefault="00E371D7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785A67EF" w14:textId="77777777" w:rsidR="00E371D7" w:rsidRPr="00BF5E09" w:rsidRDefault="00E371D7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2659D" w14:textId="77777777" w:rsidR="00BB7CF2" w:rsidRDefault="00BB7CF2" w:rsidP="00861A1A">
      <w:r>
        <w:separator/>
      </w:r>
    </w:p>
  </w:footnote>
  <w:footnote w:type="continuationSeparator" w:id="0">
    <w:p w14:paraId="5F920637" w14:textId="77777777" w:rsidR="00BB7CF2" w:rsidRDefault="00BB7CF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2A08" w14:textId="1F0A5F92" w:rsidR="00E371D7" w:rsidRPr="00BC6C10" w:rsidRDefault="00170290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E0BD52E" wp14:editId="16FE025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71D7">
      <w:rPr>
        <w:b/>
        <w:noProof/>
        <w:sz w:val="32"/>
        <w:szCs w:val="32"/>
      </w:rPr>
      <w:tab/>
    </w:r>
    <w:r w:rsidR="00A624E1">
      <w:rPr>
        <w:rFonts w:ascii="Calibri" w:hAnsi="Calibri"/>
        <w:b/>
        <w:bCs/>
        <w:smallCaps/>
        <w:noProof/>
        <w:lang w:val="de-DE"/>
      </w:rPr>
      <w:t>ARBEITSBLATT</w:t>
    </w:r>
  </w:p>
  <w:p w14:paraId="58E12A2E" w14:textId="2028DC93" w:rsidR="00E371D7" w:rsidRPr="00A624E1" w:rsidRDefault="00A624E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A624E1">
      <w:rPr>
        <w:rFonts w:ascii="Calibri" w:hAnsi="Calibri"/>
        <w:smallCaps/>
        <w:noProof/>
        <w:sz w:val="20"/>
        <w:szCs w:val="20"/>
        <w:lang w:val="de-DE"/>
      </w:rPr>
      <w:t>MODERNE STANDARDS FÜR DIE FERNSEHÜBERTRAGUNG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 w:numId="10">
    <w:abstractNumId w:val="2"/>
  </w:num>
  <w:num w:numId="11">
    <w:abstractNumId w:val="4"/>
  </w:num>
  <w:num w:numId="12">
    <w:abstractNumId w:val="2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0CFE"/>
    <w:rsid w:val="000A233F"/>
    <w:rsid w:val="000A55B3"/>
    <w:rsid w:val="000C6B3A"/>
    <w:rsid w:val="001301D8"/>
    <w:rsid w:val="001334E9"/>
    <w:rsid w:val="0013693D"/>
    <w:rsid w:val="00136968"/>
    <w:rsid w:val="0014373A"/>
    <w:rsid w:val="00151ED1"/>
    <w:rsid w:val="00154968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5A08"/>
    <w:rsid w:val="001A39AF"/>
    <w:rsid w:val="001A5677"/>
    <w:rsid w:val="001B057D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70895"/>
    <w:rsid w:val="00272012"/>
    <w:rsid w:val="00272B39"/>
    <w:rsid w:val="002757EF"/>
    <w:rsid w:val="002825A8"/>
    <w:rsid w:val="00283A7C"/>
    <w:rsid w:val="002850DE"/>
    <w:rsid w:val="00292860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41BB"/>
    <w:rsid w:val="003E01BE"/>
    <w:rsid w:val="003E4104"/>
    <w:rsid w:val="003F03EB"/>
    <w:rsid w:val="003F623C"/>
    <w:rsid w:val="003F7F87"/>
    <w:rsid w:val="004024F3"/>
    <w:rsid w:val="00402B09"/>
    <w:rsid w:val="004057A6"/>
    <w:rsid w:val="00417ED2"/>
    <w:rsid w:val="004312DF"/>
    <w:rsid w:val="004611BE"/>
    <w:rsid w:val="004613B4"/>
    <w:rsid w:val="0046567F"/>
    <w:rsid w:val="00472203"/>
    <w:rsid w:val="00475954"/>
    <w:rsid w:val="004900DC"/>
    <w:rsid w:val="00492966"/>
    <w:rsid w:val="004A01E5"/>
    <w:rsid w:val="004A7704"/>
    <w:rsid w:val="004A7AB1"/>
    <w:rsid w:val="004A7B44"/>
    <w:rsid w:val="004B6F8D"/>
    <w:rsid w:val="004C0E36"/>
    <w:rsid w:val="004C26CC"/>
    <w:rsid w:val="004D46EE"/>
    <w:rsid w:val="004E5E95"/>
    <w:rsid w:val="004E70EA"/>
    <w:rsid w:val="004F597D"/>
    <w:rsid w:val="004F5AFF"/>
    <w:rsid w:val="005008E2"/>
    <w:rsid w:val="00503317"/>
    <w:rsid w:val="005132B0"/>
    <w:rsid w:val="00517E3A"/>
    <w:rsid w:val="00520994"/>
    <w:rsid w:val="0052284C"/>
    <w:rsid w:val="005418D3"/>
    <w:rsid w:val="00543286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B4C08"/>
    <w:rsid w:val="005C3A17"/>
    <w:rsid w:val="005C447C"/>
    <w:rsid w:val="005D43AB"/>
    <w:rsid w:val="005D7525"/>
    <w:rsid w:val="005E1AB1"/>
    <w:rsid w:val="005E20B2"/>
    <w:rsid w:val="005E5A22"/>
    <w:rsid w:val="005F5FA1"/>
    <w:rsid w:val="005F7840"/>
    <w:rsid w:val="00601803"/>
    <w:rsid w:val="00605CF4"/>
    <w:rsid w:val="00625B5A"/>
    <w:rsid w:val="0063686B"/>
    <w:rsid w:val="006435FE"/>
    <w:rsid w:val="0064494B"/>
    <w:rsid w:val="0064569F"/>
    <w:rsid w:val="0066326F"/>
    <w:rsid w:val="00674B27"/>
    <w:rsid w:val="0068067D"/>
    <w:rsid w:val="0068131D"/>
    <w:rsid w:val="00683E07"/>
    <w:rsid w:val="00690FB1"/>
    <w:rsid w:val="006A24C7"/>
    <w:rsid w:val="006A41F0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D07"/>
    <w:rsid w:val="007A2CDA"/>
    <w:rsid w:val="007A31D8"/>
    <w:rsid w:val="007B2BE9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2C5D"/>
    <w:rsid w:val="008D38F1"/>
    <w:rsid w:val="008F1B37"/>
    <w:rsid w:val="008F5585"/>
    <w:rsid w:val="00905B8C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2BB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073B9"/>
    <w:rsid w:val="00A17111"/>
    <w:rsid w:val="00A26A28"/>
    <w:rsid w:val="00A41E41"/>
    <w:rsid w:val="00A42100"/>
    <w:rsid w:val="00A50FFF"/>
    <w:rsid w:val="00A51BDD"/>
    <w:rsid w:val="00A527AF"/>
    <w:rsid w:val="00A54992"/>
    <w:rsid w:val="00A61B30"/>
    <w:rsid w:val="00A624E1"/>
    <w:rsid w:val="00A633E1"/>
    <w:rsid w:val="00A65E53"/>
    <w:rsid w:val="00A8234A"/>
    <w:rsid w:val="00A903C3"/>
    <w:rsid w:val="00A97C95"/>
    <w:rsid w:val="00AA0506"/>
    <w:rsid w:val="00AA5B23"/>
    <w:rsid w:val="00AC4ED9"/>
    <w:rsid w:val="00AC6380"/>
    <w:rsid w:val="00AD2F36"/>
    <w:rsid w:val="00AD6E4D"/>
    <w:rsid w:val="00AF06C1"/>
    <w:rsid w:val="00AF5281"/>
    <w:rsid w:val="00B01599"/>
    <w:rsid w:val="00B15DB4"/>
    <w:rsid w:val="00B177D0"/>
    <w:rsid w:val="00B3151A"/>
    <w:rsid w:val="00B37307"/>
    <w:rsid w:val="00B437EF"/>
    <w:rsid w:val="00B44915"/>
    <w:rsid w:val="00B5145B"/>
    <w:rsid w:val="00B6189E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B7CF2"/>
    <w:rsid w:val="00BC1F6B"/>
    <w:rsid w:val="00BC6C10"/>
    <w:rsid w:val="00BC732E"/>
    <w:rsid w:val="00BD3D30"/>
    <w:rsid w:val="00BD7612"/>
    <w:rsid w:val="00BE1799"/>
    <w:rsid w:val="00BE2F1A"/>
    <w:rsid w:val="00BE6648"/>
    <w:rsid w:val="00BF5E09"/>
    <w:rsid w:val="00BF6970"/>
    <w:rsid w:val="00C014C3"/>
    <w:rsid w:val="00C13B83"/>
    <w:rsid w:val="00C148FD"/>
    <w:rsid w:val="00C2393A"/>
    <w:rsid w:val="00C444FD"/>
    <w:rsid w:val="00C45D0F"/>
    <w:rsid w:val="00C55742"/>
    <w:rsid w:val="00C5580D"/>
    <w:rsid w:val="00C57915"/>
    <w:rsid w:val="00C71270"/>
    <w:rsid w:val="00C7264E"/>
    <w:rsid w:val="00C767C9"/>
    <w:rsid w:val="00C823DB"/>
    <w:rsid w:val="00C878F0"/>
    <w:rsid w:val="00C91BD6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C3A29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45F4C"/>
    <w:rsid w:val="00E516D7"/>
    <w:rsid w:val="00E5359D"/>
    <w:rsid w:val="00E53B9F"/>
    <w:rsid w:val="00E54A46"/>
    <w:rsid w:val="00E65738"/>
    <w:rsid w:val="00E662CA"/>
    <w:rsid w:val="00E77159"/>
    <w:rsid w:val="00E84E2E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D7E72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91CF3"/>
    <w:rsid w:val="00F9472C"/>
    <w:rsid w:val="00FA74D9"/>
    <w:rsid w:val="00FB201E"/>
    <w:rsid w:val="00FD0ECC"/>
    <w:rsid w:val="00FD477C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6A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9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9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9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9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9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cs-CZ" w:eastAsia="cs-CZ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241D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DA2"/>
    <w:rPr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DA2"/>
    <w:rPr>
      <w:b/>
      <w:bCs/>
      <w:sz w:val="20"/>
      <w:szCs w:val="20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locked/>
    <w:rsid w:val="00972BBA"/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72BBA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Marek Nevosad</cp:lastModifiedBy>
  <cp:revision>19</cp:revision>
  <cp:lastPrinted>2013-05-24T15:00:00Z</cp:lastPrinted>
  <dcterms:created xsi:type="dcterms:W3CDTF">2016-12-18T21:52:00Z</dcterms:created>
  <dcterms:modified xsi:type="dcterms:W3CDTF">2017-05-31T08:06:00Z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