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C786F" w14:textId="77777777" w:rsidR="005F6159" w:rsidRPr="00D91A33" w:rsidRDefault="00093926" w:rsidP="00311326">
      <w:pPr>
        <w:pStyle w:val="eTask"/>
        <w:rPr>
          <w:lang w:val="de-DE"/>
        </w:rPr>
      </w:pPr>
      <w:r w:rsidRPr="00D91A33">
        <w:rPr>
          <w:lang w:val="de-DE"/>
        </w:rPr>
        <w:t xml:space="preserve">Wählen Sie richtige </w:t>
      </w:r>
      <w:r w:rsidR="00F36B72" w:rsidRPr="00D91A33">
        <w:rPr>
          <w:lang w:val="de-DE"/>
        </w:rPr>
        <w:t>Aussage</w:t>
      </w:r>
      <w:r w:rsidRPr="00D91A33">
        <w:rPr>
          <w:lang w:val="de-DE"/>
        </w:rPr>
        <w:t xml:space="preserve"> aus</w:t>
      </w:r>
      <w:r w:rsidR="00104245" w:rsidRPr="00D91A33">
        <w:rPr>
          <w:lang w:val="de-DE"/>
        </w:rPr>
        <w:t>:</w:t>
      </w:r>
      <w:r w:rsidR="008426C2" w:rsidRPr="00D91A33">
        <w:rPr>
          <w:lang w:val="de-DE"/>
        </w:rPr>
        <w:t xml:space="preserve"> </w:t>
      </w:r>
      <w:r w:rsidR="00076439" w:rsidRPr="00D91A33">
        <w:rPr>
          <w:rStyle w:val="eAbbreviationMeaning"/>
          <w:color w:val="auto"/>
          <w:lang w:val="de-DE"/>
        </w:rPr>
        <w:t>s</w:t>
      </w:r>
      <w:r w:rsidR="008426C2" w:rsidRPr="00D91A33">
        <w:rPr>
          <w:rStyle w:val="eAbbreviationMeaning"/>
          <w:color w:val="auto"/>
          <w:lang w:val="de-DE"/>
        </w:rPr>
        <w:t>oft</w:t>
      </w:r>
      <w:r w:rsidR="003903CB" w:rsidRPr="00D91A33">
        <w:rPr>
          <w:rStyle w:val="eAbbreviationMeaning"/>
          <w:color w:val="auto"/>
          <w:lang w:val="de-DE"/>
        </w:rPr>
        <w:t>ware as a service</w:t>
      </w:r>
      <w:r w:rsidR="008426C2" w:rsidRPr="00D91A33">
        <w:rPr>
          <w:rStyle w:val="eAbbreviationMeaning"/>
          <w:color w:val="auto"/>
          <w:lang w:val="de-DE"/>
        </w:rPr>
        <w:t xml:space="preserve"> </w:t>
      </w:r>
      <w:r w:rsidR="008426C2" w:rsidRPr="00D91A33">
        <w:rPr>
          <w:lang w:val="de-DE"/>
        </w:rPr>
        <w:t>(</w:t>
      </w:r>
      <w:r w:rsidR="008426C2" w:rsidRPr="0069754F">
        <w:rPr>
          <w:rStyle w:val="eAbbreviation"/>
          <w:color w:val="auto"/>
          <w:lang w:val="sk-SK"/>
        </w:rPr>
        <w:t>SaaS</w:t>
      </w:r>
      <w:r w:rsidR="008426C2" w:rsidRPr="00D91A33">
        <w:rPr>
          <w:lang w:val="de-DE"/>
        </w:rPr>
        <w:t>)</w:t>
      </w:r>
    </w:p>
    <w:p w14:paraId="5F9528EB" w14:textId="77777777" w:rsidR="00A93A21" w:rsidRPr="00D91A33" w:rsidRDefault="00A93A21" w:rsidP="00A93A21">
      <w:pPr>
        <w:rPr>
          <w:rStyle w:val="eCheckBoxSquareChar"/>
          <w:sz w:val="24"/>
          <w:lang w:val="de-DE"/>
        </w:rPr>
      </w:pPr>
    </w:p>
    <w:p w14:paraId="784F9D1A" w14:textId="745CD125" w:rsidR="00A93A21" w:rsidRPr="00D91A33" w:rsidRDefault="00A93A21" w:rsidP="00A93A21">
      <w:pPr>
        <w:pStyle w:val="eCheckBoxText"/>
        <w:rPr>
          <w:lang w:val="de-DE"/>
        </w:rPr>
      </w:pPr>
      <w:r w:rsidRPr="00D91A33">
        <w:rPr>
          <w:rStyle w:val="eCheckBoxSquareChar"/>
          <w:lang w:val="de-DE"/>
        </w:rPr>
        <w:t>□</w:t>
      </w:r>
      <w:r w:rsidR="00F36B72" w:rsidRPr="00D91A33">
        <w:rPr>
          <w:szCs w:val="40"/>
          <w:lang w:val="de-DE"/>
        </w:rPr>
        <w:tab/>
      </w:r>
      <w:r w:rsidR="00F34A28">
        <w:rPr>
          <w:szCs w:val="40"/>
          <w:lang w:val="de-DE"/>
        </w:rPr>
        <w:t>i</w:t>
      </w:r>
      <w:r w:rsidR="00F36B72" w:rsidRPr="00D91A33">
        <w:rPr>
          <w:szCs w:val="40"/>
          <w:lang w:val="de-DE"/>
        </w:rPr>
        <w:t>st ein Dienst, der Software auf Anfrage zur Verfügung stellt</w:t>
      </w:r>
    </w:p>
    <w:p w14:paraId="214AF791" w14:textId="16D54AF0" w:rsidR="00A93A21" w:rsidRPr="00D91A33" w:rsidRDefault="00A93A21" w:rsidP="00A93A21">
      <w:pPr>
        <w:pStyle w:val="eCheckBoxText"/>
        <w:rPr>
          <w:lang w:val="de-DE"/>
        </w:rPr>
      </w:pPr>
      <w:r w:rsidRPr="00D91A33">
        <w:rPr>
          <w:rStyle w:val="eCheckBoxSquareChar"/>
          <w:lang w:val="de-DE"/>
        </w:rPr>
        <w:t>□</w:t>
      </w:r>
      <w:r w:rsidRPr="00D91A33">
        <w:rPr>
          <w:szCs w:val="40"/>
          <w:lang w:val="de-DE"/>
        </w:rPr>
        <w:tab/>
      </w:r>
      <w:r w:rsidR="00760222" w:rsidRPr="00D91A33">
        <w:rPr>
          <w:szCs w:val="40"/>
          <w:lang w:val="de-DE"/>
        </w:rPr>
        <w:t>SaaS wird nicht für Spielzwecke verwendet</w:t>
      </w:r>
      <w:r w:rsidR="00F34A28">
        <w:rPr>
          <w:szCs w:val="40"/>
          <w:lang w:val="de-DE"/>
        </w:rPr>
        <w:t>.</w:t>
      </w:r>
    </w:p>
    <w:p w14:paraId="540838BC" w14:textId="27D074E6" w:rsidR="00A93A21" w:rsidRPr="00D91A33" w:rsidRDefault="00A93A21" w:rsidP="00A93A21">
      <w:pPr>
        <w:pStyle w:val="eCheckBoxText"/>
        <w:rPr>
          <w:lang w:val="de-DE"/>
        </w:rPr>
      </w:pPr>
      <w:r w:rsidRPr="00D91A33">
        <w:rPr>
          <w:rStyle w:val="eCheckBoxSquareChar"/>
          <w:lang w:val="de-DE"/>
        </w:rPr>
        <w:t>□</w:t>
      </w:r>
      <w:r w:rsidR="00760222" w:rsidRPr="00D91A33">
        <w:rPr>
          <w:szCs w:val="40"/>
          <w:lang w:val="de-DE"/>
        </w:rPr>
        <w:tab/>
      </w:r>
      <w:r w:rsidR="00F34A28">
        <w:rPr>
          <w:szCs w:val="40"/>
          <w:lang w:val="de-DE"/>
        </w:rPr>
        <w:t>i</w:t>
      </w:r>
      <w:r w:rsidR="00760222" w:rsidRPr="00D91A33">
        <w:rPr>
          <w:szCs w:val="40"/>
          <w:lang w:val="de-DE"/>
        </w:rPr>
        <w:t>st eine Dienstleistung, die kostenlose Software zur Verfügung stellt</w:t>
      </w:r>
      <w:r w:rsidR="00F34A28">
        <w:rPr>
          <w:szCs w:val="40"/>
          <w:lang w:val="de-DE"/>
        </w:rPr>
        <w:t>.</w:t>
      </w:r>
    </w:p>
    <w:p w14:paraId="5A7573F0" w14:textId="03216A29" w:rsidR="00A93A21" w:rsidRPr="00D91A33" w:rsidRDefault="00A93A21" w:rsidP="00A93A21">
      <w:pPr>
        <w:pStyle w:val="eCheckBoxText"/>
        <w:rPr>
          <w:lang w:val="de-DE"/>
        </w:rPr>
      </w:pPr>
      <w:r w:rsidRPr="00D91A33">
        <w:rPr>
          <w:rStyle w:val="eCheckBoxSquareChar"/>
          <w:lang w:val="de-DE"/>
        </w:rPr>
        <w:t>□</w:t>
      </w:r>
      <w:r w:rsidRPr="00D91A33">
        <w:rPr>
          <w:szCs w:val="40"/>
          <w:lang w:val="de-DE"/>
        </w:rPr>
        <w:tab/>
      </w:r>
      <w:r w:rsidR="00F34A28">
        <w:rPr>
          <w:szCs w:val="40"/>
          <w:lang w:val="de-DE"/>
        </w:rPr>
        <w:t>l</w:t>
      </w:r>
      <w:r w:rsidR="00760222" w:rsidRPr="00D91A33">
        <w:rPr>
          <w:szCs w:val="40"/>
          <w:lang w:val="de-DE"/>
        </w:rPr>
        <w:t>iefert und lizenziert Software an Benutzer</w:t>
      </w:r>
      <w:r w:rsidR="00F34A28">
        <w:rPr>
          <w:szCs w:val="40"/>
          <w:lang w:val="de-DE"/>
        </w:rPr>
        <w:t>.</w:t>
      </w:r>
    </w:p>
    <w:p w14:paraId="66EDB0C0" w14:textId="33F248C3" w:rsidR="00A93A21" w:rsidRPr="00D91A33" w:rsidRDefault="00A93A21" w:rsidP="00A93A21">
      <w:pPr>
        <w:pStyle w:val="eCheckBoxText"/>
        <w:rPr>
          <w:lang w:val="de-DE"/>
        </w:rPr>
      </w:pPr>
      <w:r w:rsidRPr="00D91A33">
        <w:rPr>
          <w:rStyle w:val="eCheckBoxSquareChar"/>
          <w:lang w:val="de-DE"/>
        </w:rPr>
        <w:t>□</w:t>
      </w:r>
      <w:r w:rsidRPr="00D91A33">
        <w:rPr>
          <w:szCs w:val="40"/>
          <w:lang w:val="de-DE"/>
        </w:rPr>
        <w:tab/>
      </w:r>
      <w:r w:rsidR="00F34A28">
        <w:rPr>
          <w:szCs w:val="40"/>
          <w:lang w:val="de-DE"/>
        </w:rPr>
        <w:t>i</w:t>
      </w:r>
      <w:r w:rsidR="00760222" w:rsidRPr="00D91A33">
        <w:rPr>
          <w:szCs w:val="40"/>
          <w:lang w:val="de-DE"/>
        </w:rPr>
        <w:t>st ein Dienst, der über den Webbrowser zugänglich ist</w:t>
      </w:r>
      <w:r w:rsidR="00F34A28">
        <w:rPr>
          <w:szCs w:val="40"/>
          <w:lang w:val="de-DE"/>
        </w:rPr>
        <w:t>.</w:t>
      </w:r>
    </w:p>
    <w:p w14:paraId="47A2AB8A" w14:textId="70DE3E93" w:rsidR="00A93A21" w:rsidRPr="00D91A33" w:rsidRDefault="00A93A21" w:rsidP="00A93A21">
      <w:pPr>
        <w:pStyle w:val="eCheckBoxText"/>
        <w:rPr>
          <w:lang w:val="de-DE"/>
        </w:rPr>
      </w:pPr>
      <w:r w:rsidRPr="00D91A33">
        <w:rPr>
          <w:rStyle w:val="eCheckBoxSquareChar"/>
          <w:lang w:val="de-DE"/>
        </w:rPr>
        <w:t>□</w:t>
      </w:r>
      <w:r w:rsidRPr="00D91A33">
        <w:rPr>
          <w:szCs w:val="40"/>
          <w:lang w:val="de-DE"/>
        </w:rPr>
        <w:tab/>
      </w:r>
      <w:r w:rsidR="00F34A28">
        <w:rPr>
          <w:szCs w:val="40"/>
          <w:lang w:val="de-DE"/>
        </w:rPr>
        <w:t>h</w:t>
      </w:r>
      <w:r w:rsidR="00760222" w:rsidRPr="00D91A33">
        <w:rPr>
          <w:szCs w:val="40"/>
          <w:lang w:val="de-DE"/>
        </w:rPr>
        <w:t>at Probleme mit der Software-Kompatibilität</w:t>
      </w:r>
      <w:r w:rsidR="00F34A28">
        <w:rPr>
          <w:szCs w:val="40"/>
          <w:lang w:val="de-DE"/>
        </w:rPr>
        <w:t>.</w:t>
      </w:r>
    </w:p>
    <w:p w14:paraId="469B954A" w14:textId="1913872A" w:rsidR="00F36B72" w:rsidRPr="003C202F" w:rsidRDefault="00A93A21" w:rsidP="003C202F">
      <w:pPr>
        <w:pStyle w:val="eCheckBoxText"/>
        <w:rPr>
          <w:szCs w:val="40"/>
        </w:rPr>
      </w:pPr>
      <w:r w:rsidRPr="00D57AAB">
        <w:rPr>
          <w:rStyle w:val="eCheckBoxSquareChar"/>
        </w:rPr>
        <w:t>□</w:t>
      </w:r>
      <w:r w:rsidRPr="00D57AAB">
        <w:rPr>
          <w:szCs w:val="40"/>
        </w:rPr>
        <w:tab/>
      </w:r>
      <w:r w:rsidR="00F34A28">
        <w:rPr>
          <w:szCs w:val="40"/>
        </w:rPr>
        <w:t>besitzt</w:t>
      </w:r>
      <w:r w:rsidR="00760222" w:rsidRPr="00F36B72">
        <w:rPr>
          <w:szCs w:val="40"/>
        </w:rPr>
        <w:t xml:space="preserve"> keine ausreichende globale Verfügbarkeit</w:t>
      </w:r>
      <w:r w:rsidR="00F34A28">
        <w:rPr>
          <w:szCs w:val="40"/>
        </w:rPr>
        <w:t>.</w:t>
      </w:r>
    </w:p>
    <w:p w14:paraId="59BB0EA6" w14:textId="77777777" w:rsidR="00CE4558" w:rsidRDefault="00CE4558" w:rsidP="00A93A21">
      <w:pPr>
        <w:pStyle w:val="eLineBottom"/>
      </w:pPr>
    </w:p>
    <w:p w14:paraId="782DDD2E" w14:textId="77777777" w:rsidR="00A93A21" w:rsidRPr="0069754F" w:rsidRDefault="00A93A21" w:rsidP="00CE4558"/>
    <w:p w14:paraId="128B169D" w14:textId="77777777" w:rsidR="00EB5344" w:rsidRPr="00D91A33" w:rsidRDefault="003C202F" w:rsidP="00311326">
      <w:pPr>
        <w:pStyle w:val="eTask"/>
        <w:rPr>
          <w:lang w:val="de-DE"/>
        </w:rPr>
      </w:pPr>
      <w:r w:rsidRPr="00D91A33">
        <w:rPr>
          <w:lang w:val="de-DE"/>
        </w:rPr>
        <w:t>Füllen Sie den Satz aus</w:t>
      </w:r>
      <w:r w:rsidR="00DA1D67" w:rsidRPr="00D91A33">
        <w:rPr>
          <w:lang w:val="de-DE"/>
        </w:rPr>
        <w:t>!</w:t>
      </w:r>
    </w:p>
    <w:p w14:paraId="7CEF43E6" w14:textId="77777777" w:rsidR="000D0084" w:rsidRPr="00D91A33" w:rsidRDefault="000D0084" w:rsidP="000D0084">
      <w:pPr>
        <w:rPr>
          <w:lang w:val="de-DE"/>
        </w:rPr>
      </w:pPr>
    </w:p>
    <w:p w14:paraId="020CB79C" w14:textId="13CB1077" w:rsidR="000D0084" w:rsidRPr="00D91A33" w:rsidRDefault="006E7E21" w:rsidP="00D91A33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Personal computer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Personal cloud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Festplatte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USB</m:t>
                </m:r>
              </m:e>
            </m:eqArr>
          </m:e>
        </m:d>
      </m:oMath>
      <w:r w:rsidR="00B907AC" w:rsidRPr="00D91A33">
        <w:rPr>
          <w:lang w:val="de-DE"/>
        </w:rPr>
        <w:t xml:space="preserve"> </w:t>
      </w:r>
      <w:r w:rsidR="00317E83" w:rsidRPr="00D91A33">
        <w:rPr>
          <w:lang w:val="de-DE"/>
        </w:rPr>
        <w:t>bietet den Benutzern die Möglichkeit zum Hochladen, Speichern, Synchronisieren, Streamen, Abrufen und Freigeben von Inhalten</w:t>
      </w:r>
      <w:r w:rsidR="00F34A28">
        <w:rPr>
          <w:lang w:val="de-DE"/>
        </w:rPr>
        <w:t>.</w:t>
      </w:r>
    </w:p>
    <w:p w14:paraId="3CEC8243" w14:textId="77777777" w:rsidR="00B907AC" w:rsidRPr="00D91A33" w:rsidRDefault="00B907AC" w:rsidP="00B907AC">
      <w:pPr>
        <w:pStyle w:val="eLineBottom"/>
        <w:rPr>
          <w:lang w:val="de-DE"/>
        </w:rPr>
      </w:pPr>
    </w:p>
    <w:p w14:paraId="584E0CB9" w14:textId="77777777" w:rsidR="00B907AC" w:rsidRPr="00D91A33" w:rsidRDefault="00B907AC" w:rsidP="000D0084">
      <w:pPr>
        <w:rPr>
          <w:lang w:val="de-DE"/>
        </w:rPr>
      </w:pPr>
    </w:p>
    <w:p w14:paraId="454AF185" w14:textId="67949014" w:rsidR="00076439" w:rsidRPr="00D91A33" w:rsidRDefault="00317E83" w:rsidP="00311326">
      <w:pPr>
        <w:pStyle w:val="eTask"/>
        <w:rPr>
          <w:rStyle w:val="eAbbreviationMeaning"/>
          <w:b/>
          <w:i w:val="0"/>
          <w:color w:val="auto"/>
          <w:lang w:val="de-DE" w:eastAsia="cs-CZ"/>
        </w:rPr>
      </w:pPr>
      <w:r w:rsidRPr="00D91A33">
        <w:rPr>
          <w:lang w:val="de-DE"/>
        </w:rPr>
        <w:t>Wählen Sie die richtige Option</w:t>
      </w:r>
      <w:r w:rsidR="00F4463C" w:rsidRPr="00D91A33">
        <w:rPr>
          <w:lang w:val="de-DE"/>
        </w:rPr>
        <w:t>:</w:t>
      </w:r>
      <w:r w:rsidR="00076439" w:rsidRPr="00D91A33">
        <w:rPr>
          <w:lang w:val="de-DE"/>
        </w:rPr>
        <w:t xml:space="preserve"> </w:t>
      </w:r>
      <w:r w:rsidR="0003009C" w:rsidRPr="00D91A33">
        <w:rPr>
          <w:rStyle w:val="eAbbreviationMeaning"/>
          <w:color w:val="auto"/>
          <w:lang w:val="de-DE" w:eastAsia="cs-CZ"/>
        </w:rPr>
        <w:t xml:space="preserve">VoD </w:t>
      </w:r>
      <w:r w:rsidR="00F34A28">
        <w:rPr>
          <w:rStyle w:val="eAbbreviationMeaning"/>
          <w:color w:val="auto"/>
          <w:lang w:val="de-DE" w:eastAsia="cs-CZ"/>
        </w:rPr>
        <w:t xml:space="preserve">ist die </w:t>
      </w:r>
      <w:r w:rsidR="00F34A28" w:rsidRPr="00D91A33">
        <w:rPr>
          <w:rStyle w:val="eAbbreviationMeaning"/>
          <w:color w:val="auto"/>
          <w:lang w:val="de-DE" w:eastAsia="cs-CZ"/>
        </w:rPr>
        <w:t>Abkürzung</w:t>
      </w:r>
      <w:r w:rsidR="00F34A28">
        <w:rPr>
          <w:rStyle w:val="eAbbreviationMeaning"/>
          <w:color w:val="auto"/>
          <w:lang w:val="de-DE" w:eastAsia="cs-CZ"/>
        </w:rPr>
        <w:t xml:space="preserve"> für:</w:t>
      </w:r>
    </w:p>
    <w:p w14:paraId="67204CC3" w14:textId="77777777" w:rsidR="00A93A21" w:rsidRPr="00D91A33" w:rsidRDefault="00A93A21" w:rsidP="00A93A21">
      <w:pPr>
        <w:rPr>
          <w:rStyle w:val="eCheckBoxSquareChar"/>
          <w:sz w:val="24"/>
          <w:lang w:val="de-DE"/>
        </w:rPr>
      </w:pPr>
    </w:p>
    <w:p w14:paraId="5D2DBFB0" w14:textId="77777777" w:rsidR="00A93A21" w:rsidRPr="00D91A33" w:rsidRDefault="00A93A21" w:rsidP="00A93A21">
      <w:pPr>
        <w:pStyle w:val="eCheckBoxText"/>
        <w:rPr>
          <w:lang w:val="de-DE"/>
        </w:rPr>
      </w:pPr>
      <w:r w:rsidRPr="00D91A33">
        <w:rPr>
          <w:rStyle w:val="eCheckBoxSquareChar"/>
          <w:lang w:val="de-DE"/>
        </w:rPr>
        <w:t>□</w:t>
      </w:r>
      <w:r w:rsidRPr="00D91A33">
        <w:rPr>
          <w:lang w:val="de-DE"/>
        </w:rPr>
        <w:tab/>
      </w:r>
      <w:r w:rsidR="0003009C" w:rsidRPr="00D91A33">
        <w:rPr>
          <w:szCs w:val="40"/>
          <w:lang w:val="de-DE"/>
        </w:rPr>
        <w:t>Stimme auf Anfrage</w:t>
      </w:r>
    </w:p>
    <w:p w14:paraId="3F1F9D87" w14:textId="77777777" w:rsidR="0003009C" w:rsidRPr="00D91A33" w:rsidRDefault="00A93A21" w:rsidP="00A93A21">
      <w:pPr>
        <w:pStyle w:val="eCheckBoxText"/>
        <w:rPr>
          <w:rStyle w:val="eCheckBoxSquareChar"/>
          <w:sz w:val="24"/>
          <w:szCs w:val="40"/>
          <w:lang w:val="de-DE"/>
        </w:rPr>
      </w:pPr>
      <w:r w:rsidRPr="00D91A33">
        <w:rPr>
          <w:rStyle w:val="eCheckBoxSquareChar"/>
          <w:lang w:val="de-DE"/>
        </w:rPr>
        <w:t>□</w:t>
      </w:r>
      <w:r w:rsidRPr="00D91A33">
        <w:rPr>
          <w:lang w:val="de-DE"/>
        </w:rPr>
        <w:tab/>
      </w:r>
      <w:r w:rsidR="0003009C" w:rsidRPr="00D91A33">
        <w:rPr>
          <w:szCs w:val="40"/>
          <w:lang w:val="de-DE"/>
        </w:rPr>
        <w:t>Videodaten</w:t>
      </w:r>
      <w:r w:rsidR="0003009C" w:rsidRPr="00D91A33">
        <w:rPr>
          <w:rStyle w:val="eCheckBoxSquareChar"/>
          <w:sz w:val="24"/>
          <w:szCs w:val="40"/>
          <w:lang w:val="de-DE"/>
        </w:rPr>
        <w:t xml:space="preserve"> </w:t>
      </w:r>
    </w:p>
    <w:p w14:paraId="3AEB0EAC" w14:textId="77777777" w:rsidR="00A93A21" w:rsidRPr="00D91A33" w:rsidRDefault="00A93A21" w:rsidP="00A93A21">
      <w:pPr>
        <w:pStyle w:val="eCheckBoxText"/>
        <w:rPr>
          <w:lang w:val="de-DE"/>
        </w:rPr>
      </w:pPr>
      <w:r w:rsidRPr="00D91A33">
        <w:rPr>
          <w:rStyle w:val="eCheckBoxSquareChar"/>
          <w:lang w:val="de-DE"/>
        </w:rPr>
        <w:t>□</w:t>
      </w:r>
      <w:r w:rsidRPr="00D91A33">
        <w:rPr>
          <w:lang w:val="de-DE"/>
        </w:rPr>
        <w:tab/>
      </w:r>
      <w:r w:rsidR="00ED7FB7" w:rsidRPr="00D91A33">
        <w:rPr>
          <w:szCs w:val="40"/>
          <w:lang w:val="de-DE"/>
        </w:rPr>
        <w:t>Video auf Nachfrage</w:t>
      </w:r>
    </w:p>
    <w:p w14:paraId="669EB306" w14:textId="77777777" w:rsidR="00A93A21" w:rsidRPr="00D57AAB" w:rsidRDefault="00A93A21" w:rsidP="00A93A21">
      <w:pPr>
        <w:pStyle w:val="eCheckBoxText"/>
      </w:pPr>
      <w:r w:rsidRPr="00D57AAB">
        <w:rPr>
          <w:rStyle w:val="eCheckBoxSquareChar"/>
        </w:rPr>
        <w:t>□</w:t>
      </w:r>
      <w:r w:rsidRPr="00D57AAB">
        <w:tab/>
      </w:r>
      <w:r w:rsidR="0003009C" w:rsidRPr="0003009C">
        <w:rPr>
          <w:szCs w:val="40"/>
        </w:rPr>
        <w:t>Sprachdaten</w:t>
      </w:r>
    </w:p>
    <w:p w14:paraId="7146E583" w14:textId="77777777" w:rsidR="00B907AC" w:rsidRPr="0069754F" w:rsidRDefault="00B907AC" w:rsidP="00B907AC">
      <w:pPr>
        <w:pStyle w:val="eLineBottom"/>
      </w:pPr>
    </w:p>
    <w:p w14:paraId="47DFC7DA" w14:textId="77777777" w:rsidR="00B907AC" w:rsidRPr="0069754F" w:rsidRDefault="00B907AC" w:rsidP="000D0084"/>
    <w:p w14:paraId="6F02DA5F" w14:textId="77777777" w:rsidR="00A93A21" w:rsidRDefault="00A93A21">
      <w:pPr>
        <w:rPr>
          <w:b/>
        </w:rPr>
      </w:pPr>
      <w:r>
        <w:br w:type="page"/>
      </w:r>
    </w:p>
    <w:p w14:paraId="5B806918" w14:textId="49683DB6" w:rsidR="005A5809" w:rsidRPr="00D91A33" w:rsidRDefault="00ED7FB7" w:rsidP="00311326">
      <w:pPr>
        <w:pStyle w:val="eTask"/>
        <w:rPr>
          <w:lang w:val="de-DE"/>
        </w:rPr>
      </w:pPr>
      <w:r w:rsidRPr="00D91A33">
        <w:rPr>
          <w:lang w:val="de-DE"/>
        </w:rPr>
        <w:lastRenderedPageBreak/>
        <w:t>Weisen Sie die Begriffe von der linken Spalte den entsprechenden Definitionen auf der rechten Seite zu</w:t>
      </w:r>
      <w:r w:rsidR="00DA1D67" w:rsidRPr="00D91A33">
        <w:rPr>
          <w:lang w:val="de-DE"/>
        </w:rPr>
        <w:t>!</w:t>
      </w:r>
    </w:p>
    <w:p w14:paraId="684C9DDA" w14:textId="77777777" w:rsidR="009256B9" w:rsidRPr="00D91A33" w:rsidRDefault="009256B9" w:rsidP="009256B9">
      <w:pPr>
        <w:rPr>
          <w:lang w:val="de-DE"/>
        </w:rPr>
      </w:pPr>
    </w:p>
    <w:tbl>
      <w:tblPr>
        <w:tblStyle w:val="Mriekatabuky"/>
        <w:tblW w:w="9179" w:type="dxa"/>
        <w:tblInd w:w="250" w:type="dxa"/>
        <w:tblLook w:val="04A0" w:firstRow="1" w:lastRow="0" w:firstColumn="1" w:lastColumn="0" w:noHBand="0" w:noVBand="1"/>
      </w:tblPr>
      <w:tblGrid>
        <w:gridCol w:w="2835"/>
        <w:gridCol w:w="1701"/>
        <w:gridCol w:w="4643"/>
      </w:tblGrid>
      <w:tr w:rsidR="005A5809" w:rsidRPr="00D91A33" w14:paraId="65FD3E70" w14:textId="77777777" w:rsidTr="00A93A21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E508FC2" w14:textId="77777777" w:rsidR="005A5809" w:rsidRPr="00A93A21" w:rsidRDefault="005A5809" w:rsidP="00A93A21">
            <w:pPr>
              <w:jc w:val="center"/>
              <w:rPr>
                <w:b/>
              </w:rPr>
            </w:pPr>
            <w:r w:rsidRPr="00A93A21">
              <w:t>Catch-up TV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3A7DDF7" w14:textId="77777777"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14:paraId="69FB3A6C" w14:textId="7AB08E9D" w:rsidR="005A5809" w:rsidRPr="00D91A33" w:rsidRDefault="005A16B0" w:rsidP="00A93A21">
            <w:pPr>
              <w:rPr>
                <w:b/>
                <w:lang w:val="de-DE"/>
              </w:rPr>
            </w:pPr>
            <w:r w:rsidRPr="00D91A33">
              <w:rPr>
                <w:lang w:val="de-DE"/>
              </w:rPr>
              <w:t>Nutzer zahlen für jede Beobachtung (Pay-per-View)</w:t>
            </w:r>
            <w:r w:rsidR="00F34A28">
              <w:rPr>
                <w:lang w:val="de-DE"/>
              </w:rPr>
              <w:t>.</w:t>
            </w:r>
          </w:p>
        </w:tc>
      </w:tr>
      <w:tr w:rsidR="00A93A21" w:rsidRPr="00D91A33" w14:paraId="26492461" w14:textId="77777777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513C88" w14:textId="77777777" w:rsidR="00A93A21" w:rsidRPr="00D91A33" w:rsidRDefault="00A93A21" w:rsidP="00A93A21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A8C1230" w14:textId="77777777" w:rsidR="00A93A21" w:rsidRPr="00D91A33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A27AAD" w14:textId="77777777" w:rsidR="00A93A21" w:rsidRPr="00D91A33" w:rsidRDefault="00A93A21" w:rsidP="00A93A21">
            <w:pPr>
              <w:rPr>
                <w:lang w:val="de-DE"/>
              </w:rPr>
            </w:pPr>
          </w:p>
        </w:tc>
      </w:tr>
      <w:tr w:rsidR="005A5809" w:rsidRPr="00D91A33" w14:paraId="42F383F3" w14:textId="77777777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556F" w14:textId="77777777" w:rsidR="005A5809" w:rsidRPr="0069754F" w:rsidRDefault="005A16B0" w:rsidP="00A93A21">
            <w:pPr>
              <w:jc w:val="center"/>
              <w:rPr>
                <w:b/>
              </w:rPr>
            </w:pPr>
            <w:r w:rsidRPr="005A16B0">
              <w:t>Transaktions-VoD-Dienst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14:paraId="6AAB6601" w14:textId="77777777"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516AB" w14:textId="793B8029" w:rsidR="005A5809" w:rsidRPr="00D91A33" w:rsidRDefault="003B4135" w:rsidP="00A93A21">
            <w:pPr>
              <w:rPr>
                <w:lang w:val="de-DE"/>
              </w:rPr>
            </w:pPr>
            <w:r w:rsidRPr="00D91A33">
              <w:rPr>
                <w:lang w:val="de-DE"/>
              </w:rPr>
              <w:t>Benutzer können ein Programm ansehen, das in mehreren Kopien in kurzen Zeitintervallen ausgestrahlt wird</w:t>
            </w:r>
            <w:r w:rsidR="00F34A28">
              <w:rPr>
                <w:lang w:val="de-DE"/>
              </w:rPr>
              <w:t>.</w:t>
            </w:r>
          </w:p>
        </w:tc>
      </w:tr>
      <w:tr w:rsidR="00A93A21" w:rsidRPr="00D91A33" w14:paraId="6CA3D392" w14:textId="77777777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19D55A" w14:textId="77777777" w:rsidR="00A93A21" w:rsidRPr="00D91A33" w:rsidRDefault="00A93A21" w:rsidP="00A93A21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11A8987" w14:textId="77777777" w:rsidR="00A93A21" w:rsidRPr="00D91A33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1AE3D9" w14:textId="77777777" w:rsidR="00A93A21" w:rsidRPr="00D91A33" w:rsidRDefault="00A93A21" w:rsidP="00A93A21">
            <w:pPr>
              <w:rPr>
                <w:lang w:val="de-DE"/>
              </w:rPr>
            </w:pPr>
          </w:p>
        </w:tc>
      </w:tr>
      <w:tr w:rsidR="005A5809" w:rsidRPr="00D91A33" w14:paraId="0B833993" w14:textId="77777777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87CC7" w14:textId="77777777" w:rsidR="005A5809" w:rsidRPr="0069754F" w:rsidRDefault="005A16B0" w:rsidP="00A93A21">
            <w:pPr>
              <w:jc w:val="center"/>
              <w:rPr>
                <w:b/>
              </w:rPr>
            </w:pPr>
            <w:r w:rsidRPr="005A16B0">
              <w:t>Abo-VoD-Dienst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ED7B822" w14:textId="77777777"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FC206" w14:textId="625C28A0" w:rsidR="005A5809" w:rsidRPr="00D91A33" w:rsidRDefault="003B4135" w:rsidP="00A93A21">
            <w:pPr>
              <w:rPr>
                <w:b/>
                <w:lang w:val="de-DE"/>
              </w:rPr>
            </w:pPr>
            <w:r w:rsidRPr="00D91A33">
              <w:rPr>
                <w:bCs/>
                <w:lang w:val="de-DE"/>
              </w:rPr>
              <w:t>Nutzer zahlen nicht für Inhalte</w:t>
            </w:r>
            <w:r w:rsidR="00F34A28">
              <w:rPr>
                <w:bCs/>
                <w:lang w:val="de-DE"/>
              </w:rPr>
              <w:t>.</w:t>
            </w:r>
          </w:p>
        </w:tc>
      </w:tr>
      <w:tr w:rsidR="00A93A21" w:rsidRPr="00D91A33" w14:paraId="6629A390" w14:textId="77777777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446444" w14:textId="77777777" w:rsidR="00A93A21" w:rsidRPr="00D91A33" w:rsidRDefault="00A93A21" w:rsidP="00A93A21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C75075" w14:textId="77777777" w:rsidR="00A93A21" w:rsidRPr="00D91A33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66647C" w14:textId="77777777" w:rsidR="00A93A21" w:rsidRPr="00D91A33" w:rsidRDefault="00A93A21" w:rsidP="00A93A21">
            <w:pPr>
              <w:rPr>
                <w:bCs/>
                <w:lang w:val="de-DE"/>
              </w:rPr>
            </w:pPr>
          </w:p>
        </w:tc>
      </w:tr>
      <w:tr w:rsidR="005A5809" w:rsidRPr="00D91A33" w14:paraId="191616C9" w14:textId="77777777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4C631" w14:textId="77777777" w:rsidR="005A5809" w:rsidRPr="0069754F" w:rsidRDefault="00DA1D67" w:rsidP="00A93A21">
            <w:pPr>
              <w:jc w:val="center"/>
              <w:rPr>
                <w:b/>
              </w:rPr>
            </w:pPr>
            <w:r>
              <w:t xml:space="preserve">near </w:t>
            </w:r>
            <w:r w:rsidR="005A16B0" w:rsidRPr="005A16B0">
              <w:t>VoD-Dienst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8E441CF" w14:textId="77777777"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D6D47" w14:textId="048F6B41" w:rsidR="005A5809" w:rsidRPr="00D91A33" w:rsidRDefault="003B4135" w:rsidP="00A93A21">
            <w:pPr>
              <w:rPr>
                <w:b/>
                <w:lang w:val="de-DE"/>
              </w:rPr>
            </w:pPr>
            <w:r w:rsidRPr="00D91A33">
              <w:rPr>
                <w:lang w:val="de-DE"/>
              </w:rPr>
              <w:t>Nutzer zahlen eine monatliche Gebühr für den Zugang zu unbegrenzten Programmen</w:t>
            </w:r>
            <w:r w:rsidR="00F34A28">
              <w:rPr>
                <w:lang w:val="de-DE"/>
              </w:rPr>
              <w:t>.</w:t>
            </w:r>
          </w:p>
        </w:tc>
      </w:tr>
      <w:tr w:rsidR="00A93A21" w:rsidRPr="00D91A33" w14:paraId="60FC8590" w14:textId="77777777" w:rsidTr="00A93A21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74D643" w14:textId="77777777" w:rsidR="00A93A21" w:rsidRPr="00D91A33" w:rsidRDefault="00A93A21" w:rsidP="00A93A21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04CBFDA" w14:textId="77777777" w:rsidR="00A93A21" w:rsidRPr="00D91A33" w:rsidRDefault="00A93A21" w:rsidP="005A5809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68DD3E" w14:textId="77777777" w:rsidR="00A93A21" w:rsidRPr="00D91A33" w:rsidRDefault="00A93A21" w:rsidP="00A93A21">
            <w:pPr>
              <w:rPr>
                <w:lang w:val="de-DE"/>
              </w:rPr>
            </w:pPr>
          </w:p>
        </w:tc>
      </w:tr>
      <w:tr w:rsidR="005A5809" w:rsidRPr="00D91A33" w14:paraId="4D79BECF" w14:textId="77777777" w:rsidTr="00A93A21">
        <w:trPr>
          <w:trHeight w:val="680"/>
        </w:trPr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29CD0AF" w14:textId="77777777" w:rsidR="005A5809" w:rsidRPr="0069754F" w:rsidRDefault="005A16B0" w:rsidP="00A93A21">
            <w:pPr>
              <w:jc w:val="center"/>
              <w:rPr>
                <w:b/>
              </w:rPr>
            </w:pPr>
            <w:r w:rsidRPr="005A16B0">
              <w:t>Werbung VoD Service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4FEAE93" w14:textId="77777777" w:rsidR="005A5809" w:rsidRPr="0069754F" w:rsidRDefault="005A5809" w:rsidP="005A5809">
            <w:pPr>
              <w:pStyle w:val="eTask"/>
              <w:numPr>
                <w:ilvl w:val="0"/>
                <w:numId w:val="0"/>
              </w:numPr>
            </w:pPr>
          </w:p>
        </w:tc>
        <w:tc>
          <w:tcPr>
            <w:tcW w:w="4643" w:type="dxa"/>
            <w:tcBorders>
              <w:top w:val="single" w:sz="4" w:space="0" w:color="auto"/>
            </w:tcBorders>
            <w:vAlign w:val="center"/>
          </w:tcPr>
          <w:p w14:paraId="197C37EA" w14:textId="3F143EEB" w:rsidR="005A5809" w:rsidRPr="00D91A33" w:rsidRDefault="003B4135" w:rsidP="00F34A28">
            <w:pPr>
              <w:rPr>
                <w:b/>
                <w:lang w:val="de-DE"/>
              </w:rPr>
            </w:pPr>
            <w:r w:rsidRPr="00D91A33">
              <w:rPr>
                <w:lang w:val="de-DE"/>
              </w:rPr>
              <w:t xml:space="preserve">Benutzer können Fernsehsendungen und Serien nach ihrer ursprünglichen Sendung </w:t>
            </w:r>
            <w:r w:rsidR="00F34A28">
              <w:rPr>
                <w:lang w:val="de-DE"/>
              </w:rPr>
              <w:t>an</w:t>
            </w:r>
            <w:r w:rsidRPr="00D91A33">
              <w:rPr>
                <w:lang w:val="de-DE"/>
              </w:rPr>
              <w:t>sehen</w:t>
            </w:r>
          </w:p>
        </w:tc>
      </w:tr>
    </w:tbl>
    <w:p w14:paraId="5299EAE2" w14:textId="77777777" w:rsidR="00CE4558" w:rsidRPr="00D91A33" w:rsidRDefault="00CE4558" w:rsidP="00CE4558">
      <w:pPr>
        <w:pStyle w:val="eLineBottom"/>
        <w:rPr>
          <w:lang w:val="de-DE"/>
        </w:rPr>
      </w:pPr>
    </w:p>
    <w:p w14:paraId="75D4B837" w14:textId="77777777" w:rsidR="00B907AC" w:rsidRPr="00D91A33" w:rsidRDefault="00B907AC" w:rsidP="00311326">
      <w:pPr>
        <w:rPr>
          <w:lang w:val="de-DE"/>
        </w:rPr>
      </w:pPr>
    </w:p>
    <w:p w14:paraId="7CAC0732" w14:textId="77777777" w:rsidR="00AB1276" w:rsidRPr="00D91A33" w:rsidRDefault="003B4135" w:rsidP="00311326">
      <w:pPr>
        <w:pStyle w:val="eTask"/>
        <w:rPr>
          <w:lang w:val="de-DE"/>
        </w:rPr>
      </w:pPr>
      <w:r w:rsidRPr="00D91A33">
        <w:rPr>
          <w:lang w:val="de-DE"/>
        </w:rPr>
        <w:t>Wählen Sie die richtige Option</w:t>
      </w:r>
      <w:r w:rsidR="00DA1D67" w:rsidRPr="00D91A33">
        <w:rPr>
          <w:lang w:val="de-DE"/>
        </w:rPr>
        <w:t>!</w:t>
      </w:r>
      <w:r w:rsidR="00567A18" w:rsidRPr="00D91A33">
        <w:rPr>
          <w:lang w:val="de-DE"/>
        </w:rPr>
        <w:t xml:space="preserve"> </w:t>
      </w:r>
    </w:p>
    <w:p w14:paraId="6E9CF4AF" w14:textId="77777777" w:rsidR="00311326" w:rsidRPr="00D91A33" w:rsidRDefault="00311326" w:rsidP="00311326">
      <w:pPr>
        <w:rPr>
          <w:lang w:val="de-DE"/>
        </w:rPr>
      </w:pPr>
    </w:p>
    <w:p w14:paraId="1663D098" w14:textId="77777777" w:rsidR="00567A18" w:rsidRPr="00D91A33" w:rsidRDefault="00E97D50" w:rsidP="00311326">
      <w:pPr>
        <w:rPr>
          <w:lang w:val="de-DE"/>
        </w:rPr>
      </w:pPr>
      <w:r w:rsidRPr="00D91A33">
        <w:rPr>
          <w:lang w:val="de-DE"/>
        </w:rPr>
        <w:t>_______________</w:t>
      </w:r>
      <w:r w:rsidR="00567A18" w:rsidRPr="00D91A33">
        <w:rPr>
          <w:lang w:val="de-DE"/>
        </w:rPr>
        <w:t xml:space="preserve"> </w:t>
      </w:r>
      <w:r w:rsidRPr="00D91A33">
        <w:rPr>
          <w:lang w:val="de-DE"/>
        </w:rPr>
        <w:t>–</w:t>
      </w:r>
      <w:r w:rsidR="00567A18" w:rsidRPr="00D91A33">
        <w:rPr>
          <w:lang w:val="de-DE"/>
        </w:rPr>
        <w:t xml:space="preserve"> </w:t>
      </w:r>
      <w:r w:rsidR="00DB1959" w:rsidRPr="00D91A33">
        <w:rPr>
          <w:lang w:val="de-DE"/>
        </w:rPr>
        <w:t>Inhalt ist verfügbar, nachdem das letzte Byte des Inhalts heruntergeladen wurde.</w:t>
      </w:r>
    </w:p>
    <w:p w14:paraId="0E4603CE" w14:textId="77777777" w:rsidR="00311326" w:rsidRPr="00D91A33" w:rsidRDefault="00311326" w:rsidP="00311326">
      <w:pPr>
        <w:rPr>
          <w:lang w:val="de-DE"/>
        </w:rPr>
      </w:pPr>
    </w:p>
    <w:p w14:paraId="2F0CAC3C" w14:textId="77777777" w:rsidR="00A93A21" w:rsidRDefault="00E97D50" w:rsidP="00A93A21">
      <w:pPr>
        <w:pStyle w:val="Odsekzoznamu"/>
        <w:numPr>
          <w:ilvl w:val="0"/>
          <w:numId w:val="11"/>
        </w:numPr>
      </w:pPr>
      <w:r>
        <w:t>S</w:t>
      </w:r>
      <w:r w:rsidR="00567A18" w:rsidRPr="00D57AAB">
        <w:t>treaming</w:t>
      </w:r>
    </w:p>
    <w:p w14:paraId="14384EB2" w14:textId="77777777" w:rsidR="00A93A21" w:rsidRDefault="00DB1959" w:rsidP="00A93A21">
      <w:pPr>
        <w:pStyle w:val="Odsekzoznamu"/>
        <w:numPr>
          <w:ilvl w:val="0"/>
          <w:numId w:val="11"/>
        </w:numPr>
      </w:pPr>
      <w:r w:rsidRPr="00DB1959">
        <w:t>Herunterladen</w:t>
      </w:r>
    </w:p>
    <w:p w14:paraId="4F2FAE6C" w14:textId="77777777" w:rsidR="00DB1959" w:rsidRDefault="00DB1959" w:rsidP="00A93A21">
      <w:pPr>
        <w:pStyle w:val="Odsekzoznamu"/>
        <w:numPr>
          <w:ilvl w:val="0"/>
          <w:numId w:val="11"/>
        </w:numPr>
      </w:pPr>
      <w:r w:rsidRPr="00DB1959">
        <w:t xml:space="preserve">Verarbeitung </w:t>
      </w:r>
    </w:p>
    <w:p w14:paraId="73434211" w14:textId="77777777" w:rsidR="00567A18" w:rsidRPr="00D57AAB" w:rsidRDefault="00DB1959" w:rsidP="00A93A21">
      <w:pPr>
        <w:pStyle w:val="Odsekzoznamu"/>
        <w:numPr>
          <w:ilvl w:val="0"/>
          <w:numId w:val="11"/>
        </w:numPr>
      </w:pPr>
      <w:r w:rsidRPr="00DB1959">
        <w:t>Codierung</w:t>
      </w:r>
    </w:p>
    <w:p w14:paraId="764A8866" w14:textId="77777777" w:rsidR="00311326" w:rsidRPr="00D57AAB" w:rsidRDefault="00311326" w:rsidP="00311326"/>
    <w:p w14:paraId="245FA592" w14:textId="77777777" w:rsidR="00567A18" w:rsidRPr="00D91A33" w:rsidRDefault="007B46D4" w:rsidP="00311326">
      <w:pPr>
        <w:rPr>
          <w:lang w:val="de-DE"/>
        </w:rPr>
      </w:pPr>
      <w:r w:rsidRPr="00D91A33">
        <w:rPr>
          <w:lang w:val="de-DE"/>
        </w:rPr>
        <w:t>_______________</w:t>
      </w:r>
      <w:r w:rsidR="00567A18" w:rsidRPr="00D91A33">
        <w:rPr>
          <w:lang w:val="de-DE"/>
        </w:rPr>
        <w:t xml:space="preserve"> </w:t>
      </w:r>
      <w:r w:rsidR="00E97D50" w:rsidRPr="00D91A33">
        <w:rPr>
          <w:lang w:val="de-DE"/>
        </w:rPr>
        <w:t>–</w:t>
      </w:r>
      <w:r w:rsidR="00567A18" w:rsidRPr="00D91A33">
        <w:rPr>
          <w:lang w:val="de-DE"/>
        </w:rPr>
        <w:t xml:space="preserve"> </w:t>
      </w:r>
      <w:r w:rsidR="0060429A" w:rsidRPr="00D91A33">
        <w:rPr>
          <w:lang w:val="de-DE"/>
        </w:rPr>
        <w:t>Inhalte können von Nutzern vor dem vollständigen Download angesehen werden</w:t>
      </w:r>
      <w:r w:rsidR="00E97D50" w:rsidRPr="00D91A33">
        <w:rPr>
          <w:lang w:val="de-DE"/>
        </w:rPr>
        <w:t>.</w:t>
      </w:r>
    </w:p>
    <w:p w14:paraId="045F96E7" w14:textId="77777777" w:rsidR="00311326" w:rsidRPr="00D91A33" w:rsidRDefault="00311326" w:rsidP="00311326">
      <w:pPr>
        <w:rPr>
          <w:lang w:val="de-DE"/>
        </w:rPr>
      </w:pPr>
    </w:p>
    <w:p w14:paraId="622CCC9F" w14:textId="77777777" w:rsidR="0060429A" w:rsidRDefault="0060429A" w:rsidP="0060429A">
      <w:pPr>
        <w:pStyle w:val="Odsekzoznamu"/>
        <w:numPr>
          <w:ilvl w:val="0"/>
          <w:numId w:val="12"/>
        </w:numPr>
      </w:pPr>
      <w:r>
        <w:t>S</w:t>
      </w:r>
      <w:r w:rsidRPr="00D57AAB">
        <w:t>treaming</w:t>
      </w:r>
    </w:p>
    <w:p w14:paraId="6BB2CC25" w14:textId="77777777" w:rsidR="0060429A" w:rsidRDefault="0060429A" w:rsidP="0060429A">
      <w:pPr>
        <w:pStyle w:val="Odsekzoznamu"/>
        <w:numPr>
          <w:ilvl w:val="0"/>
          <w:numId w:val="12"/>
        </w:numPr>
      </w:pPr>
      <w:r w:rsidRPr="00DB1959">
        <w:t>Herunterladen</w:t>
      </w:r>
    </w:p>
    <w:p w14:paraId="454EA638" w14:textId="77777777" w:rsidR="0060429A" w:rsidRDefault="0060429A" w:rsidP="0060429A">
      <w:pPr>
        <w:pStyle w:val="Odsekzoznamu"/>
        <w:numPr>
          <w:ilvl w:val="0"/>
          <w:numId w:val="12"/>
        </w:numPr>
      </w:pPr>
      <w:r w:rsidRPr="00DB1959">
        <w:t xml:space="preserve">Verarbeitung </w:t>
      </w:r>
    </w:p>
    <w:p w14:paraId="754B9911" w14:textId="77777777" w:rsidR="00567A18" w:rsidRPr="00D57AAB" w:rsidRDefault="0060429A" w:rsidP="0060429A">
      <w:pPr>
        <w:pStyle w:val="Odsekzoznamu"/>
        <w:numPr>
          <w:ilvl w:val="0"/>
          <w:numId w:val="12"/>
        </w:numPr>
      </w:pPr>
      <w:r w:rsidRPr="00DB1959">
        <w:t>Codierung</w:t>
      </w:r>
    </w:p>
    <w:p w14:paraId="703C2280" w14:textId="77777777" w:rsidR="008B4839" w:rsidRPr="0069754F" w:rsidRDefault="008B4839" w:rsidP="00984188">
      <w:pPr>
        <w:pStyle w:val="eLineBottom"/>
      </w:pPr>
    </w:p>
    <w:p w14:paraId="4E04761F" w14:textId="77777777" w:rsidR="00984188" w:rsidRPr="0069754F" w:rsidRDefault="00984188" w:rsidP="00311326"/>
    <w:p w14:paraId="49C24F46" w14:textId="77777777" w:rsidR="00D91A33" w:rsidRDefault="00D91A33">
      <w:pPr>
        <w:rPr>
          <w:b/>
          <w:lang w:val="de-DE"/>
        </w:rPr>
      </w:pPr>
      <w:r>
        <w:rPr>
          <w:lang w:val="de-DE"/>
        </w:rPr>
        <w:br w:type="page"/>
      </w:r>
    </w:p>
    <w:p w14:paraId="1C345336" w14:textId="4E8F1537" w:rsidR="00ED25FF" w:rsidRPr="00D91A33" w:rsidRDefault="00F34A28" w:rsidP="00311326">
      <w:pPr>
        <w:pStyle w:val="eTask"/>
        <w:rPr>
          <w:lang w:val="de-DE"/>
        </w:rPr>
      </w:pPr>
      <w:r>
        <w:rPr>
          <w:lang w:val="de-DE"/>
        </w:rPr>
        <w:lastRenderedPageBreak/>
        <w:t xml:space="preserve">Ordnen Sie die </w:t>
      </w:r>
      <w:r w:rsidR="0060429A" w:rsidRPr="00D91A33">
        <w:rPr>
          <w:lang w:val="de-DE"/>
        </w:rPr>
        <w:t xml:space="preserve">Codecs und Container </w:t>
      </w:r>
      <w:r>
        <w:rPr>
          <w:lang w:val="de-DE"/>
        </w:rPr>
        <w:t xml:space="preserve"> den </w:t>
      </w:r>
      <w:r w:rsidR="0060429A" w:rsidRPr="00D91A33">
        <w:rPr>
          <w:lang w:val="de-DE"/>
        </w:rPr>
        <w:t xml:space="preserve"> Blöcke</w:t>
      </w:r>
      <w:r>
        <w:rPr>
          <w:lang w:val="de-DE"/>
        </w:rPr>
        <w:t>n zu.</w:t>
      </w:r>
    </w:p>
    <w:p w14:paraId="1E691131" w14:textId="77777777" w:rsidR="00311326" w:rsidRPr="00D91A33" w:rsidRDefault="00311326" w:rsidP="00311326">
      <w:pPr>
        <w:rPr>
          <w:lang w:val="de-DE"/>
        </w:rPr>
      </w:pPr>
    </w:p>
    <w:p w14:paraId="3FC53EB8" w14:textId="77777777" w:rsidR="00D43FA0" w:rsidRPr="00D91A33" w:rsidRDefault="00C12260" w:rsidP="00AB1276">
      <w:pPr>
        <w:rPr>
          <w:lang w:val="de-DE"/>
        </w:rPr>
      </w:pPr>
      <w:r w:rsidRPr="0069754F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5249C1" wp14:editId="23E43766">
                <wp:simplePos x="0" y="0"/>
                <wp:positionH relativeFrom="column">
                  <wp:posOffset>3980815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3335" t="8255" r="7620" b="1333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533CF" w14:textId="3368AB85" w:rsidR="00F34A28" w:rsidRPr="00ED25FF" w:rsidRDefault="00F34A28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21B96">
                              <w:rPr>
                                <w:b/>
                              </w:rPr>
                              <w:t>Videobehälter</w:t>
                            </w:r>
                          </w:p>
                          <w:p w14:paraId="2391757A" w14:textId="77777777" w:rsidR="00F34A28" w:rsidRDefault="00F34A28" w:rsidP="00ED25FF"/>
                          <w:p w14:paraId="1E5484AA" w14:textId="77777777" w:rsidR="00F34A28" w:rsidRPr="00B840E2" w:rsidRDefault="00F34A28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B724234" w14:textId="77777777" w:rsidR="00F34A28" w:rsidRPr="00ED25FF" w:rsidRDefault="00F34A28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249C1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313.45pt;margin-top:6.8pt;width:144.6pt;height:5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">
                <v:textbox>
                  <w:txbxContent>
                    <w:p w14:paraId="55B533CF" w14:textId="3368AB85" w:rsidR="00F34A28" w:rsidRPr="00ED25FF" w:rsidRDefault="00F34A28" w:rsidP="00ED25FF">
                      <w:pPr>
                        <w:jc w:val="center"/>
                        <w:rPr>
                          <w:b/>
                        </w:rPr>
                      </w:pPr>
                      <w:r w:rsidRPr="00321B96">
                        <w:rPr>
                          <w:b/>
                        </w:rPr>
                        <w:t>Videobehälter</w:t>
                      </w:r>
                    </w:p>
                    <w:p w14:paraId="2391757A" w14:textId="77777777" w:rsidR="00F34A28" w:rsidRDefault="00F34A28" w:rsidP="00ED25FF"/>
                    <w:p w14:paraId="1E5484AA" w14:textId="77777777" w:rsidR="00F34A28" w:rsidRPr="00B840E2" w:rsidRDefault="00F34A28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14:paraId="2B724234" w14:textId="77777777" w:rsidR="00F34A28" w:rsidRPr="00ED25FF" w:rsidRDefault="00F34A28" w:rsidP="00ED25FF"/>
                  </w:txbxContent>
                </v:textbox>
              </v:shape>
            </w:pict>
          </mc:Fallback>
        </mc:AlternateContent>
      </w:r>
      <w:r w:rsidRPr="0069754F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2E0612" wp14:editId="51AB94FD">
                <wp:simplePos x="0" y="0"/>
                <wp:positionH relativeFrom="column">
                  <wp:posOffset>1994535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8255" t="8255" r="12700" b="1333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3F0E0" w14:textId="77777777" w:rsidR="00F34A28" w:rsidRDefault="00F34A28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21B96">
                              <w:rPr>
                                <w:b/>
                              </w:rPr>
                              <w:t>Video-Codecs</w:t>
                            </w:r>
                          </w:p>
                          <w:p w14:paraId="38FC9AFD" w14:textId="77777777" w:rsidR="00F34A28" w:rsidRPr="00ED25FF" w:rsidRDefault="00F34A28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DD2BF0A" w14:textId="77777777" w:rsidR="00F34A28" w:rsidRPr="00ED25FF" w:rsidRDefault="00F34A28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8F7C863" w14:textId="77777777" w:rsidR="00F34A28" w:rsidRDefault="00F34A28" w:rsidP="00ED25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052E0612" id="Text Box 9" o:spid="_x0000_s1027" type="#_x0000_t202" style="position:absolute;margin-left:157.05pt;margin-top:6.8pt;width:144.6pt;height:5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">
                <v:textbox>
                  <w:txbxContent>
                    <w:p w14:paraId="35C3F0E0" w14:textId="77777777" w:rsidR="00BD6856" w:rsidRDefault="00321B96" w:rsidP="00ED25FF">
                      <w:pPr>
                        <w:jc w:val="center"/>
                        <w:rPr>
                          <w:b/>
                        </w:rPr>
                      </w:pPr>
                      <w:r w:rsidRPr="00321B96">
                        <w:rPr>
                          <w:b/>
                        </w:rPr>
                        <w:t>Video-Codecs</w:t>
                      </w:r>
                    </w:p>
                    <w:p w14:paraId="38FC9AFD" w14:textId="77777777" w:rsidR="00BD6856" w:rsidRPr="00ED25FF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14:paraId="4DD2BF0A" w14:textId="77777777" w:rsidR="00BD6856" w:rsidRPr="00ED25FF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  <w:p w14:paraId="28F7C863" w14:textId="77777777" w:rsidR="00ED25FF" w:rsidRDefault="00ED25FF" w:rsidP="00ED25FF"/>
                  </w:txbxContent>
                </v:textbox>
              </v:shape>
            </w:pict>
          </mc:Fallback>
        </mc:AlternateContent>
      </w:r>
      <w:r w:rsidRPr="0069754F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7F8D72" wp14:editId="3E621898">
                <wp:simplePos x="0" y="0"/>
                <wp:positionH relativeFrom="column">
                  <wp:posOffset>8255</wp:posOffset>
                </wp:positionH>
                <wp:positionV relativeFrom="paragraph">
                  <wp:posOffset>86360</wp:posOffset>
                </wp:positionV>
                <wp:extent cx="1836420" cy="721360"/>
                <wp:effectExtent l="12700" t="8255" r="8255" b="1333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FA17E" w14:textId="77777777" w:rsidR="00F34A28" w:rsidRDefault="00F34A28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21B96">
                              <w:rPr>
                                <w:b/>
                              </w:rPr>
                              <w:t>Audio-Codecs</w:t>
                            </w:r>
                          </w:p>
                          <w:p w14:paraId="3E634234" w14:textId="77777777" w:rsidR="00F34A28" w:rsidRPr="00ED25FF" w:rsidRDefault="00F34A28" w:rsidP="00BD685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0EFA028" w14:textId="77777777" w:rsidR="00F34A28" w:rsidRPr="00ED25FF" w:rsidRDefault="00F34A28" w:rsidP="00ED25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3E7F8D72" id="Text Box 5" o:spid="_x0000_s1028" type="#_x0000_t202" style="position:absolute;margin-left:.65pt;margin-top:6.8pt;width:144.6pt;height:5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">
                <v:textbox>
                  <w:txbxContent>
                    <w:p w14:paraId="5F7FA17E" w14:textId="77777777" w:rsidR="00BD6856" w:rsidRDefault="00321B96" w:rsidP="00ED25FF">
                      <w:pPr>
                        <w:jc w:val="center"/>
                        <w:rPr>
                          <w:b/>
                        </w:rPr>
                      </w:pPr>
                      <w:r w:rsidRPr="00321B96">
                        <w:rPr>
                          <w:b/>
                        </w:rPr>
                        <w:t>Audio-Codecs</w:t>
                      </w:r>
                    </w:p>
                    <w:p w14:paraId="3E634234" w14:textId="77777777" w:rsidR="00BD6856" w:rsidRPr="00ED25FF" w:rsidRDefault="00BD6856" w:rsidP="00BD6856">
                      <w:pPr>
                        <w:jc w:val="center"/>
                        <w:rPr>
                          <w:b/>
                        </w:rPr>
                      </w:pPr>
                    </w:p>
                    <w:p w14:paraId="00EFA028" w14:textId="77777777" w:rsidR="00BD6856" w:rsidRPr="00ED25FF" w:rsidRDefault="00BD6856" w:rsidP="00ED25F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040259" w14:textId="77777777" w:rsidR="00A61EA9" w:rsidRPr="00D91A33" w:rsidRDefault="00A61EA9" w:rsidP="00AB1276">
      <w:pPr>
        <w:rPr>
          <w:lang w:val="de-DE"/>
        </w:rPr>
      </w:pPr>
    </w:p>
    <w:p w14:paraId="6DDABA37" w14:textId="77777777" w:rsidR="00D43FA0" w:rsidRPr="00D91A33" w:rsidRDefault="00D43FA0" w:rsidP="00AB1276">
      <w:pPr>
        <w:rPr>
          <w:rFonts w:ascii="Adobe Caslon Pro" w:hAnsi="Adobe Caslon Pro"/>
          <w:b/>
          <w:lang w:val="de-DE"/>
        </w:rPr>
      </w:pPr>
    </w:p>
    <w:p w14:paraId="7B26BE6C" w14:textId="77777777" w:rsidR="00A61EA9" w:rsidRPr="00D91A33" w:rsidRDefault="00A61EA9" w:rsidP="00AB1276">
      <w:pPr>
        <w:rPr>
          <w:rFonts w:ascii="Adobe Caslon Pro" w:hAnsi="Adobe Caslon Pro"/>
          <w:b/>
          <w:lang w:val="de-DE"/>
        </w:rPr>
      </w:pPr>
    </w:p>
    <w:p w14:paraId="18642B8D" w14:textId="77777777" w:rsidR="00A61EA9" w:rsidRPr="00D91A33" w:rsidRDefault="00A61EA9" w:rsidP="00AB1276">
      <w:pPr>
        <w:rPr>
          <w:rFonts w:ascii="Adobe Caslon Pro" w:hAnsi="Adobe Caslon Pro"/>
          <w:b/>
          <w:lang w:val="de-DE"/>
        </w:rPr>
      </w:pPr>
    </w:p>
    <w:p w14:paraId="55E76C81" w14:textId="77777777" w:rsidR="00CE4558" w:rsidRPr="00AC1FF1" w:rsidRDefault="00D43FA0" w:rsidP="00311326">
      <w:pPr>
        <w:jc w:val="center"/>
        <w:rPr>
          <w:lang w:val="de-DE"/>
        </w:rPr>
      </w:pPr>
      <w:r w:rsidRPr="00AC1FF1">
        <w:rPr>
          <w:lang w:val="de-DE"/>
        </w:rPr>
        <w:t>VORBIS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H.264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WebM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ASF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FLV</w:t>
      </w:r>
      <w:r w:rsidR="00311326" w:rsidRPr="00AC1FF1">
        <w:rPr>
          <w:lang w:val="de-DE"/>
        </w:rPr>
        <w:t xml:space="preserve">      </w:t>
      </w:r>
      <w:r w:rsidRPr="00AC1FF1">
        <w:rPr>
          <w:lang w:val="de-DE"/>
        </w:rPr>
        <w:t xml:space="preserve"> MP3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VP8</w:t>
      </w:r>
      <w:r w:rsidR="00311326" w:rsidRPr="00AC1FF1">
        <w:rPr>
          <w:lang w:val="de-DE"/>
        </w:rPr>
        <w:t xml:space="preserve">       </w:t>
      </w:r>
      <w:r w:rsidRPr="00AC1FF1">
        <w:rPr>
          <w:lang w:val="de-DE"/>
        </w:rPr>
        <w:t>AAC</w:t>
      </w:r>
    </w:p>
    <w:p w14:paraId="2A3A781E" w14:textId="77777777" w:rsidR="00B907AC" w:rsidRPr="00AC1FF1" w:rsidRDefault="00B907AC" w:rsidP="003B32B7">
      <w:pPr>
        <w:pStyle w:val="eLineBottom"/>
        <w:rPr>
          <w:lang w:val="de-DE"/>
        </w:rPr>
      </w:pPr>
    </w:p>
    <w:p w14:paraId="201ED5EA" w14:textId="77777777" w:rsidR="00A61EA9" w:rsidRPr="00AC1FF1" w:rsidRDefault="00A61EA9" w:rsidP="00A61EA9">
      <w:pPr>
        <w:rPr>
          <w:lang w:val="de-DE"/>
        </w:rPr>
      </w:pPr>
    </w:p>
    <w:p w14:paraId="5A0142A1" w14:textId="12F304A8" w:rsidR="00A61EA9" w:rsidRPr="00311326" w:rsidRDefault="00321B96" w:rsidP="00311326">
      <w:pPr>
        <w:pStyle w:val="eTask"/>
      </w:pPr>
      <w:r w:rsidRPr="00321B96">
        <w:t xml:space="preserve">Füllen Sie </w:t>
      </w:r>
      <w:r w:rsidR="00F34A28">
        <w:t xml:space="preserve">die </w:t>
      </w:r>
      <w:r w:rsidRPr="00321B96">
        <w:t>Sätze aus</w:t>
      </w:r>
      <w:r w:rsidR="00D01007">
        <w:t>!</w:t>
      </w:r>
      <w:r w:rsidR="00A61EA9" w:rsidRPr="00311326">
        <w:t xml:space="preserve"> </w:t>
      </w:r>
    </w:p>
    <w:p w14:paraId="7D660568" w14:textId="77777777" w:rsidR="00B907AC" w:rsidRPr="0069754F" w:rsidRDefault="00B907AC" w:rsidP="00690423"/>
    <w:p w14:paraId="4DEA6EB3" w14:textId="77777777" w:rsidR="005C6F71" w:rsidRPr="00D91A33" w:rsidRDefault="00321B96" w:rsidP="00E97D50">
      <w:pPr>
        <w:spacing w:line="480" w:lineRule="auto"/>
        <w:rPr>
          <w:lang w:val="de-DE"/>
        </w:rPr>
      </w:pPr>
      <w:r w:rsidRPr="00D91A33">
        <w:rPr>
          <w:lang w:val="de-DE"/>
        </w:rPr>
        <w:t xml:space="preserve">Ein Streaming-Server liefert den Bitstrom zu einem Streaming-Client unter Verwendung eines </w:t>
      </w:r>
      <w:r w:rsidR="00E97D50" w:rsidRPr="00D91A33">
        <w:rPr>
          <w:lang w:val="de-DE"/>
        </w:rPr>
        <w:t>_________</w:t>
      </w:r>
      <w:r w:rsidR="00D57AAB" w:rsidRPr="00D91A33">
        <w:rPr>
          <w:lang w:val="de-DE"/>
        </w:rPr>
        <w:t>________________</w:t>
      </w:r>
      <w:r w:rsidR="004D52FB" w:rsidRPr="00D91A33">
        <w:rPr>
          <w:lang w:val="de-DE"/>
        </w:rPr>
        <w:t>.</w:t>
      </w:r>
    </w:p>
    <w:p w14:paraId="35A5B60D" w14:textId="2891649A" w:rsidR="003B32B7" w:rsidRPr="00D91A33" w:rsidRDefault="004E2F1F" w:rsidP="00384A80">
      <w:pPr>
        <w:spacing w:line="480" w:lineRule="auto"/>
        <w:rPr>
          <w:lang w:val="de-DE"/>
        </w:rPr>
      </w:pPr>
      <w:r w:rsidRPr="00D91A33">
        <w:rPr>
          <w:lang w:val="de-DE"/>
        </w:rPr>
        <w:t xml:space="preserve">Ein Streaming-Server, der </w:t>
      </w:r>
      <w:r w:rsidR="006E30FB" w:rsidRPr="00D91A33">
        <w:rPr>
          <w:lang w:val="de-DE"/>
        </w:rPr>
        <w:t>adaptive Bitraten-Streaming</w:t>
      </w:r>
      <w:r w:rsidR="00F34A28" w:rsidRPr="00F34A28">
        <w:rPr>
          <w:lang w:val="de-DE"/>
        </w:rPr>
        <w:t xml:space="preserve"> </w:t>
      </w:r>
      <w:r w:rsidR="00F34A28" w:rsidRPr="00D91A33">
        <w:rPr>
          <w:lang w:val="de-DE"/>
        </w:rPr>
        <w:t>unterstützt</w:t>
      </w:r>
      <w:r w:rsidR="006E30FB" w:rsidRPr="00D91A33">
        <w:rPr>
          <w:lang w:val="de-DE"/>
        </w:rPr>
        <w:t xml:space="preserve">, </w:t>
      </w:r>
      <w:r w:rsidRPr="00D91A33">
        <w:rPr>
          <w:lang w:val="de-DE"/>
        </w:rPr>
        <w:t xml:space="preserve">liefert den Bitstrom zu einem Streaming-Client </w:t>
      </w:r>
      <w:r w:rsidR="009B720F" w:rsidRPr="00D91A33">
        <w:rPr>
          <w:lang w:val="de-DE"/>
        </w:rPr>
        <w:t>mit</w:t>
      </w:r>
      <w:r w:rsidR="009B720F">
        <w:rPr>
          <w:lang w:val="de-DE"/>
        </w:rPr>
        <w:t xml:space="preserve"> dem</w:t>
      </w:r>
      <w:r w:rsidR="009B720F" w:rsidRPr="00D91A33">
        <w:rPr>
          <w:lang w:val="de-DE"/>
        </w:rPr>
        <w:t xml:space="preserve"> </w:t>
      </w:r>
      <w:r w:rsidR="00D57AAB" w:rsidRPr="00D91A33">
        <w:rPr>
          <w:lang w:val="de-DE"/>
        </w:rPr>
        <w:t>____________</w:t>
      </w:r>
      <w:r w:rsidR="00E97D50" w:rsidRPr="00D91A33">
        <w:rPr>
          <w:lang w:val="de-DE"/>
        </w:rPr>
        <w:t>_______________________</w:t>
      </w:r>
      <w:r w:rsidR="00D57AAB" w:rsidRPr="00D91A33">
        <w:rPr>
          <w:lang w:val="de-DE"/>
        </w:rPr>
        <w:t>______</w:t>
      </w:r>
      <w:r w:rsidR="004D52FB" w:rsidRPr="00D91A33">
        <w:rPr>
          <w:lang w:val="de-DE"/>
        </w:rPr>
        <w:t>.</w:t>
      </w:r>
    </w:p>
    <w:p w14:paraId="3145CF37" w14:textId="77777777" w:rsidR="00384A80" w:rsidRPr="00D91A33" w:rsidRDefault="005C6F71" w:rsidP="00384A80">
      <w:pPr>
        <w:pStyle w:val="eLineBottom"/>
        <w:rPr>
          <w:lang w:val="de-DE"/>
        </w:rPr>
      </w:pPr>
      <w:r w:rsidRPr="00D91A33">
        <w:rPr>
          <w:lang w:val="de-DE"/>
        </w:rPr>
        <w:t xml:space="preserve"> </w:t>
      </w:r>
    </w:p>
    <w:p w14:paraId="5E2B3730" w14:textId="77777777" w:rsidR="00384A80" w:rsidRPr="00D91A33" w:rsidRDefault="00384A80" w:rsidP="00384A80">
      <w:pPr>
        <w:rPr>
          <w:lang w:val="de-DE"/>
        </w:rPr>
      </w:pPr>
    </w:p>
    <w:p w14:paraId="3AF10DD8" w14:textId="77777777" w:rsidR="009C1AA6" w:rsidRPr="00D91A33" w:rsidRDefault="006E30FB" w:rsidP="00311326">
      <w:pPr>
        <w:pStyle w:val="eTask"/>
        <w:rPr>
          <w:lang w:val="de-DE"/>
        </w:rPr>
      </w:pPr>
      <w:r w:rsidRPr="00D91A33">
        <w:rPr>
          <w:lang w:val="de-DE"/>
        </w:rPr>
        <w:t>Erklären Sie zwei Arten von Cloud-Gaming-Diensten</w:t>
      </w:r>
      <w:r w:rsidR="004D52FB" w:rsidRPr="00D91A33">
        <w:rPr>
          <w:lang w:val="de-DE"/>
        </w:rPr>
        <w:t>!</w:t>
      </w:r>
      <w:r w:rsidR="009C1AA6" w:rsidRPr="00D91A33">
        <w:rPr>
          <w:lang w:val="de-DE"/>
        </w:rPr>
        <w:t xml:space="preserve"> </w:t>
      </w:r>
    </w:p>
    <w:p w14:paraId="4CACF667" w14:textId="77777777" w:rsidR="00B907AC" w:rsidRPr="00D91A33" w:rsidRDefault="00B907AC" w:rsidP="007B46D4">
      <w:pPr>
        <w:rPr>
          <w:lang w:val="de-DE"/>
        </w:rPr>
      </w:pPr>
    </w:p>
    <w:p w14:paraId="2275AC94" w14:textId="6CCD2F80" w:rsidR="006D6028" w:rsidRPr="00D91A33" w:rsidRDefault="006E30FB" w:rsidP="00E97D50">
      <w:pPr>
        <w:spacing w:line="480" w:lineRule="auto"/>
        <w:rPr>
          <w:lang w:val="de-DE"/>
        </w:rPr>
      </w:pPr>
      <w:r w:rsidRPr="00D91A33">
        <w:rPr>
          <w:lang w:val="de-DE"/>
        </w:rPr>
        <w:t>Cloud-Spiele auf Video-Streaming</w:t>
      </w:r>
      <w:r w:rsidR="006D6028" w:rsidRPr="00D91A33">
        <w:rPr>
          <w:lang w:val="de-DE"/>
        </w:rPr>
        <w:t xml:space="preserve"> </w:t>
      </w:r>
      <w:r w:rsidR="00F34A28" w:rsidRPr="00D91A33">
        <w:rPr>
          <w:lang w:val="de-DE"/>
        </w:rPr>
        <w:t xml:space="preserve">basierend </w:t>
      </w:r>
      <w:r w:rsidR="004D52FB" w:rsidRPr="00D91A33">
        <w:rPr>
          <w:lang w:val="de-DE"/>
        </w:rPr>
        <w:t>–</w:t>
      </w:r>
      <w:r w:rsidR="006D6028" w:rsidRPr="00D91A33">
        <w:rPr>
          <w:lang w:val="de-DE"/>
        </w:rPr>
        <w:t xml:space="preserve"> </w:t>
      </w:r>
      <w:r w:rsidR="00D57AAB" w:rsidRPr="00D91A33">
        <w:rPr>
          <w:lang w:val="de-DE"/>
        </w:rPr>
        <w:t>_______________________________________</w:t>
      </w:r>
      <w:r w:rsidR="00E97D50" w:rsidRPr="00D91A33">
        <w:rPr>
          <w:lang w:val="de-DE"/>
        </w:rPr>
        <w:t>_</w:t>
      </w:r>
      <w:r w:rsidR="00D57AAB" w:rsidRPr="00D91A33">
        <w:rPr>
          <w:lang w:val="de-DE"/>
        </w:rPr>
        <w:t>_</w:t>
      </w:r>
    </w:p>
    <w:p w14:paraId="176A7778" w14:textId="77777777" w:rsidR="00D57AAB" w:rsidRPr="00D91A33" w:rsidRDefault="00D57AAB" w:rsidP="00E97D50">
      <w:pPr>
        <w:spacing w:line="480" w:lineRule="auto"/>
        <w:rPr>
          <w:lang w:val="de-DE"/>
        </w:rPr>
      </w:pPr>
      <w:r w:rsidRPr="00D91A33">
        <w:rPr>
          <w:lang w:val="de-DE"/>
        </w:rPr>
        <w:t>_______________________________________________</w:t>
      </w:r>
      <w:r w:rsidR="00E97D50" w:rsidRPr="00D91A33">
        <w:rPr>
          <w:lang w:val="de-DE"/>
        </w:rPr>
        <w:t>____________________________________________________________________________</w:t>
      </w:r>
      <w:r w:rsidRPr="00D91A33">
        <w:rPr>
          <w:lang w:val="de-DE"/>
        </w:rPr>
        <w:t>___________________________</w:t>
      </w:r>
      <w:r w:rsidR="00E97D50" w:rsidRPr="00D91A33">
        <w:rPr>
          <w:lang w:val="de-DE"/>
        </w:rPr>
        <w:t>.</w:t>
      </w:r>
    </w:p>
    <w:p w14:paraId="6A75F7EE" w14:textId="77777777" w:rsidR="00384A80" w:rsidRPr="00D91A33" w:rsidRDefault="00384A80" w:rsidP="00384A80">
      <w:pPr>
        <w:rPr>
          <w:lang w:val="de-DE"/>
        </w:rPr>
      </w:pPr>
    </w:p>
    <w:p w14:paraId="4AB54E49" w14:textId="16A42D40" w:rsidR="006D6028" w:rsidRPr="00D91A33" w:rsidRDefault="006E30FB" w:rsidP="00E97D50">
      <w:pPr>
        <w:spacing w:line="480" w:lineRule="auto"/>
        <w:rPr>
          <w:lang w:val="de-DE"/>
        </w:rPr>
      </w:pPr>
      <w:r w:rsidRPr="00D91A33">
        <w:rPr>
          <w:lang w:val="de-DE"/>
        </w:rPr>
        <w:t>Cloud-Spiele auf Datei-Streaming</w:t>
      </w:r>
      <w:r w:rsidR="006D6028" w:rsidRPr="00D91A33">
        <w:rPr>
          <w:lang w:val="de-DE"/>
        </w:rPr>
        <w:t xml:space="preserve"> </w:t>
      </w:r>
      <w:r w:rsidR="00F34A28" w:rsidRPr="00D91A33">
        <w:rPr>
          <w:lang w:val="de-DE"/>
        </w:rPr>
        <w:t xml:space="preserve">basierend </w:t>
      </w:r>
      <w:r w:rsidR="00D57AAB" w:rsidRPr="00D91A33">
        <w:rPr>
          <w:lang w:val="de-DE"/>
        </w:rPr>
        <w:t>–</w:t>
      </w:r>
      <w:r w:rsidR="006D6028" w:rsidRPr="00D91A33">
        <w:rPr>
          <w:lang w:val="de-DE"/>
        </w:rPr>
        <w:t xml:space="preserve"> </w:t>
      </w:r>
      <w:r w:rsidR="00D57AAB" w:rsidRPr="00D91A33">
        <w:rPr>
          <w:lang w:val="de-DE"/>
        </w:rPr>
        <w:t>__________________________________________</w:t>
      </w:r>
    </w:p>
    <w:p w14:paraId="288924C8" w14:textId="77777777" w:rsidR="00E97D50" w:rsidRPr="0069754F" w:rsidRDefault="00DA6C08" w:rsidP="00E97D50">
      <w:pPr>
        <w:spacing w:line="480" w:lineRule="auto"/>
      </w:pPr>
      <w:r>
        <w:t>___________________________________________________________________________</w:t>
      </w:r>
      <w:r w:rsidR="00E97D50">
        <w:t>___________________________________________________________________________</w:t>
      </w:r>
    </w:p>
    <w:p w14:paraId="3054D377" w14:textId="77777777" w:rsidR="00384A80" w:rsidRPr="0069754F" w:rsidRDefault="00384A80" w:rsidP="00E97D50">
      <w:pPr>
        <w:pStyle w:val="eLineBottom"/>
      </w:pPr>
    </w:p>
    <w:p w14:paraId="414148A8" w14:textId="77777777" w:rsidR="00E97D50" w:rsidRDefault="00E97D50" w:rsidP="00E97D50"/>
    <w:p w14:paraId="37593682" w14:textId="77777777" w:rsidR="00D91A33" w:rsidRDefault="00D91A33">
      <w:pPr>
        <w:rPr>
          <w:b/>
        </w:rPr>
      </w:pPr>
      <w:r>
        <w:br w:type="page"/>
      </w:r>
    </w:p>
    <w:p w14:paraId="008D395D" w14:textId="07557FAD" w:rsidR="00E96FAC" w:rsidRDefault="00A343CD" w:rsidP="00384A80">
      <w:pPr>
        <w:pStyle w:val="eTask"/>
      </w:pPr>
      <w:r w:rsidRPr="00A343CD">
        <w:lastRenderedPageBreak/>
        <w:t xml:space="preserve">Füllen Sie </w:t>
      </w:r>
      <w:bookmarkStart w:id="0" w:name="_GoBack"/>
      <w:r w:rsidR="00F34A28">
        <w:t xml:space="preserve">die </w:t>
      </w:r>
      <w:bookmarkEnd w:id="0"/>
      <w:r w:rsidRPr="00A343CD">
        <w:t>Sätze aus</w:t>
      </w:r>
      <w:r w:rsidR="00384A80">
        <w:t>!</w:t>
      </w:r>
    </w:p>
    <w:p w14:paraId="5CF9D47F" w14:textId="77777777" w:rsidR="00D91A33" w:rsidRPr="00311326" w:rsidRDefault="00D91A33" w:rsidP="00D91A33">
      <w:pPr>
        <w:pStyle w:val="eTask"/>
        <w:numPr>
          <w:ilvl w:val="0"/>
          <w:numId w:val="0"/>
        </w:numPr>
        <w:ind w:left="360" w:hanging="360"/>
      </w:pPr>
    </w:p>
    <w:p w14:paraId="44DE6094" w14:textId="77777777" w:rsidR="00A343CD" w:rsidRPr="00D91A33" w:rsidRDefault="00A343CD" w:rsidP="00D91A33">
      <w:pPr>
        <w:spacing w:line="360" w:lineRule="auto"/>
        <w:rPr>
          <w:lang w:val="de-DE"/>
        </w:rPr>
      </w:pPr>
      <w:r w:rsidRPr="00D91A33">
        <w:rPr>
          <w:lang w:val="de-DE"/>
        </w:rPr>
        <w:t>HbbTV ist ein internationaler Standard (Spezifikation), der die Bereitstellung von</w:t>
      </w:r>
      <w:r w:rsidR="00D40833" w:rsidRPr="00D91A33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analog</m:t>
                </m:r>
                <m:r>
                  <m:rPr>
                    <m:nor/>
                  </m:rPr>
                  <w:rPr>
                    <w:rFonts w:ascii="Cambria Math"/>
                    <w:lang w:val="de-DE"/>
                  </w:rPr>
                  <m:t>em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terrestrischem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digitalem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diskretem</m:t>
                </m:r>
              </m:e>
            </m:eqArr>
          </m:e>
        </m:d>
      </m:oMath>
      <w:r w:rsidR="00D40833" w:rsidRPr="00D91A33">
        <w:rPr>
          <w:lang w:val="de-DE"/>
        </w:rPr>
        <w:t xml:space="preserve"> </w:t>
      </w:r>
      <w:r w:rsidRPr="00D91A33">
        <w:rPr>
          <w:lang w:val="de-DE"/>
        </w:rPr>
        <w:t>interaktiven TV zu den Nutzern durch eine gemeinsame Benutzeroberfläche auf Fernsehgeräten oder Set-Top-Boxen definiert.</w:t>
      </w:r>
    </w:p>
    <w:p w14:paraId="222BE5A9" w14:textId="77777777" w:rsidR="00384A80" w:rsidRPr="00D91A33" w:rsidRDefault="00384A80" w:rsidP="00384A80">
      <w:pPr>
        <w:pStyle w:val="eLineBottom"/>
        <w:rPr>
          <w:lang w:val="de-DE"/>
        </w:rPr>
      </w:pPr>
    </w:p>
    <w:p w14:paraId="091645D0" w14:textId="77777777" w:rsidR="00984188" w:rsidRPr="00D40833" w:rsidRDefault="00984188" w:rsidP="007B46D4">
      <w:pPr>
        <w:rPr>
          <w:lang w:val="de-DE"/>
        </w:rPr>
      </w:pPr>
    </w:p>
    <w:p w14:paraId="3680DFA1" w14:textId="77777777" w:rsidR="00B31FDE" w:rsidRPr="00D91A33" w:rsidRDefault="00366597" w:rsidP="00311326">
      <w:pPr>
        <w:pStyle w:val="eTask"/>
        <w:rPr>
          <w:lang w:val="de-DE"/>
        </w:rPr>
      </w:pPr>
      <w:r w:rsidRPr="00D91A33">
        <w:rPr>
          <w:lang w:val="de-DE"/>
        </w:rPr>
        <w:t>Nennen Sie drei HbbTV - Dienste für</w:t>
      </w:r>
      <w:r w:rsidR="00B31FDE" w:rsidRPr="00D91A33">
        <w:rPr>
          <w:lang w:val="de-DE"/>
        </w:rPr>
        <w:t>:</w:t>
      </w:r>
    </w:p>
    <w:p w14:paraId="090FFDA1" w14:textId="77777777" w:rsidR="00B907AC" w:rsidRPr="00D91A33" w:rsidRDefault="00B907AC" w:rsidP="007B46D4">
      <w:pPr>
        <w:rPr>
          <w:lang w:val="de-DE"/>
        </w:rPr>
      </w:pPr>
    </w:p>
    <w:p w14:paraId="4581D0AC" w14:textId="760FD2D5" w:rsidR="00B31FDE" w:rsidRPr="00D91A33" w:rsidRDefault="004F0B18" w:rsidP="007B57D7">
      <w:pPr>
        <w:outlineLvl w:val="0"/>
        <w:rPr>
          <w:lang w:val="de-DE"/>
        </w:rPr>
      </w:pPr>
      <w:r w:rsidRPr="00D91A33">
        <w:rPr>
          <w:lang w:val="de-DE"/>
        </w:rPr>
        <w:t>Video-on-Demand-Dienst</w:t>
      </w:r>
      <w:r w:rsidR="00F34A28">
        <w:rPr>
          <w:lang w:val="de-DE"/>
        </w:rPr>
        <w:t>e</w:t>
      </w:r>
      <w:r w:rsidR="00B31FDE" w:rsidRPr="00D91A33">
        <w:rPr>
          <w:lang w:val="de-DE"/>
        </w:rPr>
        <w:t xml:space="preserve">: </w:t>
      </w:r>
      <w:r w:rsidR="00D57AAB" w:rsidRPr="00D91A33">
        <w:rPr>
          <w:lang w:val="de-DE"/>
        </w:rPr>
        <w:t>____________________________________________________</w:t>
      </w:r>
    </w:p>
    <w:p w14:paraId="202F1F64" w14:textId="77777777" w:rsidR="007B46D4" w:rsidRPr="00D91A33" w:rsidRDefault="007B46D4" w:rsidP="007B46D4">
      <w:pPr>
        <w:rPr>
          <w:lang w:val="de-DE"/>
        </w:rPr>
      </w:pPr>
    </w:p>
    <w:p w14:paraId="4AD40F0D" w14:textId="77777777" w:rsidR="00B31FDE" w:rsidRPr="00D91A33" w:rsidRDefault="004F0B18" w:rsidP="008732D8">
      <w:pPr>
        <w:rPr>
          <w:lang w:val="de-DE"/>
        </w:rPr>
      </w:pPr>
      <w:r w:rsidRPr="00D91A33">
        <w:rPr>
          <w:lang w:val="de-DE"/>
        </w:rPr>
        <w:t>Informationsdienste</w:t>
      </w:r>
      <w:r w:rsidR="00DB729D" w:rsidRPr="00D91A33">
        <w:rPr>
          <w:lang w:val="de-DE"/>
        </w:rPr>
        <w:t>:</w:t>
      </w:r>
      <w:r w:rsidR="00B31FDE" w:rsidRPr="00D91A33">
        <w:rPr>
          <w:lang w:val="de-DE"/>
        </w:rPr>
        <w:t xml:space="preserve"> </w:t>
      </w:r>
      <w:r w:rsidR="008732D8" w:rsidRPr="00D91A33">
        <w:rPr>
          <w:lang w:val="de-DE"/>
        </w:rPr>
        <w:t>________________________________________________________</w:t>
      </w:r>
    </w:p>
    <w:sectPr w:rsidR="00B31FDE" w:rsidRPr="00D91A33" w:rsidSect="00706F4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48071" w14:textId="77777777" w:rsidR="006E7E21" w:rsidRDefault="006E7E21" w:rsidP="00861A1A">
      <w:r>
        <w:separator/>
      </w:r>
    </w:p>
  </w:endnote>
  <w:endnote w:type="continuationSeparator" w:id="0">
    <w:p w14:paraId="7F75713A" w14:textId="77777777" w:rsidR="006E7E21" w:rsidRDefault="006E7E2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F34A28" w:rsidRPr="00D91A33" w14:paraId="5E17D2B7" w14:textId="77777777" w:rsidTr="00CA51B5">
      <w:tc>
        <w:tcPr>
          <w:tcW w:w="2518" w:type="dxa"/>
        </w:tcPr>
        <w:p w14:paraId="6990EF5C" w14:textId="77777777" w:rsidR="00F34A28" w:rsidRDefault="00F34A2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 wp14:anchorId="2CBBB6B2" wp14:editId="385CA866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756E685" w14:textId="77777777" w:rsidR="00F34A28" w:rsidRPr="00D91A33" w:rsidRDefault="00F34A28" w:rsidP="00D91A3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21EEB80F" w14:textId="1BD647C6" w:rsidR="00F34A28" w:rsidRPr="00D91A33" w:rsidRDefault="00F34A28" w:rsidP="00D91A3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F34A28" w14:paraId="7784EF50" w14:textId="77777777" w:rsidTr="00CA51B5">
      <w:tc>
        <w:tcPr>
          <w:tcW w:w="8472" w:type="dxa"/>
          <w:gridSpan w:val="2"/>
        </w:tcPr>
        <w:p w14:paraId="52FBAA52" w14:textId="77777777" w:rsidR="00F34A28" w:rsidRPr="00CA51B5" w:rsidRDefault="00F34A28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1BC1DE96" w14:textId="77777777" w:rsidR="00F34A28" w:rsidRPr="00CA51B5" w:rsidRDefault="00F34A28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41DDD390" w14:textId="77777777" w:rsidR="00F34A28" w:rsidRPr="00BF5E09" w:rsidRDefault="00F34A28" w:rsidP="00BF5E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A41AC" w14:textId="77777777" w:rsidR="006E7E21" w:rsidRDefault="006E7E21" w:rsidP="00861A1A">
      <w:r>
        <w:separator/>
      </w:r>
    </w:p>
  </w:footnote>
  <w:footnote w:type="continuationSeparator" w:id="0">
    <w:p w14:paraId="3935C7F1" w14:textId="77777777" w:rsidR="006E7E21" w:rsidRDefault="006E7E2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532B6" w14:textId="77777777" w:rsidR="00F34A28" w:rsidRPr="002B41A8" w:rsidRDefault="00F34A28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7728" behindDoc="0" locked="0" layoutInCell="1" allowOverlap="1" wp14:anchorId="41A79FE4" wp14:editId="56ADC678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9776" behindDoc="0" locked="0" layoutInCell="1" allowOverlap="1" wp14:anchorId="63A3BEDC" wp14:editId="1BDDF2E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093926">
      <w:rPr>
        <w:rFonts w:ascii="Calibri" w:hAnsi="Calibri"/>
        <w:b/>
        <w:smallCaps/>
        <w:noProof/>
      </w:rPr>
      <w:t>ARBEITSBLATT</w:t>
    </w:r>
  </w:p>
  <w:p w14:paraId="3E0754BF" w14:textId="2B6D09C0" w:rsidR="00F34A28" w:rsidRPr="00D91A33" w:rsidRDefault="00F34A28" w:rsidP="00DD1E80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D91A33">
      <w:rPr>
        <w:rFonts w:ascii="Calibri" w:hAnsi="Calibri"/>
        <w:smallCaps/>
        <w:noProof/>
        <w:sz w:val="20"/>
        <w:szCs w:val="20"/>
        <w:lang w:val="de-DE"/>
      </w:rPr>
      <w:t>NEUE GENERATION VON MULTIMEDIA-DIENSTEN / ANWENDUNGEN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09C"/>
    <w:rsid w:val="00030EDA"/>
    <w:rsid w:val="00042E5A"/>
    <w:rsid w:val="00045BEB"/>
    <w:rsid w:val="00073ADF"/>
    <w:rsid w:val="0007473C"/>
    <w:rsid w:val="000750C9"/>
    <w:rsid w:val="00076439"/>
    <w:rsid w:val="00083199"/>
    <w:rsid w:val="00087EAC"/>
    <w:rsid w:val="00093926"/>
    <w:rsid w:val="00094A16"/>
    <w:rsid w:val="000A233F"/>
    <w:rsid w:val="000A389D"/>
    <w:rsid w:val="000A55B3"/>
    <w:rsid w:val="000B1FC9"/>
    <w:rsid w:val="000C4911"/>
    <w:rsid w:val="000C5443"/>
    <w:rsid w:val="000C6B3A"/>
    <w:rsid w:val="000D0084"/>
    <w:rsid w:val="000F5362"/>
    <w:rsid w:val="00104245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D00A1"/>
    <w:rsid w:val="001D0C07"/>
    <w:rsid w:val="001D2163"/>
    <w:rsid w:val="001D2E38"/>
    <w:rsid w:val="001D3EDB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63E70"/>
    <w:rsid w:val="00272012"/>
    <w:rsid w:val="00273D46"/>
    <w:rsid w:val="002825A8"/>
    <w:rsid w:val="00283A7C"/>
    <w:rsid w:val="002850DE"/>
    <w:rsid w:val="00292609"/>
    <w:rsid w:val="00292860"/>
    <w:rsid w:val="002976A9"/>
    <w:rsid w:val="002A6130"/>
    <w:rsid w:val="002B0278"/>
    <w:rsid w:val="002B0866"/>
    <w:rsid w:val="002B41A8"/>
    <w:rsid w:val="002D7533"/>
    <w:rsid w:val="002D7AC0"/>
    <w:rsid w:val="002E301D"/>
    <w:rsid w:val="00304894"/>
    <w:rsid w:val="00304ADA"/>
    <w:rsid w:val="00306B9F"/>
    <w:rsid w:val="00307892"/>
    <w:rsid w:val="00311326"/>
    <w:rsid w:val="00315203"/>
    <w:rsid w:val="00317E83"/>
    <w:rsid w:val="00321B96"/>
    <w:rsid w:val="00337851"/>
    <w:rsid w:val="00341CCC"/>
    <w:rsid w:val="00347E4D"/>
    <w:rsid w:val="00351AF3"/>
    <w:rsid w:val="00355B0A"/>
    <w:rsid w:val="00360ECE"/>
    <w:rsid w:val="003641D6"/>
    <w:rsid w:val="00366597"/>
    <w:rsid w:val="00372F8C"/>
    <w:rsid w:val="00377E75"/>
    <w:rsid w:val="00384A80"/>
    <w:rsid w:val="00390305"/>
    <w:rsid w:val="003903CB"/>
    <w:rsid w:val="0039238A"/>
    <w:rsid w:val="003B1326"/>
    <w:rsid w:val="003B32B7"/>
    <w:rsid w:val="003B4135"/>
    <w:rsid w:val="003C202F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5A38"/>
    <w:rsid w:val="00417ED2"/>
    <w:rsid w:val="00425C7B"/>
    <w:rsid w:val="00457B2D"/>
    <w:rsid w:val="0046567F"/>
    <w:rsid w:val="00472203"/>
    <w:rsid w:val="00475954"/>
    <w:rsid w:val="00492966"/>
    <w:rsid w:val="004A01E5"/>
    <w:rsid w:val="004A7B44"/>
    <w:rsid w:val="004C0E36"/>
    <w:rsid w:val="004C6FC0"/>
    <w:rsid w:val="004D52FB"/>
    <w:rsid w:val="004E2F1F"/>
    <w:rsid w:val="004E5E95"/>
    <w:rsid w:val="004E70EA"/>
    <w:rsid w:val="004F0B18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3121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16B0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F5FA1"/>
    <w:rsid w:val="005F6159"/>
    <w:rsid w:val="0060429A"/>
    <w:rsid w:val="00614201"/>
    <w:rsid w:val="00617D04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ACE"/>
    <w:rsid w:val="00690423"/>
    <w:rsid w:val="00690FB1"/>
    <w:rsid w:val="0069754F"/>
    <w:rsid w:val="006A24C7"/>
    <w:rsid w:val="006A48C3"/>
    <w:rsid w:val="006A633B"/>
    <w:rsid w:val="006B5D59"/>
    <w:rsid w:val="006C23DB"/>
    <w:rsid w:val="006C65DA"/>
    <w:rsid w:val="006D39B2"/>
    <w:rsid w:val="006D3F30"/>
    <w:rsid w:val="006D4596"/>
    <w:rsid w:val="006D50FA"/>
    <w:rsid w:val="006D6028"/>
    <w:rsid w:val="006E30FB"/>
    <w:rsid w:val="006E7E21"/>
    <w:rsid w:val="006F0D5B"/>
    <w:rsid w:val="006F787A"/>
    <w:rsid w:val="00703374"/>
    <w:rsid w:val="0070681B"/>
    <w:rsid w:val="00706F41"/>
    <w:rsid w:val="00710301"/>
    <w:rsid w:val="007109D2"/>
    <w:rsid w:val="0073574D"/>
    <w:rsid w:val="007460F9"/>
    <w:rsid w:val="00760222"/>
    <w:rsid w:val="007661E4"/>
    <w:rsid w:val="0076745A"/>
    <w:rsid w:val="007738BD"/>
    <w:rsid w:val="00782DB0"/>
    <w:rsid w:val="007837ED"/>
    <w:rsid w:val="00784CB2"/>
    <w:rsid w:val="00790D07"/>
    <w:rsid w:val="007A11F2"/>
    <w:rsid w:val="007B46D4"/>
    <w:rsid w:val="007B57D7"/>
    <w:rsid w:val="007C0FDD"/>
    <w:rsid w:val="007C308E"/>
    <w:rsid w:val="007C5B85"/>
    <w:rsid w:val="007E16D1"/>
    <w:rsid w:val="007E5FF0"/>
    <w:rsid w:val="007E6CED"/>
    <w:rsid w:val="007F60D6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12A69"/>
    <w:rsid w:val="00916DC9"/>
    <w:rsid w:val="009256B9"/>
    <w:rsid w:val="0094072E"/>
    <w:rsid w:val="00942396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84188"/>
    <w:rsid w:val="009A4551"/>
    <w:rsid w:val="009A5F9E"/>
    <w:rsid w:val="009B5E16"/>
    <w:rsid w:val="009B638C"/>
    <w:rsid w:val="009B720F"/>
    <w:rsid w:val="009C1AA6"/>
    <w:rsid w:val="009C238F"/>
    <w:rsid w:val="009C5C13"/>
    <w:rsid w:val="009C7B24"/>
    <w:rsid w:val="009E2A2A"/>
    <w:rsid w:val="009F6E5E"/>
    <w:rsid w:val="00A17111"/>
    <w:rsid w:val="00A25134"/>
    <w:rsid w:val="00A25C4B"/>
    <w:rsid w:val="00A26A28"/>
    <w:rsid w:val="00A343CD"/>
    <w:rsid w:val="00A34E17"/>
    <w:rsid w:val="00A41A9A"/>
    <w:rsid w:val="00A41E41"/>
    <w:rsid w:val="00A50FFF"/>
    <w:rsid w:val="00A527AF"/>
    <w:rsid w:val="00A54992"/>
    <w:rsid w:val="00A57E9D"/>
    <w:rsid w:val="00A61EA9"/>
    <w:rsid w:val="00A633E1"/>
    <w:rsid w:val="00A65E53"/>
    <w:rsid w:val="00A7603A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D2F36"/>
    <w:rsid w:val="00AD3CB1"/>
    <w:rsid w:val="00AD5F36"/>
    <w:rsid w:val="00AD6E4D"/>
    <w:rsid w:val="00AF5281"/>
    <w:rsid w:val="00B01599"/>
    <w:rsid w:val="00B141A2"/>
    <w:rsid w:val="00B15DB4"/>
    <w:rsid w:val="00B177D0"/>
    <w:rsid w:val="00B3151A"/>
    <w:rsid w:val="00B31FDE"/>
    <w:rsid w:val="00B37307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6EE"/>
    <w:rsid w:val="00BC1F6B"/>
    <w:rsid w:val="00BC732E"/>
    <w:rsid w:val="00BD370C"/>
    <w:rsid w:val="00BD3D30"/>
    <w:rsid w:val="00BD5509"/>
    <w:rsid w:val="00BD6856"/>
    <w:rsid w:val="00BD7612"/>
    <w:rsid w:val="00BE6648"/>
    <w:rsid w:val="00BF5E09"/>
    <w:rsid w:val="00BF6970"/>
    <w:rsid w:val="00C12260"/>
    <w:rsid w:val="00C148FD"/>
    <w:rsid w:val="00C2393A"/>
    <w:rsid w:val="00C4465F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E070B"/>
    <w:rsid w:val="00CE09BA"/>
    <w:rsid w:val="00CE4558"/>
    <w:rsid w:val="00CE5FBD"/>
    <w:rsid w:val="00CF4DFA"/>
    <w:rsid w:val="00D01007"/>
    <w:rsid w:val="00D060B3"/>
    <w:rsid w:val="00D06992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1A33"/>
    <w:rsid w:val="00D92347"/>
    <w:rsid w:val="00D973EC"/>
    <w:rsid w:val="00DA18A6"/>
    <w:rsid w:val="00DA1D67"/>
    <w:rsid w:val="00DA1F5C"/>
    <w:rsid w:val="00DA24E3"/>
    <w:rsid w:val="00DA6C08"/>
    <w:rsid w:val="00DB1959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21EA"/>
    <w:rsid w:val="00E8362E"/>
    <w:rsid w:val="00E8518C"/>
    <w:rsid w:val="00E879F9"/>
    <w:rsid w:val="00E90BD9"/>
    <w:rsid w:val="00E96FAC"/>
    <w:rsid w:val="00E97D50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D7FB7"/>
    <w:rsid w:val="00EE3197"/>
    <w:rsid w:val="00EF2951"/>
    <w:rsid w:val="00F12783"/>
    <w:rsid w:val="00F13366"/>
    <w:rsid w:val="00F14B3B"/>
    <w:rsid w:val="00F168D6"/>
    <w:rsid w:val="00F24638"/>
    <w:rsid w:val="00F248A4"/>
    <w:rsid w:val="00F34A28"/>
    <w:rsid w:val="00F36B72"/>
    <w:rsid w:val="00F43BD5"/>
    <w:rsid w:val="00F4463C"/>
    <w:rsid w:val="00F46B18"/>
    <w:rsid w:val="00F4719B"/>
    <w:rsid w:val="00F55FED"/>
    <w:rsid w:val="00F748A6"/>
    <w:rsid w:val="00F82C59"/>
    <w:rsid w:val="00F871C6"/>
    <w:rsid w:val="00F8749B"/>
    <w:rsid w:val="00FA4570"/>
    <w:rsid w:val="00FA74D9"/>
    <w:rsid w:val="00FB201E"/>
    <w:rsid w:val="00FC5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C930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y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y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Predvolenpsmoodseku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y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Predvolenpsmoodseku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y"/>
    <w:rsid w:val="00C148FD"/>
    <w:pPr>
      <w:pBdr>
        <w:bottom w:val="single" w:sz="4" w:space="1" w:color="auto"/>
      </w:pBdr>
    </w:pPr>
    <w:rPr>
      <w:szCs w:val="20"/>
    </w:rPr>
  </w:style>
  <w:style w:type="paragraph" w:styleId="Hlavika">
    <w:name w:val="header"/>
    <w:basedOn w:val="Normlny"/>
    <w:link w:val="HlavikaChar"/>
    <w:rsid w:val="0039238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9238A"/>
    <w:rPr>
      <w:sz w:val="24"/>
      <w:szCs w:val="24"/>
    </w:rPr>
  </w:style>
  <w:style w:type="paragraph" w:styleId="Pta">
    <w:name w:val="footer"/>
    <w:basedOn w:val="Normlny"/>
    <w:link w:val="PtaChar"/>
    <w:rsid w:val="0039238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9238A"/>
    <w:rPr>
      <w:sz w:val="24"/>
      <w:szCs w:val="24"/>
    </w:rPr>
  </w:style>
  <w:style w:type="character" w:styleId="Zstupntext">
    <w:name w:val="Placeholder Text"/>
    <w:basedOn w:val="Predvolenpsmoodseku"/>
    <w:uiPriority w:val="99"/>
    <w:semiHidden/>
    <w:rsid w:val="00CE070B"/>
    <w:rPr>
      <w:color w:val="808080"/>
    </w:rPr>
  </w:style>
  <w:style w:type="character" w:customStyle="1" w:styleId="hps">
    <w:name w:val="hps"/>
    <w:basedOn w:val="Predvolenpsmoodseku"/>
    <w:rsid w:val="005D4503"/>
  </w:style>
  <w:style w:type="character" w:customStyle="1" w:styleId="shorttext">
    <w:name w:val="short_text"/>
    <w:basedOn w:val="Predvolenpsmoodseku"/>
    <w:rsid w:val="005D4503"/>
  </w:style>
  <w:style w:type="character" w:customStyle="1" w:styleId="Nadpis1Char">
    <w:name w:val="Nadpis 1 Char"/>
    <w:basedOn w:val="Predvolenpsmoodseku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ov">
    <w:name w:val="Title"/>
    <w:basedOn w:val="Normlny"/>
    <w:next w:val="Normlny"/>
    <w:link w:val="Nzo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y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y"/>
    <w:next w:val="Normlny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ekzoznamu">
    <w:name w:val="List Paragraph"/>
    <w:basedOn w:val="Normlny"/>
    <w:uiPriority w:val="34"/>
    <w:qFormat/>
    <w:rsid w:val="00A93A21"/>
    <w:pPr>
      <w:ind w:left="720"/>
      <w:contextualSpacing/>
    </w:pPr>
  </w:style>
  <w:style w:type="paragraph" w:styleId="truktradokumentu">
    <w:name w:val="Document Map"/>
    <w:basedOn w:val="Normlny"/>
    <w:link w:val="truktradokumentuChar"/>
    <w:semiHidden/>
    <w:unhideWhenUsed/>
    <w:rsid w:val="007B57D7"/>
  </w:style>
  <w:style w:type="character" w:customStyle="1" w:styleId="truktradokumentuChar">
    <w:name w:val="Štruktúra dokumentu Char"/>
    <w:basedOn w:val="Predvolenpsmoodseku"/>
    <w:link w:val="truktradokumentu"/>
    <w:semiHidden/>
    <w:rsid w:val="007B57D7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375ED7-9AAB-5846-B51E-0B6B9482A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F:\Wireless Networks\Module_01_B_EN\TechPedia_worksheet_template_EN.dot</Template>
  <TotalTime>0</TotalTime>
  <Pages>4</Pages>
  <Words>473</Words>
  <Characters>2697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RVA</cp:lastModifiedBy>
  <cp:revision>6</cp:revision>
  <cp:lastPrinted>2013-05-24T14:00:00Z</cp:lastPrinted>
  <dcterms:created xsi:type="dcterms:W3CDTF">2016-10-31T07:29:00Z</dcterms:created>
  <dcterms:modified xsi:type="dcterms:W3CDTF">2017-03-31T07:34:00Z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