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98017" w14:textId="7A42155C" w:rsidR="00B7499A" w:rsidRPr="00856C53" w:rsidRDefault="00856C53" w:rsidP="0048685F">
      <w:pPr>
        <w:pStyle w:val="eTask"/>
        <w:rPr>
          <w:lang w:val="de-DE"/>
        </w:rPr>
      </w:pPr>
      <w:r w:rsidRPr="00856C53">
        <w:rPr>
          <w:lang w:val="de-DE"/>
        </w:rPr>
        <w:t>Weisen Sie Normungsorganisationen ETSI und ITU-T für folgende Definitionen von NGN (</w:t>
      </w:r>
      <w:r w:rsidRPr="00856C53">
        <w:rPr>
          <w:i/>
          <w:lang w:val="de-DE"/>
        </w:rPr>
        <w:t>Next Generation Networks</w:t>
      </w:r>
      <w:r w:rsidRPr="00856C53">
        <w:rPr>
          <w:lang w:val="de-DE"/>
        </w:rPr>
        <w:t>) zu</w:t>
      </w:r>
      <w:r w:rsidR="00746A5F" w:rsidRPr="00856C53">
        <w:rPr>
          <w:lang w:val="de-DE"/>
        </w:rPr>
        <w:t>)</w:t>
      </w:r>
      <w:r w:rsidR="005A36F2" w:rsidRPr="00856C53">
        <w:rPr>
          <w:lang w:val="de-DE"/>
        </w:rPr>
        <w:t>.</w:t>
      </w:r>
    </w:p>
    <w:p w14:paraId="6703E285" w14:textId="77777777" w:rsidR="00F57337" w:rsidRPr="00856C53" w:rsidRDefault="00F57337" w:rsidP="0048685F">
      <w:pPr>
        <w:rPr>
          <w:lang w:val="de-DE"/>
        </w:rPr>
      </w:pPr>
    </w:p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2577"/>
        <w:gridCol w:w="6201"/>
      </w:tblGrid>
      <w:tr w:rsidR="00403EA0" w:rsidRPr="00AD6A51" w14:paraId="4CD2A500" w14:textId="77777777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14:paraId="1B16054D" w14:textId="6E56BF9E" w:rsidR="00403EA0" w:rsidRPr="00856C53" w:rsidRDefault="000B3C7C" w:rsidP="005A36F2">
            <w:pPr>
              <w:jc w:val="center"/>
              <w:rPr>
                <w:b/>
                <w:lang w:val="de-DE"/>
              </w:rPr>
            </w:pPr>
            <w:r w:rsidRPr="000B3C7C">
              <w:rPr>
                <w:b/>
                <w:lang w:val="de-DE"/>
              </w:rPr>
              <w:t>Bezeichnung der Normungsorganisation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36D60D8D" w14:textId="4FCE76E8" w:rsidR="00403EA0" w:rsidRPr="00856C53" w:rsidRDefault="00176C4E" w:rsidP="005A36F2">
            <w:pPr>
              <w:rPr>
                <w:b/>
                <w:lang w:val="de-DE"/>
              </w:rPr>
            </w:pPr>
            <w:r w:rsidRPr="00176C4E">
              <w:rPr>
                <w:b/>
                <w:lang w:val="de-DE"/>
              </w:rPr>
              <w:t>Definition von NGN auf der Grundlage der Normungsorganisation</w:t>
            </w:r>
          </w:p>
        </w:tc>
      </w:tr>
      <w:tr w:rsidR="00CA2218" w:rsidRPr="00AD6A51" w14:paraId="053C4729" w14:textId="77777777" w:rsidTr="00CA2218">
        <w:tc>
          <w:tcPr>
            <w:tcW w:w="1855" w:type="dxa"/>
            <w:vAlign w:val="center"/>
          </w:tcPr>
          <w:p w14:paraId="4810D57B" w14:textId="211A7D47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23" w:type="dxa"/>
          </w:tcPr>
          <w:p w14:paraId="48DA996A" w14:textId="613D961B" w:rsidR="00CA2218" w:rsidRPr="00856C53" w:rsidRDefault="00441CB6" w:rsidP="00CA2218">
            <w:pPr>
              <w:rPr>
                <w:b/>
                <w:lang w:val="de-DE"/>
              </w:rPr>
            </w:pPr>
            <w:r w:rsidRPr="00441CB6">
              <w:rPr>
                <w:lang w:val="de-DE"/>
              </w:rPr>
              <w:t xml:space="preserve">NGN ist ein Netzwerk, das auf der Paketübertragung basiert und die Bereitstellung von Diensten einschließlich Telekommunikationsdiensten ermöglicht und in der Lage ist, mehrere Breitbandübertragungstechnologien zu verwenden, die </w:t>
            </w:r>
            <w:proofErr w:type="spellStart"/>
            <w:r w:rsidRPr="00441CB6">
              <w:rPr>
                <w:lang w:val="de-DE"/>
              </w:rPr>
              <w:t>QoS</w:t>
            </w:r>
            <w:proofErr w:type="spellEnd"/>
            <w:r w:rsidRPr="00441CB6">
              <w:rPr>
                <w:lang w:val="de-DE"/>
              </w:rPr>
              <w:t xml:space="preserve"> garantieren</w:t>
            </w:r>
            <w:r w:rsidR="00CA2218" w:rsidRPr="00856C53">
              <w:rPr>
                <w:lang w:val="de-DE"/>
              </w:rPr>
              <w:t>.</w:t>
            </w:r>
          </w:p>
        </w:tc>
      </w:tr>
      <w:tr w:rsidR="00CA2218" w:rsidRPr="00AD6A51" w14:paraId="07B8BED7" w14:textId="77777777" w:rsidTr="00CA2218">
        <w:tc>
          <w:tcPr>
            <w:tcW w:w="1855" w:type="dxa"/>
            <w:vAlign w:val="center"/>
          </w:tcPr>
          <w:p w14:paraId="7482A697" w14:textId="1044C91D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23" w:type="dxa"/>
          </w:tcPr>
          <w:p w14:paraId="533DDF9F" w14:textId="2CAE4298" w:rsidR="00CA2218" w:rsidRPr="00856C53" w:rsidRDefault="00441CB6" w:rsidP="00CA2218">
            <w:pPr>
              <w:rPr>
                <w:b/>
                <w:lang w:val="de-DE"/>
              </w:rPr>
            </w:pPr>
            <w:r w:rsidRPr="00441CB6">
              <w:rPr>
                <w:lang w:val="de-DE"/>
              </w:rPr>
              <w:t>Beschreibt NGN als Konzept für die Definition und Etablierung der Netze, wodurch eine formale Verteilung von Funktionalitäten in getrennten Schichten und Ebenen unter Verwendung offener Schnittstellen ermöglicht wird</w:t>
            </w:r>
            <w:r w:rsidR="00CA2218" w:rsidRPr="00856C53">
              <w:rPr>
                <w:lang w:val="de-DE"/>
              </w:rPr>
              <w:t>.</w:t>
            </w:r>
          </w:p>
        </w:tc>
      </w:tr>
      <w:tr w:rsidR="00CA2218" w:rsidRPr="00AD6A51" w14:paraId="00528523" w14:textId="77777777" w:rsidTr="00CA2218">
        <w:tc>
          <w:tcPr>
            <w:tcW w:w="1855" w:type="dxa"/>
            <w:vAlign w:val="center"/>
          </w:tcPr>
          <w:p w14:paraId="557DFD0B" w14:textId="39E4197A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23" w:type="dxa"/>
          </w:tcPr>
          <w:p w14:paraId="5D617F03" w14:textId="50D6EBF7" w:rsidR="00CA2218" w:rsidRPr="00856C53" w:rsidRDefault="00441CB6" w:rsidP="00CA2218">
            <w:pPr>
              <w:rPr>
                <w:b/>
                <w:lang w:val="de-DE"/>
              </w:rPr>
            </w:pPr>
            <w:r w:rsidRPr="00441CB6">
              <w:rPr>
                <w:lang w:val="de-DE"/>
              </w:rPr>
              <w:t>NGN-Konzept bietet neue Bedingungen für die Schaffung, Umsetzung und effektive Verwaltung von innovativen Dienstleistungen</w:t>
            </w:r>
            <w:r w:rsidR="00CA2218" w:rsidRPr="00856C53">
              <w:rPr>
                <w:lang w:val="de-DE"/>
              </w:rPr>
              <w:t>.</w:t>
            </w:r>
            <w:r w:rsidR="00AD6A51">
              <w:rPr>
                <w:lang w:val="de-DE"/>
              </w:rPr>
              <w:br/>
            </w:r>
            <w:bookmarkStart w:id="0" w:name="_GoBack"/>
            <w:bookmarkEnd w:id="0"/>
          </w:p>
        </w:tc>
      </w:tr>
      <w:tr w:rsidR="00CA2218" w:rsidRPr="00856C53" w14:paraId="4DC21304" w14:textId="77777777" w:rsidTr="00CA2218">
        <w:tc>
          <w:tcPr>
            <w:tcW w:w="1855" w:type="dxa"/>
            <w:vAlign w:val="center"/>
          </w:tcPr>
          <w:p w14:paraId="78CA4A88" w14:textId="7EB24325" w:rsidR="00CA2218" w:rsidRPr="00856C53" w:rsidRDefault="00CA2218" w:rsidP="00CA2218">
            <w:pPr>
              <w:jc w:val="center"/>
              <w:rPr>
                <w:b/>
                <w:color w:val="FF0000"/>
                <w:lang w:val="de-DE"/>
              </w:rPr>
            </w:pPr>
          </w:p>
        </w:tc>
        <w:tc>
          <w:tcPr>
            <w:tcW w:w="6923" w:type="dxa"/>
          </w:tcPr>
          <w:p w14:paraId="039A33CE" w14:textId="72269FFF" w:rsidR="00CA2218" w:rsidRPr="00856C53" w:rsidRDefault="00975CE3" w:rsidP="00CA2218">
            <w:pPr>
              <w:rPr>
                <w:lang w:val="de-DE"/>
              </w:rPr>
            </w:pPr>
            <w:r w:rsidRPr="00975CE3">
              <w:rPr>
                <w:lang w:val="de-DE"/>
              </w:rPr>
              <w:t>Die dienstleistungsbezogenen Funktionen sind zugleich unabhängig von den grundlegenden Übertragungstechnologien. NGN bietet unbegrenzten Benutzerzugang zu verschiedenen Dienstanbietern</w:t>
            </w:r>
            <w:r w:rsidR="00CA2218" w:rsidRPr="00856C53">
              <w:rPr>
                <w:lang w:val="de-DE"/>
              </w:rPr>
              <w:t>.</w:t>
            </w:r>
          </w:p>
        </w:tc>
      </w:tr>
    </w:tbl>
    <w:p w14:paraId="29606E99" w14:textId="77777777" w:rsidR="006265CE" w:rsidRPr="00856C53" w:rsidRDefault="006265CE" w:rsidP="0048685F">
      <w:pPr>
        <w:pStyle w:val="eLineBottom"/>
        <w:rPr>
          <w:lang w:val="de-DE"/>
        </w:rPr>
      </w:pPr>
    </w:p>
    <w:p w14:paraId="737FBDDE" w14:textId="77777777" w:rsidR="00DC5EA9" w:rsidRPr="00856C53" w:rsidRDefault="00DC5EA9" w:rsidP="0048685F">
      <w:pPr>
        <w:pStyle w:val="eLineBottom"/>
        <w:rPr>
          <w:lang w:val="de-DE"/>
        </w:rPr>
      </w:pPr>
    </w:p>
    <w:p w14:paraId="06A3E922" w14:textId="77777777" w:rsidR="006265CE" w:rsidRPr="00856C53" w:rsidRDefault="006265CE" w:rsidP="0048685F">
      <w:pPr>
        <w:rPr>
          <w:lang w:val="de-DE"/>
        </w:rPr>
      </w:pPr>
    </w:p>
    <w:p w14:paraId="59337E03" w14:textId="1BA6B61E" w:rsidR="006265CE" w:rsidRPr="00856C53" w:rsidRDefault="00DB148A" w:rsidP="0048685F">
      <w:pPr>
        <w:pStyle w:val="eTask"/>
        <w:rPr>
          <w:lang w:val="de-DE"/>
        </w:rPr>
      </w:pPr>
      <w:r>
        <w:rPr>
          <w:lang w:val="de-DE"/>
        </w:rPr>
        <w:t xml:space="preserve">Einkreisen Sie die </w:t>
      </w:r>
      <w:r w:rsidR="00CC7DE1" w:rsidRPr="00CC7DE1">
        <w:rPr>
          <w:lang w:val="de-DE"/>
        </w:rPr>
        <w:t>Protokolle, die für die Implementierung von SDN-Funktionen (</w:t>
      </w:r>
      <w:r w:rsidR="00CC7DE1" w:rsidRPr="00DB148A">
        <w:rPr>
          <w:i/>
          <w:lang w:val="de-DE"/>
        </w:rPr>
        <w:t xml:space="preserve">Software </w:t>
      </w:r>
      <w:proofErr w:type="spellStart"/>
      <w:r w:rsidR="00CC7DE1" w:rsidRPr="00DB148A">
        <w:rPr>
          <w:i/>
          <w:lang w:val="de-DE"/>
        </w:rPr>
        <w:t>Defined</w:t>
      </w:r>
      <w:proofErr w:type="spellEnd"/>
      <w:r w:rsidR="00CC7DE1" w:rsidRPr="00DB148A">
        <w:rPr>
          <w:i/>
          <w:lang w:val="de-DE"/>
        </w:rPr>
        <w:t xml:space="preserve"> Networking</w:t>
      </w:r>
      <w:r w:rsidR="00CC7DE1" w:rsidRPr="00CC7DE1">
        <w:rPr>
          <w:lang w:val="de-DE"/>
        </w:rPr>
        <w:t>) in einem Netzwerk verwendet werden können</w:t>
      </w:r>
      <w:r w:rsidR="00CA4727" w:rsidRPr="00856C53">
        <w:rPr>
          <w:lang w:val="de-DE"/>
        </w:rPr>
        <w:t>.</w:t>
      </w:r>
      <w:r w:rsidR="006265CE" w:rsidRPr="00856C53">
        <w:rPr>
          <w:lang w:val="de-DE"/>
        </w:rPr>
        <w:t xml:space="preserve"> </w:t>
      </w:r>
    </w:p>
    <w:p w14:paraId="27762FEE" w14:textId="77777777" w:rsidR="0048685F" w:rsidRPr="00856C53" w:rsidRDefault="00874368" w:rsidP="0048685F">
      <w:pPr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E7D394" wp14:editId="0AACB700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oval w14:anchorId="26449D71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14:paraId="7C197415" w14:textId="77777777" w:rsidR="00BB4C89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F53380" wp14:editId="3FC56754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400685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FBFCF" w14:textId="77777777"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53380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31.55pt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" filled="f" stroked="f" strokeweight=".5pt">
                <v:textbox inset="1mm,1mm,1mm,1mm">
                  <w:txbxContent>
                    <w:p w14:paraId="2B8FBFCF" w14:textId="77777777"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14:paraId="7787336D" w14:textId="17C6DCE1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8AB406" wp14:editId="43144FB9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781685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1D945" w14:textId="77777777"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AB406" id="Text Box 25" o:spid="_x0000_s1027" type="#_x0000_t202" style="position:absolute;margin-left:103.5pt;margin-top:7.1pt;width:61.55pt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" filled="f" stroked="f" strokeweight=".5pt">
                <v:textbox inset="1mm,1mm,1mm,1mm">
                  <w:txbxContent>
                    <w:p w14:paraId="50C1D945" w14:textId="77777777"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57FC81" wp14:editId="797EE542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72263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87FE5" w14:textId="77777777" w:rsidR="00874368" w:rsidRDefault="00874368">
                            <w:r w:rsidRPr="00874368">
                              <w:t>OpenFlow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7FC81" id="Text Box 10" o:spid="_x0000_s1028" type="#_x0000_t202" style="position:absolute;margin-left:185.3pt;margin-top:9.5pt;width:56.9pt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" filled="f" stroked="f" strokeweight=".5pt">
                <v:textbox inset="1mm,1mm,1mm,1mm">
                  <w:txbxContent>
                    <w:p w14:paraId="53887FE5" w14:textId="77777777" w:rsidR="00874368" w:rsidRDefault="00874368">
                      <w:r w:rsidRPr="00874368">
                        <w:t>OpenFlow</w:t>
                      </w:r>
                    </w:p>
                  </w:txbxContent>
                </v:textbox>
              </v:shape>
            </w:pict>
          </mc:Fallback>
        </mc:AlternateContent>
      </w:r>
    </w:p>
    <w:p w14:paraId="18CCC8B9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2E13AF" wp14:editId="46B5DA0B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21463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6365F" w14:textId="77777777"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E13AF" id="Text Box 12" o:spid="_x0000_s1029" type="#_x0000_t202" style="position:absolute;margin-left:297.9pt;margin-top:4.25pt;width:16.9pt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" filled="f" stroked="f" strokeweight=".5pt">
                <v:textbox inset="1mm,1mm,1mm,1mm">
                  <w:txbxContent>
                    <w:p w14:paraId="1BA6365F" w14:textId="77777777"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14:paraId="033D18E2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7ABE0C" wp14:editId="04D9BB56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476885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FBA88" w14:textId="77777777"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ABE0C" id="Text Box 8" o:spid="_x0000_s1030" type="#_x0000_t202" style="position:absolute;margin-left:49.4pt;margin-top:9.95pt;width:37.55pt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" filled="f" stroked="f" strokeweight=".5pt">
                <v:textbox inset="1mm,1mm,1mm,1mm">
                  <w:txbxContent>
                    <w:p w14:paraId="284FBA88" w14:textId="77777777"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49814" wp14:editId="557AF5D4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476885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8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E4037" w14:textId="77777777"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49814" id="Text Box 17" o:spid="_x0000_s1031" type="#_x0000_t202" style="position:absolute;margin-left:376.55pt;margin-top:6.55pt;width:37.55pt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" filled="f" stroked="f" strokeweight=".5pt">
                <v:textbox inset="1mm,1mm,1mm,1mm">
                  <w:txbxContent>
                    <w:p w14:paraId="2D6E4037" w14:textId="77777777"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14:paraId="59F04801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35B98E" wp14:editId="4D1C59DF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40894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94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3B2E87" w14:textId="77777777"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5B98E" id="Text Box 16" o:spid="_x0000_s1032" type="#_x0000_t202" style="position:absolute;margin-left:206.4pt;margin-top:12pt;width:32.2pt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" filled="f" stroked="f" strokeweight=".5pt">
                <v:textbox inset="1mm,1mm,1mm,1mm">
                  <w:txbxContent>
                    <w:p w14:paraId="633B2E87" w14:textId="77777777"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B09F52" wp14:editId="39DCE86D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400685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BD3B2" w14:textId="77777777"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09F52" id="Text Box 11" o:spid="_x0000_s1033" type="#_x0000_t202" style="position:absolute;margin-left:122.8pt;margin-top:12.1pt;width:31.55pt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" filled="f" stroked="f" strokeweight=".5pt">
                <v:textbox inset="1mm,1mm,1mm,1mm">
                  <w:txbxContent>
                    <w:p w14:paraId="50FBD3B2" w14:textId="77777777"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14:paraId="72072727" w14:textId="7D433795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8609AF" wp14:editId="16B844FE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400685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7E315" w14:textId="77777777"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609AF" id="Text Box 18" o:spid="_x0000_s1034" type="#_x0000_t202" style="position:absolute;margin-left:273.3pt;margin-top:6.45pt;width:31.55pt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" filled="f" stroked="f" strokeweight=".5pt">
                <v:textbox inset="1mm,1mm,1mm,1mm">
                  <w:txbxContent>
                    <w:p w14:paraId="4657E315" w14:textId="77777777"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14:paraId="1775FD61" w14:textId="363B9379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D3D523" wp14:editId="26956293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781685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68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BD3BA" w14:textId="77777777"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3D523" id="Text Box 14" o:spid="_x0000_s1035" type="#_x0000_t202" style="position:absolute;margin-left:45.35pt;margin-top:9.15pt;width:61.55pt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" filled="f" stroked="f" strokeweight=".5pt">
                <v:textbox inset="1mm,1mm,1mm,1mm">
                  <w:txbxContent>
                    <w:p w14:paraId="4C6BD3BA" w14:textId="77777777"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B7ED3A" wp14:editId="04149753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57023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2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150DA" w14:textId="77777777" w:rsidR="002E1257" w:rsidRDefault="002E1257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7ED3A" id="Text Box 13" o:spid="_x0000_s1036" type="#_x0000_t202" style="position:absolute;margin-left:349pt;margin-top:1pt;width:44.9pt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" filled="f" stroked="f" strokeweight=".5pt">
                <v:textbox inset="1mm,1mm,1mm,1mm">
                  <w:txbxContent>
                    <w:p w14:paraId="0F5150DA" w14:textId="77777777"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4862F9B" w14:textId="77777777" w:rsidR="00874368" w:rsidRPr="00856C53" w:rsidRDefault="00874368" w:rsidP="0048685F">
      <w:pPr>
        <w:pStyle w:val="eLineBottom"/>
        <w:rPr>
          <w:lang w:val="de-DE"/>
        </w:rPr>
      </w:pPr>
    </w:p>
    <w:p w14:paraId="4ADD1E15" w14:textId="4BF35E2B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98D516" wp14:editId="52707D5F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54483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05311" w14:textId="77777777"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8D516" id="Text Box 20" o:spid="_x0000_s1037" type="#_x0000_t202" style="position:absolute;margin-left:297.7pt;margin-top:1.6pt;width:42.9pt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" filled="f" stroked="f" strokeweight=".5pt">
                <v:textbox inset="1mm,1mm,1mm,1mm">
                  <w:txbxContent>
                    <w:p w14:paraId="75105311" w14:textId="77777777"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18E76E" wp14:editId="6573400C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384175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17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8DD55" w14:textId="77777777"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8E76E" id="Text Box 9" o:spid="_x0000_s1038" type="#_x0000_t202" style="position:absolute;margin-left:238.25pt;margin-top:1.65pt;width:30.25pt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" filled="f" stroked="f" strokeweight=".5pt">
                <v:textbox inset="1mm,1mm,1mm,1mm">
                  <w:txbxContent>
                    <w:p w14:paraId="2308DD55" w14:textId="77777777"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14:paraId="1FD7DE21" w14:textId="77777777" w:rsidR="00874368" w:rsidRPr="00856C53" w:rsidRDefault="002E1257" w:rsidP="0048685F">
      <w:pPr>
        <w:pStyle w:val="eLineBottom"/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6D0B71" wp14:editId="1F5CA3ED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49403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435B0" w14:textId="77777777"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D0B71" id="Text Box 15" o:spid="_x0000_s1039" type="#_x0000_t202" style="position:absolute;margin-left:167.6pt;margin-top:1.35pt;width:38.9pt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" filled="f" stroked="f" strokeweight=".5pt">
                <v:textbox inset="1mm,1mm,1mm,1mm">
                  <w:txbxContent>
                    <w:p w14:paraId="2BD435B0" w14:textId="77777777"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14:paraId="37714AF1" w14:textId="77777777" w:rsidR="00874368" w:rsidRPr="00856C53" w:rsidRDefault="00874368" w:rsidP="0048685F">
      <w:pPr>
        <w:pStyle w:val="eLineBottom"/>
        <w:rPr>
          <w:lang w:val="de-DE"/>
        </w:rPr>
      </w:pPr>
    </w:p>
    <w:p w14:paraId="1054C6D0" w14:textId="77777777" w:rsidR="00874368" w:rsidRPr="00856C53" w:rsidRDefault="00874368" w:rsidP="0048685F">
      <w:pPr>
        <w:pStyle w:val="eLineBottom"/>
        <w:rPr>
          <w:lang w:val="de-DE"/>
        </w:rPr>
      </w:pPr>
    </w:p>
    <w:p w14:paraId="1F5BC313" w14:textId="77777777" w:rsidR="00DC5EA9" w:rsidRPr="00856C53" w:rsidRDefault="00DC5EA9" w:rsidP="0048685F">
      <w:pPr>
        <w:pStyle w:val="eLineBottom"/>
        <w:rPr>
          <w:lang w:val="de-DE"/>
        </w:rPr>
      </w:pPr>
    </w:p>
    <w:p w14:paraId="1E577B82" w14:textId="77777777" w:rsidR="00331517" w:rsidRPr="00856C53" w:rsidRDefault="00331517" w:rsidP="0048685F">
      <w:pPr>
        <w:rPr>
          <w:lang w:val="de-DE"/>
        </w:rPr>
      </w:pPr>
    </w:p>
    <w:p w14:paraId="1D29E845" w14:textId="77777777" w:rsidR="00DC5EA9" w:rsidRPr="00856C53" w:rsidRDefault="00DC5EA9">
      <w:pPr>
        <w:rPr>
          <w:b/>
          <w:lang w:val="de-DE"/>
        </w:rPr>
      </w:pPr>
      <w:r w:rsidRPr="00856C53">
        <w:rPr>
          <w:lang w:val="de-DE"/>
        </w:rPr>
        <w:br w:type="page"/>
      </w:r>
    </w:p>
    <w:p w14:paraId="6BC061D3" w14:textId="08BFA6C3" w:rsidR="00BB4C89" w:rsidRPr="00856C53" w:rsidRDefault="00BC387D" w:rsidP="0048685F">
      <w:pPr>
        <w:pStyle w:val="eTask"/>
        <w:rPr>
          <w:lang w:val="de-DE"/>
        </w:rPr>
      </w:pPr>
      <w:r w:rsidRPr="00BC387D">
        <w:rPr>
          <w:lang w:val="de-DE"/>
        </w:rPr>
        <w:lastRenderedPageBreak/>
        <w:t>Markieren Sie die richtige Kombination von Anforderungen, die durch die NFV-Architektur (</w:t>
      </w:r>
      <w:r w:rsidR="00D0591F" w:rsidRPr="00D0591F">
        <w:rPr>
          <w:i/>
          <w:lang w:val="de-DE"/>
        </w:rPr>
        <w:t>Netzwerkfunktionen Virtualisierung</w:t>
      </w:r>
      <w:r w:rsidRPr="00BC387D">
        <w:rPr>
          <w:lang w:val="de-DE"/>
        </w:rPr>
        <w:t>) erfüllt werden sollen</w:t>
      </w:r>
      <w:r w:rsidR="00CA4727" w:rsidRPr="00856C53">
        <w:rPr>
          <w:lang w:val="de-DE"/>
        </w:rPr>
        <w:t>.</w:t>
      </w:r>
    </w:p>
    <w:p w14:paraId="4E75D5C9" w14:textId="77777777" w:rsidR="0048685F" w:rsidRPr="00856C53" w:rsidRDefault="0048685F" w:rsidP="00DC5EA9">
      <w:pPr>
        <w:rPr>
          <w:lang w:val="de-DE"/>
        </w:rPr>
      </w:pPr>
    </w:p>
    <w:p w14:paraId="19975CDC" w14:textId="572FC7A0" w:rsidR="00BB4C89" w:rsidRPr="00856C53" w:rsidRDefault="00BB4C89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D0591F" w:rsidRPr="00D0591F">
        <w:rPr>
          <w:lang w:val="de-DE"/>
        </w:rPr>
        <w:t>Physische Installation von Geräten, Energieeffizienz, Kontinuität der Dienstleistungen</w:t>
      </w:r>
    </w:p>
    <w:p w14:paraId="5ED2196B" w14:textId="0436697F" w:rsidR="00BB4C89" w:rsidRPr="00856C53" w:rsidRDefault="007D2994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D0591F" w:rsidRPr="007D2994">
        <w:rPr>
          <w:lang w:val="de-DE"/>
        </w:rPr>
        <w:t>Remote-Bereitstellung von Geräten, Flexibilität, Kontinuität der Dienste</w:t>
      </w:r>
    </w:p>
    <w:p w14:paraId="3D26123C" w14:textId="47C90A60" w:rsidR="00BB4C89" w:rsidRPr="00856C53" w:rsidRDefault="00BB4C89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D0591F" w:rsidRPr="00D0591F">
        <w:rPr>
          <w:lang w:val="de-DE"/>
        </w:rPr>
        <w:t>Vielzahl von Hardware-Support, Remote-Installation von Geräten, Energieeffizienz</w:t>
      </w:r>
    </w:p>
    <w:p w14:paraId="78966501" w14:textId="75BCF18C" w:rsidR="00BB4C89" w:rsidRPr="00856C53" w:rsidRDefault="00BB4C89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0B7095" w:rsidRPr="000B7095">
        <w:rPr>
          <w:lang w:val="de-DE"/>
        </w:rPr>
        <w:t>Energieeffizienz, Vielfalt Hardware-Unterstützung, Flexibilität</w:t>
      </w:r>
    </w:p>
    <w:p w14:paraId="3CADD611" w14:textId="77777777" w:rsidR="00753D45" w:rsidRPr="00856C53" w:rsidRDefault="00753D45" w:rsidP="0048685F">
      <w:pPr>
        <w:pStyle w:val="eLineBottom"/>
        <w:rPr>
          <w:lang w:val="de-DE"/>
        </w:rPr>
      </w:pPr>
    </w:p>
    <w:p w14:paraId="73FA2A02" w14:textId="77777777" w:rsidR="0048685F" w:rsidRPr="00856C53" w:rsidRDefault="0048685F">
      <w:pPr>
        <w:rPr>
          <w:b/>
          <w:lang w:val="de-DE"/>
        </w:rPr>
      </w:pPr>
    </w:p>
    <w:p w14:paraId="5F2A74C7" w14:textId="20F3982C" w:rsidR="00753D45" w:rsidRPr="00856C53" w:rsidRDefault="000B7095" w:rsidP="0048685F">
      <w:pPr>
        <w:pStyle w:val="eTask"/>
        <w:rPr>
          <w:lang w:val="de-DE"/>
        </w:rPr>
      </w:pPr>
      <w:r w:rsidRPr="000B7095">
        <w:rPr>
          <w:lang w:val="de-DE"/>
        </w:rPr>
        <w:t>Markieren Sie das korrekte System, das in der Komponente VNF (Virtualisierte Netzwerkfunktion) enthalten ist</w:t>
      </w:r>
      <w:r w:rsidR="00B20A38" w:rsidRPr="00856C53">
        <w:rPr>
          <w:lang w:val="de-DE"/>
        </w:rPr>
        <w:t>.</w:t>
      </w:r>
    </w:p>
    <w:p w14:paraId="7ACEDF6A" w14:textId="77777777" w:rsidR="0048685F" w:rsidRPr="00856C53" w:rsidRDefault="0048685F" w:rsidP="00DC5EA9">
      <w:pPr>
        <w:rPr>
          <w:lang w:val="de-DE"/>
        </w:rPr>
      </w:pPr>
    </w:p>
    <w:p w14:paraId="6D5DDFA3" w14:textId="63F9917D" w:rsidR="00753D45" w:rsidRPr="00856C53" w:rsidRDefault="007D2994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Pr="00856C53">
        <w:rPr>
          <w:rStyle w:val="eCheckBoxSquareChar"/>
          <w:lang w:val="de-DE"/>
        </w:rPr>
        <w:tab/>
      </w:r>
      <w:r w:rsidR="001A6812" w:rsidRPr="007D2994">
        <w:rPr>
          <w:lang w:val="de-DE"/>
        </w:rPr>
        <w:t>Element-Management-System</w:t>
      </w:r>
    </w:p>
    <w:p w14:paraId="4559736A" w14:textId="00D67715" w:rsidR="00753D45" w:rsidRPr="00856C53" w:rsidRDefault="00753D45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1A6812" w:rsidRPr="001A6812">
        <w:rPr>
          <w:lang w:val="de-DE"/>
        </w:rPr>
        <w:t>Rechenhardware</w:t>
      </w:r>
    </w:p>
    <w:p w14:paraId="13AD8573" w14:textId="0AE2873B" w:rsidR="00753D45" w:rsidRPr="00856C53" w:rsidRDefault="00753D45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proofErr w:type="spellStart"/>
      <w:r w:rsidR="001A6812" w:rsidRPr="001A6812">
        <w:rPr>
          <w:lang w:val="de-DE"/>
        </w:rPr>
        <w:t>Orchestrator</w:t>
      </w:r>
      <w:proofErr w:type="spellEnd"/>
    </w:p>
    <w:p w14:paraId="02E53B63" w14:textId="5817CE26" w:rsidR="00753D45" w:rsidRPr="00856C53" w:rsidRDefault="00753D45" w:rsidP="0048685F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48685F" w:rsidRPr="00856C53">
        <w:rPr>
          <w:rStyle w:val="eCheckBoxSquareChar"/>
          <w:lang w:val="de-DE"/>
        </w:rPr>
        <w:tab/>
      </w:r>
      <w:r w:rsidR="001A6812" w:rsidRPr="001A6812">
        <w:rPr>
          <w:lang w:val="de-DE"/>
        </w:rPr>
        <w:t>Hardware-Speicher</w:t>
      </w:r>
    </w:p>
    <w:p w14:paraId="2F23F7B1" w14:textId="23BEC3AE" w:rsidR="00923BBB" w:rsidRPr="00856C53" w:rsidRDefault="00923BBB" w:rsidP="00B5755D">
      <w:pPr>
        <w:pStyle w:val="eLineBottom"/>
        <w:rPr>
          <w:lang w:val="de-DE"/>
        </w:rPr>
      </w:pPr>
    </w:p>
    <w:p w14:paraId="11E21A05" w14:textId="521B7A3F" w:rsidR="006265CE" w:rsidRPr="00856C53" w:rsidRDefault="006265CE" w:rsidP="00B5755D">
      <w:pPr>
        <w:rPr>
          <w:lang w:val="de-DE"/>
        </w:rPr>
      </w:pPr>
    </w:p>
    <w:p w14:paraId="2A0CFEB2" w14:textId="2E0C10B1" w:rsidR="00874368" w:rsidRPr="00856C53" w:rsidRDefault="001804B6" w:rsidP="00874368">
      <w:pPr>
        <w:pStyle w:val="eTask"/>
        <w:rPr>
          <w:lang w:val="de-DE"/>
        </w:rPr>
      </w:pPr>
      <w:r w:rsidRPr="001804B6">
        <w:rPr>
          <w:lang w:val="de-DE"/>
        </w:rPr>
        <w:t>Markieren Sie diese Funktionen / Services / Systeme, die innerhalb der NFV-Architektur virtualisiert werden können</w:t>
      </w:r>
      <w:r w:rsidR="00874368" w:rsidRPr="00856C53">
        <w:rPr>
          <w:lang w:val="de-DE"/>
        </w:rPr>
        <w:t>.</w:t>
      </w:r>
    </w:p>
    <w:p w14:paraId="4F93B413" w14:textId="7F12AC09" w:rsidR="00CA2218" w:rsidRPr="00856C53" w:rsidRDefault="00AD6A51" w:rsidP="00CA2218">
      <w:pPr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52D2A7" wp14:editId="65646D2C">
                <wp:simplePos x="0" y="0"/>
                <wp:positionH relativeFrom="column">
                  <wp:posOffset>173631</wp:posOffset>
                </wp:positionH>
                <wp:positionV relativeFrom="paragraph">
                  <wp:posOffset>178767</wp:posOffset>
                </wp:positionV>
                <wp:extent cx="1722120" cy="718848"/>
                <wp:effectExtent l="0" t="0" r="11430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120" cy="71884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3F4622" w14:textId="17E56A90" w:rsidR="0083006B" w:rsidRDefault="0083006B" w:rsidP="0083006B">
                            <w:pPr>
                              <w:jc w:val="center"/>
                            </w:pPr>
                            <w:proofErr w:type="spellStart"/>
                            <w:r w:rsidRPr="0083006B">
                              <w:t>Virtuelles</w:t>
                            </w:r>
                            <w:proofErr w:type="spellEnd"/>
                            <w:r w:rsidRPr="0083006B">
                              <w:t xml:space="preserve"> Routing</w:t>
                            </w:r>
                          </w:p>
                          <w:p w14:paraId="31726C71" w14:textId="77777777" w:rsidR="0083006B" w:rsidRDefault="0083006B" w:rsidP="0083006B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2D2A7" id="Text Box 3" o:spid="_x0000_s1040" type="#_x0000_t202" style="position:absolute;margin-left:13.65pt;margin-top:14.1pt;width:135.6pt;height:56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" filled="f" strokeweight=".5pt">
                <v:textbox>
                  <w:txbxContent>
                    <w:p w14:paraId="573F4622" w14:textId="17E56A90" w:rsidR="0083006B" w:rsidRDefault="0083006B" w:rsidP="0083006B">
                      <w:pPr>
                        <w:jc w:val="center"/>
                      </w:pPr>
                      <w:proofErr w:type="spellStart"/>
                      <w:r w:rsidRPr="0083006B">
                        <w:t>Virtuelles</w:t>
                      </w:r>
                      <w:proofErr w:type="spellEnd"/>
                      <w:r w:rsidRPr="0083006B">
                        <w:t xml:space="preserve"> Routing</w:t>
                      </w:r>
                    </w:p>
                    <w:p w14:paraId="31726C71" w14:textId="77777777" w:rsidR="0083006B" w:rsidRDefault="0083006B" w:rsidP="0083006B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471E8F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FCE1BA" wp14:editId="16166247">
                <wp:simplePos x="0" y="0"/>
                <wp:positionH relativeFrom="column">
                  <wp:posOffset>2116667</wp:posOffset>
                </wp:positionH>
                <wp:positionV relativeFrom="paragraph">
                  <wp:posOffset>174625</wp:posOffset>
                </wp:positionV>
                <wp:extent cx="1604645" cy="719455"/>
                <wp:effectExtent l="0" t="0" r="20955" b="1714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D6A14" w14:textId="41D0CE33" w:rsidR="00874368" w:rsidRPr="00A210F6" w:rsidRDefault="00136A2D" w:rsidP="008743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A210F6">
                              <w:rPr>
                                <w:color w:val="000000" w:themeColor="text1"/>
                              </w:rPr>
                              <w:t>Virtuelle</w:t>
                            </w:r>
                            <w:proofErr w:type="spellEnd"/>
                            <w:r w:rsidRPr="00A210F6">
                              <w:rPr>
                                <w:color w:val="000000" w:themeColor="text1"/>
                              </w:rPr>
                              <w:t xml:space="preserve"> private </w:t>
                            </w:r>
                            <w:proofErr w:type="spellStart"/>
                            <w:r w:rsidRPr="00A210F6">
                              <w:rPr>
                                <w:color w:val="000000" w:themeColor="text1"/>
                              </w:rPr>
                              <w:t>Netzwerke</w:t>
                            </w:r>
                            <w:proofErr w:type="spellEnd"/>
                          </w:p>
                          <w:p w14:paraId="77BB29F3" w14:textId="6D1118B0" w:rsidR="00874368" w:rsidRPr="00A210F6" w:rsidRDefault="00471E8F" w:rsidP="00874368">
                            <w:pPr>
                              <w:pStyle w:val="eCheckBoxSquare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210F6">
                              <w:rPr>
                                <w:color w:val="000000" w:themeColor="text1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CE1BA" id="Text Box 38" o:spid="_x0000_s1041" type="#_x0000_t202" style="position:absolute;margin-left:166.65pt;margin-top:13.75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" filled="f" strokeweight=".5pt">
                <v:textbox inset="0,,0">
                  <w:txbxContent>
                    <w:p w14:paraId="015D6A14" w14:textId="41D0CE33" w:rsidR="00874368" w:rsidRPr="00A210F6" w:rsidRDefault="00136A2D" w:rsidP="00874368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A210F6">
                        <w:rPr>
                          <w:color w:val="000000" w:themeColor="text1"/>
                        </w:rPr>
                        <w:t>Virtuelle</w:t>
                      </w:r>
                      <w:proofErr w:type="spellEnd"/>
                      <w:r w:rsidRPr="00A210F6">
                        <w:rPr>
                          <w:color w:val="000000" w:themeColor="text1"/>
                        </w:rPr>
                        <w:t xml:space="preserve"> private </w:t>
                      </w:r>
                      <w:proofErr w:type="spellStart"/>
                      <w:r w:rsidRPr="00A210F6">
                        <w:rPr>
                          <w:color w:val="000000" w:themeColor="text1"/>
                        </w:rPr>
                        <w:t>Netzwerke</w:t>
                      </w:r>
                      <w:proofErr w:type="spellEnd"/>
                    </w:p>
                    <w:p w14:paraId="77BB29F3" w14:textId="6D1118B0" w:rsidR="00874368" w:rsidRPr="00A210F6" w:rsidRDefault="00471E8F" w:rsidP="00874368">
                      <w:pPr>
                        <w:pStyle w:val="eCheckBoxSquare"/>
                        <w:jc w:val="center"/>
                        <w:rPr>
                          <w:color w:val="000000" w:themeColor="text1"/>
                        </w:rPr>
                      </w:pPr>
                      <w:r w:rsidRPr="00A210F6">
                        <w:rPr>
                          <w:color w:val="000000" w:themeColor="text1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CA221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098594" wp14:editId="2F50901A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D081CE" w14:textId="6F9BA06F" w:rsidR="00874368" w:rsidRPr="00A210F6" w:rsidRDefault="00136A2D" w:rsidP="0087436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A210F6">
                              <w:rPr>
                                <w:color w:val="000000" w:themeColor="text1"/>
                              </w:rPr>
                              <w:t>Sicherheitsdienste</w:t>
                            </w:r>
                            <w:proofErr w:type="spellEnd"/>
                            <w:r w:rsidR="00CA2218" w:rsidRPr="00A210F6">
                              <w:rPr>
                                <w:color w:val="000000" w:themeColor="text1"/>
                              </w:rPr>
                              <w:br/>
                            </w:r>
                          </w:p>
                          <w:p w14:paraId="6810A52F" w14:textId="43ED173E" w:rsidR="00874368" w:rsidRPr="00A210F6" w:rsidRDefault="00471E8F" w:rsidP="00874368">
                            <w:pPr>
                              <w:pStyle w:val="eCheckBoxSquare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210F6">
                              <w:rPr>
                                <w:color w:val="000000" w:themeColor="text1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98594" id="Text Box 40" o:spid="_x0000_s1042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DcZWmw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14:paraId="66D081CE" w14:textId="6F9BA06F" w:rsidR="00874368" w:rsidRPr="00A210F6" w:rsidRDefault="00136A2D" w:rsidP="00874368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A210F6">
                        <w:rPr>
                          <w:color w:val="000000" w:themeColor="text1"/>
                        </w:rPr>
                        <w:t>Sicherheitsdienste</w:t>
                      </w:r>
                      <w:proofErr w:type="spellEnd"/>
                      <w:r w:rsidR="00CA2218" w:rsidRPr="00A210F6">
                        <w:rPr>
                          <w:color w:val="000000" w:themeColor="text1"/>
                        </w:rPr>
                        <w:br/>
                      </w:r>
                    </w:p>
                    <w:p w14:paraId="6810A52F" w14:textId="43ED173E" w:rsidR="00874368" w:rsidRPr="00A210F6" w:rsidRDefault="00471E8F" w:rsidP="00874368">
                      <w:pPr>
                        <w:pStyle w:val="eCheckBoxSquare"/>
                        <w:jc w:val="center"/>
                        <w:rPr>
                          <w:color w:val="000000" w:themeColor="text1"/>
                        </w:rPr>
                      </w:pPr>
                      <w:r w:rsidRPr="00A210F6">
                        <w:rPr>
                          <w:color w:val="000000" w:themeColor="text1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14:paraId="70702CB1" w14:textId="6B783EEB" w:rsidR="00874368" w:rsidRPr="00856C53" w:rsidRDefault="00874368" w:rsidP="00874368">
      <w:pPr>
        <w:rPr>
          <w:lang w:val="de-DE"/>
        </w:rPr>
      </w:pPr>
    </w:p>
    <w:p w14:paraId="1A6F82CE" w14:textId="6372F1E2" w:rsidR="00874368" w:rsidRPr="00856C53" w:rsidRDefault="00874368" w:rsidP="00874368">
      <w:pPr>
        <w:rPr>
          <w:lang w:val="de-DE"/>
        </w:rPr>
      </w:pPr>
    </w:p>
    <w:p w14:paraId="42F9E018" w14:textId="473A7EA2" w:rsidR="00874368" w:rsidRPr="00856C53" w:rsidRDefault="00874368" w:rsidP="00874368">
      <w:pPr>
        <w:rPr>
          <w:lang w:val="de-DE"/>
        </w:rPr>
      </w:pPr>
    </w:p>
    <w:p w14:paraId="0716C899" w14:textId="77777777" w:rsidR="00874368" w:rsidRPr="00856C53" w:rsidRDefault="00874368" w:rsidP="00874368">
      <w:pPr>
        <w:rPr>
          <w:lang w:val="de-DE"/>
        </w:rPr>
      </w:pPr>
    </w:p>
    <w:p w14:paraId="101A3AD3" w14:textId="24C94550" w:rsidR="00874368" w:rsidRPr="00856C53" w:rsidRDefault="00735CF5" w:rsidP="00874368">
      <w:pPr>
        <w:rPr>
          <w:lang w:val="de-DE"/>
        </w:rPr>
      </w:pPr>
      <w:r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D73C3" wp14:editId="16F05F2E">
                <wp:simplePos x="0" y="0"/>
                <wp:positionH relativeFrom="column">
                  <wp:posOffset>125923</wp:posOffset>
                </wp:positionH>
                <wp:positionV relativeFrom="paragraph">
                  <wp:posOffset>169158</wp:posOffset>
                </wp:positionV>
                <wp:extent cx="1780540" cy="734060"/>
                <wp:effectExtent l="0" t="0" r="10160" b="2794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DEDAE" w14:textId="788F6D7F" w:rsidR="00874368" w:rsidRDefault="00136A2D" w:rsidP="00874368">
                            <w:pPr>
                              <w:jc w:val="center"/>
                            </w:pPr>
                            <w:proofErr w:type="spellStart"/>
                            <w:r w:rsidRPr="00AD6A51">
                              <w:rPr>
                                <w:sz w:val="18"/>
                                <w:szCs w:val="18"/>
                              </w:rPr>
                              <w:t>Digitale</w:t>
                            </w:r>
                            <w:proofErr w:type="spellEnd"/>
                            <w:r w:rsidRPr="00AD6A51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AD6A51">
                              <w:rPr>
                                <w:sz w:val="18"/>
                                <w:szCs w:val="18"/>
                              </w:rPr>
                              <w:t>Videoübertragungssysteme</w:t>
                            </w:r>
                            <w:proofErr w:type="spellEnd"/>
                            <w:r w:rsidRPr="00136A2D">
                              <w:t xml:space="preserve"> (DVB</w:t>
                            </w:r>
                            <w:r w:rsidR="009B0F40">
                              <w:t>)</w:t>
                            </w:r>
                          </w:p>
                          <w:p w14:paraId="07C3E742" w14:textId="77777777"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D73C3" id="Text Box 37" o:spid="_x0000_s1043" type="#_x0000_t202" style="position:absolute;margin-left:9.9pt;margin-top:13.3pt;width:140.2pt;height:5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" filled="f" strokeweight=".5pt">
                <v:textbox inset="1mm,,1mm">
                  <w:txbxContent>
                    <w:p w14:paraId="09EDEDAE" w14:textId="788F6D7F" w:rsidR="00874368" w:rsidRDefault="00136A2D" w:rsidP="00874368">
                      <w:pPr>
                        <w:jc w:val="center"/>
                      </w:pPr>
                      <w:proofErr w:type="spellStart"/>
                      <w:r w:rsidRPr="00AD6A51">
                        <w:rPr>
                          <w:sz w:val="18"/>
                          <w:szCs w:val="18"/>
                        </w:rPr>
                        <w:t>Digitale</w:t>
                      </w:r>
                      <w:proofErr w:type="spellEnd"/>
                      <w:r w:rsidRPr="00AD6A51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AD6A51">
                        <w:rPr>
                          <w:sz w:val="18"/>
                          <w:szCs w:val="18"/>
                        </w:rPr>
                        <w:t>Videoübertragungssysteme</w:t>
                      </w:r>
                      <w:proofErr w:type="spellEnd"/>
                      <w:r w:rsidRPr="00136A2D">
                        <w:t xml:space="preserve"> (DVB</w:t>
                      </w:r>
                      <w:r w:rsidR="009B0F40">
                        <w:t>)</w:t>
                      </w:r>
                    </w:p>
                    <w:p w14:paraId="07C3E742" w14:textId="77777777"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08B37" wp14:editId="76A380AB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DBE84" w14:textId="1FA6CA53" w:rsidR="00874368" w:rsidRPr="00AD6A51" w:rsidRDefault="00136A2D" w:rsidP="00874368">
                            <w:pPr>
                              <w:jc w:val="center"/>
                            </w:pPr>
                            <w:proofErr w:type="spellStart"/>
                            <w:r w:rsidRPr="00A210F6">
                              <w:rPr>
                                <w:color w:val="000000" w:themeColor="text1"/>
                              </w:rPr>
                              <w:t>Funkzugangsnetze</w:t>
                            </w:r>
                            <w:proofErr w:type="spellEnd"/>
                            <w:r w:rsidRPr="00A210F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874368" w:rsidRPr="00A210F6">
                              <w:rPr>
                                <w:color w:val="000000" w:themeColor="text1"/>
                              </w:rPr>
                              <w:t>(RAN)</w:t>
                            </w:r>
                          </w:p>
                          <w:p w14:paraId="31B2C11E" w14:textId="09AD7556" w:rsidR="00874368" w:rsidRPr="00AD6A51" w:rsidRDefault="00471E8F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</w:rPr>
                            </w:pPr>
                            <w:r w:rsidRPr="00AD6A51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08B37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14:paraId="6EEDBE84" w14:textId="1FA6CA53" w:rsidR="00874368" w:rsidRPr="00AD6A51" w:rsidRDefault="00136A2D" w:rsidP="00874368">
                      <w:pPr>
                        <w:jc w:val="center"/>
                      </w:pPr>
                      <w:proofErr w:type="spellStart"/>
                      <w:r w:rsidRPr="00A210F6">
                        <w:rPr>
                          <w:color w:val="000000" w:themeColor="text1"/>
                        </w:rPr>
                        <w:t>Funkzugangsnetze</w:t>
                      </w:r>
                      <w:proofErr w:type="spellEnd"/>
                      <w:r w:rsidRPr="00A210F6">
                        <w:rPr>
                          <w:color w:val="000000" w:themeColor="text1"/>
                        </w:rPr>
                        <w:t xml:space="preserve"> </w:t>
                      </w:r>
                      <w:r w:rsidR="00874368" w:rsidRPr="00A210F6">
                        <w:rPr>
                          <w:color w:val="000000" w:themeColor="text1"/>
                        </w:rPr>
                        <w:t>(RAN)</w:t>
                      </w:r>
                    </w:p>
                    <w:p w14:paraId="31B2C11E" w14:textId="09AD7556" w:rsidR="00874368" w:rsidRPr="00AD6A51" w:rsidRDefault="00471E8F" w:rsidP="00874368">
                      <w:pPr>
                        <w:pStyle w:val="eCheckBoxSquare"/>
                        <w:jc w:val="center"/>
                        <w:rPr>
                          <w:b/>
                        </w:rPr>
                      </w:pPr>
                      <w:r w:rsidRPr="00AD6A51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 w:rsidRPr="00856C53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1F70D3" wp14:editId="27A3D242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AD92E" w14:textId="591F2182" w:rsidR="00874368" w:rsidRDefault="007532EC" w:rsidP="00874368">
                            <w:pPr>
                              <w:jc w:val="center"/>
                            </w:pPr>
                            <w:proofErr w:type="spellStart"/>
                            <w:r w:rsidRPr="007532EC">
                              <w:t>Positionierung</w:t>
                            </w:r>
                            <w:proofErr w:type="spellEnd"/>
                            <w:r w:rsidRPr="007532EC">
                              <w:t xml:space="preserve"> </w:t>
                            </w:r>
                            <w:proofErr w:type="spellStart"/>
                            <w:r w:rsidRPr="007532EC">
                              <w:t>basierend</w:t>
                            </w:r>
                            <w:proofErr w:type="spellEnd"/>
                            <w:r w:rsidRPr="007532EC">
                              <w:t xml:space="preserve"> auf GPS</w:t>
                            </w:r>
                          </w:p>
                          <w:p w14:paraId="7B1A68FD" w14:textId="77777777"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F70D3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14:paraId="016AD92E" w14:textId="591F2182" w:rsidR="00874368" w:rsidRDefault="007532EC" w:rsidP="00874368">
                      <w:pPr>
                        <w:jc w:val="center"/>
                      </w:pPr>
                      <w:proofErr w:type="spellStart"/>
                      <w:r w:rsidRPr="007532EC">
                        <w:t>Positionierung</w:t>
                      </w:r>
                      <w:proofErr w:type="spellEnd"/>
                      <w:r w:rsidRPr="007532EC">
                        <w:t xml:space="preserve"> </w:t>
                      </w:r>
                      <w:proofErr w:type="spellStart"/>
                      <w:r w:rsidRPr="007532EC">
                        <w:t>basierend</w:t>
                      </w:r>
                      <w:proofErr w:type="spellEnd"/>
                      <w:r w:rsidRPr="007532EC">
                        <w:t xml:space="preserve"> auf GPS</w:t>
                      </w:r>
                    </w:p>
                    <w:p w14:paraId="7B1A68FD" w14:textId="77777777"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14:paraId="594F6EB1" w14:textId="55172379" w:rsidR="00874368" w:rsidRPr="00856C53" w:rsidRDefault="00874368" w:rsidP="00874368">
      <w:pPr>
        <w:rPr>
          <w:lang w:val="de-DE"/>
        </w:rPr>
      </w:pPr>
    </w:p>
    <w:p w14:paraId="5756656D" w14:textId="4C1D0F6F" w:rsidR="00874368" w:rsidRPr="00856C53" w:rsidRDefault="00874368" w:rsidP="00874368">
      <w:pPr>
        <w:rPr>
          <w:lang w:val="de-DE"/>
        </w:rPr>
      </w:pPr>
    </w:p>
    <w:p w14:paraId="287DDA5F" w14:textId="77777777" w:rsidR="00874368" w:rsidRPr="00856C53" w:rsidRDefault="00874368" w:rsidP="00874368">
      <w:pPr>
        <w:rPr>
          <w:lang w:val="de-DE"/>
        </w:rPr>
      </w:pPr>
    </w:p>
    <w:p w14:paraId="7F2F24D5" w14:textId="77777777" w:rsidR="00874368" w:rsidRPr="00856C53" w:rsidRDefault="00874368" w:rsidP="00874368">
      <w:pPr>
        <w:rPr>
          <w:lang w:val="de-DE"/>
        </w:rPr>
      </w:pPr>
    </w:p>
    <w:p w14:paraId="2924BD5E" w14:textId="77777777" w:rsidR="00874368" w:rsidRPr="00856C53" w:rsidRDefault="00874368" w:rsidP="00874368">
      <w:pPr>
        <w:pStyle w:val="eLineBottom"/>
        <w:rPr>
          <w:lang w:val="de-DE"/>
        </w:rPr>
      </w:pPr>
    </w:p>
    <w:p w14:paraId="01817540" w14:textId="77777777" w:rsidR="00874368" w:rsidRPr="00856C53" w:rsidRDefault="00874368" w:rsidP="00874368">
      <w:pPr>
        <w:rPr>
          <w:lang w:val="de-DE"/>
        </w:rPr>
      </w:pPr>
    </w:p>
    <w:p w14:paraId="5E7BD145" w14:textId="4FC2671A" w:rsidR="00726107" w:rsidRPr="00856C53" w:rsidRDefault="008A0D3A" w:rsidP="00B5755D">
      <w:pPr>
        <w:pStyle w:val="eTask"/>
        <w:rPr>
          <w:lang w:val="de-DE"/>
        </w:rPr>
      </w:pPr>
      <w:r w:rsidRPr="008A0D3A">
        <w:rPr>
          <w:lang w:val="de-DE"/>
        </w:rPr>
        <w:t>Markieren Sie die korrekten Eigenschaften von NFV MANO (</w:t>
      </w:r>
      <w:r w:rsidRPr="008A0D3A">
        <w:rPr>
          <w:i/>
          <w:lang w:val="de-DE"/>
        </w:rPr>
        <w:t>Management und Orchestrierung</w:t>
      </w:r>
      <w:r w:rsidR="00726107" w:rsidRPr="00856C53">
        <w:rPr>
          <w:lang w:val="de-DE"/>
        </w:rPr>
        <w:t>)</w:t>
      </w:r>
      <w:r w:rsidR="004A01CF" w:rsidRPr="00856C53">
        <w:rPr>
          <w:lang w:val="de-DE"/>
        </w:rPr>
        <w:t>.</w:t>
      </w:r>
    </w:p>
    <w:p w14:paraId="4F1826AC" w14:textId="77777777" w:rsidR="00B5755D" w:rsidRPr="00856C53" w:rsidRDefault="00B5755D" w:rsidP="00B5755D">
      <w:pPr>
        <w:rPr>
          <w:lang w:val="de-DE"/>
        </w:rPr>
      </w:pPr>
    </w:p>
    <w:p w14:paraId="337BC895" w14:textId="051B649C" w:rsidR="008C2463" w:rsidRDefault="008C2463" w:rsidP="008C2463">
      <w:pPr>
        <w:pStyle w:val="eCheckBoxText"/>
        <w:rPr>
          <w:lang w:val="de-DE"/>
        </w:rPr>
      </w:pPr>
      <w:r w:rsidRPr="00856C53">
        <w:rPr>
          <w:rStyle w:val="eCheckBoxSquareChar"/>
          <w:lang w:val="de-DE"/>
        </w:rPr>
        <w:t>□</w:t>
      </w:r>
      <w:r w:rsidRPr="00856C53">
        <w:rPr>
          <w:rStyle w:val="eCheckBoxSquareChar"/>
          <w:lang w:val="de-DE"/>
        </w:rPr>
        <w:tab/>
      </w:r>
      <w:r>
        <w:rPr>
          <w:lang w:val="de-DE"/>
        </w:rPr>
        <w:t>NF</w:t>
      </w:r>
      <w:r w:rsidR="008A0D3A" w:rsidRPr="008C2463">
        <w:rPr>
          <w:lang w:val="de-DE"/>
        </w:rPr>
        <w:t xml:space="preserve">V MANO enthält 3 Komponenten und ein VNF Manager ist einer </w:t>
      </w:r>
      <w:r w:rsidR="00D528F4" w:rsidRPr="008C2463">
        <w:rPr>
          <w:lang w:val="de-DE"/>
        </w:rPr>
        <w:t>davon</w:t>
      </w:r>
    </w:p>
    <w:p w14:paraId="7DD68173" w14:textId="4ECF6185" w:rsidR="00726107" w:rsidRPr="008C2463" w:rsidRDefault="008C2463" w:rsidP="008C2463">
      <w:pPr>
        <w:pStyle w:val="eCheckBoxText"/>
        <w:rPr>
          <w:lang w:val="de-DE"/>
        </w:rPr>
      </w:pPr>
      <w:r w:rsidRPr="00856C53">
        <w:rPr>
          <w:rStyle w:val="eCheckBoxSquareChar"/>
          <w:lang w:val="de-DE"/>
        </w:rPr>
        <w:t>□</w:t>
      </w:r>
      <w:r w:rsidRPr="00856C53">
        <w:rPr>
          <w:rStyle w:val="eCheckBoxSquareChar"/>
          <w:lang w:val="de-DE"/>
        </w:rPr>
        <w:tab/>
      </w:r>
      <w:r w:rsidR="008A0D3A" w:rsidRPr="008A0D3A">
        <w:rPr>
          <w:lang w:val="de-DE"/>
        </w:rPr>
        <w:t xml:space="preserve">NFV MANO enthält 4 Komponenten und ein NFV </w:t>
      </w:r>
      <w:proofErr w:type="spellStart"/>
      <w:r w:rsidR="008A0D3A" w:rsidRPr="008A0D3A">
        <w:rPr>
          <w:lang w:val="de-DE"/>
        </w:rPr>
        <w:t>Orchestrator</w:t>
      </w:r>
      <w:proofErr w:type="spellEnd"/>
      <w:r w:rsidR="008A0D3A" w:rsidRPr="008A0D3A">
        <w:rPr>
          <w:lang w:val="de-DE"/>
        </w:rPr>
        <w:t xml:space="preserve"> ist einer davon</w:t>
      </w:r>
    </w:p>
    <w:p w14:paraId="29310234" w14:textId="2D83F328" w:rsidR="00726107" w:rsidRPr="00856C53" w:rsidRDefault="008C2463" w:rsidP="00B5755D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Pr="00856C53">
        <w:rPr>
          <w:rStyle w:val="eCheckBoxSquareChar"/>
          <w:lang w:val="de-DE"/>
        </w:rPr>
        <w:tab/>
      </w:r>
      <w:r w:rsidR="00045E49" w:rsidRPr="008C2463">
        <w:rPr>
          <w:lang w:val="de-DE"/>
        </w:rPr>
        <w:t>NFV MANO enthält 3 Komponenten und ein Virtualisierter Infrastrukturmanager ist einer davon</w:t>
      </w:r>
    </w:p>
    <w:p w14:paraId="582E4E3F" w14:textId="3EB9CEE9" w:rsidR="00726107" w:rsidRPr="00856C53" w:rsidRDefault="00726107" w:rsidP="00B5755D">
      <w:pPr>
        <w:pStyle w:val="eCheckBoxText"/>
        <w:rPr>
          <w:b/>
          <w:lang w:val="de-DE"/>
        </w:rPr>
      </w:pPr>
      <w:r w:rsidRPr="00856C53">
        <w:rPr>
          <w:rStyle w:val="eCheckBoxSquareChar"/>
          <w:lang w:val="de-DE"/>
        </w:rPr>
        <w:t>□</w:t>
      </w:r>
      <w:r w:rsidR="00B5755D" w:rsidRPr="00856C53">
        <w:rPr>
          <w:rStyle w:val="eCheckBoxSquareChar"/>
          <w:lang w:val="de-DE"/>
        </w:rPr>
        <w:tab/>
      </w:r>
      <w:r w:rsidR="00045E49" w:rsidRPr="00045E49">
        <w:rPr>
          <w:lang w:val="de-DE"/>
        </w:rPr>
        <w:t>NFV MANO enthält 4 Komponenten und ein</w:t>
      </w:r>
      <w:r w:rsidR="00D528F4">
        <w:rPr>
          <w:lang w:val="de-DE"/>
        </w:rPr>
        <w:t xml:space="preserve"> VNF Manager ist einer davon</w:t>
      </w:r>
    </w:p>
    <w:p w14:paraId="4BA340A5" w14:textId="1B26BBA2" w:rsidR="00343D5B" w:rsidRPr="00856C53" w:rsidRDefault="003130AD" w:rsidP="008F2F82">
      <w:pPr>
        <w:pStyle w:val="eTask"/>
        <w:rPr>
          <w:lang w:val="de-DE"/>
        </w:rPr>
      </w:pPr>
      <w:r w:rsidRPr="003130AD">
        <w:rPr>
          <w:lang w:val="de-DE"/>
        </w:rPr>
        <w:lastRenderedPageBreak/>
        <w:t xml:space="preserve">Sortieren Sie Geräte (auf der rechten Seite) mit dem Internet im Jahr 2020 basierend auf </w:t>
      </w:r>
      <w:r w:rsidR="00A53046">
        <w:rPr>
          <w:lang w:val="de-DE"/>
        </w:rPr>
        <w:t xml:space="preserve">Prognosen von </w:t>
      </w:r>
      <w:r w:rsidRPr="003130AD">
        <w:rPr>
          <w:lang w:val="de-DE"/>
        </w:rPr>
        <w:t>ihrer Menge (Start</w:t>
      </w:r>
      <w:r w:rsidR="00A53046">
        <w:rPr>
          <w:lang w:val="de-DE"/>
        </w:rPr>
        <w:t>en Sie</w:t>
      </w:r>
      <w:r w:rsidRPr="003130AD">
        <w:rPr>
          <w:lang w:val="de-DE"/>
        </w:rPr>
        <w:t xml:space="preserve"> mit der niedrigsten Menge)</w:t>
      </w:r>
      <w:r w:rsidR="008F2F82" w:rsidRPr="00856C53">
        <w:rPr>
          <w:lang w:val="de-DE"/>
        </w:rPr>
        <w:t>.</w:t>
      </w:r>
    </w:p>
    <w:p w14:paraId="0456C1CA" w14:textId="77777777" w:rsidR="00AD6A51" w:rsidRDefault="00AD6A51" w:rsidP="00AD6A51"/>
    <w:p w14:paraId="4F8A2129" w14:textId="74D401D2" w:rsidR="007F3FFE" w:rsidRPr="00AD6A51" w:rsidRDefault="007F3FFE" w:rsidP="007F3FFE">
      <w:pPr>
        <w:spacing w:line="480" w:lineRule="auto"/>
        <w:ind w:left="357"/>
      </w:pPr>
      <w:r w:rsidRPr="00C92DC7">
        <w:t>1</w:t>
      </w:r>
      <w:r>
        <w:t>.</w:t>
      </w:r>
      <w:r>
        <w:tab/>
        <w:t>___________________</w:t>
      </w:r>
    </w:p>
    <w:p w14:paraId="0126EFC0" w14:textId="77777777" w:rsidR="007F3FFE" w:rsidRPr="00AD6A51" w:rsidRDefault="007F3FFE" w:rsidP="007F3FFE">
      <w:pPr>
        <w:spacing w:line="480" w:lineRule="auto"/>
        <w:ind w:left="357"/>
      </w:pPr>
      <w:r w:rsidRPr="001922A0">
        <w:rPr>
          <w:noProof/>
          <w:lang w:eastAsia="sk-SK"/>
        </w:rPr>
        <w:t>2.</w:t>
      </w:r>
      <w:r>
        <w:tab/>
        <w:t>___________________</w:t>
      </w:r>
    </w:p>
    <w:p w14:paraId="274FA482" w14:textId="4DC841A9" w:rsidR="00343D5B" w:rsidRPr="00AD6A51" w:rsidRDefault="007F3FFE" w:rsidP="007F3FFE">
      <w:pPr>
        <w:spacing w:line="480" w:lineRule="auto"/>
        <w:ind w:left="357"/>
      </w:pPr>
      <w:r w:rsidRPr="001922A0">
        <w:rPr>
          <w:noProof/>
          <w:lang w:eastAsia="sk-SK"/>
        </w:rPr>
        <w:t>3.</w:t>
      </w:r>
      <w:r>
        <w:tab/>
        <w:t>__________________</w:t>
      </w:r>
      <w:r w:rsidRPr="00AD6A51">
        <w:t>_</w:t>
      </w:r>
    </w:p>
    <w:p w14:paraId="3566E565" w14:textId="77777777" w:rsidR="008F2F82" w:rsidRPr="00856C53" w:rsidRDefault="008F2F82" w:rsidP="00AD6A51">
      <w:pPr>
        <w:rPr>
          <w:lang w:val="de-DE"/>
        </w:rPr>
      </w:pPr>
    </w:p>
    <w:p w14:paraId="477B292F" w14:textId="0ABCD239" w:rsidR="008F2F82" w:rsidRPr="00856C53" w:rsidRDefault="00CC38B2" w:rsidP="00CC38B2">
      <w:pPr>
        <w:rPr>
          <w:b/>
          <w:lang w:val="de-DE"/>
        </w:rPr>
      </w:pPr>
      <w:r w:rsidRPr="00CC38B2">
        <w:rPr>
          <w:b/>
          <w:lang w:val="de-DE"/>
        </w:rPr>
        <w:t>T</w:t>
      </w:r>
      <w:r w:rsidR="00F8456C">
        <w:rPr>
          <w:b/>
          <w:lang w:val="de-DE"/>
        </w:rPr>
        <w:t>ablets</w:t>
      </w:r>
      <w:r>
        <w:rPr>
          <w:b/>
          <w:lang w:val="de-DE"/>
        </w:rPr>
        <w:t xml:space="preserve">, </w:t>
      </w:r>
      <w:proofErr w:type="spellStart"/>
      <w:r>
        <w:rPr>
          <w:b/>
          <w:lang w:val="de-DE"/>
        </w:rPr>
        <w:t>Wearables</w:t>
      </w:r>
      <w:proofErr w:type="spellEnd"/>
      <w:r>
        <w:rPr>
          <w:b/>
          <w:lang w:val="de-DE"/>
        </w:rPr>
        <w:t>, Smarthausg</w:t>
      </w:r>
      <w:r w:rsidRPr="00CC38B2">
        <w:rPr>
          <w:b/>
          <w:lang w:val="de-DE"/>
        </w:rPr>
        <w:t>eräte</w:t>
      </w:r>
    </w:p>
    <w:sectPr w:rsidR="008F2F82" w:rsidRPr="00856C53" w:rsidSect="00AD6A51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2298E" w14:textId="77777777" w:rsidR="00EC5E24" w:rsidRDefault="00EC5E24" w:rsidP="00861A1A">
      <w:r>
        <w:separator/>
      </w:r>
    </w:p>
  </w:endnote>
  <w:endnote w:type="continuationSeparator" w:id="0">
    <w:p w14:paraId="4177543C" w14:textId="77777777" w:rsidR="00EC5E24" w:rsidRDefault="00EC5E2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AD6A51" w14:paraId="1BFFE494" w14:textId="77777777" w:rsidTr="00CA51B5">
      <w:tc>
        <w:tcPr>
          <w:tcW w:w="2518" w:type="dxa"/>
        </w:tcPr>
        <w:p w14:paraId="09A357A3" w14:textId="77777777"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7FC5FAD" wp14:editId="77EF1F46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F1461FD" w14:textId="578C2CB5" w:rsidR="00BF5E09" w:rsidRPr="00AD6A51" w:rsidRDefault="00AD6A51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E65C3B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28ED731D" w14:textId="77777777" w:rsidTr="00CA51B5">
      <w:tc>
        <w:tcPr>
          <w:tcW w:w="8472" w:type="dxa"/>
          <w:gridSpan w:val="2"/>
        </w:tcPr>
        <w:p w14:paraId="42F0C80C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2A375CBC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3865D8B5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5618F" w14:textId="77777777" w:rsidR="00EC5E24" w:rsidRDefault="00EC5E24" w:rsidP="00861A1A">
      <w:r>
        <w:separator/>
      </w:r>
    </w:p>
  </w:footnote>
  <w:footnote w:type="continuationSeparator" w:id="0">
    <w:p w14:paraId="680E8886" w14:textId="77777777" w:rsidR="00EC5E24" w:rsidRDefault="00EC5E2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B7599" w14:textId="1F8981DF" w:rsidR="00861A1A" w:rsidRPr="00AD6A51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7258213" wp14:editId="44FBB93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 w:rsidRPr="00AD6A51">
      <w:rPr>
        <w:b/>
        <w:noProof/>
        <w:sz w:val="32"/>
        <w:szCs w:val="32"/>
        <w:lang w:val="de-DE"/>
      </w:rPr>
      <w:tab/>
    </w:r>
    <w:r w:rsidR="00AD6A51">
      <w:rPr>
        <w:rFonts w:ascii="Calibri" w:hAnsi="Calibri"/>
        <w:b/>
        <w:bCs/>
        <w:smallCaps/>
        <w:noProof/>
        <w:lang w:val="de-DE"/>
      </w:rPr>
      <w:t>ARBEITSBLATT</w:t>
    </w:r>
  </w:p>
  <w:p w14:paraId="08DB5E61" w14:textId="673610A7" w:rsidR="00C148FD" w:rsidRPr="00AD6A51" w:rsidRDefault="00AD6A5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AD6A51">
      <w:rPr>
        <w:rFonts w:ascii="Calibri" w:hAnsi="Calibri"/>
        <w:smallCaps/>
        <w:noProof/>
        <w:sz w:val="20"/>
        <w:szCs w:val="20"/>
        <w:lang w:val="de-DE"/>
      </w:rPr>
      <w:t>NETZE DER ZUKUNFT – SDN UND NFV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5BEB"/>
    <w:rsid w:val="00045E49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B3C7C"/>
    <w:rsid w:val="000B7095"/>
    <w:rsid w:val="000C4026"/>
    <w:rsid w:val="000C6B3A"/>
    <w:rsid w:val="001301D8"/>
    <w:rsid w:val="0013693D"/>
    <w:rsid w:val="00136968"/>
    <w:rsid w:val="00136A2D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76C4E"/>
    <w:rsid w:val="001804B6"/>
    <w:rsid w:val="00183553"/>
    <w:rsid w:val="001840EA"/>
    <w:rsid w:val="00185BED"/>
    <w:rsid w:val="001922A0"/>
    <w:rsid w:val="00195724"/>
    <w:rsid w:val="00195A08"/>
    <w:rsid w:val="001A6812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30AD"/>
    <w:rsid w:val="00315203"/>
    <w:rsid w:val="00331517"/>
    <w:rsid w:val="00337851"/>
    <w:rsid w:val="00343D5B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41CB6"/>
    <w:rsid w:val="0046567F"/>
    <w:rsid w:val="00471E8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7966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2EC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A0026"/>
    <w:rsid w:val="007B692A"/>
    <w:rsid w:val="007C0FDD"/>
    <w:rsid w:val="007C2ABE"/>
    <w:rsid w:val="007C308E"/>
    <w:rsid w:val="007C5B85"/>
    <w:rsid w:val="007C6D4E"/>
    <w:rsid w:val="007D2994"/>
    <w:rsid w:val="007E16D1"/>
    <w:rsid w:val="007E6CED"/>
    <w:rsid w:val="007F3FFE"/>
    <w:rsid w:val="00802588"/>
    <w:rsid w:val="00806101"/>
    <w:rsid w:val="00813612"/>
    <w:rsid w:val="0081479C"/>
    <w:rsid w:val="00825543"/>
    <w:rsid w:val="00825830"/>
    <w:rsid w:val="00826CB2"/>
    <w:rsid w:val="0083006B"/>
    <w:rsid w:val="00830375"/>
    <w:rsid w:val="00831014"/>
    <w:rsid w:val="00832323"/>
    <w:rsid w:val="00851B5F"/>
    <w:rsid w:val="008533CF"/>
    <w:rsid w:val="00853983"/>
    <w:rsid w:val="00856C5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0D3A"/>
    <w:rsid w:val="008A3619"/>
    <w:rsid w:val="008B05F5"/>
    <w:rsid w:val="008B6CCD"/>
    <w:rsid w:val="008C2463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75CE3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10F6"/>
    <w:rsid w:val="00A26A28"/>
    <w:rsid w:val="00A41E41"/>
    <w:rsid w:val="00A5004A"/>
    <w:rsid w:val="00A50FFF"/>
    <w:rsid w:val="00A527AF"/>
    <w:rsid w:val="00A53046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A51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A2EB6"/>
    <w:rsid w:val="00BA3595"/>
    <w:rsid w:val="00BB3CAA"/>
    <w:rsid w:val="00BB48C7"/>
    <w:rsid w:val="00BB4C89"/>
    <w:rsid w:val="00BB5324"/>
    <w:rsid w:val="00BB5F8F"/>
    <w:rsid w:val="00BC1F6B"/>
    <w:rsid w:val="00BC387D"/>
    <w:rsid w:val="00BC732E"/>
    <w:rsid w:val="00BD3D30"/>
    <w:rsid w:val="00BD7612"/>
    <w:rsid w:val="00BE6648"/>
    <w:rsid w:val="00BE778B"/>
    <w:rsid w:val="00BF17A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C38B2"/>
    <w:rsid w:val="00CC7DE1"/>
    <w:rsid w:val="00CE09BA"/>
    <w:rsid w:val="00CF2851"/>
    <w:rsid w:val="00CF4DFA"/>
    <w:rsid w:val="00D00747"/>
    <w:rsid w:val="00D0591F"/>
    <w:rsid w:val="00D060B3"/>
    <w:rsid w:val="00D06992"/>
    <w:rsid w:val="00D20A5C"/>
    <w:rsid w:val="00D20E5C"/>
    <w:rsid w:val="00D2650E"/>
    <w:rsid w:val="00D33524"/>
    <w:rsid w:val="00D44B12"/>
    <w:rsid w:val="00D528F4"/>
    <w:rsid w:val="00D550C3"/>
    <w:rsid w:val="00D573B0"/>
    <w:rsid w:val="00D6535B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148A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10571"/>
    <w:rsid w:val="00E10DD0"/>
    <w:rsid w:val="00E11170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5E24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7337"/>
    <w:rsid w:val="00F57B3E"/>
    <w:rsid w:val="00F65271"/>
    <w:rsid w:val="00F748A6"/>
    <w:rsid w:val="00F82C59"/>
    <w:rsid w:val="00F8456C"/>
    <w:rsid w:val="00F871C6"/>
    <w:rsid w:val="00F8749B"/>
    <w:rsid w:val="00F97B00"/>
    <w:rsid w:val="00FA4A66"/>
    <w:rsid w:val="00FA74D9"/>
    <w:rsid w:val="00FB201E"/>
    <w:rsid w:val="00FC2CB4"/>
    <w:rsid w:val="00FD6B85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025962"/>
  <w15:docId w15:val="{8E861C4B-7C4F-46F0-9BD8-95D53C7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6F2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5A9A5-92E2-41F9-868C-9C6BBA40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3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5</cp:revision>
  <cp:lastPrinted>2013-05-24T15:00:00Z</cp:lastPrinted>
  <dcterms:created xsi:type="dcterms:W3CDTF">2016-12-10T16:08:00Z</dcterms:created>
  <dcterms:modified xsi:type="dcterms:W3CDTF">2017-01-02T17:46:00Z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