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AB911" w14:textId="2602AE7A" w:rsidR="001922A0" w:rsidRPr="00B741DB" w:rsidRDefault="00A80190" w:rsidP="00336F49">
      <w:pPr>
        <w:pStyle w:val="eTask"/>
        <w:rPr>
          <w:lang w:val="de-DE"/>
        </w:rPr>
      </w:pPr>
      <w:r>
        <w:rPr>
          <w:lang w:val="de-DE"/>
        </w:rPr>
        <w:t>Bitte f</w:t>
      </w:r>
      <w:r w:rsidR="00B741DB" w:rsidRPr="00B741DB">
        <w:rPr>
          <w:lang w:val="de-DE"/>
        </w:rPr>
        <w:t xml:space="preserve">üllen </w:t>
      </w:r>
      <w:r>
        <w:rPr>
          <w:lang w:val="de-DE"/>
        </w:rPr>
        <w:t>S</w:t>
      </w:r>
      <w:r w:rsidR="00B741DB" w:rsidRPr="00B741DB">
        <w:rPr>
          <w:lang w:val="de-DE"/>
        </w:rPr>
        <w:t xml:space="preserve">ie die </w:t>
      </w:r>
      <w:r>
        <w:rPr>
          <w:lang w:val="de-DE"/>
        </w:rPr>
        <w:t>Textl</w:t>
      </w:r>
      <w:r w:rsidR="00B741DB" w:rsidRPr="00B741DB">
        <w:rPr>
          <w:lang w:val="de-DE"/>
        </w:rPr>
        <w:t>ücke</w:t>
      </w:r>
      <w:r>
        <w:rPr>
          <w:lang w:val="de-DE"/>
        </w:rPr>
        <w:t>n aus</w:t>
      </w:r>
      <w:r w:rsidR="00B741DB" w:rsidRPr="00B741DB">
        <w:rPr>
          <w:lang w:val="de-DE"/>
        </w:rPr>
        <w:t>.</w:t>
      </w:r>
    </w:p>
    <w:p w14:paraId="256A9EC3" w14:textId="77777777" w:rsidR="002A4E00" w:rsidRPr="00B741DB" w:rsidRDefault="002A4E00" w:rsidP="00414384">
      <w:pPr>
        <w:rPr>
          <w:lang w:val="de-DE"/>
        </w:rPr>
      </w:pPr>
    </w:p>
    <w:p w14:paraId="065973AA" w14:textId="34674376" w:rsidR="00B741DB" w:rsidRPr="00B741DB" w:rsidRDefault="00B741DB" w:rsidP="007560F7">
      <w:pPr>
        <w:pStyle w:val="eText"/>
        <w:spacing w:after="0" w:line="360" w:lineRule="auto"/>
        <w:rPr>
          <w:lang w:val="de-DE"/>
        </w:rPr>
      </w:pPr>
      <w:r w:rsidRPr="00B741DB">
        <w:rPr>
          <w:lang w:val="de-DE"/>
        </w:rPr>
        <w:t xml:space="preserve">Aus Sicherheitsgründen </w:t>
      </w:r>
      <w:r w:rsidR="00A80190">
        <w:rPr>
          <w:lang w:val="de-DE"/>
        </w:rPr>
        <w:t>wenden</w:t>
      </w:r>
      <w:r w:rsidR="00A80190" w:rsidRPr="00B741DB">
        <w:rPr>
          <w:lang w:val="de-DE"/>
        </w:rPr>
        <w:t xml:space="preserve"> </w:t>
      </w:r>
      <w:r w:rsidRPr="00B741DB">
        <w:rPr>
          <w:lang w:val="de-DE"/>
        </w:rPr>
        <w:t xml:space="preserve">viele Systeme und Anwendungen eine Authentifizierung basierend auf </w:t>
      </w:r>
      <w:r w:rsidRPr="00B741DB">
        <w:rPr>
          <w:b/>
          <w:color w:val="FF0000"/>
          <w:lang w:val="de-DE"/>
        </w:rPr>
        <w:t>biometrischen</w:t>
      </w:r>
      <w:r w:rsidRPr="00B741DB">
        <w:rPr>
          <w:lang w:val="de-DE"/>
        </w:rPr>
        <w:t xml:space="preserve"> Daten an.</w:t>
      </w:r>
    </w:p>
    <w:p w14:paraId="30B6E58D" w14:textId="77777777" w:rsidR="001922A0" w:rsidRPr="00EA38E9" w:rsidRDefault="001922A0" w:rsidP="00414384">
      <w:pPr>
        <w:pStyle w:val="eLineBottom"/>
        <w:rPr>
          <w:sz w:val="22"/>
          <w:szCs w:val="22"/>
          <w:lang w:val="de-DE"/>
        </w:rPr>
      </w:pPr>
    </w:p>
    <w:p w14:paraId="73910CD0" w14:textId="77777777" w:rsidR="00985B1B" w:rsidRPr="00EA38E9" w:rsidRDefault="00985B1B" w:rsidP="00414384">
      <w:pPr>
        <w:rPr>
          <w:sz w:val="22"/>
          <w:szCs w:val="22"/>
          <w:lang w:val="de-DE"/>
        </w:rPr>
      </w:pPr>
    </w:p>
    <w:p w14:paraId="1EA5896A" w14:textId="7893DCC8" w:rsidR="001922A0" w:rsidRPr="00B741DB" w:rsidRDefault="00B741DB" w:rsidP="00336F49">
      <w:pPr>
        <w:pStyle w:val="eTask"/>
        <w:rPr>
          <w:lang w:val="de-DE"/>
        </w:rPr>
      </w:pPr>
      <w:r w:rsidRPr="00B741DB">
        <w:rPr>
          <w:lang w:val="de-DE"/>
        </w:rPr>
        <w:t xml:space="preserve">Die </w:t>
      </w:r>
      <w:proofErr w:type="spellStart"/>
      <w:r w:rsidRPr="00B741DB">
        <w:rPr>
          <w:lang w:val="de-DE"/>
        </w:rPr>
        <w:t>Sprecheridentifizierungs</w:t>
      </w:r>
      <w:proofErr w:type="spellEnd"/>
      <w:r w:rsidRPr="00B741DB">
        <w:rPr>
          <w:lang w:val="de-DE"/>
        </w:rPr>
        <w:t xml:space="preserve"> umfasst </w:t>
      </w:r>
      <w:r>
        <w:rPr>
          <w:lang w:val="de-DE"/>
        </w:rPr>
        <w:t xml:space="preserve">diese </w:t>
      </w:r>
      <w:r w:rsidRPr="00B741DB">
        <w:rPr>
          <w:lang w:val="de-DE"/>
        </w:rPr>
        <w:t>3 Forschungsgebiete</w:t>
      </w:r>
      <w:r w:rsidR="002A4E00" w:rsidRPr="00B741DB">
        <w:rPr>
          <w:lang w:val="de-DE"/>
        </w:rPr>
        <w:t>:</w:t>
      </w:r>
    </w:p>
    <w:p w14:paraId="4F95791B" w14:textId="77777777" w:rsidR="001E0F8B" w:rsidRPr="00B741DB" w:rsidRDefault="001E0F8B" w:rsidP="00336F49">
      <w:pPr>
        <w:rPr>
          <w:lang w:val="de-DE"/>
        </w:rPr>
      </w:pPr>
    </w:p>
    <w:p w14:paraId="3453D33B" w14:textId="77777777" w:rsidR="002A4E00" w:rsidRPr="00B741DB" w:rsidRDefault="002A4E00" w:rsidP="00414384">
      <w:pPr>
        <w:pStyle w:val="eText"/>
        <w:rPr>
          <w:lang w:val="de-DE"/>
        </w:rPr>
      </w:pPr>
      <w:r w:rsidRPr="00B741DB">
        <w:rPr>
          <w:lang w:val="de-DE"/>
        </w:rPr>
        <w:t>1.</w:t>
      </w:r>
      <w:r w:rsidRPr="00B741DB">
        <w:rPr>
          <w:lang w:val="de-DE"/>
        </w:rPr>
        <w:tab/>
      </w:r>
      <w:r w:rsidR="00B741DB" w:rsidRPr="00B741DB">
        <w:rPr>
          <w:b/>
          <w:color w:val="FF0000"/>
          <w:lang w:val="de-DE"/>
        </w:rPr>
        <w:t>Merkmalsextraktion</w:t>
      </w:r>
    </w:p>
    <w:p w14:paraId="0EDB50C8" w14:textId="5B89D978" w:rsidR="002A4E00" w:rsidRPr="00B741DB" w:rsidRDefault="002A4E00" w:rsidP="00414384">
      <w:pPr>
        <w:pStyle w:val="eText"/>
        <w:rPr>
          <w:lang w:val="de-DE"/>
        </w:rPr>
      </w:pPr>
      <w:r w:rsidRPr="00B741DB">
        <w:rPr>
          <w:lang w:val="de-DE"/>
        </w:rPr>
        <w:t>2.</w:t>
      </w:r>
      <w:r w:rsidRPr="00B741DB">
        <w:rPr>
          <w:lang w:val="de-DE"/>
        </w:rPr>
        <w:tab/>
      </w:r>
      <w:r w:rsidR="00B741DB" w:rsidRPr="00B741DB">
        <w:rPr>
          <w:b/>
          <w:color w:val="FF0000"/>
          <w:lang w:val="de-DE"/>
        </w:rPr>
        <w:t>Merkmal</w:t>
      </w:r>
      <w:r w:rsidR="00A80190">
        <w:rPr>
          <w:b/>
          <w:color w:val="FF0000"/>
          <w:lang w:val="de-DE"/>
        </w:rPr>
        <w:t>-</w:t>
      </w:r>
      <w:r w:rsidR="00B741DB" w:rsidRPr="00B741DB">
        <w:rPr>
          <w:b/>
          <w:color w:val="FF0000"/>
          <w:lang w:val="de-DE"/>
        </w:rPr>
        <w:t>Normalisierung</w:t>
      </w:r>
    </w:p>
    <w:p w14:paraId="0EB6D40A" w14:textId="77777777" w:rsidR="002A4E00" w:rsidRPr="00B741DB" w:rsidRDefault="002A4E00" w:rsidP="00414384">
      <w:pPr>
        <w:pStyle w:val="eText"/>
        <w:rPr>
          <w:lang w:val="de-DE"/>
        </w:rPr>
      </w:pPr>
      <w:r w:rsidRPr="00B741DB">
        <w:rPr>
          <w:lang w:val="de-DE"/>
        </w:rPr>
        <w:t>3.</w:t>
      </w:r>
      <w:r w:rsidRPr="00B741DB">
        <w:rPr>
          <w:lang w:val="de-DE"/>
        </w:rPr>
        <w:tab/>
      </w:r>
      <w:r w:rsidR="00B741DB" w:rsidRPr="00B741DB">
        <w:rPr>
          <w:b/>
          <w:color w:val="FF0000"/>
          <w:lang w:val="de-DE"/>
        </w:rPr>
        <w:t>Klassifizierung und Entscheidung</w:t>
      </w:r>
    </w:p>
    <w:p w14:paraId="16F12CC5" w14:textId="77777777" w:rsidR="002A4E00" w:rsidRPr="00EA38E9" w:rsidRDefault="002A4E00" w:rsidP="00414384">
      <w:pPr>
        <w:pStyle w:val="eLineBottom"/>
        <w:rPr>
          <w:sz w:val="22"/>
          <w:szCs w:val="22"/>
          <w:lang w:val="de-DE"/>
        </w:rPr>
      </w:pPr>
    </w:p>
    <w:p w14:paraId="3D4F50B1" w14:textId="77777777" w:rsidR="001E0F8B" w:rsidRPr="00EA38E9" w:rsidRDefault="001E0F8B" w:rsidP="00414384">
      <w:pPr>
        <w:rPr>
          <w:sz w:val="22"/>
          <w:szCs w:val="22"/>
          <w:lang w:val="de-DE"/>
        </w:rPr>
      </w:pPr>
    </w:p>
    <w:p w14:paraId="26D768F3" w14:textId="6E7092B3" w:rsidR="001E0F8B" w:rsidRPr="00B741DB" w:rsidRDefault="00B56EA0" w:rsidP="00336F49">
      <w:pPr>
        <w:pStyle w:val="eTask"/>
        <w:rPr>
          <w:lang w:val="de-DE"/>
        </w:rPr>
      </w:pPr>
      <w:r w:rsidRPr="00B56EA0">
        <w:rPr>
          <w:lang w:val="de-DE"/>
        </w:rPr>
        <w:t>Sprachmerkmale zur Identifikation werden in mehr</w:t>
      </w:r>
      <w:r w:rsidR="00A80190">
        <w:rPr>
          <w:lang w:val="de-DE"/>
        </w:rPr>
        <w:t>ere</w:t>
      </w:r>
      <w:r w:rsidRPr="00B56EA0">
        <w:rPr>
          <w:lang w:val="de-DE"/>
        </w:rPr>
        <w:t xml:space="preserve"> Ebenen unterteilt</w:t>
      </w:r>
      <w:r w:rsidR="001E0F8B" w:rsidRPr="00B741DB">
        <w:rPr>
          <w:lang w:val="de-DE"/>
        </w:rPr>
        <w:t>:</w:t>
      </w:r>
    </w:p>
    <w:p w14:paraId="30E1F32B" w14:textId="77777777" w:rsidR="002A4E00" w:rsidRPr="00B741DB" w:rsidRDefault="002A4E00" w:rsidP="00414384">
      <w:pPr>
        <w:rPr>
          <w:lang w:val="de-DE"/>
        </w:rPr>
      </w:pPr>
    </w:p>
    <w:p w14:paraId="673A77A2" w14:textId="0EDEF184" w:rsidR="002A4E00" w:rsidRPr="00B741DB" w:rsidRDefault="008D696F" w:rsidP="00336F49">
      <w:pPr>
        <w:rPr>
          <w:color w:val="FF0000"/>
          <w:lang w:val="de-DE"/>
        </w:rPr>
      </w:pPr>
      <w:r w:rsidRPr="00B741DB">
        <w:rPr>
          <w:rStyle w:val="eCheckBoxSquareChar"/>
          <w:color w:val="FF0000"/>
          <w:lang w:val="de-DE"/>
        </w:rPr>
        <w:t>x</w:t>
      </w:r>
      <w:r w:rsidR="00507561" w:rsidRPr="00B741DB">
        <w:rPr>
          <w:color w:val="FF0000"/>
          <w:szCs w:val="40"/>
          <w:lang w:val="de-DE"/>
        </w:rPr>
        <w:tab/>
      </w:r>
      <w:r w:rsidR="00B56EA0">
        <w:rPr>
          <w:b/>
          <w:color w:val="FF0000"/>
          <w:lang w:val="de-DE"/>
        </w:rPr>
        <w:t>a</w:t>
      </w:r>
      <w:r w:rsidR="00B56EA0" w:rsidRPr="00B56EA0">
        <w:rPr>
          <w:b/>
          <w:color w:val="FF0000"/>
          <w:lang w:val="de-DE"/>
        </w:rPr>
        <w:t>kustisch</w:t>
      </w:r>
      <w:r w:rsidR="00B56EA0">
        <w:rPr>
          <w:b/>
          <w:color w:val="FF0000"/>
          <w:lang w:val="de-DE"/>
        </w:rPr>
        <w:t>e Merkmale</w:t>
      </w:r>
    </w:p>
    <w:p w14:paraId="490C78D6" w14:textId="1E6C6A27" w:rsidR="002A4E00" w:rsidRPr="00B741DB" w:rsidRDefault="002A4E00" w:rsidP="00336F49">
      <w:pPr>
        <w:rPr>
          <w:rStyle w:val="eCheckBoxTextChar"/>
          <w:lang w:val="de-DE"/>
        </w:rPr>
      </w:pPr>
      <w:r w:rsidRPr="00B741DB">
        <w:rPr>
          <w:rStyle w:val="eCheckBoxSquareChar"/>
          <w:lang w:val="de-DE"/>
        </w:rPr>
        <w:t>□</w:t>
      </w:r>
      <w:r w:rsidRPr="00B741DB">
        <w:rPr>
          <w:szCs w:val="40"/>
          <w:lang w:val="de-DE"/>
        </w:rPr>
        <w:tab/>
      </w:r>
      <w:r w:rsidR="00B56EA0">
        <w:rPr>
          <w:lang w:val="de-DE"/>
        </w:rPr>
        <w:t>niedrigere Merkmale</w:t>
      </w:r>
    </w:p>
    <w:p w14:paraId="7E8494A9" w14:textId="2AFFCD6C" w:rsidR="002A4E00" w:rsidRPr="00B741DB" w:rsidRDefault="008D696F" w:rsidP="00336F49">
      <w:pPr>
        <w:rPr>
          <w:rStyle w:val="eTerm"/>
          <w:color w:val="FF0000"/>
          <w:lang w:val="de-DE"/>
        </w:rPr>
      </w:pPr>
      <w:r w:rsidRPr="00B741DB">
        <w:rPr>
          <w:rStyle w:val="eCheckBoxSquareChar"/>
          <w:color w:val="FF0000"/>
          <w:lang w:val="de-DE"/>
        </w:rPr>
        <w:t>x</w:t>
      </w:r>
      <w:r w:rsidR="00507561" w:rsidRPr="00B741DB">
        <w:rPr>
          <w:color w:val="FF0000"/>
          <w:szCs w:val="40"/>
          <w:lang w:val="de-DE"/>
        </w:rPr>
        <w:tab/>
      </w:r>
      <w:r w:rsidR="00B56EA0">
        <w:rPr>
          <w:b/>
          <w:color w:val="FF0000"/>
          <w:lang w:val="de-DE"/>
        </w:rPr>
        <w:t>p</w:t>
      </w:r>
      <w:r w:rsidR="00B56EA0" w:rsidRPr="00B56EA0">
        <w:rPr>
          <w:b/>
          <w:color w:val="FF0000"/>
          <w:lang w:val="de-DE"/>
        </w:rPr>
        <w:t>rosodisch</w:t>
      </w:r>
      <w:r w:rsidR="00B56EA0">
        <w:rPr>
          <w:b/>
          <w:color w:val="FF0000"/>
          <w:lang w:val="de-DE"/>
        </w:rPr>
        <w:t>e Merkmale</w:t>
      </w:r>
    </w:p>
    <w:p w14:paraId="3F481F51" w14:textId="253C2187" w:rsidR="002A4E00" w:rsidRPr="00B741DB" w:rsidRDefault="008D696F" w:rsidP="00336F49">
      <w:pPr>
        <w:rPr>
          <w:rStyle w:val="eTerm"/>
          <w:color w:val="FF0000"/>
          <w:lang w:val="de-DE"/>
        </w:rPr>
      </w:pPr>
      <w:r w:rsidRPr="00B741DB">
        <w:rPr>
          <w:rStyle w:val="eCheckBoxSquareChar"/>
          <w:color w:val="FF0000"/>
          <w:lang w:val="de-DE"/>
        </w:rPr>
        <w:t>x</w:t>
      </w:r>
      <w:r w:rsidR="00507561" w:rsidRPr="00B741DB">
        <w:rPr>
          <w:rStyle w:val="eCheckBoxSquareChar"/>
          <w:color w:val="FF0000"/>
          <w:lang w:val="de-DE"/>
        </w:rPr>
        <w:tab/>
      </w:r>
      <w:r w:rsidR="00B56EA0">
        <w:rPr>
          <w:b/>
          <w:color w:val="FF0000"/>
          <w:lang w:val="de-DE"/>
        </w:rPr>
        <w:t>höhere Merkmale</w:t>
      </w:r>
    </w:p>
    <w:p w14:paraId="4CE62D15" w14:textId="77777777" w:rsidR="002A4E00" w:rsidRPr="00EA38E9" w:rsidRDefault="002A4E00" w:rsidP="00414384">
      <w:pPr>
        <w:pStyle w:val="eLineBottom"/>
        <w:rPr>
          <w:rStyle w:val="eTerm"/>
          <w:sz w:val="22"/>
          <w:szCs w:val="22"/>
          <w:lang w:val="de-DE"/>
        </w:rPr>
      </w:pPr>
    </w:p>
    <w:p w14:paraId="355C637C" w14:textId="77777777" w:rsidR="00985B1B" w:rsidRPr="00EA38E9" w:rsidRDefault="00985B1B" w:rsidP="00414384">
      <w:pPr>
        <w:rPr>
          <w:sz w:val="22"/>
          <w:szCs w:val="22"/>
          <w:lang w:val="de-DE"/>
        </w:rPr>
      </w:pPr>
    </w:p>
    <w:p w14:paraId="34615241" w14:textId="7AD3B18A" w:rsidR="00985B1B" w:rsidRPr="00B741DB" w:rsidRDefault="00081373" w:rsidP="00336F49">
      <w:pPr>
        <w:pStyle w:val="eTask"/>
        <w:rPr>
          <w:lang w:val="de-DE"/>
        </w:rPr>
      </w:pPr>
      <w:r w:rsidRPr="00081373">
        <w:rPr>
          <w:lang w:val="de-DE"/>
        </w:rPr>
        <w:t>Welche der folgenden Kategorien gehören nicht zu Klassifizierungsmethoden, die zur Entscheidung über die Sprecheridentität auf der Grundlage von Sprachmerkmalen verwendet werden</w:t>
      </w:r>
      <w:r>
        <w:rPr>
          <w:lang w:val="de-DE"/>
        </w:rPr>
        <w:t>?</w:t>
      </w:r>
    </w:p>
    <w:p w14:paraId="149D6906" w14:textId="77777777" w:rsidR="00985B1B" w:rsidRPr="00B741DB" w:rsidRDefault="00985B1B" w:rsidP="00414384">
      <w:pPr>
        <w:rPr>
          <w:lang w:val="de-DE"/>
        </w:rPr>
      </w:pPr>
    </w:p>
    <w:p w14:paraId="75D2C3BF" w14:textId="5BDCBE18" w:rsidR="00985B1B" w:rsidRPr="00B741DB" w:rsidRDefault="00985B1B" w:rsidP="00336F49">
      <w:pPr>
        <w:rPr>
          <w:lang w:val="de-DE"/>
        </w:rPr>
      </w:pPr>
      <w:r w:rsidRPr="00B741DB">
        <w:rPr>
          <w:rStyle w:val="eCheckBoxSquareChar"/>
          <w:lang w:val="de-DE"/>
        </w:rPr>
        <w:t>□</w:t>
      </w:r>
      <w:r w:rsidRPr="00B741DB">
        <w:rPr>
          <w:szCs w:val="40"/>
          <w:lang w:val="de-DE"/>
        </w:rPr>
        <w:tab/>
      </w:r>
      <w:r w:rsidR="00081373" w:rsidRPr="00081373">
        <w:rPr>
          <w:lang w:val="de-DE"/>
        </w:rPr>
        <w:t>Parametrische Methoden</w:t>
      </w:r>
    </w:p>
    <w:p w14:paraId="31AC7BE9" w14:textId="145DA52F" w:rsidR="00985B1B" w:rsidRPr="00B741DB" w:rsidRDefault="008D696F" w:rsidP="00336F49">
      <w:pPr>
        <w:rPr>
          <w:rStyle w:val="eTerm"/>
          <w:color w:val="FF0000"/>
          <w:lang w:val="de-DE"/>
        </w:rPr>
      </w:pPr>
      <w:r w:rsidRPr="00B741DB">
        <w:rPr>
          <w:rStyle w:val="eCheckBoxSquareChar"/>
          <w:color w:val="FF0000"/>
          <w:lang w:val="de-DE"/>
        </w:rPr>
        <w:t>x</w:t>
      </w:r>
      <w:r w:rsidR="00985B1B" w:rsidRPr="00B741DB">
        <w:rPr>
          <w:color w:val="FF0000"/>
          <w:szCs w:val="40"/>
          <w:lang w:val="de-DE"/>
        </w:rPr>
        <w:tab/>
      </w:r>
      <w:r w:rsidR="00081373" w:rsidRPr="00081373">
        <w:rPr>
          <w:b/>
          <w:color w:val="FF0000"/>
          <w:lang w:val="de-DE"/>
        </w:rPr>
        <w:t>Approximationsmethoden</w:t>
      </w:r>
    </w:p>
    <w:p w14:paraId="411A677F" w14:textId="055D31A9" w:rsidR="00985B1B" w:rsidRPr="00B741DB" w:rsidRDefault="00985B1B" w:rsidP="00336F49">
      <w:pPr>
        <w:rPr>
          <w:rStyle w:val="eTerm"/>
          <w:lang w:val="de-DE"/>
        </w:rPr>
      </w:pPr>
      <w:r w:rsidRPr="00B741DB">
        <w:rPr>
          <w:rStyle w:val="eCheckBoxSquareChar"/>
          <w:lang w:val="de-DE"/>
        </w:rPr>
        <w:t>□</w:t>
      </w:r>
      <w:r w:rsidRPr="00B741DB">
        <w:rPr>
          <w:szCs w:val="40"/>
          <w:lang w:val="de-DE"/>
        </w:rPr>
        <w:tab/>
      </w:r>
      <w:r w:rsidR="00081373" w:rsidRPr="00081373">
        <w:rPr>
          <w:lang w:val="de-DE"/>
        </w:rPr>
        <w:t>Nichtparametrische Methoden</w:t>
      </w:r>
    </w:p>
    <w:p w14:paraId="2D01426A" w14:textId="2752731B" w:rsidR="00985B1B" w:rsidRPr="00B741DB" w:rsidRDefault="00985B1B" w:rsidP="00336F49">
      <w:pPr>
        <w:rPr>
          <w:lang w:val="de-DE"/>
        </w:rPr>
      </w:pPr>
      <w:r w:rsidRPr="00B741DB">
        <w:rPr>
          <w:rStyle w:val="eCheckBoxSquareChar"/>
          <w:lang w:val="de-DE"/>
        </w:rPr>
        <w:t>□</w:t>
      </w:r>
      <w:r w:rsidR="00507561" w:rsidRPr="00B741DB">
        <w:rPr>
          <w:rStyle w:val="eCheckBoxSquareChar"/>
          <w:lang w:val="de-DE"/>
        </w:rPr>
        <w:tab/>
      </w:r>
      <w:r w:rsidR="00081373" w:rsidRPr="00081373">
        <w:rPr>
          <w:lang w:val="de-DE"/>
        </w:rPr>
        <w:t>Diskriminierende Methoden</w:t>
      </w:r>
    </w:p>
    <w:p w14:paraId="245D96BB" w14:textId="77777777" w:rsidR="00F0467D" w:rsidRPr="00EA38E9" w:rsidRDefault="00F0467D" w:rsidP="00414384">
      <w:pPr>
        <w:pStyle w:val="eLineBottom"/>
        <w:rPr>
          <w:sz w:val="22"/>
          <w:szCs w:val="22"/>
          <w:lang w:val="de-DE"/>
        </w:rPr>
      </w:pPr>
    </w:p>
    <w:p w14:paraId="356C3C95" w14:textId="77777777" w:rsidR="00985B1B" w:rsidRPr="00EA38E9" w:rsidRDefault="00985B1B" w:rsidP="00336F49">
      <w:pPr>
        <w:rPr>
          <w:sz w:val="22"/>
          <w:szCs w:val="22"/>
          <w:lang w:val="de-DE"/>
        </w:rPr>
      </w:pPr>
    </w:p>
    <w:p w14:paraId="4868D692" w14:textId="44F55EF8" w:rsidR="00A80190" w:rsidRDefault="00A9079E" w:rsidP="00336F49">
      <w:pPr>
        <w:pStyle w:val="eTask"/>
        <w:rPr>
          <w:lang w:val="de-DE"/>
        </w:rPr>
      </w:pPr>
      <w:r w:rsidRPr="00A9079E">
        <w:rPr>
          <w:lang w:val="de-DE"/>
        </w:rPr>
        <w:t xml:space="preserve">Der Hauptzweck des Sprachsignals besteht darin, lexikalische Informationen zu vermitteln. Es enthält jedoch zusätzliche Informationen, z.B. </w:t>
      </w:r>
      <w:r w:rsidR="00A80190">
        <w:rPr>
          <w:lang w:val="de-DE"/>
        </w:rPr>
        <w:t>s</w:t>
      </w:r>
      <w:r w:rsidRPr="00A9079E">
        <w:rPr>
          <w:lang w:val="de-DE"/>
        </w:rPr>
        <w:t>precherspezifisch</w:t>
      </w:r>
      <w:r w:rsidR="00A80190">
        <w:rPr>
          <w:lang w:val="de-DE"/>
        </w:rPr>
        <w:t>e</w:t>
      </w:r>
      <w:r>
        <w:rPr>
          <w:lang w:val="de-DE"/>
        </w:rPr>
        <w:t xml:space="preserve"> Informationen</w:t>
      </w:r>
      <w:r w:rsidR="00A80190">
        <w:rPr>
          <w:lang w:val="de-DE"/>
        </w:rPr>
        <w:t>:</w:t>
      </w:r>
    </w:p>
    <w:p w14:paraId="67B0F6A4" w14:textId="506DF09D" w:rsidR="00C444FD" w:rsidRPr="00B741DB" w:rsidRDefault="00C444FD" w:rsidP="00DB490F">
      <w:pPr>
        <w:pStyle w:val="eText"/>
        <w:spacing w:before="240"/>
        <w:rPr>
          <w:lang w:val="de-DE"/>
        </w:rPr>
      </w:pPr>
      <w:r w:rsidRPr="00B741DB">
        <w:rPr>
          <w:lang w:val="de-DE"/>
        </w:rPr>
        <w:t>1.</w:t>
      </w:r>
      <w:r w:rsidRPr="00B741DB">
        <w:rPr>
          <w:lang w:val="de-DE"/>
        </w:rPr>
        <w:tab/>
      </w:r>
      <w:r w:rsidR="00175715" w:rsidRPr="00175715">
        <w:rPr>
          <w:b/>
          <w:color w:val="FF0000"/>
          <w:lang w:val="de-DE"/>
        </w:rPr>
        <w:t>Physi</w:t>
      </w:r>
      <w:r w:rsidR="00175715">
        <w:rPr>
          <w:b/>
          <w:color w:val="FF0000"/>
          <w:lang w:val="de-DE"/>
        </w:rPr>
        <w:t>kalische Eigenschaft der Stimm</w:t>
      </w:r>
      <w:r w:rsidR="00175715" w:rsidRPr="00175715">
        <w:rPr>
          <w:b/>
          <w:color w:val="FF0000"/>
          <w:lang w:val="de-DE"/>
        </w:rPr>
        <w:t>organe: Größe, Zähigkeit, Form usw</w:t>
      </w:r>
      <w:r w:rsidR="008D696F" w:rsidRPr="00B741DB">
        <w:rPr>
          <w:b/>
          <w:color w:val="FF0000"/>
          <w:lang w:val="de-DE"/>
        </w:rPr>
        <w:t>.</w:t>
      </w:r>
    </w:p>
    <w:p w14:paraId="0AF2D6E2" w14:textId="26DFC0C2" w:rsidR="00C444FD" w:rsidRPr="00B741DB" w:rsidRDefault="00C444FD" w:rsidP="00414384">
      <w:pPr>
        <w:pStyle w:val="eText"/>
        <w:rPr>
          <w:lang w:val="de-DE"/>
        </w:rPr>
      </w:pPr>
      <w:r w:rsidRPr="00B741DB">
        <w:rPr>
          <w:lang w:val="de-DE"/>
        </w:rPr>
        <w:t>2.</w:t>
      </w:r>
      <w:r w:rsidR="00414384" w:rsidRPr="00B741DB">
        <w:rPr>
          <w:lang w:val="de-DE"/>
        </w:rPr>
        <w:tab/>
      </w:r>
      <w:r w:rsidR="00175715" w:rsidRPr="00175715">
        <w:rPr>
          <w:b/>
          <w:color w:val="FF0000"/>
          <w:lang w:val="de-DE"/>
        </w:rPr>
        <w:t>Temperament und Gesundheitszustand</w:t>
      </w:r>
    </w:p>
    <w:p w14:paraId="212A65C2" w14:textId="22226193" w:rsidR="00C444FD" w:rsidRPr="00B741DB" w:rsidRDefault="00C444FD" w:rsidP="00414384">
      <w:pPr>
        <w:pStyle w:val="eText"/>
        <w:rPr>
          <w:lang w:val="de-DE"/>
        </w:rPr>
      </w:pPr>
      <w:r w:rsidRPr="00B741DB">
        <w:rPr>
          <w:lang w:val="de-DE"/>
        </w:rPr>
        <w:t>3.</w:t>
      </w:r>
      <w:r w:rsidR="00414384" w:rsidRPr="00B741DB">
        <w:rPr>
          <w:lang w:val="de-DE"/>
        </w:rPr>
        <w:tab/>
      </w:r>
      <w:r w:rsidR="00175715" w:rsidRPr="00175715">
        <w:rPr>
          <w:b/>
          <w:color w:val="FF0000"/>
          <w:lang w:val="de-DE"/>
        </w:rPr>
        <w:t>Bildung, Herkunft, sozialer Hintergrund</w:t>
      </w:r>
    </w:p>
    <w:p w14:paraId="728E8C27" w14:textId="1F71EFED" w:rsidR="002E1F57" w:rsidRPr="00B741DB" w:rsidRDefault="008A58D1" w:rsidP="00336F49">
      <w:pPr>
        <w:pStyle w:val="eTask"/>
        <w:rPr>
          <w:lang w:val="de-DE"/>
        </w:rPr>
      </w:pPr>
      <w:r w:rsidRPr="008A58D1">
        <w:rPr>
          <w:lang w:val="de-DE"/>
        </w:rPr>
        <w:lastRenderedPageBreak/>
        <w:t>Ordnen Sie die richtige Definition zu</w:t>
      </w:r>
      <w:r>
        <w:rPr>
          <w:lang w:val="de-DE"/>
        </w:rPr>
        <w:t>:</w:t>
      </w:r>
      <w:r w:rsidR="002E1F57" w:rsidRPr="00B741DB">
        <w:rPr>
          <w:lang w:val="de-DE"/>
        </w:rPr>
        <w:t xml:space="preserve"> </w:t>
      </w:r>
    </w:p>
    <w:p w14:paraId="61A3BBB6" w14:textId="77777777" w:rsidR="002E1F57" w:rsidRPr="00B741DB" w:rsidRDefault="002E1F57" w:rsidP="00414384">
      <w:pPr>
        <w:rPr>
          <w:lang w:val="de-DE"/>
        </w:rPr>
      </w:pPr>
    </w:p>
    <w:p w14:paraId="61652595" w14:textId="0EADF11F" w:rsidR="002E1F57" w:rsidRPr="00B741DB" w:rsidRDefault="002E1F57" w:rsidP="00414384">
      <w:pPr>
        <w:pStyle w:val="eText"/>
        <w:tabs>
          <w:tab w:val="left" w:pos="709"/>
          <w:tab w:val="left" w:pos="2835"/>
        </w:tabs>
        <w:rPr>
          <w:lang w:val="de-DE"/>
        </w:rPr>
      </w:pPr>
      <w:r w:rsidRPr="00B741DB">
        <w:rPr>
          <w:lang w:val="de-DE"/>
        </w:rPr>
        <w:t>1.</w:t>
      </w:r>
      <w:r w:rsidRPr="00B741DB">
        <w:rPr>
          <w:lang w:val="de-DE"/>
        </w:rPr>
        <w:tab/>
      </w:r>
      <w:r w:rsidR="00435C7F" w:rsidRPr="00435C7F">
        <w:rPr>
          <w:lang w:val="de-DE"/>
        </w:rPr>
        <w:t>Identifizierung</w:t>
      </w:r>
      <w:r w:rsidR="00414384" w:rsidRPr="00B741DB">
        <w:rPr>
          <w:lang w:val="de-DE"/>
        </w:rPr>
        <w:tab/>
      </w:r>
      <w:r w:rsidR="008D696F" w:rsidRPr="00B741DB">
        <w:rPr>
          <w:b/>
          <w:color w:val="FF0000"/>
          <w:lang w:val="de-DE"/>
        </w:rPr>
        <w:t>(3)</w:t>
      </w:r>
    </w:p>
    <w:p w14:paraId="005FB7A0" w14:textId="7A00D5C3" w:rsidR="002E1F57" w:rsidRPr="00B741DB" w:rsidRDefault="002E1F57" w:rsidP="00414384">
      <w:pPr>
        <w:pStyle w:val="eText"/>
        <w:tabs>
          <w:tab w:val="left" w:pos="709"/>
          <w:tab w:val="left" w:pos="2835"/>
        </w:tabs>
        <w:rPr>
          <w:lang w:val="de-DE"/>
        </w:rPr>
      </w:pPr>
      <w:r w:rsidRPr="00B741DB">
        <w:rPr>
          <w:lang w:val="de-DE"/>
        </w:rPr>
        <w:t>2.</w:t>
      </w:r>
      <w:r w:rsidRPr="00B741DB">
        <w:rPr>
          <w:lang w:val="de-DE"/>
        </w:rPr>
        <w:tab/>
      </w:r>
      <w:r w:rsidR="00435C7F" w:rsidRPr="00435C7F">
        <w:rPr>
          <w:lang w:val="de-DE"/>
        </w:rPr>
        <w:t>Authentifizierung</w:t>
      </w:r>
      <w:r w:rsidR="00414384" w:rsidRPr="00B741DB">
        <w:rPr>
          <w:lang w:val="de-DE"/>
        </w:rPr>
        <w:tab/>
      </w:r>
      <w:r w:rsidR="008D696F" w:rsidRPr="00B741DB">
        <w:rPr>
          <w:b/>
          <w:color w:val="FF0000"/>
          <w:lang w:val="de-DE"/>
        </w:rPr>
        <w:t>(1)</w:t>
      </w:r>
    </w:p>
    <w:p w14:paraId="73141737" w14:textId="68A374F0" w:rsidR="002E1F57" w:rsidRPr="00B741DB" w:rsidRDefault="002E1F57" w:rsidP="00414384">
      <w:pPr>
        <w:pStyle w:val="eText"/>
        <w:tabs>
          <w:tab w:val="left" w:pos="709"/>
          <w:tab w:val="left" w:pos="2835"/>
        </w:tabs>
        <w:rPr>
          <w:lang w:val="de-DE"/>
        </w:rPr>
      </w:pPr>
      <w:r w:rsidRPr="00B741DB">
        <w:rPr>
          <w:lang w:val="de-DE"/>
        </w:rPr>
        <w:t>3.</w:t>
      </w:r>
      <w:r w:rsidRPr="00B741DB">
        <w:rPr>
          <w:lang w:val="de-DE"/>
        </w:rPr>
        <w:tab/>
      </w:r>
      <w:r w:rsidR="00435C7F" w:rsidRPr="00435C7F">
        <w:rPr>
          <w:lang w:val="de-DE"/>
        </w:rPr>
        <w:t>Autorisierung</w:t>
      </w:r>
      <w:r w:rsidR="00414384" w:rsidRPr="00B741DB">
        <w:rPr>
          <w:lang w:val="de-DE"/>
        </w:rPr>
        <w:tab/>
      </w:r>
      <w:r w:rsidR="008D696F" w:rsidRPr="00B741DB">
        <w:rPr>
          <w:b/>
          <w:color w:val="FF0000"/>
          <w:lang w:val="de-DE"/>
        </w:rPr>
        <w:t>(2)</w:t>
      </w:r>
    </w:p>
    <w:p w14:paraId="64CB8B9F" w14:textId="77777777" w:rsidR="00414384" w:rsidRPr="00B741DB" w:rsidRDefault="00414384" w:rsidP="00414384">
      <w:pPr>
        <w:pStyle w:val="eText"/>
        <w:tabs>
          <w:tab w:val="left" w:pos="709"/>
          <w:tab w:val="left" w:pos="2835"/>
        </w:tabs>
        <w:rPr>
          <w:lang w:val="de-DE"/>
        </w:rPr>
      </w:pPr>
      <w:bookmarkStart w:id="0" w:name="_GoBack"/>
      <w:bookmarkEnd w:id="0"/>
    </w:p>
    <w:p w14:paraId="6FB8378A" w14:textId="14491A6D" w:rsidR="002E1F57" w:rsidRPr="00B741DB" w:rsidRDefault="002E1F57" w:rsidP="007560F7">
      <w:pPr>
        <w:spacing w:after="120"/>
        <w:ind w:left="350" w:hanging="350"/>
        <w:rPr>
          <w:lang w:val="de-DE"/>
        </w:rPr>
      </w:pPr>
      <w:r w:rsidRPr="00B741DB">
        <w:rPr>
          <w:b/>
          <w:lang w:val="de-DE"/>
        </w:rPr>
        <w:t>1</w:t>
      </w:r>
      <w:r w:rsidR="00414384" w:rsidRPr="00B741DB">
        <w:rPr>
          <w:lang w:val="de-DE"/>
        </w:rPr>
        <w:t xml:space="preserve"> – </w:t>
      </w:r>
      <w:r w:rsidR="008A58D1" w:rsidRPr="008A58D1">
        <w:rPr>
          <w:lang w:val="de-DE"/>
        </w:rPr>
        <w:t xml:space="preserve">Nachdem Identifikations-String oder Token akzeptiert wird, muss der Benutzer seine Identität </w:t>
      </w:r>
      <w:r w:rsidR="00A80190">
        <w:rPr>
          <w:lang w:val="de-DE"/>
        </w:rPr>
        <w:t>nachweisen</w:t>
      </w:r>
      <w:r w:rsidR="004E016E" w:rsidRPr="00B741DB">
        <w:rPr>
          <w:lang w:val="de-DE"/>
        </w:rPr>
        <w:t>.</w:t>
      </w:r>
      <w:r w:rsidRPr="00B741DB">
        <w:rPr>
          <w:lang w:val="de-DE"/>
        </w:rPr>
        <w:t xml:space="preserve"> </w:t>
      </w:r>
    </w:p>
    <w:p w14:paraId="09378EBD" w14:textId="0B259832" w:rsidR="002E1F57" w:rsidRPr="00B741DB" w:rsidRDefault="002E1F57" w:rsidP="007560F7">
      <w:pPr>
        <w:spacing w:after="120"/>
        <w:ind w:left="350" w:hanging="350"/>
        <w:rPr>
          <w:lang w:val="de-DE"/>
        </w:rPr>
      </w:pPr>
      <w:r w:rsidRPr="00B741DB">
        <w:rPr>
          <w:b/>
          <w:lang w:val="de-DE"/>
        </w:rPr>
        <w:t>2</w:t>
      </w:r>
      <w:r w:rsidR="00414384" w:rsidRPr="00B741DB">
        <w:rPr>
          <w:lang w:val="de-DE"/>
        </w:rPr>
        <w:t xml:space="preserve"> – </w:t>
      </w:r>
      <w:r w:rsidR="008A58D1" w:rsidRPr="008A58D1">
        <w:rPr>
          <w:lang w:val="de-DE"/>
        </w:rPr>
        <w:t xml:space="preserve">Den Zugriff des Nutzers auf den angeforderten Inhalt </w:t>
      </w:r>
      <w:r w:rsidR="0030078C">
        <w:rPr>
          <w:lang w:val="de-DE"/>
        </w:rPr>
        <w:t xml:space="preserve">oder Funktionen </w:t>
      </w:r>
      <w:r w:rsidR="008A58D1" w:rsidRPr="008A58D1">
        <w:rPr>
          <w:lang w:val="de-DE"/>
        </w:rPr>
        <w:t xml:space="preserve">zu ermöglichen oder zu verweigern </w:t>
      </w:r>
      <w:r w:rsidR="00A80190">
        <w:rPr>
          <w:lang w:val="de-DE"/>
        </w:rPr>
        <w:t xml:space="preserve">- </w:t>
      </w:r>
      <w:r w:rsidR="0030078C">
        <w:rPr>
          <w:lang w:val="de-DE"/>
        </w:rPr>
        <w:t xml:space="preserve">aufgrund </w:t>
      </w:r>
      <w:r w:rsidR="008A58D1" w:rsidRPr="008A58D1">
        <w:rPr>
          <w:lang w:val="de-DE"/>
        </w:rPr>
        <w:t>seiner Zugriffsrechte</w:t>
      </w:r>
      <w:r w:rsidR="00A80190">
        <w:rPr>
          <w:lang w:val="de-DE"/>
        </w:rPr>
        <w:t>.</w:t>
      </w:r>
    </w:p>
    <w:p w14:paraId="336BA7D3" w14:textId="587B0CE6" w:rsidR="002E1F57" w:rsidRPr="00B741DB" w:rsidRDefault="002E1F57" w:rsidP="007560F7">
      <w:pPr>
        <w:spacing w:after="120"/>
        <w:ind w:left="350" w:hanging="350"/>
        <w:rPr>
          <w:lang w:val="de-DE"/>
        </w:rPr>
      </w:pPr>
      <w:r w:rsidRPr="00B741DB">
        <w:rPr>
          <w:b/>
          <w:lang w:val="de-DE"/>
        </w:rPr>
        <w:t>3</w:t>
      </w:r>
      <w:r w:rsidR="00414384" w:rsidRPr="00B741DB">
        <w:rPr>
          <w:lang w:val="de-DE"/>
        </w:rPr>
        <w:t xml:space="preserve"> – </w:t>
      </w:r>
      <w:r w:rsidR="00A80190">
        <w:rPr>
          <w:lang w:val="de-DE"/>
        </w:rPr>
        <w:t xml:space="preserve">Der </w:t>
      </w:r>
      <w:r w:rsidR="0030078C" w:rsidRPr="0030078C">
        <w:rPr>
          <w:lang w:val="de-DE"/>
        </w:rPr>
        <w:t>Benutzer wird durch Token oder Identifikationszeichenfolge (Telefonnummer oder E-Mail-Adresse) identifiziert</w:t>
      </w:r>
    </w:p>
    <w:p w14:paraId="44122836" w14:textId="77777777" w:rsidR="008A0046" w:rsidRPr="00B741DB" w:rsidRDefault="008A0046" w:rsidP="00414384">
      <w:pPr>
        <w:pStyle w:val="eLineBottom"/>
        <w:rPr>
          <w:lang w:val="de-DE"/>
        </w:rPr>
      </w:pPr>
    </w:p>
    <w:p w14:paraId="079D824D" w14:textId="77777777" w:rsidR="00414384" w:rsidRPr="00B741DB" w:rsidRDefault="00414384" w:rsidP="00336F49">
      <w:pPr>
        <w:rPr>
          <w:lang w:val="de-DE"/>
        </w:rPr>
      </w:pPr>
    </w:p>
    <w:p w14:paraId="409C7FEA" w14:textId="03AAC467" w:rsidR="002E1F57" w:rsidRPr="00B741DB" w:rsidRDefault="005A54E7" w:rsidP="00336F49">
      <w:pPr>
        <w:pStyle w:val="eTask"/>
        <w:rPr>
          <w:lang w:val="de-DE"/>
        </w:rPr>
      </w:pPr>
      <w:r w:rsidRPr="005A54E7">
        <w:rPr>
          <w:lang w:val="de-DE"/>
        </w:rPr>
        <w:t>Füllen Sie die Einheiten</w:t>
      </w:r>
      <w:r w:rsidR="00A80190">
        <w:rPr>
          <w:lang w:val="de-DE"/>
        </w:rPr>
        <w:t xml:space="preserve"> aus</w:t>
      </w:r>
      <w:r>
        <w:rPr>
          <w:lang w:val="de-DE"/>
        </w:rPr>
        <w:t xml:space="preserve">, die </w:t>
      </w:r>
      <w:r w:rsidRPr="005A54E7">
        <w:rPr>
          <w:lang w:val="de-DE"/>
        </w:rPr>
        <w:t>am Authe</w:t>
      </w:r>
      <w:r>
        <w:rPr>
          <w:lang w:val="de-DE"/>
        </w:rPr>
        <w:t>ntifizierungsprozess beteiligt sind.</w:t>
      </w:r>
    </w:p>
    <w:p w14:paraId="4EE419D6" w14:textId="77777777" w:rsidR="00C933EB" w:rsidRPr="00B741DB" w:rsidRDefault="00C933EB" w:rsidP="00336F49">
      <w:pPr>
        <w:rPr>
          <w:lang w:val="de-DE"/>
        </w:rPr>
      </w:pPr>
    </w:p>
    <w:p w14:paraId="1FBFFAD0" w14:textId="36B40230" w:rsidR="00C933EB" w:rsidRPr="00B741DB" w:rsidRDefault="005A54E7" w:rsidP="00336F49">
      <w:pPr>
        <w:ind w:left="364"/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F4CDB7" wp14:editId="27A76BA6">
                <wp:simplePos x="0" y="0"/>
                <wp:positionH relativeFrom="column">
                  <wp:posOffset>1322705</wp:posOffset>
                </wp:positionH>
                <wp:positionV relativeFrom="paragraph">
                  <wp:posOffset>96850</wp:posOffset>
                </wp:positionV>
                <wp:extent cx="1031875" cy="686683"/>
                <wp:effectExtent l="0" t="0" r="0" b="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1875" cy="6866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BA119E" w14:textId="1F140560" w:rsidR="003E2732" w:rsidRPr="005A54E7" w:rsidRDefault="005A54E7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A54E7">
                              <w:rPr>
                                <w:color w:val="FF0000"/>
                                <w:sz w:val="20"/>
                                <w:szCs w:val="20"/>
                              </w:rPr>
                              <w:t>Authentifizie-rungsmecha-nismus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F4CDB7" id="_x0000_t202" coordsize="21600,21600" o:spt="202" path="m,l,21600r21600,l21600,xe">
                <v:stroke joinstyle="miter"/>
                <v:path gradientshapeok="t" o:connecttype="rect"/>
              </v:shapetype>
              <v:shape id="Textové pole 21" o:spid="_x0000_s1026" type="#_x0000_t202" style="position:absolute;left:0;text-align:left;margin-left:104.15pt;margin-top:7.65pt;width:81.25pt;height:54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" filled="f" stroked="f" strokeweight=".5pt">
                <v:textbox>
                  <w:txbxContent>
                    <w:p w14:paraId="15BA119E" w14:textId="1F140560" w:rsidR="003E2732" w:rsidRPr="005A54E7" w:rsidRDefault="005A54E7" w:rsidP="008D696F">
                      <w:pPr>
                        <w:spacing w:line="360" w:lineRule="auto"/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r w:rsidRPr="005A54E7">
                        <w:rPr>
                          <w:color w:val="FF0000"/>
                          <w:sz w:val="20"/>
                          <w:szCs w:val="20"/>
                        </w:rPr>
                        <w:t>Authentifizie-rungsmecha-nismus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6E8DD8" wp14:editId="32C4C8E0">
                <wp:simplePos x="0" y="0"/>
                <wp:positionH relativeFrom="column">
                  <wp:posOffset>523240</wp:posOffset>
                </wp:positionH>
                <wp:positionV relativeFrom="paragraph">
                  <wp:posOffset>2069824</wp:posOffset>
                </wp:positionV>
                <wp:extent cx="934748" cy="454025"/>
                <wp:effectExtent l="0" t="0" r="0" b="317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748" cy="454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ACA427" w14:textId="53878244" w:rsidR="00C933EB" w:rsidRPr="003E2732" w:rsidRDefault="005A54E7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A54E7">
                              <w:rPr>
                                <w:sz w:val="22"/>
                                <w:szCs w:val="22"/>
                              </w:rPr>
                              <w:t>Menschliche</w:t>
                            </w:r>
                            <w:proofErr w:type="spellEnd"/>
                            <w:r w:rsidRPr="005A54E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A80190">
                              <w:rPr>
                                <w:sz w:val="22"/>
                                <w:szCs w:val="22"/>
                              </w:rPr>
                              <w:t>F</w:t>
                            </w:r>
                            <w:r w:rsidRPr="005A54E7">
                              <w:rPr>
                                <w:sz w:val="22"/>
                                <w:szCs w:val="22"/>
                              </w:rPr>
                              <w:t>aktoren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E8DD8" id="Textové pole 17" o:spid="_x0000_s1027" type="#_x0000_t202" style="position:absolute;left:0;text-align:left;margin-left:41.2pt;margin-top:163pt;width:73.6pt;height:3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" filled="f" stroked="f" strokeweight=".5pt">
                <v:textbox>
                  <w:txbxContent>
                    <w:p w14:paraId="54ACA427" w14:textId="53878244" w:rsidR="00C933EB" w:rsidRPr="003E2732" w:rsidRDefault="005A54E7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5A54E7">
                        <w:rPr>
                          <w:sz w:val="22"/>
                          <w:szCs w:val="22"/>
                        </w:rPr>
                        <w:t>Menschliche</w:t>
                      </w:r>
                      <w:proofErr w:type="spellEnd"/>
                      <w:r w:rsidRPr="005A54E7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A80190">
                        <w:rPr>
                          <w:sz w:val="22"/>
                          <w:szCs w:val="22"/>
                        </w:rPr>
                        <w:t>F</w:t>
                      </w:r>
                      <w:r w:rsidRPr="005A54E7">
                        <w:rPr>
                          <w:sz w:val="22"/>
                          <w:szCs w:val="22"/>
                        </w:rPr>
                        <w:t>aktoren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E2732" w:rsidRPr="00B741D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B83E941" wp14:editId="5E982453">
                <wp:simplePos x="0" y="0"/>
                <wp:positionH relativeFrom="column">
                  <wp:posOffset>4796155</wp:posOffset>
                </wp:positionH>
                <wp:positionV relativeFrom="paragraph">
                  <wp:posOffset>360680</wp:posOffset>
                </wp:positionV>
                <wp:extent cx="1043940" cy="565150"/>
                <wp:effectExtent l="0" t="0" r="0" b="635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94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76EBEF" w14:textId="7B625434" w:rsidR="003E2732" w:rsidRPr="008D696F" w:rsidRDefault="005A54E7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5A54E7">
                              <w:rPr>
                                <w:color w:val="FF0000"/>
                                <w:lang w:val="en-US"/>
                              </w:rPr>
                              <w:t>Datenbank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83E941" id="Textové pole 24" o:spid="_x0000_s1028" type="#_x0000_t202" style="position:absolute;left:0;text-align:left;margin-left:377.65pt;margin-top:28.4pt;width:82.2pt;height:44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" filled="f" stroked="f" strokeweight=".5pt">
                <v:textbox>
                  <w:txbxContent>
                    <w:p w14:paraId="7E76EBEF" w14:textId="7B625434" w:rsidR="003E2732" w:rsidRPr="008D696F" w:rsidRDefault="005A54E7" w:rsidP="008D696F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5A54E7">
                        <w:rPr>
                          <w:color w:val="FF0000"/>
                          <w:lang w:val="en-US"/>
                        </w:rPr>
                        <w:t>Datenbank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E2732" w:rsidRPr="00B741D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B66975" wp14:editId="29F87729">
                <wp:simplePos x="0" y="0"/>
                <wp:positionH relativeFrom="column">
                  <wp:posOffset>3181350</wp:posOffset>
                </wp:positionH>
                <wp:positionV relativeFrom="paragraph">
                  <wp:posOffset>154305</wp:posOffset>
                </wp:positionV>
                <wp:extent cx="933450" cy="565150"/>
                <wp:effectExtent l="0" t="0" r="0" b="635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D58C7B" w14:textId="77777777" w:rsidR="003E2732" w:rsidRPr="008D696F" w:rsidRDefault="0026055F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lang w:val="en-US"/>
                              </w:rPr>
                              <w:t>S</w:t>
                            </w:r>
                            <w:r w:rsidR="008D696F" w:rsidRPr="008D696F">
                              <w:rPr>
                                <w:color w:val="FF0000"/>
                                <w:lang w:val="en-US"/>
                              </w:rPr>
                              <w:t>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B66975" id="Textové pole 23" o:spid="_x0000_s1029" type="#_x0000_t202" style="position:absolute;left:0;text-align:left;margin-left:250.5pt;margin-top:12.15pt;width:73.5pt;height:44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" filled="f" stroked="f" strokeweight=".5pt">
                <v:textbox>
                  <w:txbxContent>
                    <w:p w14:paraId="26D58C7B" w14:textId="77777777" w:rsidR="003E2732" w:rsidRPr="008D696F" w:rsidRDefault="0026055F" w:rsidP="008D696F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lang w:val="en-US"/>
                        </w:rPr>
                        <w:t>S</w:t>
                      </w:r>
                      <w:r w:rsidR="008D696F" w:rsidRPr="008D696F">
                        <w:rPr>
                          <w:color w:val="FF0000"/>
                          <w:lang w:val="en-US"/>
                        </w:rPr>
                        <w:t>ystem</w:t>
                      </w:r>
                    </w:p>
                  </w:txbxContent>
                </v:textbox>
              </v:shape>
            </w:pict>
          </mc:Fallback>
        </mc:AlternateContent>
      </w:r>
      <w:r w:rsidR="003E2732" w:rsidRPr="00B741D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002893" wp14:editId="6D217095">
                <wp:simplePos x="0" y="0"/>
                <wp:positionH relativeFrom="column">
                  <wp:posOffset>1384300</wp:posOffset>
                </wp:positionH>
                <wp:positionV relativeFrom="paragraph">
                  <wp:posOffset>1138555</wp:posOffset>
                </wp:positionV>
                <wp:extent cx="933450" cy="565150"/>
                <wp:effectExtent l="0" t="0" r="0" b="635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97078" w14:textId="1546DFD8" w:rsidR="003E2732" w:rsidRPr="005A54E7" w:rsidRDefault="005A54E7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5A54E7">
                              <w:rPr>
                                <w:color w:val="FF0000"/>
                                <w:sz w:val="21"/>
                                <w:szCs w:val="21"/>
                                <w:lang w:val="en-US"/>
                              </w:rPr>
                              <w:t>Eingabe-mechanismus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002893" id="Textové pole 22" o:spid="_x0000_s1030" type="#_x0000_t202" style="position:absolute;left:0;text-align:left;margin-left:109pt;margin-top:89.65pt;width:73.5pt;height:44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" filled="f" stroked="f" strokeweight=".5pt">
                <v:textbox>
                  <w:txbxContent>
                    <w:p w14:paraId="32497078" w14:textId="1546DFD8" w:rsidR="003E2732" w:rsidRPr="005A54E7" w:rsidRDefault="005A54E7" w:rsidP="008D696F">
                      <w:pPr>
                        <w:spacing w:line="360" w:lineRule="auto"/>
                        <w:jc w:val="center"/>
                        <w:rPr>
                          <w:color w:val="FF0000"/>
                          <w:sz w:val="21"/>
                          <w:szCs w:val="21"/>
                        </w:rPr>
                      </w:pPr>
                      <w:proofErr w:type="spellStart"/>
                      <w:r w:rsidRPr="005A54E7">
                        <w:rPr>
                          <w:color w:val="FF0000"/>
                          <w:sz w:val="21"/>
                          <w:szCs w:val="21"/>
                          <w:lang w:val="en-US"/>
                        </w:rPr>
                        <w:t>Eingabe-mechanismus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E2732" w:rsidRPr="00B741D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E8F486" wp14:editId="21F97DD7">
                <wp:simplePos x="0" y="0"/>
                <wp:positionH relativeFrom="column">
                  <wp:posOffset>1392555</wp:posOffset>
                </wp:positionH>
                <wp:positionV relativeFrom="paragraph">
                  <wp:posOffset>2896397</wp:posOffset>
                </wp:positionV>
                <wp:extent cx="1105319" cy="454275"/>
                <wp:effectExtent l="0" t="0" r="0" b="317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319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60F8B" w14:textId="3D92C50B" w:rsidR="003E2732" w:rsidRPr="003E2732" w:rsidRDefault="005A54E7" w:rsidP="003E273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A54E7">
                              <w:rPr>
                                <w:sz w:val="22"/>
                                <w:szCs w:val="22"/>
                                <w:lang w:val="en"/>
                              </w:rPr>
                              <w:t>Verfügbarkeit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8F486" id="Textové pole 19" o:spid="_x0000_s1031" type="#_x0000_t202" style="position:absolute;left:0;text-align:left;margin-left:109.65pt;margin-top:228.05pt;width:87.05pt;height:3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" filled="f" stroked="f" strokeweight=".5pt">
                <v:textbox>
                  <w:txbxContent>
                    <w:p w14:paraId="48960F8B" w14:textId="3D92C50B" w:rsidR="003E2732" w:rsidRPr="003E2732" w:rsidRDefault="005A54E7" w:rsidP="003E273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A54E7">
                        <w:rPr>
                          <w:sz w:val="22"/>
                          <w:szCs w:val="22"/>
                          <w:lang w:val="en"/>
                        </w:rPr>
                        <w:t>Verfügbarkeit</w:t>
                      </w:r>
                    </w:p>
                  </w:txbxContent>
                </v:textbox>
              </v:shape>
            </w:pict>
          </mc:Fallback>
        </mc:AlternateContent>
      </w:r>
      <w:r w:rsidR="003E2732" w:rsidRPr="00B741D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5D6DAE" wp14:editId="4A459E7A">
                <wp:simplePos x="0" y="0"/>
                <wp:positionH relativeFrom="column">
                  <wp:posOffset>906632</wp:posOffset>
                </wp:positionH>
                <wp:positionV relativeFrom="paragraph">
                  <wp:posOffset>3633441</wp:posOffset>
                </wp:positionV>
                <wp:extent cx="4430926" cy="454275"/>
                <wp:effectExtent l="0" t="0" r="0" b="317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0926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F47C0E" w14:textId="7ADED444" w:rsidR="003E2732" w:rsidRPr="003E2732" w:rsidRDefault="005A54E7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A54E7">
                              <w:rPr>
                                <w:sz w:val="22"/>
                                <w:szCs w:val="22"/>
                                <w:lang w:val="en"/>
                              </w:rPr>
                              <w:t>Sicherheit und Verwundbarkeit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D6DAE" id="Textové pole 20" o:spid="_x0000_s1032" type="#_x0000_t202" style="position:absolute;left:0;text-align:left;margin-left:71.4pt;margin-top:286.1pt;width:348.9pt;height:3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" filled="f" stroked="f" strokeweight=".5pt">
                <v:textbox>
                  <w:txbxContent>
                    <w:p w14:paraId="6FF47C0E" w14:textId="7ADED444" w:rsidR="003E2732" w:rsidRPr="003E2732" w:rsidRDefault="005A54E7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A54E7">
                        <w:rPr>
                          <w:sz w:val="22"/>
                          <w:szCs w:val="22"/>
                          <w:lang w:val="en"/>
                        </w:rPr>
                        <w:t>Sicherheit und Verwundbarkeit</w:t>
                      </w:r>
                    </w:p>
                  </w:txbxContent>
                </v:textbox>
              </v:shape>
            </w:pict>
          </mc:Fallback>
        </mc:AlternateContent>
      </w:r>
      <w:r w:rsidR="003E2732" w:rsidRPr="00B741D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DD884F" wp14:editId="6B0C6893">
                <wp:simplePos x="0" y="0"/>
                <wp:positionH relativeFrom="column">
                  <wp:posOffset>2091675</wp:posOffset>
                </wp:positionH>
                <wp:positionV relativeFrom="paragraph">
                  <wp:posOffset>2073481</wp:posOffset>
                </wp:positionV>
                <wp:extent cx="3335697" cy="454275"/>
                <wp:effectExtent l="0" t="0" r="0" b="317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5697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D704B3" w14:textId="03CD9FB2" w:rsidR="003E2732" w:rsidRPr="003E2732" w:rsidRDefault="005A54E7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A54E7">
                              <w:rPr>
                                <w:sz w:val="22"/>
                                <w:szCs w:val="22"/>
                              </w:rPr>
                              <w:t>Technologie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D884F" id="Textové pole 18" o:spid="_x0000_s1033" type="#_x0000_t202" style="position:absolute;left:0;text-align:left;margin-left:164.7pt;margin-top:163.25pt;width:262.65pt;height:3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" filled="f" stroked="f" strokeweight=".5pt">
                <v:textbox>
                  <w:txbxContent>
                    <w:p w14:paraId="16D704B3" w14:textId="03CD9FB2" w:rsidR="003E2732" w:rsidRPr="003E2732" w:rsidRDefault="005A54E7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A54E7">
                        <w:rPr>
                          <w:sz w:val="22"/>
                          <w:szCs w:val="22"/>
                        </w:rPr>
                        <w:t>Technologie</w:t>
                      </w:r>
                    </w:p>
                  </w:txbxContent>
                </v:textbox>
              </v:shape>
            </w:pict>
          </mc:Fallback>
        </mc:AlternateContent>
      </w:r>
      <w:r w:rsidR="00C933EB" w:rsidRPr="00B741DB">
        <w:rPr>
          <w:noProof/>
        </w:rPr>
        <w:drawing>
          <wp:inline distT="0" distB="0" distL="0" distR="0" wp14:anchorId="50DAA5E8" wp14:editId="6F1BA4C6">
            <wp:extent cx="5603240" cy="423418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SK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240" cy="423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2732" w:rsidRPr="00B741DB">
        <w:rPr>
          <w:lang w:val="de-DE"/>
        </w:rPr>
        <w:t xml:space="preserve"> </w:t>
      </w:r>
    </w:p>
    <w:p w14:paraId="20B2CAB0" w14:textId="77777777" w:rsidR="007560F7" w:rsidRDefault="007560F7">
      <w:pPr>
        <w:rPr>
          <w:lang w:val="de-DE"/>
        </w:rPr>
      </w:pPr>
    </w:p>
    <w:p w14:paraId="230FF3EF" w14:textId="5CD98AE8" w:rsidR="003E2732" w:rsidRPr="00B741DB" w:rsidRDefault="005A54E7">
      <w:pPr>
        <w:rPr>
          <w:lang w:val="de-DE"/>
        </w:rPr>
      </w:pPr>
      <w:r w:rsidRPr="005A54E7">
        <w:rPr>
          <w:lang w:val="de-DE"/>
        </w:rPr>
        <w:t>Authentifizierungsmechanismus, System, Datenbank, Eingabemechanismus</w:t>
      </w:r>
      <w:r w:rsidR="003E2732" w:rsidRPr="00B741DB">
        <w:rPr>
          <w:lang w:val="de-DE"/>
        </w:rPr>
        <w:br w:type="page"/>
      </w:r>
    </w:p>
    <w:p w14:paraId="360DCB4D" w14:textId="6EC82061" w:rsidR="00336F49" w:rsidRPr="00B741DB" w:rsidRDefault="005A54E7" w:rsidP="00336F49">
      <w:pPr>
        <w:pStyle w:val="eTask"/>
        <w:rPr>
          <w:lang w:val="de-DE"/>
        </w:rPr>
      </w:pPr>
      <w:r w:rsidRPr="005A54E7">
        <w:rPr>
          <w:lang w:val="de-DE"/>
        </w:rPr>
        <w:lastRenderedPageBreak/>
        <w:t xml:space="preserve">Füllen Sie Objekte aus, die zum Zutrittskontrollmodell </w:t>
      </w:r>
      <w:r>
        <w:rPr>
          <w:lang w:val="de-DE"/>
        </w:rPr>
        <w:t>gehören</w:t>
      </w:r>
      <w:r w:rsidR="00336F49" w:rsidRPr="00B741DB">
        <w:rPr>
          <w:lang w:val="de-DE"/>
        </w:rPr>
        <w:t>.</w:t>
      </w:r>
    </w:p>
    <w:p w14:paraId="4A3D1AA5" w14:textId="77777777" w:rsidR="00336F49" w:rsidRPr="00B741DB" w:rsidRDefault="00336F49" w:rsidP="00336F49">
      <w:pPr>
        <w:rPr>
          <w:lang w:val="de-DE"/>
        </w:rPr>
      </w:pPr>
    </w:p>
    <w:p w14:paraId="25340555" w14:textId="77777777" w:rsidR="00336F49" w:rsidRPr="00B741DB" w:rsidRDefault="008D696F" w:rsidP="00336F49">
      <w:pPr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28D2490" wp14:editId="4BC059B1">
                <wp:simplePos x="0" y="0"/>
                <wp:positionH relativeFrom="column">
                  <wp:posOffset>4514850</wp:posOffset>
                </wp:positionH>
                <wp:positionV relativeFrom="paragraph">
                  <wp:posOffset>168910</wp:posOffset>
                </wp:positionV>
                <wp:extent cx="1123950" cy="704850"/>
                <wp:effectExtent l="0" t="0" r="0" b="0"/>
                <wp:wrapNone/>
                <wp:docPr id="42" name="Textové po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859C2A" w14:textId="1730D8C9" w:rsidR="008D696F" w:rsidRPr="0011203C" w:rsidRDefault="008D696F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1203C">
                              <w:rPr>
                                <w:color w:val="FF0000"/>
                              </w:rPr>
                              <w:t>O</w:t>
                            </w:r>
                            <w:r w:rsidR="005A54E7">
                              <w:rPr>
                                <w:color w:val="FF0000"/>
                              </w:rPr>
                              <w:t>bjek</w:t>
                            </w:r>
                            <w:r w:rsidRPr="0011203C">
                              <w:rPr>
                                <w:color w:val="FF0000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D2490" id="Textové pole 42" o:spid="_x0000_s1034" type="#_x0000_t202" style="position:absolute;margin-left:355.5pt;margin-top:13.3pt;width:88.5pt;height:5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" filled="f" stroked="f" strokeweight=".5pt">
                <v:textbox>
                  <w:txbxContent>
                    <w:p w14:paraId="04859C2A" w14:textId="1730D8C9" w:rsidR="008D696F" w:rsidRPr="0011203C" w:rsidRDefault="008D696F" w:rsidP="008D696F">
                      <w:pPr>
                        <w:jc w:val="center"/>
                        <w:rPr>
                          <w:color w:val="FF0000"/>
                        </w:rPr>
                      </w:pPr>
                      <w:r w:rsidRPr="0011203C">
                        <w:rPr>
                          <w:color w:val="FF0000"/>
                        </w:rPr>
                        <w:t>O</w:t>
                      </w:r>
                      <w:r w:rsidR="005A54E7">
                        <w:rPr>
                          <w:color w:val="FF0000"/>
                        </w:rPr>
                        <w:t>bjek</w:t>
                      </w:r>
                      <w:r w:rsidRPr="0011203C">
                        <w:rPr>
                          <w:color w:val="FF000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D3DA9AD" wp14:editId="31A32B8A">
                <wp:simplePos x="0" y="0"/>
                <wp:positionH relativeFrom="column">
                  <wp:posOffset>2514600</wp:posOffset>
                </wp:positionH>
                <wp:positionV relativeFrom="paragraph">
                  <wp:posOffset>171450</wp:posOffset>
                </wp:positionV>
                <wp:extent cx="1123950" cy="704850"/>
                <wp:effectExtent l="0" t="0" r="0" b="0"/>
                <wp:wrapNone/>
                <wp:docPr id="41" name="Textové po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55914C" w14:textId="77777777" w:rsidR="008D696F" w:rsidRDefault="008D696F" w:rsidP="008D696F">
                            <w:pPr>
                              <w:jc w:val="center"/>
                            </w:pPr>
                            <w:proofErr w:type="spellStart"/>
                            <w:r w:rsidRPr="0011203C">
                              <w:rPr>
                                <w:color w:val="FF0000"/>
                              </w:rPr>
                              <w:t>Operation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DA9AD" id="Textové pole 41" o:spid="_x0000_s1035" type="#_x0000_t202" style="position:absolute;margin-left:198pt;margin-top:13.5pt;width:88.5pt;height:55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" filled="f" stroked="f" strokeweight=".5pt">
                <v:textbox>
                  <w:txbxContent>
                    <w:p w14:paraId="5655914C" w14:textId="77777777" w:rsidR="008D696F" w:rsidRDefault="008D696F" w:rsidP="008D696F">
                      <w:pPr>
                        <w:jc w:val="center"/>
                      </w:pPr>
                      <w:proofErr w:type="spellStart"/>
                      <w:r w:rsidRPr="0011203C">
                        <w:rPr>
                          <w:color w:val="FF0000"/>
                        </w:rPr>
                        <w:t>Operation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BCA10DE" wp14:editId="71F5F647">
                <wp:simplePos x="0" y="0"/>
                <wp:positionH relativeFrom="column">
                  <wp:posOffset>471805</wp:posOffset>
                </wp:positionH>
                <wp:positionV relativeFrom="paragraph">
                  <wp:posOffset>171450</wp:posOffset>
                </wp:positionV>
                <wp:extent cx="1123950" cy="704850"/>
                <wp:effectExtent l="0" t="0" r="0" b="0"/>
                <wp:wrapNone/>
                <wp:docPr id="40" name="Textové po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69761A" w14:textId="75B9BCBA" w:rsidR="008D696F" w:rsidRPr="0011203C" w:rsidRDefault="005A54E7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Subjekt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A10DE" id="Textové pole 40" o:spid="_x0000_s1036" type="#_x0000_t202" style="position:absolute;margin-left:37.15pt;margin-top:13.5pt;width:88.5pt;height:5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" filled="f" stroked="f" strokeweight=".5pt">
                <v:textbox>
                  <w:txbxContent>
                    <w:p w14:paraId="3269761A" w14:textId="75B9BCBA" w:rsidR="008D696F" w:rsidRPr="0011203C" w:rsidRDefault="005A54E7" w:rsidP="008D696F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Subjekt</w:t>
                      </w:r>
                    </w:p>
                  </w:txbxContent>
                </v:textbox>
              </v:shape>
            </w:pict>
          </mc:Fallback>
        </mc:AlternateContent>
      </w:r>
      <w:r w:rsidR="00336F49" w:rsidRPr="00B741DB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F5F5A3" wp14:editId="0DDD1ACD">
                <wp:simplePos x="0" y="0"/>
                <wp:positionH relativeFrom="column">
                  <wp:posOffset>4452824</wp:posOffset>
                </wp:positionH>
                <wp:positionV relativeFrom="paragraph">
                  <wp:posOffset>120650</wp:posOffset>
                </wp:positionV>
                <wp:extent cx="1228725" cy="810260"/>
                <wp:effectExtent l="0" t="0" r="28575" b="27940"/>
                <wp:wrapNone/>
                <wp:docPr id="28" name="Obdélní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8102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ED019" id="Obdélník 28" o:spid="_x0000_s1026" style="position:absolute;margin-left:350.6pt;margin-top:9.5pt;width:96.75pt;height:63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" filled="f" strokecolor="black [3213]" strokeweight="1pt"/>
            </w:pict>
          </mc:Fallback>
        </mc:AlternateContent>
      </w:r>
      <w:r w:rsidR="00336F49" w:rsidRPr="00B741D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59E0DE" wp14:editId="71149FE7">
                <wp:simplePos x="0" y="0"/>
                <wp:positionH relativeFrom="column">
                  <wp:posOffset>2449678</wp:posOffset>
                </wp:positionH>
                <wp:positionV relativeFrom="paragraph">
                  <wp:posOffset>120650</wp:posOffset>
                </wp:positionV>
                <wp:extent cx="1228954" cy="810587"/>
                <wp:effectExtent l="0" t="0" r="28575" b="27940"/>
                <wp:wrapNone/>
                <wp:docPr id="26" name="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7B4E75" id="Obdélník 26" o:spid="_x0000_s1026" style="position:absolute;margin-left:192.9pt;margin-top:9.5pt;width:96.75pt;height:6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" filled="f" strokecolor="black [3213]" strokeweight="1pt"/>
            </w:pict>
          </mc:Fallback>
        </mc:AlternateContent>
      </w:r>
      <w:r w:rsidR="00336F49" w:rsidRPr="00B741D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F47597A" wp14:editId="2F408133">
                <wp:simplePos x="0" y="0"/>
                <wp:positionH relativeFrom="column">
                  <wp:posOffset>416941</wp:posOffset>
                </wp:positionH>
                <wp:positionV relativeFrom="paragraph">
                  <wp:posOffset>120701</wp:posOffset>
                </wp:positionV>
                <wp:extent cx="1228954" cy="810587"/>
                <wp:effectExtent l="0" t="0" r="28575" b="27940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233C3" id="Obdélník 25" o:spid="_x0000_s1026" style="position:absolute;margin-left:32.85pt;margin-top:9.5pt;width:96.75pt;height:63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" filled="f" strokecolor="black [3213]" strokeweight="1pt"/>
            </w:pict>
          </mc:Fallback>
        </mc:AlternateContent>
      </w:r>
    </w:p>
    <w:p w14:paraId="57BD5C1A" w14:textId="77777777" w:rsidR="00336F49" w:rsidRPr="00B741DB" w:rsidRDefault="00336F49" w:rsidP="00336F49">
      <w:pPr>
        <w:rPr>
          <w:lang w:val="de-DE"/>
        </w:rPr>
      </w:pPr>
    </w:p>
    <w:p w14:paraId="16834390" w14:textId="77777777" w:rsidR="00336F49" w:rsidRPr="00B741DB" w:rsidRDefault="00336F49" w:rsidP="00336F49">
      <w:pPr>
        <w:rPr>
          <w:lang w:val="de-DE"/>
        </w:rPr>
      </w:pPr>
    </w:p>
    <w:p w14:paraId="44C3B74A" w14:textId="77777777" w:rsidR="00336F49" w:rsidRPr="00B741DB" w:rsidRDefault="00336F49" w:rsidP="00336F49">
      <w:pPr>
        <w:rPr>
          <w:lang w:val="de-DE"/>
        </w:rPr>
      </w:pPr>
    </w:p>
    <w:p w14:paraId="235B72C4" w14:textId="77777777" w:rsidR="00336F49" w:rsidRPr="00B741DB" w:rsidRDefault="00336F49" w:rsidP="00336F49">
      <w:pPr>
        <w:rPr>
          <w:lang w:val="de-DE"/>
        </w:rPr>
      </w:pPr>
    </w:p>
    <w:p w14:paraId="064E9DBA" w14:textId="77777777" w:rsidR="00336F49" w:rsidRPr="00B741DB" w:rsidRDefault="00336F49" w:rsidP="00336F49">
      <w:pPr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8A9603C" wp14:editId="74DDCE69">
                <wp:simplePos x="0" y="0"/>
                <wp:positionH relativeFrom="column">
                  <wp:posOffset>3086989</wp:posOffset>
                </wp:positionH>
                <wp:positionV relativeFrom="paragraph">
                  <wp:posOffset>56693</wp:posOffset>
                </wp:positionV>
                <wp:extent cx="0" cy="1463040"/>
                <wp:effectExtent l="76200" t="0" r="57150" b="60960"/>
                <wp:wrapNone/>
                <wp:docPr id="36" name="Přímá spojnice se šipkou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304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67434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6" o:spid="_x0000_s1026" type="#_x0000_t32" style="position:absolute;margin-left:243.05pt;margin-top:4.45pt;width:0;height:115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" strokecolor="black [3213]" strokeweight="1pt">
                <v:stroke endarrow="block"/>
              </v:shape>
            </w:pict>
          </mc:Fallback>
        </mc:AlternateContent>
      </w: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C449291" wp14:editId="6DB7D1C3">
                <wp:simplePos x="0" y="0"/>
                <wp:positionH relativeFrom="column">
                  <wp:posOffset>5084064</wp:posOffset>
                </wp:positionH>
                <wp:positionV relativeFrom="paragraph">
                  <wp:posOffset>57277</wp:posOffset>
                </wp:positionV>
                <wp:extent cx="0" cy="462584"/>
                <wp:effectExtent l="76200" t="0" r="57150" b="52070"/>
                <wp:wrapNone/>
                <wp:docPr id="34" name="Přímá spojnice se šipkou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58D7BE" id="Přímá spojnice se šipkou 34" o:spid="_x0000_s1026" type="#_x0000_t32" style="position:absolute;margin-left:400.3pt;margin-top:4.5pt;width:0;height:36.4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" strokecolor="black [3213]" strokeweight="1pt">
                <v:stroke endarrow="block"/>
              </v:shape>
            </w:pict>
          </mc:Fallback>
        </mc:AlternateContent>
      </w: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FF7273E" wp14:editId="07A943AD">
                <wp:simplePos x="0" y="0"/>
                <wp:positionH relativeFrom="column">
                  <wp:posOffset>1018845</wp:posOffset>
                </wp:positionH>
                <wp:positionV relativeFrom="paragraph">
                  <wp:posOffset>54966</wp:posOffset>
                </wp:positionV>
                <wp:extent cx="0" cy="462584"/>
                <wp:effectExtent l="76200" t="0" r="57150" b="52070"/>
                <wp:wrapNone/>
                <wp:docPr id="33" name="Přímá spojnice se šipkou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66B917" id="Přímá spojnice se šipkou 33" o:spid="_x0000_s1026" type="#_x0000_t32" style="position:absolute;margin-left:80.2pt;margin-top:4.35pt;width:0;height:36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" strokecolor="black [3213]" strokeweight="1pt">
                <v:stroke endarrow="block"/>
              </v:shape>
            </w:pict>
          </mc:Fallback>
        </mc:AlternateContent>
      </w:r>
    </w:p>
    <w:p w14:paraId="110597DA" w14:textId="77777777" w:rsidR="00336F49" w:rsidRPr="00B741DB" w:rsidRDefault="00336F49" w:rsidP="00336F49">
      <w:pPr>
        <w:rPr>
          <w:lang w:val="de-DE"/>
        </w:rPr>
      </w:pPr>
    </w:p>
    <w:p w14:paraId="1E9F5147" w14:textId="77777777" w:rsidR="00336F49" w:rsidRPr="00B741DB" w:rsidRDefault="00336F49" w:rsidP="00336F49">
      <w:pPr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39608A3" wp14:editId="2DD5FEF4">
                <wp:simplePos x="0" y="0"/>
                <wp:positionH relativeFrom="column">
                  <wp:posOffset>4490745</wp:posOffset>
                </wp:positionH>
                <wp:positionV relativeFrom="paragraph">
                  <wp:posOffset>164465</wp:posOffset>
                </wp:positionV>
                <wp:extent cx="1228954" cy="810587"/>
                <wp:effectExtent l="0" t="0" r="28575" b="27940"/>
                <wp:wrapNone/>
                <wp:docPr id="30" name="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30C5E3" id="Obdélník 30" o:spid="_x0000_s1026" style="position:absolute;margin-left:353.6pt;margin-top:12.95pt;width:96.75pt;height:6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" filled="f" strokecolor="black [3213]" strokeweight="1pt"/>
            </w:pict>
          </mc:Fallback>
        </mc:AlternateContent>
      </w: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5A290CA" wp14:editId="4899470F">
                <wp:simplePos x="0" y="0"/>
                <wp:positionH relativeFrom="column">
                  <wp:posOffset>416560</wp:posOffset>
                </wp:positionH>
                <wp:positionV relativeFrom="paragraph">
                  <wp:posOffset>164719</wp:posOffset>
                </wp:positionV>
                <wp:extent cx="1228954" cy="810587"/>
                <wp:effectExtent l="0" t="0" r="28575" b="27940"/>
                <wp:wrapNone/>
                <wp:docPr id="29" name="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D47B6" id="Obdélník 29" o:spid="_x0000_s1026" style="position:absolute;margin-left:32.8pt;margin-top:12.95pt;width:96.75pt;height:6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" filled="f" strokecolor="black [3213]" strokeweight="1pt"/>
            </w:pict>
          </mc:Fallback>
        </mc:AlternateContent>
      </w:r>
    </w:p>
    <w:p w14:paraId="60FDC46B" w14:textId="77777777" w:rsidR="00336F49" w:rsidRPr="00B741DB" w:rsidRDefault="0011203C" w:rsidP="00336F49">
      <w:pPr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B47F4B3" wp14:editId="5283403B">
                <wp:simplePos x="0" y="0"/>
                <wp:positionH relativeFrom="column">
                  <wp:posOffset>4558030</wp:posOffset>
                </wp:positionH>
                <wp:positionV relativeFrom="paragraph">
                  <wp:posOffset>36195</wp:posOffset>
                </wp:positionV>
                <wp:extent cx="1123950" cy="704850"/>
                <wp:effectExtent l="0" t="0" r="0" b="0"/>
                <wp:wrapNone/>
                <wp:docPr id="44" name="Textové po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8FDFE9" w14:textId="1E850AB2" w:rsidR="0011203C" w:rsidRPr="0011203C" w:rsidRDefault="006938B6" w:rsidP="008D696F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938B6">
                              <w:rPr>
                                <w:color w:val="FF0000"/>
                                <w:lang w:val="en-US"/>
                              </w:rPr>
                              <w:t>Klassifizierung</w:t>
                            </w:r>
                            <w:proofErr w:type="spellEnd"/>
                            <w:r w:rsidRPr="006938B6"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="0011203C"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="0011203C"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Mandatory</w:t>
                            </w:r>
                            <w:proofErr w:type="spellEnd"/>
                            <w:r w:rsidR="0011203C"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Access </w:t>
                            </w:r>
                            <w:proofErr w:type="spellStart"/>
                            <w:r w:rsidR="0011203C"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Control</w:t>
                            </w:r>
                            <w:proofErr w:type="spellEnd"/>
                            <w:r w:rsidR="0011203C"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MAC)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7F4B3" id="Textové pole 44" o:spid="_x0000_s1037" type="#_x0000_t202" style="position:absolute;margin-left:358.9pt;margin-top:2.85pt;width:88.5pt;height:55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" filled="f" stroked="f" strokeweight=".5pt">
                <v:textbox>
                  <w:txbxContent>
                    <w:p w14:paraId="148FDFE9" w14:textId="1E850AB2" w:rsidR="0011203C" w:rsidRPr="0011203C" w:rsidRDefault="006938B6" w:rsidP="008D696F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r w:rsidRPr="006938B6">
                        <w:rPr>
                          <w:color w:val="FF0000"/>
                          <w:lang w:val="en-US"/>
                        </w:rPr>
                        <w:t>Klassifizierung</w:t>
                      </w:r>
                      <w:proofErr w:type="spellEnd"/>
                      <w:r w:rsidRPr="006938B6"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r w:rsidR="0011203C" w:rsidRPr="0011203C">
                        <w:rPr>
                          <w:color w:val="FF0000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="0011203C" w:rsidRPr="0011203C">
                        <w:rPr>
                          <w:color w:val="FF0000"/>
                          <w:sz w:val="20"/>
                          <w:szCs w:val="20"/>
                        </w:rPr>
                        <w:t>Mandatory</w:t>
                      </w:r>
                      <w:proofErr w:type="spellEnd"/>
                      <w:r w:rsidR="0011203C" w:rsidRPr="0011203C">
                        <w:rPr>
                          <w:color w:val="FF0000"/>
                          <w:sz w:val="20"/>
                          <w:szCs w:val="20"/>
                        </w:rPr>
                        <w:t xml:space="preserve"> Access </w:t>
                      </w:r>
                      <w:proofErr w:type="spellStart"/>
                      <w:r w:rsidR="0011203C" w:rsidRPr="0011203C">
                        <w:rPr>
                          <w:color w:val="FF0000"/>
                          <w:sz w:val="20"/>
                          <w:szCs w:val="20"/>
                        </w:rPr>
                        <w:t>Control</w:t>
                      </w:r>
                      <w:proofErr w:type="spellEnd"/>
                      <w:r w:rsidR="0011203C" w:rsidRPr="0011203C">
                        <w:rPr>
                          <w:color w:val="FF0000"/>
                          <w:sz w:val="20"/>
                          <w:szCs w:val="20"/>
                        </w:rPr>
                        <w:t xml:space="preserve"> MAC)</w:t>
                      </w:r>
                    </w:p>
                  </w:txbxContent>
                </v:textbox>
              </v:shape>
            </w:pict>
          </mc:Fallback>
        </mc:AlternateContent>
      </w: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0440309" wp14:editId="1C351D74">
                <wp:simplePos x="0" y="0"/>
                <wp:positionH relativeFrom="column">
                  <wp:posOffset>471805</wp:posOffset>
                </wp:positionH>
                <wp:positionV relativeFrom="paragraph">
                  <wp:posOffset>36195</wp:posOffset>
                </wp:positionV>
                <wp:extent cx="1123950" cy="704850"/>
                <wp:effectExtent l="0" t="0" r="0" b="0"/>
                <wp:wrapNone/>
                <wp:docPr id="43" name="Textové po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847BC0" w14:textId="7B703F6F" w:rsidR="008D696F" w:rsidRPr="0011203C" w:rsidRDefault="006938B6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</w:rPr>
                              <w:t>Rolle</w:t>
                            </w:r>
                            <w:proofErr w:type="spellEnd"/>
                          </w:p>
                          <w:p w14:paraId="118C4AD9" w14:textId="77777777" w:rsidR="008D696F" w:rsidRPr="0011203C" w:rsidRDefault="008D696F" w:rsidP="008D696F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(Role-</w:t>
                            </w:r>
                            <w:proofErr w:type="spellStart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Based</w:t>
                            </w:r>
                            <w:proofErr w:type="spellEnd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Access </w:t>
                            </w:r>
                            <w:proofErr w:type="spellStart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Control</w:t>
                            </w:r>
                            <w:proofErr w:type="spellEnd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RBAC)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40309" id="Textové pole 43" o:spid="_x0000_s1038" type="#_x0000_t202" style="position:absolute;margin-left:37.15pt;margin-top:2.85pt;width:88.5pt;height:55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" filled="f" stroked="f" strokeweight=".5pt">
                <v:textbox>
                  <w:txbxContent>
                    <w:p w14:paraId="4C847BC0" w14:textId="7B703F6F" w:rsidR="008D696F" w:rsidRPr="0011203C" w:rsidRDefault="006938B6" w:rsidP="008D696F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>
                        <w:rPr>
                          <w:color w:val="FF0000"/>
                        </w:rPr>
                        <w:t>Rolle</w:t>
                      </w:r>
                      <w:proofErr w:type="spellEnd"/>
                    </w:p>
                    <w:p w14:paraId="118C4AD9" w14:textId="77777777" w:rsidR="008D696F" w:rsidRPr="0011203C" w:rsidRDefault="008D696F" w:rsidP="008D696F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(Role-</w:t>
                      </w:r>
                      <w:proofErr w:type="spellStart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Based</w:t>
                      </w:r>
                      <w:proofErr w:type="spellEnd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 xml:space="preserve"> Access </w:t>
                      </w:r>
                      <w:proofErr w:type="spellStart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Control</w:t>
                      </w:r>
                      <w:proofErr w:type="spellEnd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 xml:space="preserve"> RBAC)</w:t>
                      </w:r>
                    </w:p>
                  </w:txbxContent>
                </v:textbox>
              </v:shape>
            </w:pict>
          </mc:Fallback>
        </mc:AlternateContent>
      </w:r>
    </w:p>
    <w:p w14:paraId="02651C7C" w14:textId="77777777" w:rsidR="00336F49" w:rsidRPr="00B741DB" w:rsidRDefault="00336F49" w:rsidP="00336F49">
      <w:pPr>
        <w:rPr>
          <w:lang w:val="de-DE"/>
        </w:rPr>
      </w:pPr>
    </w:p>
    <w:p w14:paraId="7C026BD4" w14:textId="77777777" w:rsidR="00336F49" w:rsidRPr="00B741DB" w:rsidRDefault="00336F49" w:rsidP="00336F49">
      <w:pPr>
        <w:rPr>
          <w:lang w:val="de-DE"/>
        </w:rPr>
      </w:pPr>
    </w:p>
    <w:p w14:paraId="03EF995C" w14:textId="77777777" w:rsidR="00336F49" w:rsidRPr="00B741DB" w:rsidRDefault="00336F49" w:rsidP="00336F49">
      <w:pPr>
        <w:rPr>
          <w:lang w:val="de-DE"/>
        </w:rPr>
      </w:pPr>
    </w:p>
    <w:p w14:paraId="19DB13D9" w14:textId="77777777" w:rsidR="00336F49" w:rsidRPr="00B741DB" w:rsidRDefault="00336F49" w:rsidP="00336F49">
      <w:pPr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CB7B2EC" wp14:editId="6E57E205">
                <wp:simplePos x="0" y="0"/>
                <wp:positionH relativeFrom="column">
                  <wp:posOffset>3679292</wp:posOffset>
                </wp:positionH>
                <wp:positionV relativeFrom="paragraph">
                  <wp:posOffset>102718</wp:posOffset>
                </wp:positionV>
                <wp:extent cx="1455953" cy="584835"/>
                <wp:effectExtent l="38100" t="0" r="11430" b="100965"/>
                <wp:wrapNone/>
                <wp:docPr id="38" name="Pravoúhlá spojnic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5953" cy="584835"/>
                        </a:xfrm>
                        <a:prstGeom prst="bentConnector3">
                          <a:avLst>
                            <a:gd name="adj1" fmla="val 743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C93E1B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Pravoúhlá spojnice 38" o:spid="_x0000_s1026" type="#_x0000_t34" style="position:absolute;margin-left:289.7pt;margin-top:8.1pt;width:114.65pt;height:46.05pt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" adj="160" strokecolor="black [3213]" strokeweight="1pt">
                <v:stroke endarrow="block"/>
              </v:shape>
            </w:pict>
          </mc:Fallback>
        </mc:AlternateContent>
      </w: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C86D54C" wp14:editId="1BB1ABA3">
                <wp:simplePos x="0" y="0"/>
                <wp:positionH relativeFrom="column">
                  <wp:posOffset>1016787</wp:posOffset>
                </wp:positionH>
                <wp:positionV relativeFrom="paragraph">
                  <wp:posOffset>102718</wp:posOffset>
                </wp:positionV>
                <wp:extent cx="1433780" cy="585216"/>
                <wp:effectExtent l="0" t="0" r="71755" b="100965"/>
                <wp:wrapNone/>
                <wp:docPr id="37" name="Pravoúhlá spojnic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3780" cy="585216"/>
                        </a:xfrm>
                        <a:prstGeom prst="bentConnector3">
                          <a:avLst>
                            <a:gd name="adj1" fmla="val 489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4DD75" id="Pravoúhlá spojnice 37" o:spid="_x0000_s1026" type="#_x0000_t34" style="position:absolute;margin-left:80.05pt;margin-top:8.1pt;width:112.9pt;height:46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" adj="106" strokecolor="black [3213]" strokeweight="1pt">
                <v:stroke endarrow="block"/>
              </v:shape>
            </w:pict>
          </mc:Fallback>
        </mc:AlternateContent>
      </w:r>
    </w:p>
    <w:p w14:paraId="049532DE" w14:textId="77777777" w:rsidR="00336F49" w:rsidRPr="00B741DB" w:rsidRDefault="0011203C" w:rsidP="00336F49">
      <w:pPr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A125CB1" wp14:editId="7D7AA8EC">
                <wp:simplePos x="0" y="0"/>
                <wp:positionH relativeFrom="column">
                  <wp:posOffset>2510155</wp:posOffset>
                </wp:positionH>
                <wp:positionV relativeFrom="paragraph">
                  <wp:posOffset>150495</wp:posOffset>
                </wp:positionV>
                <wp:extent cx="1123950" cy="742950"/>
                <wp:effectExtent l="0" t="0" r="0" b="0"/>
                <wp:wrapNone/>
                <wp:docPr id="45" name="Textové po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EC0DE6" w14:textId="23F5FB55" w:rsidR="0011203C" w:rsidRPr="0011203C" w:rsidRDefault="000234E0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0234E0">
                              <w:rPr>
                                <w:color w:val="FF0000"/>
                              </w:rPr>
                              <w:t>Berechtigung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25CB1" id="Textové pole 45" o:spid="_x0000_s1039" type="#_x0000_t202" style="position:absolute;margin-left:197.65pt;margin-top:11.85pt;width:88.5pt;height:58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" filled="f" stroked="f" strokeweight=".5pt">
                <v:textbox>
                  <w:txbxContent>
                    <w:p w14:paraId="3EEC0DE6" w14:textId="23F5FB55" w:rsidR="0011203C" w:rsidRPr="0011203C" w:rsidRDefault="000234E0" w:rsidP="008D696F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0234E0">
                        <w:rPr>
                          <w:color w:val="FF0000"/>
                        </w:rPr>
                        <w:t>Berechtigung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36F49" w:rsidRPr="00B741D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5AF4F88" wp14:editId="118B0088">
                <wp:simplePos x="0" y="0"/>
                <wp:positionH relativeFrom="column">
                  <wp:posOffset>2449195</wp:posOffset>
                </wp:positionH>
                <wp:positionV relativeFrom="paragraph">
                  <wp:posOffset>115037</wp:posOffset>
                </wp:positionV>
                <wp:extent cx="1228954" cy="810587"/>
                <wp:effectExtent l="0" t="0" r="28575" b="27940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095210" id="Obdélník 31" o:spid="_x0000_s1026" style="position:absolute;margin-left:192.85pt;margin-top:9.05pt;width:96.75pt;height:6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" filled="f" strokecolor="black [3213]" strokeweight="1pt"/>
            </w:pict>
          </mc:Fallback>
        </mc:AlternateContent>
      </w:r>
    </w:p>
    <w:p w14:paraId="6ACD299D" w14:textId="77777777" w:rsidR="00336F49" w:rsidRPr="00B741DB" w:rsidRDefault="00336F49" w:rsidP="00336F49">
      <w:pPr>
        <w:rPr>
          <w:lang w:val="de-DE"/>
        </w:rPr>
      </w:pPr>
    </w:p>
    <w:p w14:paraId="5BC26A5D" w14:textId="77777777" w:rsidR="00336F49" w:rsidRPr="00B741DB" w:rsidRDefault="00336F49" w:rsidP="00336F49">
      <w:pPr>
        <w:rPr>
          <w:lang w:val="de-DE"/>
        </w:rPr>
      </w:pPr>
    </w:p>
    <w:p w14:paraId="4C775537" w14:textId="77777777" w:rsidR="00336F49" w:rsidRPr="00B741DB" w:rsidRDefault="00336F49" w:rsidP="00336F49">
      <w:pPr>
        <w:rPr>
          <w:lang w:val="de-DE"/>
        </w:rPr>
      </w:pPr>
    </w:p>
    <w:p w14:paraId="190CFA3F" w14:textId="77777777" w:rsidR="00336F49" w:rsidRPr="00B741DB" w:rsidRDefault="00336F49" w:rsidP="00336F49">
      <w:pPr>
        <w:rPr>
          <w:lang w:val="de-DE"/>
        </w:rPr>
      </w:pPr>
    </w:p>
    <w:p w14:paraId="21E8FF82" w14:textId="77777777" w:rsidR="00336F49" w:rsidRPr="00B741DB" w:rsidRDefault="00336F49" w:rsidP="00336F49">
      <w:pPr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CA01901" wp14:editId="44EC0CA9">
                <wp:simplePos x="0" y="0"/>
                <wp:positionH relativeFrom="column">
                  <wp:posOffset>3086989</wp:posOffset>
                </wp:positionH>
                <wp:positionV relativeFrom="paragraph">
                  <wp:posOffset>51613</wp:posOffset>
                </wp:positionV>
                <wp:extent cx="0" cy="469900"/>
                <wp:effectExtent l="76200" t="0" r="57150" b="63500"/>
                <wp:wrapNone/>
                <wp:docPr id="39" name="Přímá spojnice se šipko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99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2A6E2A" id="Přímá spojnice se šipkou 39" o:spid="_x0000_s1026" type="#_x0000_t32" style="position:absolute;margin-left:243.05pt;margin-top:4.05pt;width:0;height:37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" strokecolor="black [3213]" strokeweight="1pt">
                <v:stroke endarrow="block"/>
              </v:shape>
            </w:pict>
          </mc:Fallback>
        </mc:AlternateContent>
      </w:r>
    </w:p>
    <w:p w14:paraId="029ECFAF" w14:textId="77777777" w:rsidR="00336F49" w:rsidRPr="00B741DB" w:rsidRDefault="00336F49" w:rsidP="00336F49">
      <w:pPr>
        <w:rPr>
          <w:lang w:val="de-DE"/>
        </w:rPr>
      </w:pPr>
    </w:p>
    <w:p w14:paraId="21921B8E" w14:textId="77777777" w:rsidR="00336F49" w:rsidRPr="00B741DB" w:rsidRDefault="0011203C" w:rsidP="00336F49">
      <w:pPr>
        <w:rPr>
          <w:lang w:val="de-DE"/>
        </w:rPr>
      </w:pPr>
      <w:r w:rsidRPr="00B741DB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EAE8C4F" wp14:editId="79496F2A">
                <wp:simplePos x="0" y="0"/>
                <wp:positionH relativeFrom="column">
                  <wp:posOffset>2529205</wp:posOffset>
                </wp:positionH>
                <wp:positionV relativeFrom="paragraph">
                  <wp:posOffset>163195</wp:posOffset>
                </wp:positionV>
                <wp:extent cx="1123950" cy="742950"/>
                <wp:effectExtent l="0" t="0" r="0" b="0"/>
                <wp:wrapNone/>
                <wp:docPr id="46" name="Textové po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752886" w14:textId="77777777" w:rsidR="0011203C" w:rsidRPr="0011203C" w:rsidRDefault="0011203C" w:rsidP="008D696F">
                            <w:pPr>
                              <w:jc w:val="center"/>
                            </w:pPr>
                            <w:proofErr w:type="spellStart"/>
                            <w:r w:rsidRPr="0011203C">
                              <w:t>Operation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E8C4F" id="Textové pole 46" o:spid="_x0000_s1040" type="#_x0000_t202" style="position:absolute;margin-left:199.15pt;margin-top:12.85pt;width:88.5pt;height:58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" filled="f" stroked="f" strokeweight=".5pt">
                <v:textbox>
                  <w:txbxContent>
                    <w:p w14:paraId="62752886" w14:textId="77777777" w:rsidR="0011203C" w:rsidRPr="0011203C" w:rsidRDefault="0011203C" w:rsidP="008D696F">
                      <w:pPr>
                        <w:jc w:val="center"/>
                      </w:pPr>
                      <w:proofErr w:type="spellStart"/>
                      <w:r w:rsidRPr="0011203C">
                        <w:t>Operation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36F49" w:rsidRPr="00B741D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3A8E81" wp14:editId="0E79A23D">
                <wp:simplePos x="0" y="0"/>
                <wp:positionH relativeFrom="column">
                  <wp:posOffset>2703525</wp:posOffset>
                </wp:positionH>
                <wp:positionV relativeFrom="paragraph">
                  <wp:posOffset>170180</wp:posOffset>
                </wp:positionV>
                <wp:extent cx="768706" cy="768706"/>
                <wp:effectExtent l="0" t="0" r="0" b="0"/>
                <wp:wrapNone/>
                <wp:docPr id="32" name="Ová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706" cy="768706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91F2A7" id="Ovál 32" o:spid="_x0000_s1026" style="position:absolute;margin-left:212.9pt;margin-top:13.4pt;width:60.55pt;height:60.5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" fillcolor="#bfbfbf [2412]" stroked="f" strokeweight="1pt"/>
            </w:pict>
          </mc:Fallback>
        </mc:AlternateContent>
      </w:r>
    </w:p>
    <w:p w14:paraId="7D37EC27" w14:textId="77777777" w:rsidR="00336F49" w:rsidRPr="00B741DB" w:rsidRDefault="00336F49" w:rsidP="00336F49">
      <w:pPr>
        <w:rPr>
          <w:lang w:val="de-DE"/>
        </w:rPr>
      </w:pPr>
    </w:p>
    <w:p w14:paraId="656B95A4" w14:textId="77777777" w:rsidR="00B44915" w:rsidRPr="00B741DB" w:rsidRDefault="00B44915" w:rsidP="001E514B">
      <w:pPr>
        <w:pStyle w:val="eCheckBoxText"/>
        <w:rPr>
          <w:rStyle w:val="eTerm"/>
          <w:bCs/>
          <w:iCs/>
          <w:lang w:val="de-DE"/>
        </w:rPr>
      </w:pPr>
    </w:p>
    <w:p w14:paraId="6B58AFFC" w14:textId="77777777" w:rsidR="00B44915" w:rsidRPr="00B741DB" w:rsidRDefault="00B44915" w:rsidP="001E514B">
      <w:pPr>
        <w:pStyle w:val="eCheckBoxText"/>
        <w:rPr>
          <w:rStyle w:val="eTerm"/>
          <w:bCs/>
          <w:iCs/>
          <w:lang w:val="de-DE"/>
        </w:rPr>
      </w:pPr>
    </w:p>
    <w:p w14:paraId="4464369B" w14:textId="77777777" w:rsidR="00B44915" w:rsidRPr="00B741DB" w:rsidRDefault="00B44915" w:rsidP="001E514B">
      <w:pPr>
        <w:pStyle w:val="eCheckBoxText"/>
        <w:rPr>
          <w:rStyle w:val="eTerm"/>
          <w:bCs/>
          <w:iCs/>
          <w:lang w:val="de-DE"/>
        </w:rPr>
      </w:pPr>
    </w:p>
    <w:p w14:paraId="538FAD0D" w14:textId="77777777" w:rsidR="00B44915" w:rsidRPr="00B741DB" w:rsidRDefault="00B44915" w:rsidP="001E514B">
      <w:pPr>
        <w:pStyle w:val="eCheckBoxText"/>
        <w:rPr>
          <w:lang w:val="de-DE"/>
        </w:rPr>
      </w:pPr>
    </w:p>
    <w:p w14:paraId="49EEB645" w14:textId="77777777" w:rsidR="00336F49" w:rsidRPr="00B741DB" w:rsidRDefault="00336F49" w:rsidP="001E514B">
      <w:pPr>
        <w:pStyle w:val="eCheckBoxText"/>
        <w:rPr>
          <w:lang w:val="de-DE"/>
        </w:rPr>
      </w:pPr>
    </w:p>
    <w:p w14:paraId="65D35A25" w14:textId="77777777" w:rsidR="00336F49" w:rsidRPr="00B741DB" w:rsidRDefault="00336F49" w:rsidP="001E514B">
      <w:pPr>
        <w:pStyle w:val="eCheckBoxText"/>
        <w:rPr>
          <w:lang w:val="de-DE"/>
        </w:rPr>
      </w:pPr>
    </w:p>
    <w:p w14:paraId="63FB9A44" w14:textId="34B820E8" w:rsidR="000234E0" w:rsidRPr="00B741DB" w:rsidRDefault="000234E0" w:rsidP="00336F49">
      <w:pPr>
        <w:rPr>
          <w:lang w:val="de-DE"/>
        </w:rPr>
      </w:pPr>
      <w:r w:rsidRPr="000234E0">
        <w:rPr>
          <w:lang w:val="de-DE"/>
        </w:rPr>
        <w:t xml:space="preserve">Subjekt, Objekt, Operation, </w:t>
      </w:r>
      <w:r>
        <w:rPr>
          <w:lang w:val="de-DE"/>
        </w:rPr>
        <w:t>Berechtigung, Klassifizierung, Rolle</w:t>
      </w:r>
    </w:p>
    <w:sectPr w:rsidR="000234E0" w:rsidRPr="00B741DB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A2801" w14:textId="77777777" w:rsidR="00A92CB7" w:rsidRDefault="00A92CB7" w:rsidP="00861A1A">
      <w:r>
        <w:separator/>
      </w:r>
    </w:p>
  </w:endnote>
  <w:endnote w:type="continuationSeparator" w:id="0">
    <w:p w14:paraId="69EA7E0B" w14:textId="77777777" w:rsidR="00A92CB7" w:rsidRDefault="00A92CB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5697491B" w14:textId="77777777" w:rsidTr="00CA51B5">
      <w:tc>
        <w:tcPr>
          <w:tcW w:w="2518" w:type="dxa"/>
        </w:tcPr>
        <w:p w14:paraId="3689F112" w14:textId="77777777"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64FC2FBB" wp14:editId="39BFFF83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51DE2EC" w14:textId="38E58F24" w:rsidR="00BF5E09" w:rsidRPr="00CA51B5" w:rsidRDefault="007560F7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A620DB">
            <w:rPr>
              <w:sz w:val="16"/>
              <w:szCs w:val="16"/>
            </w:rPr>
            <w:t>Dieses</w:t>
          </w:r>
          <w:proofErr w:type="spellEnd"/>
          <w:r w:rsidRPr="00A620DB">
            <w:rPr>
              <w:sz w:val="16"/>
              <w:szCs w:val="16"/>
            </w:rPr>
            <w:t xml:space="preserve"> Projekt </w:t>
          </w:r>
          <w:proofErr w:type="spellStart"/>
          <w:r w:rsidRPr="00A620DB">
            <w:rPr>
              <w:sz w:val="16"/>
              <w:szCs w:val="16"/>
            </w:rPr>
            <w:t>wurde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mit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Unterstützung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Europäischen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Kommission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finanziert</w:t>
          </w:r>
          <w:proofErr w:type="spellEnd"/>
          <w:r w:rsidRPr="00A620DB">
            <w:rPr>
              <w:sz w:val="16"/>
              <w:szCs w:val="16"/>
            </w:rPr>
            <w:t xml:space="preserve">. Die </w:t>
          </w:r>
          <w:proofErr w:type="spellStart"/>
          <w:r w:rsidRPr="00A620DB">
            <w:rPr>
              <w:sz w:val="16"/>
              <w:szCs w:val="16"/>
            </w:rPr>
            <w:t>Verantwortung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für</w:t>
          </w:r>
          <w:proofErr w:type="spellEnd"/>
          <w:r w:rsidRPr="00A620DB">
            <w:rPr>
              <w:sz w:val="16"/>
              <w:szCs w:val="16"/>
            </w:rPr>
            <w:t xml:space="preserve"> den </w:t>
          </w:r>
          <w:proofErr w:type="spellStart"/>
          <w:r w:rsidRPr="00A620DB">
            <w:rPr>
              <w:sz w:val="16"/>
              <w:szCs w:val="16"/>
            </w:rPr>
            <w:t>Inhalt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dieser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Veröffentlichung</w:t>
          </w:r>
          <w:proofErr w:type="spellEnd"/>
          <w:r w:rsidRPr="00A620DB">
            <w:rPr>
              <w:sz w:val="16"/>
              <w:szCs w:val="16"/>
            </w:rPr>
            <w:t xml:space="preserve"> (</w:t>
          </w:r>
          <w:proofErr w:type="spellStart"/>
          <w:r w:rsidRPr="00A620DB">
            <w:rPr>
              <w:sz w:val="16"/>
              <w:szCs w:val="16"/>
            </w:rPr>
            <w:t>Mitteilung</w:t>
          </w:r>
          <w:proofErr w:type="spellEnd"/>
          <w:r w:rsidRPr="00A620DB">
            <w:rPr>
              <w:sz w:val="16"/>
              <w:szCs w:val="16"/>
            </w:rPr>
            <w:t xml:space="preserve">) </w:t>
          </w:r>
          <w:proofErr w:type="spellStart"/>
          <w:r w:rsidRPr="00A620DB">
            <w:rPr>
              <w:sz w:val="16"/>
              <w:szCs w:val="16"/>
            </w:rPr>
            <w:t>trägt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allein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Verfasser</w:t>
          </w:r>
          <w:proofErr w:type="spellEnd"/>
          <w:r w:rsidRPr="00A620DB">
            <w:rPr>
              <w:sz w:val="16"/>
              <w:szCs w:val="16"/>
            </w:rPr>
            <w:t xml:space="preserve">; </w:t>
          </w:r>
          <w:proofErr w:type="spellStart"/>
          <w:r w:rsidRPr="00A620DB">
            <w:rPr>
              <w:sz w:val="16"/>
              <w:szCs w:val="16"/>
            </w:rPr>
            <w:t>die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Kommission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haftet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nicht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für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die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weitere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Verwendung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darin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enthaltenen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Angaben</w:t>
          </w:r>
          <w:proofErr w:type="spellEnd"/>
          <w:r w:rsidRPr="00A620DB">
            <w:rPr>
              <w:sz w:val="16"/>
              <w:szCs w:val="16"/>
            </w:rPr>
            <w:t>.</w:t>
          </w:r>
        </w:p>
      </w:tc>
    </w:tr>
    <w:tr w:rsidR="00BF5E09" w14:paraId="6A56448E" w14:textId="77777777" w:rsidTr="00CA51B5">
      <w:tc>
        <w:tcPr>
          <w:tcW w:w="8472" w:type="dxa"/>
          <w:gridSpan w:val="2"/>
        </w:tcPr>
        <w:p w14:paraId="04DC74B1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187562A6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0A90FC04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F68AF" w14:textId="77777777" w:rsidR="00A92CB7" w:rsidRDefault="00A92CB7" w:rsidP="00861A1A">
      <w:r>
        <w:separator/>
      </w:r>
    </w:p>
  </w:footnote>
  <w:footnote w:type="continuationSeparator" w:id="0">
    <w:p w14:paraId="5D7F9E48" w14:textId="77777777" w:rsidR="00A92CB7" w:rsidRDefault="00A92CB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8755B" w14:textId="6AF1E0BA"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 wp14:anchorId="591AE727" wp14:editId="7822AAB7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7560F7">
      <w:rPr>
        <w:rFonts w:ascii="Calibri" w:hAnsi="Calibri"/>
        <w:b/>
        <w:bCs/>
        <w:smallCaps/>
        <w:noProof/>
        <w:lang w:val="de-DE"/>
      </w:rPr>
      <w:t>ARBEITSBLATT</w:t>
    </w:r>
  </w:p>
  <w:p w14:paraId="3C4ADF54" w14:textId="61475533" w:rsidR="00C148FD" w:rsidRPr="00C148FD" w:rsidRDefault="00EA38E9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EA38E9">
      <w:rPr>
        <w:rFonts w:ascii="Calibri" w:hAnsi="Calibri"/>
        <w:smallCaps/>
        <w:noProof/>
        <w:sz w:val="20"/>
        <w:szCs w:val="20"/>
        <w:lang w:val="en-US"/>
      </w:rPr>
      <w:t>BENUTZERIDENTIFIKATION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A409BB4"/>
    <w:lvl w:ilvl="0" w:tplc="E91EC4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  <w:num w:numId="30">
    <w:abstractNumId w:val="5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D8"/>
    <w:rsid w:val="0000673F"/>
    <w:rsid w:val="00016AD8"/>
    <w:rsid w:val="00017595"/>
    <w:rsid w:val="00021197"/>
    <w:rsid w:val="000234E0"/>
    <w:rsid w:val="00030EDA"/>
    <w:rsid w:val="00045BEB"/>
    <w:rsid w:val="00073ADF"/>
    <w:rsid w:val="0007473C"/>
    <w:rsid w:val="000750C9"/>
    <w:rsid w:val="00081373"/>
    <w:rsid w:val="00087EAC"/>
    <w:rsid w:val="00094A16"/>
    <w:rsid w:val="000A233F"/>
    <w:rsid w:val="000A55B3"/>
    <w:rsid w:val="000C6B3A"/>
    <w:rsid w:val="0011203C"/>
    <w:rsid w:val="001301D8"/>
    <w:rsid w:val="00131EF8"/>
    <w:rsid w:val="0013693D"/>
    <w:rsid w:val="00136968"/>
    <w:rsid w:val="0014373A"/>
    <w:rsid w:val="00151ED1"/>
    <w:rsid w:val="00154968"/>
    <w:rsid w:val="00160E07"/>
    <w:rsid w:val="00163161"/>
    <w:rsid w:val="00164458"/>
    <w:rsid w:val="00165F85"/>
    <w:rsid w:val="00170E72"/>
    <w:rsid w:val="0017377E"/>
    <w:rsid w:val="00175715"/>
    <w:rsid w:val="001840EA"/>
    <w:rsid w:val="00185BED"/>
    <w:rsid w:val="001922A0"/>
    <w:rsid w:val="00195A08"/>
    <w:rsid w:val="001B057D"/>
    <w:rsid w:val="001D00A1"/>
    <w:rsid w:val="001E0F8B"/>
    <w:rsid w:val="001E514B"/>
    <w:rsid w:val="001F6290"/>
    <w:rsid w:val="0020224F"/>
    <w:rsid w:val="00213F2C"/>
    <w:rsid w:val="00223478"/>
    <w:rsid w:val="00225015"/>
    <w:rsid w:val="0026055F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1F57"/>
    <w:rsid w:val="002E301D"/>
    <w:rsid w:val="0030078C"/>
    <w:rsid w:val="00304ADA"/>
    <w:rsid w:val="00306B9F"/>
    <w:rsid w:val="00307892"/>
    <w:rsid w:val="00315203"/>
    <w:rsid w:val="00336F49"/>
    <w:rsid w:val="00337851"/>
    <w:rsid w:val="00347E4D"/>
    <w:rsid w:val="00351AF3"/>
    <w:rsid w:val="0039238A"/>
    <w:rsid w:val="003944C2"/>
    <w:rsid w:val="003B1326"/>
    <w:rsid w:val="003C13BC"/>
    <w:rsid w:val="003C5B45"/>
    <w:rsid w:val="003C7023"/>
    <w:rsid w:val="003D41BB"/>
    <w:rsid w:val="003E01BE"/>
    <w:rsid w:val="003E2732"/>
    <w:rsid w:val="003F03EB"/>
    <w:rsid w:val="003F6027"/>
    <w:rsid w:val="003F623C"/>
    <w:rsid w:val="003F7F87"/>
    <w:rsid w:val="00402B09"/>
    <w:rsid w:val="00414384"/>
    <w:rsid w:val="00417ED2"/>
    <w:rsid w:val="00435C7F"/>
    <w:rsid w:val="0046567F"/>
    <w:rsid w:val="00472203"/>
    <w:rsid w:val="00475954"/>
    <w:rsid w:val="00492966"/>
    <w:rsid w:val="004955A7"/>
    <w:rsid w:val="004A01E5"/>
    <w:rsid w:val="004A1EC0"/>
    <w:rsid w:val="004A7B44"/>
    <w:rsid w:val="004B6F8D"/>
    <w:rsid w:val="004C0E36"/>
    <w:rsid w:val="004D5C21"/>
    <w:rsid w:val="004E016E"/>
    <w:rsid w:val="004E5E95"/>
    <w:rsid w:val="004E70EA"/>
    <w:rsid w:val="004F5AFF"/>
    <w:rsid w:val="00507561"/>
    <w:rsid w:val="005132B0"/>
    <w:rsid w:val="005154BC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A54E7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938B6"/>
    <w:rsid w:val="006A24C7"/>
    <w:rsid w:val="006B5D59"/>
    <w:rsid w:val="006D39B2"/>
    <w:rsid w:val="006D3F30"/>
    <w:rsid w:val="006D50FA"/>
    <w:rsid w:val="006E6D59"/>
    <w:rsid w:val="006F0D5B"/>
    <w:rsid w:val="006F29BC"/>
    <w:rsid w:val="006F787A"/>
    <w:rsid w:val="00710301"/>
    <w:rsid w:val="00734028"/>
    <w:rsid w:val="0073574D"/>
    <w:rsid w:val="007460F9"/>
    <w:rsid w:val="00753333"/>
    <w:rsid w:val="007560F7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13A2"/>
    <w:rsid w:val="00825830"/>
    <w:rsid w:val="00826CB2"/>
    <w:rsid w:val="00830375"/>
    <w:rsid w:val="00831014"/>
    <w:rsid w:val="00832323"/>
    <w:rsid w:val="00861A1A"/>
    <w:rsid w:val="00861EAE"/>
    <w:rsid w:val="00864D93"/>
    <w:rsid w:val="00875F1F"/>
    <w:rsid w:val="00882BE0"/>
    <w:rsid w:val="008836CE"/>
    <w:rsid w:val="00891FF5"/>
    <w:rsid w:val="00893E89"/>
    <w:rsid w:val="008A0046"/>
    <w:rsid w:val="008A3619"/>
    <w:rsid w:val="008A58D1"/>
    <w:rsid w:val="008B05F5"/>
    <w:rsid w:val="008B6CCD"/>
    <w:rsid w:val="008C64E0"/>
    <w:rsid w:val="008D38F1"/>
    <w:rsid w:val="008D6149"/>
    <w:rsid w:val="008D696F"/>
    <w:rsid w:val="008F1B37"/>
    <w:rsid w:val="008F5585"/>
    <w:rsid w:val="00905FFC"/>
    <w:rsid w:val="00912A69"/>
    <w:rsid w:val="00914456"/>
    <w:rsid w:val="009151B7"/>
    <w:rsid w:val="00916DC9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0190"/>
    <w:rsid w:val="00A8234A"/>
    <w:rsid w:val="00A9079E"/>
    <w:rsid w:val="00A92CB7"/>
    <w:rsid w:val="00A976EE"/>
    <w:rsid w:val="00A97C95"/>
    <w:rsid w:val="00AA0506"/>
    <w:rsid w:val="00AA5B23"/>
    <w:rsid w:val="00AB5E97"/>
    <w:rsid w:val="00AC3DE8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56EA0"/>
    <w:rsid w:val="00B60F10"/>
    <w:rsid w:val="00B707D0"/>
    <w:rsid w:val="00B741DB"/>
    <w:rsid w:val="00B75FF7"/>
    <w:rsid w:val="00B816F4"/>
    <w:rsid w:val="00B822EA"/>
    <w:rsid w:val="00B84417"/>
    <w:rsid w:val="00B94FBB"/>
    <w:rsid w:val="00BA3595"/>
    <w:rsid w:val="00BB3CAA"/>
    <w:rsid w:val="00BB48C7"/>
    <w:rsid w:val="00BC0AF9"/>
    <w:rsid w:val="00BC1F6B"/>
    <w:rsid w:val="00BC732E"/>
    <w:rsid w:val="00BD3D30"/>
    <w:rsid w:val="00BD7612"/>
    <w:rsid w:val="00BE559B"/>
    <w:rsid w:val="00BE6648"/>
    <w:rsid w:val="00BF5E09"/>
    <w:rsid w:val="00BF6970"/>
    <w:rsid w:val="00C148FD"/>
    <w:rsid w:val="00C2393A"/>
    <w:rsid w:val="00C444FD"/>
    <w:rsid w:val="00C45D0F"/>
    <w:rsid w:val="00C5580D"/>
    <w:rsid w:val="00C57915"/>
    <w:rsid w:val="00C7264E"/>
    <w:rsid w:val="00C767C9"/>
    <w:rsid w:val="00C86C43"/>
    <w:rsid w:val="00C878F0"/>
    <w:rsid w:val="00C933EB"/>
    <w:rsid w:val="00C97B84"/>
    <w:rsid w:val="00CA51B5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490F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8E9"/>
    <w:rsid w:val="00EB6B74"/>
    <w:rsid w:val="00EB6E4B"/>
    <w:rsid w:val="00EC77B0"/>
    <w:rsid w:val="00ED2956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748A6"/>
    <w:rsid w:val="00F82B66"/>
    <w:rsid w:val="00F82C59"/>
    <w:rsid w:val="00F871C6"/>
    <w:rsid w:val="00F8749B"/>
    <w:rsid w:val="00FA74D9"/>
    <w:rsid w:val="00FB081E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64A607"/>
  <w15:docId w15:val="{27703DD9-2CD7-41F5-A70A-7BDF14695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336F49"/>
    <w:pPr>
      <w:numPr>
        <w:numId w:val="2"/>
      </w:numPr>
      <w:tabs>
        <w:tab w:val="left" w:pos="426"/>
      </w:tabs>
      <w:ind w:left="322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2</TotalTime>
  <Pages>3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6</cp:revision>
  <cp:lastPrinted>2013-05-24T15:00:00Z</cp:lastPrinted>
  <dcterms:created xsi:type="dcterms:W3CDTF">2017-04-11T15:49:00Z</dcterms:created>
  <dcterms:modified xsi:type="dcterms:W3CDTF">2017-08-04T14:31:00Z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