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49C87" w14:textId="655777F1" w:rsidR="00142570" w:rsidRPr="00AB3841" w:rsidRDefault="00AB3841" w:rsidP="00142570">
      <w:pPr>
        <w:pStyle w:val="eTask"/>
        <w:rPr>
          <w:lang w:val="de-AT"/>
        </w:rPr>
      </w:pPr>
      <w:r w:rsidRPr="00AB3841">
        <w:rPr>
          <w:lang w:val="de-AT"/>
        </w:rPr>
        <w:t xml:space="preserve">Weisen Sie die richtige Definition zu und </w:t>
      </w:r>
      <w:r w:rsidR="00D01D77">
        <w:rPr>
          <w:lang w:val="de-AT"/>
        </w:rPr>
        <w:t>notieren Sie den</w:t>
      </w:r>
      <w:r w:rsidRPr="00AB3841">
        <w:rPr>
          <w:lang w:val="de-AT"/>
        </w:rPr>
        <w:t xml:space="preserve"> Intelligenzgrad </w:t>
      </w:r>
      <w:r w:rsidR="00D01D77">
        <w:rPr>
          <w:lang w:val="de-AT"/>
        </w:rPr>
        <w:t>der</w:t>
      </w:r>
      <w:r w:rsidR="00D01D77" w:rsidRPr="00AB3841">
        <w:rPr>
          <w:lang w:val="de-AT"/>
        </w:rPr>
        <w:t xml:space="preserve"> </w:t>
      </w:r>
      <w:r w:rsidRPr="00AB3841">
        <w:rPr>
          <w:lang w:val="de-AT"/>
        </w:rPr>
        <w:t>automatisierten Häuser.</w:t>
      </w:r>
    </w:p>
    <w:p w14:paraId="49E5B365" w14:textId="77777777" w:rsidR="00142570" w:rsidRPr="00AB3841" w:rsidRDefault="00142570" w:rsidP="00C85CAC">
      <w:pPr>
        <w:rPr>
          <w:lang w:val="de-AT"/>
        </w:rPr>
      </w:pPr>
    </w:p>
    <w:tbl>
      <w:tblPr>
        <w:tblStyle w:val="Mkatabulky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08"/>
        <w:gridCol w:w="1389"/>
        <w:gridCol w:w="1275"/>
      </w:tblGrid>
      <w:tr w:rsidR="00142570" w:rsidRPr="00AB3841" w14:paraId="79AA46C9" w14:textId="77777777" w:rsidTr="00C85CAC">
        <w:tc>
          <w:tcPr>
            <w:tcW w:w="6408" w:type="dxa"/>
            <w:vAlign w:val="center"/>
          </w:tcPr>
          <w:p w14:paraId="0C20070E" w14:textId="77777777" w:rsidR="00142570" w:rsidRPr="00AB3841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de-AT"/>
              </w:rPr>
            </w:pPr>
            <w:r w:rsidRPr="00AB3841">
              <w:rPr>
                <w:lang w:val="de-AT"/>
              </w:rPr>
              <w:t>Name</w:t>
            </w:r>
          </w:p>
        </w:tc>
        <w:tc>
          <w:tcPr>
            <w:tcW w:w="1389" w:type="dxa"/>
          </w:tcPr>
          <w:p w14:paraId="43BB6400" w14:textId="77777777" w:rsidR="00142570" w:rsidRPr="00AB3841" w:rsidRDefault="00AB3841" w:rsidP="00C85CA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de-AT"/>
              </w:rPr>
            </w:pPr>
            <w:r w:rsidRPr="00AB3841">
              <w:rPr>
                <w:lang w:val="de-AT"/>
              </w:rPr>
              <w:t>Intelligenzgrad</w:t>
            </w:r>
          </w:p>
        </w:tc>
        <w:tc>
          <w:tcPr>
            <w:tcW w:w="1275" w:type="dxa"/>
            <w:vAlign w:val="center"/>
          </w:tcPr>
          <w:p w14:paraId="06F82B85" w14:textId="77777777" w:rsidR="00142570" w:rsidRPr="00AB3841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de-AT"/>
              </w:rPr>
            </w:pPr>
            <w:r w:rsidRPr="00AB3841">
              <w:rPr>
                <w:lang w:val="de-AT"/>
              </w:rPr>
              <w:t>Definition</w:t>
            </w:r>
          </w:p>
        </w:tc>
      </w:tr>
      <w:tr w:rsidR="006B4752" w:rsidRPr="00AB3841" w14:paraId="6A1502BA" w14:textId="77777777" w:rsidTr="006B4752">
        <w:tc>
          <w:tcPr>
            <w:tcW w:w="6408" w:type="dxa"/>
          </w:tcPr>
          <w:p w14:paraId="146A7313" w14:textId="77777777" w:rsidR="006B4752" w:rsidRPr="00AB3841" w:rsidRDefault="00AB3841" w:rsidP="006B4752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de-AT"/>
              </w:rPr>
            </w:pPr>
            <w:r w:rsidRPr="00AB3841">
              <w:rPr>
                <w:lang w:val="de-AT"/>
              </w:rPr>
              <w:t>Verbundenes Haus</w:t>
            </w:r>
          </w:p>
        </w:tc>
        <w:tc>
          <w:tcPr>
            <w:tcW w:w="1389" w:type="dxa"/>
            <w:vAlign w:val="center"/>
          </w:tcPr>
          <w:p w14:paraId="52CD62AA" w14:textId="77777777" w:rsidR="006B4752" w:rsidRPr="00AB3841" w:rsidRDefault="006B4752" w:rsidP="006B4752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de-AT"/>
              </w:rPr>
            </w:pPr>
            <w:r w:rsidRPr="00AB3841">
              <w:rPr>
                <w:color w:val="FF0000"/>
                <w:lang w:val="de-AT"/>
              </w:rPr>
              <w:t>3</w:t>
            </w:r>
          </w:p>
        </w:tc>
        <w:tc>
          <w:tcPr>
            <w:tcW w:w="1275" w:type="dxa"/>
            <w:vAlign w:val="center"/>
          </w:tcPr>
          <w:p w14:paraId="2C4EE787" w14:textId="77777777" w:rsidR="006B4752" w:rsidRPr="00AB3841" w:rsidRDefault="006B4752" w:rsidP="006B4752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de-AT"/>
              </w:rPr>
            </w:pPr>
            <w:r w:rsidRPr="00AB3841">
              <w:rPr>
                <w:color w:val="FF0000"/>
                <w:lang w:val="de-AT"/>
              </w:rPr>
              <w:t>E</w:t>
            </w:r>
          </w:p>
        </w:tc>
      </w:tr>
      <w:tr w:rsidR="006B4752" w:rsidRPr="00AB3841" w14:paraId="478D1C3A" w14:textId="77777777" w:rsidTr="006B4752">
        <w:tc>
          <w:tcPr>
            <w:tcW w:w="6408" w:type="dxa"/>
          </w:tcPr>
          <w:p w14:paraId="43168DDC" w14:textId="77777777" w:rsidR="006B4752" w:rsidRPr="00AB3841" w:rsidRDefault="00AB3841" w:rsidP="006B4752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de-AT"/>
              </w:rPr>
            </w:pPr>
            <w:r>
              <w:rPr>
                <w:lang w:val="de-AT"/>
              </w:rPr>
              <w:t>Haus m</w:t>
            </w:r>
            <w:r w:rsidRPr="00AB3841">
              <w:rPr>
                <w:lang w:val="de-AT"/>
              </w:rPr>
              <w:t>it intelligenten Geräten und Systemen</w:t>
            </w:r>
          </w:p>
        </w:tc>
        <w:tc>
          <w:tcPr>
            <w:tcW w:w="1389" w:type="dxa"/>
            <w:vAlign w:val="center"/>
          </w:tcPr>
          <w:p w14:paraId="534D072A" w14:textId="77777777" w:rsidR="006B4752" w:rsidRPr="00AB3841" w:rsidRDefault="006B4752" w:rsidP="006B4752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de-AT"/>
              </w:rPr>
            </w:pPr>
            <w:r w:rsidRPr="00AB3841">
              <w:rPr>
                <w:color w:val="FF0000"/>
                <w:lang w:val="de-AT"/>
              </w:rPr>
              <w:t>2</w:t>
            </w:r>
          </w:p>
        </w:tc>
        <w:tc>
          <w:tcPr>
            <w:tcW w:w="1275" w:type="dxa"/>
            <w:vAlign w:val="center"/>
          </w:tcPr>
          <w:p w14:paraId="4D18B2B8" w14:textId="77777777" w:rsidR="006B4752" w:rsidRPr="00AB3841" w:rsidRDefault="006B4752" w:rsidP="006B4752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de-AT"/>
              </w:rPr>
            </w:pPr>
            <w:r w:rsidRPr="00AB3841">
              <w:rPr>
                <w:color w:val="FF0000"/>
                <w:lang w:val="de-AT"/>
              </w:rPr>
              <w:t>D</w:t>
            </w:r>
          </w:p>
        </w:tc>
      </w:tr>
      <w:tr w:rsidR="006B4752" w:rsidRPr="00AB3841" w14:paraId="4E827DE0" w14:textId="77777777" w:rsidTr="006B4752">
        <w:tc>
          <w:tcPr>
            <w:tcW w:w="6408" w:type="dxa"/>
          </w:tcPr>
          <w:p w14:paraId="0B80BFAE" w14:textId="77777777" w:rsidR="006B4752" w:rsidRPr="00AB3841" w:rsidRDefault="00AB3841" w:rsidP="00AB3841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de-AT"/>
              </w:rPr>
            </w:pPr>
            <w:r w:rsidRPr="00AB3841">
              <w:rPr>
                <w:lang w:val="de-AT"/>
              </w:rPr>
              <w:t>Selbstlernende</w:t>
            </w:r>
            <w:r w:rsidR="00CB07FD">
              <w:rPr>
                <w:lang w:val="de-AT"/>
              </w:rPr>
              <w:t>s</w:t>
            </w:r>
            <w:r w:rsidRPr="00AB3841">
              <w:rPr>
                <w:lang w:val="de-AT"/>
              </w:rPr>
              <w:t xml:space="preserve"> </w:t>
            </w:r>
            <w:r>
              <w:rPr>
                <w:lang w:val="de-AT"/>
              </w:rPr>
              <w:t>Haus</w:t>
            </w:r>
          </w:p>
        </w:tc>
        <w:tc>
          <w:tcPr>
            <w:tcW w:w="1389" w:type="dxa"/>
            <w:vAlign w:val="center"/>
          </w:tcPr>
          <w:p w14:paraId="65462B2F" w14:textId="77777777" w:rsidR="006B4752" w:rsidRPr="00AB3841" w:rsidRDefault="006B4752" w:rsidP="006B4752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de-AT"/>
              </w:rPr>
            </w:pPr>
            <w:r w:rsidRPr="00AB3841">
              <w:rPr>
                <w:color w:val="FF0000"/>
                <w:lang w:val="de-AT"/>
              </w:rPr>
              <w:t>4</w:t>
            </w:r>
          </w:p>
        </w:tc>
        <w:tc>
          <w:tcPr>
            <w:tcW w:w="1275" w:type="dxa"/>
            <w:vAlign w:val="center"/>
          </w:tcPr>
          <w:p w14:paraId="4FF39406" w14:textId="77777777" w:rsidR="006B4752" w:rsidRPr="00AB3841" w:rsidRDefault="006B4752" w:rsidP="006B4752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de-AT"/>
              </w:rPr>
            </w:pPr>
            <w:r w:rsidRPr="00AB3841">
              <w:rPr>
                <w:color w:val="FF0000"/>
                <w:lang w:val="de-AT"/>
              </w:rPr>
              <w:t>C</w:t>
            </w:r>
          </w:p>
        </w:tc>
      </w:tr>
      <w:tr w:rsidR="006B4752" w:rsidRPr="00AB3841" w14:paraId="179DFD65" w14:textId="77777777" w:rsidTr="006B4752">
        <w:tc>
          <w:tcPr>
            <w:tcW w:w="6408" w:type="dxa"/>
          </w:tcPr>
          <w:p w14:paraId="7F23D017" w14:textId="77777777" w:rsidR="006B4752" w:rsidRPr="00AB3841" w:rsidRDefault="00CB07FD" w:rsidP="006B4752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de-AT"/>
              </w:rPr>
            </w:pPr>
            <w:r>
              <w:rPr>
                <w:lang w:val="de-AT"/>
              </w:rPr>
              <w:t>Haus m</w:t>
            </w:r>
            <w:r w:rsidRPr="00CB07FD">
              <w:rPr>
                <w:lang w:val="de-AT"/>
              </w:rPr>
              <w:t>it intelligenten Kommunikationsgeräten und -systemen</w:t>
            </w:r>
          </w:p>
        </w:tc>
        <w:tc>
          <w:tcPr>
            <w:tcW w:w="1389" w:type="dxa"/>
            <w:vAlign w:val="center"/>
          </w:tcPr>
          <w:p w14:paraId="1BF2FAC5" w14:textId="77777777" w:rsidR="006B4752" w:rsidRPr="00AB3841" w:rsidRDefault="006B4752" w:rsidP="006B4752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de-AT"/>
              </w:rPr>
            </w:pPr>
            <w:r w:rsidRPr="00AB3841">
              <w:rPr>
                <w:color w:val="FF0000"/>
                <w:lang w:val="de-AT"/>
              </w:rPr>
              <w:t>1</w:t>
            </w:r>
          </w:p>
        </w:tc>
        <w:tc>
          <w:tcPr>
            <w:tcW w:w="1275" w:type="dxa"/>
            <w:vAlign w:val="center"/>
          </w:tcPr>
          <w:p w14:paraId="538B0725" w14:textId="77777777" w:rsidR="006B4752" w:rsidRPr="00AB3841" w:rsidRDefault="006B4752" w:rsidP="006B4752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de-AT"/>
              </w:rPr>
            </w:pPr>
            <w:r w:rsidRPr="00AB3841">
              <w:rPr>
                <w:color w:val="FF0000"/>
                <w:lang w:val="de-AT"/>
              </w:rPr>
              <w:t>A</w:t>
            </w:r>
          </w:p>
        </w:tc>
      </w:tr>
      <w:tr w:rsidR="006B4752" w:rsidRPr="00AB3841" w14:paraId="68E5AB0D" w14:textId="77777777" w:rsidTr="006B4752">
        <w:tc>
          <w:tcPr>
            <w:tcW w:w="6408" w:type="dxa"/>
          </w:tcPr>
          <w:p w14:paraId="230ED533" w14:textId="77777777" w:rsidR="006B4752" w:rsidRPr="00AB3841" w:rsidRDefault="00CB07FD" w:rsidP="006B4752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de-AT"/>
              </w:rPr>
            </w:pPr>
            <w:r w:rsidRPr="00CB07FD">
              <w:rPr>
                <w:lang w:val="de-AT"/>
              </w:rPr>
              <w:t>Aufmerks</w:t>
            </w:r>
            <w:r w:rsidR="00280260">
              <w:rPr>
                <w:lang w:val="de-AT"/>
              </w:rPr>
              <w:t>ames H</w:t>
            </w:r>
            <w:r w:rsidRPr="00CB07FD">
              <w:rPr>
                <w:lang w:val="de-AT"/>
              </w:rPr>
              <w:t>aus</w:t>
            </w:r>
          </w:p>
        </w:tc>
        <w:tc>
          <w:tcPr>
            <w:tcW w:w="1389" w:type="dxa"/>
            <w:vAlign w:val="center"/>
          </w:tcPr>
          <w:p w14:paraId="0B15C046" w14:textId="77777777" w:rsidR="006B4752" w:rsidRPr="00AB3841" w:rsidRDefault="006B4752" w:rsidP="006B4752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de-AT"/>
              </w:rPr>
            </w:pPr>
            <w:r w:rsidRPr="00AB3841">
              <w:rPr>
                <w:color w:val="FF0000"/>
                <w:lang w:val="de-AT"/>
              </w:rPr>
              <w:t>5</w:t>
            </w:r>
          </w:p>
        </w:tc>
        <w:tc>
          <w:tcPr>
            <w:tcW w:w="1275" w:type="dxa"/>
            <w:vAlign w:val="center"/>
          </w:tcPr>
          <w:p w14:paraId="5C7E007D" w14:textId="77777777" w:rsidR="006B4752" w:rsidRPr="00AB3841" w:rsidRDefault="006B4752" w:rsidP="006B4752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de-AT"/>
              </w:rPr>
            </w:pPr>
            <w:r w:rsidRPr="00AB3841">
              <w:rPr>
                <w:color w:val="FF0000"/>
                <w:lang w:val="de-AT"/>
              </w:rPr>
              <w:t>B</w:t>
            </w:r>
          </w:p>
        </w:tc>
      </w:tr>
    </w:tbl>
    <w:p w14:paraId="4DE0044A" w14:textId="77777777" w:rsidR="00142570" w:rsidRPr="00AB3841" w:rsidRDefault="00142570" w:rsidP="00C85CAC">
      <w:pPr>
        <w:rPr>
          <w:lang w:val="de-AT"/>
        </w:rPr>
      </w:pPr>
    </w:p>
    <w:p w14:paraId="26115A4F" w14:textId="1E6A7699" w:rsidR="00142570" w:rsidRPr="00AB3841" w:rsidRDefault="00142570" w:rsidP="00C85CAC">
      <w:pPr>
        <w:spacing w:before="120"/>
        <w:ind w:left="425" w:hanging="425"/>
        <w:rPr>
          <w:lang w:val="de-AT"/>
        </w:rPr>
      </w:pPr>
      <w:r w:rsidRPr="00AB3841">
        <w:rPr>
          <w:b/>
          <w:lang w:val="de-AT"/>
        </w:rPr>
        <w:t>A</w:t>
      </w:r>
      <w:r w:rsidRPr="00AB3841">
        <w:rPr>
          <w:lang w:val="de-AT"/>
        </w:rPr>
        <w:t xml:space="preserve"> </w:t>
      </w:r>
      <w:r w:rsidR="00C85CAC" w:rsidRPr="00AB3841">
        <w:rPr>
          <w:lang w:val="de-AT"/>
        </w:rPr>
        <w:t>–</w:t>
      </w:r>
      <w:r w:rsidR="00280260" w:rsidRPr="00280260">
        <w:rPr>
          <w:lang w:val="de-AT"/>
        </w:rPr>
        <w:t>Das Haus verfügt über separate funktionale intelligente Geräte und Systeme, die unabhängig voneinander arbeiten</w:t>
      </w:r>
      <w:r w:rsidR="00D01D77">
        <w:rPr>
          <w:lang w:val="de-AT"/>
        </w:rPr>
        <w:t>.</w:t>
      </w:r>
    </w:p>
    <w:p w14:paraId="02C250DC" w14:textId="67A13250" w:rsidR="00142570" w:rsidRPr="00AB3841" w:rsidRDefault="00142570" w:rsidP="00C85CAC">
      <w:pPr>
        <w:spacing w:before="120"/>
        <w:ind w:left="425" w:hanging="425"/>
        <w:rPr>
          <w:lang w:val="de-AT"/>
        </w:rPr>
      </w:pPr>
      <w:r w:rsidRPr="00AB3841">
        <w:rPr>
          <w:b/>
          <w:lang w:val="de-AT"/>
        </w:rPr>
        <w:t>B</w:t>
      </w:r>
      <w:r w:rsidRPr="00AB3841">
        <w:rPr>
          <w:lang w:val="de-AT"/>
        </w:rPr>
        <w:t xml:space="preserve"> </w:t>
      </w:r>
      <w:r w:rsidR="00C85CAC" w:rsidRPr="00AB3841">
        <w:rPr>
          <w:lang w:val="de-AT"/>
        </w:rPr>
        <w:t>–</w:t>
      </w:r>
      <w:r w:rsidR="00F84ADF">
        <w:rPr>
          <w:lang w:val="de-AT"/>
        </w:rPr>
        <w:t xml:space="preserve"> </w:t>
      </w:r>
      <w:r w:rsidR="00280260" w:rsidRPr="00280260">
        <w:rPr>
          <w:lang w:val="de-AT"/>
        </w:rPr>
        <w:t>Aktivität und unmittelbare Lage von Personen und Gegenständen im Haus werden kontinuierlich ausgewertet</w:t>
      </w:r>
      <w:r w:rsidR="00D01D77">
        <w:rPr>
          <w:lang w:val="de-AT"/>
        </w:rPr>
        <w:t xml:space="preserve">. Die </w:t>
      </w:r>
      <w:r w:rsidR="00280260" w:rsidRPr="00280260">
        <w:rPr>
          <w:lang w:val="de-AT"/>
        </w:rPr>
        <w:t xml:space="preserve">Technik wird </w:t>
      </w:r>
      <w:r w:rsidR="00F84ADF">
        <w:rPr>
          <w:lang w:val="de-AT"/>
        </w:rPr>
        <w:t xml:space="preserve">anhand von aktuellen Daten </w:t>
      </w:r>
      <w:r w:rsidR="00280260" w:rsidRPr="00280260">
        <w:rPr>
          <w:lang w:val="de-AT"/>
        </w:rPr>
        <w:t>automatisch gesteuert</w:t>
      </w:r>
      <w:r w:rsidR="00F84ADF">
        <w:rPr>
          <w:lang w:val="de-AT"/>
        </w:rPr>
        <w:t>.</w:t>
      </w:r>
      <w:r w:rsidR="00313602">
        <w:rPr>
          <w:lang w:val="de-AT"/>
        </w:rPr>
        <w:t xml:space="preserve"> </w:t>
      </w:r>
    </w:p>
    <w:p w14:paraId="73A4B853" w14:textId="2E141821" w:rsidR="00142570" w:rsidRPr="00AB3841" w:rsidRDefault="00142570" w:rsidP="00C85CAC">
      <w:pPr>
        <w:spacing w:before="120"/>
        <w:ind w:left="425" w:hanging="425"/>
        <w:rPr>
          <w:lang w:val="de-AT"/>
        </w:rPr>
      </w:pPr>
      <w:r w:rsidRPr="00AB3841">
        <w:rPr>
          <w:b/>
          <w:lang w:val="de-AT" w:eastAsia="sk-SK"/>
        </w:rPr>
        <w:t>C</w:t>
      </w:r>
      <w:r w:rsidRPr="00AB3841">
        <w:rPr>
          <w:lang w:val="de-AT" w:eastAsia="sk-SK"/>
        </w:rPr>
        <w:t xml:space="preserve"> </w:t>
      </w:r>
      <w:r w:rsidR="00C85CAC" w:rsidRPr="00AB3841">
        <w:rPr>
          <w:lang w:val="de-AT"/>
        </w:rPr>
        <w:t>–</w:t>
      </w:r>
      <w:r w:rsidR="00F84ADF">
        <w:rPr>
          <w:lang w:val="de-AT"/>
        </w:rPr>
        <w:t xml:space="preserve"> </w:t>
      </w:r>
      <w:r w:rsidR="000818F9">
        <w:rPr>
          <w:lang w:val="de-AT"/>
        </w:rPr>
        <w:t>Das Haus</w:t>
      </w:r>
      <w:r w:rsidR="000818F9" w:rsidRPr="000818F9">
        <w:rPr>
          <w:lang w:val="de-AT"/>
        </w:rPr>
        <w:t xml:space="preserve"> erfasst </w:t>
      </w:r>
      <w:r w:rsidR="00F84ADF">
        <w:rPr>
          <w:lang w:val="de-AT"/>
        </w:rPr>
        <w:t xml:space="preserve">und analysiert </w:t>
      </w:r>
      <w:r w:rsidR="000818F9" w:rsidRPr="000818F9">
        <w:rPr>
          <w:lang w:val="de-AT"/>
        </w:rPr>
        <w:t>die Aktivitäten im Haus</w:t>
      </w:r>
      <w:r w:rsidR="00D01D77">
        <w:rPr>
          <w:lang w:val="de-AT"/>
        </w:rPr>
        <w:t>. D</w:t>
      </w:r>
      <w:r w:rsidR="000818F9" w:rsidRPr="000818F9">
        <w:rPr>
          <w:lang w:val="de-AT"/>
        </w:rPr>
        <w:t>ie erhaltenen Daten werden für die automatische Steuerung entsprechend den erwarteten Bedürfnissen der Nutzer verwendet</w:t>
      </w:r>
      <w:r w:rsidR="00D01D77">
        <w:rPr>
          <w:lang w:val="de-AT"/>
        </w:rPr>
        <w:t>.</w:t>
      </w:r>
    </w:p>
    <w:p w14:paraId="11402F09" w14:textId="159718B7" w:rsidR="00142570" w:rsidRPr="00AB3841" w:rsidRDefault="00142570" w:rsidP="00C85CAC">
      <w:pPr>
        <w:spacing w:before="120"/>
        <w:ind w:left="425" w:hanging="425"/>
        <w:rPr>
          <w:lang w:val="de-AT"/>
        </w:rPr>
      </w:pPr>
      <w:r w:rsidRPr="00AB3841">
        <w:rPr>
          <w:b/>
          <w:lang w:val="de-AT"/>
        </w:rPr>
        <w:t>D</w:t>
      </w:r>
      <w:r w:rsidRPr="00AB3841">
        <w:rPr>
          <w:lang w:val="de-AT"/>
        </w:rPr>
        <w:t xml:space="preserve"> </w:t>
      </w:r>
      <w:r w:rsidR="00C85CAC" w:rsidRPr="00AB3841">
        <w:rPr>
          <w:lang w:val="de-AT"/>
        </w:rPr>
        <w:t>–</w:t>
      </w:r>
      <w:r w:rsidR="00F84ADF" w:rsidRPr="00F84ADF">
        <w:rPr>
          <w:lang w:val="de-AT"/>
        </w:rPr>
        <w:t xml:space="preserve"> Das</w:t>
      </w:r>
      <w:r w:rsidR="00F84ADF">
        <w:t xml:space="preserve"> </w:t>
      </w:r>
      <w:proofErr w:type="spellStart"/>
      <w:r w:rsidR="00F84ADF">
        <w:t>Haus</w:t>
      </w:r>
      <w:proofErr w:type="spellEnd"/>
      <w:r w:rsidR="00F84ADF">
        <w:t xml:space="preserve"> </w:t>
      </w:r>
      <w:r w:rsidR="00F84ADF" w:rsidRPr="00F84ADF">
        <w:rPr>
          <w:lang w:val="de-AT"/>
        </w:rPr>
        <w:t>umfasst Geräte und Systeme, die den Informationsaustausch zwischen den Geräten sicherstellen</w:t>
      </w:r>
    </w:p>
    <w:p w14:paraId="66591F72" w14:textId="5EE5BA2F" w:rsidR="00142570" w:rsidRPr="00AB3841" w:rsidRDefault="00142570" w:rsidP="00C85CAC">
      <w:pPr>
        <w:spacing w:before="120"/>
        <w:ind w:left="425" w:hanging="425"/>
        <w:rPr>
          <w:lang w:val="de-AT"/>
        </w:rPr>
      </w:pPr>
      <w:r w:rsidRPr="00AB3841">
        <w:rPr>
          <w:b/>
          <w:lang w:val="de-AT"/>
        </w:rPr>
        <w:t>E</w:t>
      </w:r>
      <w:r w:rsidRPr="00AB3841">
        <w:rPr>
          <w:lang w:val="de-AT"/>
        </w:rPr>
        <w:t xml:space="preserve"> </w:t>
      </w:r>
      <w:r w:rsidR="00C85CAC" w:rsidRPr="00AB3841">
        <w:rPr>
          <w:lang w:val="de-AT"/>
        </w:rPr>
        <w:t>–</w:t>
      </w:r>
      <w:r w:rsidR="00F84ADF">
        <w:rPr>
          <w:lang w:val="de-AT"/>
        </w:rPr>
        <w:t xml:space="preserve"> </w:t>
      </w:r>
      <w:r w:rsidR="00F84ADF" w:rsidRPr="00F84ADF">
        <w:rPr>
          <w:lang w:val="de-AT"/>
        </w:rPr>
        <w:t>Das Haus ist über ein internes und externes Kommunikationsnetzwerk verbunden und ermöglicht eine Fernsteuerung des Systems.</w:t>
      </w:r>
    </w:p>
    <w:p w14:paraId="04183494" w14:textId="77777777" w:rsidR="00142570" w:rsidRPr="00AB3841" w:rsidRDefault="00142570" w:rsidP="00142570">
      <w:pPr>
        <w:pStyle w:val="eLineBottom"/>
        <w:rPr>
          <w:lang w:val="de-AT"/>
        </w:rPr>
      </w:pPr>
    </w:p>
    <w:p w14:paraId="2FA5D547" w14:textId="77777777" w:rsidR="00142570" w:rsidRPr="00AB3841" w:rsidRDefault="00142570" w:rsidP="00142570">
      <w:pPr>
        <w:rPr>
          <w:lang w:val="de-AT"/>
        </w:rPr>
      </w:pPr>
    </w:p>
    <w:p w14:paraId="07F3D186" w14:textId="53EE877F" w:rsidR="00142570" w:rsidRPr="00AB3841" w:rsidRDefault="0074217D" w:rsidP="00142570">
      <w:pPr>
        <w:pStyle w:val="eTask"/>
        <w:rPr>
          <w:lang w:val="de-AT"/>
        </w:rPr>
      </w:pPr>
      <w:r w:rsidRPr="0074217D">
        <w:rPr>
          <w:lang w:val="de-AT"/>
        </w:rPr>
        <w:t>Markieren Sie die Komponenten, die Ereignisse im System überwachen</w:t>
      </w:r>
      <w:r w:rsidR="00D01D77">
        <w:rPr>
          <w:lang w:val="de-AT"/>
        </w:rPr>
        <w:t>.</w:t>
      </w:r>
    </w:p>
    <w:p w14:paraId="2FB9B528" w14:textId="115D3758" w:rsidR="00142570" w:rsidRPr="00AB3841" w:rsidRDefault="006B4752" w:rsidP="006C6AE6">
      <w:pPr>
        <w:pStyle w:val="eCheckBoxText"/>
        <w:rPr>
          <w:lang w:val="de-AT"/>
        </w:rPr>
      </w:pPr>
      <w:r w:rsidRPr="00AB3841">
        <w:rPr>
          <w:rStyle w:val="eCheckBoxSquareChar"/>
          <w:b/>
          <w:color w:val="FF0000"/>
          <w:lang w:val="de-AT"/>
        </w:rPr>
        <w:t>x</w:t>
      </w:r>
      <w:r w:rsidR="00142570" w:rsidRPr="00AB3841">
        <w:rPr>
          <w:rStyle w:val="eCheckBoxSquareChar"/>
          <w:lang w:val="de-AT"/>
        </w:rPr>
        <w:t xml:space="preserve"> </w:t>
      </w:r>
      <w:r w:rsidR="0074217D" w:rsidRPr="0074217D">
        <w:rPr>
          <w:b/>
          <w:color w:val="FF0000"/>
          <w:lang w:val="de-AT"/>
        </w:rPr>
        <w:t>Sensoren</w:t>
      </w:r>
    </w:p>
    <w:p w14:paraId="02679135" w14:textId="491B9A3A" w:rsidR="00142570" w:rsidRPr="00AB3841" w:rsidRDefault="00142570" w:rsidP="006C6AE6">
      <w:pPr>
        <w:pStyle w:val="eCheckBoxText"/>
        <w:rPr>
          <w:lang w:val="de-AT"/>
        </w:rPr>
      </w:pPr>
      <w:r w:rsidRPr="00AB3841">
        <w:rPr>
          <w:rStyle w:val="eCheckBoxSquareChar"/>
          <w:lang w:val="de-AT"/>
        </w:rPr>
        <w:t xml:space="preserve">□ </w:t>
      </w:r>
      <w:r w:rsidR="0074217D" w:rsidRPr="0074217D">
        <w:rPr>
          <w:lang w:val="de-AT"/>
        </w:rPr>
        <w:t>Systemkomponenten</w:t>
      </w:r>
    </w:p>
    <w:p w14:paraId="5A3A5147" w14:textId="3BC95A4D" w:rsidR="00142570" w:rsidRPr="00AB3841" w:rsidRDefault="00142570" w:rsidP="00142570">
      <w:pPr>
        <w:pStyle w:val="eLineBottom"/>
        <w:rPr>
          <w:rStyle w:val="eCheckBoxTextChar"/>
          <w:lang w:val="de-AT"/>
        </w:rPr>
      </w:pPr>
      <w:r w:rsidRPr="00AB3841">
        <w:rPr>
          <w:rStyle w:val="eCheckBoxSquareChar"/>
          <w:lang w:val="de-AT"/>
        </w:rPr>
        <w:t xml:space="preserve">□ </w:t>
      </w:r>
      <w:r w:rsidR="0074217D" w:rsidRPr="0074217D">
        <w:rPr>
          <w:rStyle w:val="eCheckBoxTextChar"/>
          <w:lang w:val="de-AT"/>
        </w:rPr>
        <w:t>Systemgerät</w:t>
      </w:r>
      <w:r w:rsidR="0074217D">
        <w:rPr>
          <w:rStyle w:val="eCheckBoxTextChar"/>
          <w:lang w:val="de-AT"/>
        </w:rPr>
        <w:t>e</w:t>
      </w:r>
    </w:p>
    <w:p w14:paraId="0A4D0563" w14:textId="1E7D3391" w:rsidR="00142570" w:rsidRPr="00AB3841" w:rsidRDefault="00142570" w:rsidP="00142570">
      <w:pPr>
        <w:pStyle w:val="eLineBottom"/>
        <w:rPr>
          <w:rStyle w:val="eCheckBoxTextChar"/>
          <w:lang w:val="de-AT"/>
        </w:rPr>
      </w:pPr>
      <w:r w:rsidRPr="00AB3841">
        <w:rPr>
          <w:rStyle w:val="eCheckBoxSquareChar"/>
          <w:lang w:val="de-AT"/>
        </w:rPr>
        <w:t>□</w:t>
      </w:r>
      <w:r w:rsidR="006C6AE6" w:rsidRPr="00AB3841">
        <w:rPr>
          <w:rStyle w:val="eCheckBoxSquareChar"/>
          <w:lang w:val="de-AT"/>
        </w:rPr>
        <w:t xml:space="preserve"> </w:t>
      </w:r>
      <w:r w:rsidR="007D236A">
        <w:rPr>
          <w:rStyle w:val="eCheckBoxTextChar"/>
          <w:lang w:val="de-AT"/>
        </w:rPr>
        <w:t>Aktoren</w:t>
      </w:r>
    </w:p>
    <w:p w14:paraId="47D4635B" w14:textId="77777777" w:rsidR="00142570" w:rsidRPr="00AB3841" w:rsidRDefault="00142570" w:rsidP="00142570">
      <w:pPr>
        <w:pStyle w:val="eLineBottom"/>
        <w:rPr>
          <w:lang w:val="de-AT"/>
        </w:rPr>
      </w:pPr>
    </w:p>
    <w:p w14:paraId="39F48355" w14:textId="77777777" w:rsidR="00142570" w:rsidRPr="00AB3841" w:rsidRDefault="00142570" w:rsidP="00C85CAC">
      <w:pPr>
        <w:rPr>
          <w:lang w:val="de-AT"/>
        </w:rPr>
      </w:pPr>
    </w:p>
    <w:p w14:paraId="0694872B" w14:textId="77777777" w:rsidR="00F0097D" w:rsidRDefault="00F0097D">
      <w:pPr>
        <w:rPr>
          <w:b/>
          <w:lang w:val="de-AT"/>
        </w:rPr>
      </w:pPr>
      <w:r>
        <w:rPr>
          <w:lang w:val="de-AT"/>
        </w:rPr>
        <w:br w:type="page"/>
      </w:r>
    </w:p>
    <w:p w14:paraId="745F3595" w14:textId="2C4FA5B3" w:rsidR="00EF0151" w:rsidRPr="00AB3841" w:rsidRDefault="008534E6" w:rsidP="00EF0151">
      <w:pPr>
        <w:pStyle w:val="eTask"/>
        <w:rPr>
          <w:lang w:val="de-AT"/>
        </w:rPr>
      </w:pPr>
      <w:r w:rsidRPr="008534E6">
        <w:rPr>
          <w:lang w:val="de-AT"/>
        </w:rPr>
        <w:lastRenderedPageBreak/>
        <w:t xml:space="preserve">Ändern Sie die folgenden Texte so, dass die </w:t>
      </w:r>
      <w:r>
        <w:rPr>
          <w:lang w:val="de-AT"/>
        </w:rPr>
        <w:t>A</w:t>
      </w:r>
      <w:r w:rsidR="007306B0">
        <w:rPr>
          <w:lang w:val="de-AT"/>
        </w:rPr>
        <w:t>u</w:t>
      </w:r>
      <w:r>
        <w:rPr>
          <w:lang w:val="de-AT"/>
        </w:rPr>
        <w:t>ssagen</w:t>
      </w:r>
      <w:r w:rsidRPr="008534E6">
        <w:rPr>
          <w:lang w:val="de-AT"/>
        </w:rPr>
        <w:t xml:space="preserve"> wahr sind</w:t>
      </w:r>
      <w:r w:rsidR="00EF0151" w:rsidRPr="00AB3841">
        <w:rPr>
          <w:lang w:val="de-AT"/>
        </w:rPr>
        <w:t>.</w:t>
      </w:r>
    </w:p>
    <w:p w14:paraId="03978FF1" w14:textId="77777777" w:rsidR="00EF0151" w:rsidRPr="00AB3841" w:rsidRDefault="00EF0151" w:rsidP="00EF0151">
      <w:pPr>
        <w:pStyle w:val="eTask"/>
        <w:numPr>
          <w:ilvl w:val="0"/>
          <w:numId w:val="0"/>
        </w:numPr>
        <w:ind w:left="284" w:hanging="284"/>
        <w:rPr>
          <w:lang w:val="de-AT"/>
        </w:rPr>
      </w:pPr>
    </w:p>
    <w:p w14:paraId="6879B8EF" w14:textId="0A2AC8AE" w:rsidR="00EF0151" w:rsidRPr="00AB3841" w:rsidRDefault="00D01D77" w:rsidP="00F0097D">
      <w:pPr>
        <w:spacing w:line="360" w:lineRule="auto"/>
        <w:rPr>
          <w:lang w:val="de-AT"/>
        </w:rPr>
      </w:pPr>
      <w:r>
        <w:rPr>
          <w:lang w:val="de-AT"/>
        </w:rPr>
        <w:t xml:space="preserve">Die </w:t>
      </w:r>
      <w:proofErr w:type="spellStart"/>
      <w:r w:rsidR="007306B0">
        <w:rPr>
          <w:lang w:val="de-AT"/>
        </w:rPr>
        <w:t>Smart</w:t>
      </w:r>
      <w:r>
        <w:rPr>
          <w:lang w:val="de-AT"/>
        </w:rPr>
        <w:t>home</w:t>
      </w:r>
      <w:proofErr w:type="spellEnd"/>
      <w:r>
        <w:rPr>
          <w:lang w:val="de-AT"/>
        </w:rPr>
        <w:t>-</w:t>
      </w:r>
      <w:r w:rsidR="007306B0" w:rsidRPr="007306B0">
        <w:rPr>
          <w:lang w:val="de-AT"/>
        </w:rPr>
        <w:t xml:space="preserve">Überwachung und Kontrolle ist das Segment, </w:t>
      </w:r>
      <w:r w:rsidR="007306B0">
        <w:rPr>
          <w:lang w:val="de-AT"/>
        </w:rPr>
        <w:t>das vor allem</w:t>
      </w:r>
      <w:r w:rsidR="00C85CAC" w:rsidRPr="00AB3841">
        <w:rPr>
          <w:lang w:val="de-AT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AT"/>
              </w:rPr>
            </m:ctrlPr>
          </m:dPr>
          <m:e>
            <m:r>
              <w:rPr>
                <w:rFonts w:ascii="Cambria Math" w:hAnsi="Cambria Math"/>
                <w:lang w:val="de-AT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AT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AT"/>
                    </w:rPr>
                    <m:t>eHealth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de-AT"/>
                    </w:rPr>
                    <m:t xml:space="preserve">smart </m:t>
                  </m:r>
                  <w:proofErr w:type="spellStart"/>
                  <m:r>
                    <m:rPr>
                      <m:nor/>
                    </m:rPr>
                    <w:rPr>
                      <w:b/>
                      <w:color w:val="FF0000"/>
                      <w:lang w:val="de-AT"/>
                    </w:rPr>
                    <m:t>metering</m:t>
                  </m:r>
                  <w:proofErr w:type="spellEnd"/>
                </m:e>
              </m:mr>
            </m:m>
            <m:r>
              <w:rPr>
                <w:rFonts w:ascii="Cambria Math" w:hAnsi="Cambria Math"/>
                <w:lang w:val="de-AT"/>
              </w:rPr>
              <m:t xml:space="preserve"> </m:t>
            </m:r>
          </m:e>
        </m:d>
      </m:oMath>
      <w:r w:rsidR="00EF0151" w:rsidRPr="00AB3841">
        <w:rPr>
          <w:lang w:val="de-AT"/>
        </w:rPr>
        <w:t xml:space="preserve"> </w:t>
      </w:r>
      <w:r w:rsidR="007306B0" w:rsidRPr="007306B0">
        <w:rPr>
          <w:lang w:val="de-AT"/>
        </w:rPr>
        <w:t>und Hausautomationssysteme, die Überwachung und Steuerung der Hausbeleuchtung, Heizung oder Kühlung sowie Sicherheit</w:t>
      </w:r>
      <w:r>
        <w:rPr>
          <w:lang w:val="de-AT"/>
        </w:rPr>
        <w:t xml:space="preserve"> beinhaltet</w:t>
      </w:r>
      <w:r w:rsidR="007306B0" w:rsidRPr="007306B0">
        <w:rPr>
          <w:lang w:val="de-AT"/>
        </w:rPr>
        <w:t>.</w:t>
      </w:r>
    </w:p>
    <w:p w14:paraId="20B8A55B" w14:textId="77777777" w:rsidR="00EF0151" w:rsidRPr="00AB3841" w:rsidRDefault="00EF0151" w:rsidP="00C85CAC">
      <w:pPr>
        <w:rPr>
          <w:lang w:val="de-AT"/>
        </w:rPr>
      </w:pPr>
    </w:p>
    <w:p w14:paraId="66AC698D" w14:textId="12641276" w:rsidR="00142570" w:rsidRDefault="007306B0" w:rsidP="00F0097D">
      <w:pPr>
        <w:spacing w:line="360" w:lineRule="auto"/>
        <w:rPr>
          <w:lang w:val="de-AT"/>
        </w:rPr>
      </w:pPr>
      <w:proofErr w:type="spellStart"/>
      <w:r w:rsidRPr="007306B0">
        <w:rPr>
          <w:lang w:val="de-AT"/>
        </w:rPr>
        <w:t>Smart</w:t>
      </w:r>
      <w:r w:rsidR="00D01D77">
        <w:rPr>
          <w:lang w:val="de-AT"/>
        </w:rPr>
        <w:t>home</w:t>
      </w:r>
      <w:proofErr w:type="spellEnd"/>
      <w:r w:rsidR="00D01D77">
        <w:rPr>
          <w:lang w:val="de-AT"/>
        </w:rPr>
        <w:t>-</w:t>
      </w:r>
      <w:r w:rsidRPr="007306B0">
        <w:rPr>
          <w:lang w:val="de-AT"/>
        </w:rPr>
        <w:t xml:space="preserve">Unterhaltung </w:t>
      </w:r>
      <w:r w:rsidR="00D01D77">
        <w:rPr>
          <w:lang w:val="de-AT"/>
        </w:rPr>
        <w:t xml:space="preserve">nutzt </w:t>
      </w:r>
      <m:oMath>
        <m:d>
          <m:dPr>
            <m:ctrlPr>
              <w:rPr>
                <w:rFonts w:ascii="Cambria Math" w:hAnsi="Cambria Math"/>
                <w:i/>
                <w:lang w:val="de-AT"/>
              </w:rPr>
            </m:ctrlPr>
          </m:dPr>
          <m:e>
            <m:r>
              <w:rPr>
                <w:rFonts w:ascii="Cambria Math" w:hAnsi="Cambria Math"/>
                <w:lang w:val="de-AT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AT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de-AT"/>
                    </w:rPr>
                    <m:t>Steuergeräte und Anwendungen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AT"/>
                    </w:rPr>
                    <m:t>Installation von Software</m:t>
                  </m:r>
                </m:e>
              </m:mr>
            </m:m>
            <m:r>
              <w:rPr>
                <w:rFonts w:ascii="Cambria Math" w:hAnsi="Cambria Math"/>
                <w:lang w:val="de-AT"/>
              </w:rPr>
              <m:t xml:space="preserve"> </m:t>
            </m:r>
          </m:e>
        </m:d>
      </m:oMath>
      <w:r w:rsidR="00EF0151" w:rsidRPr="00AB3841">
        <w:rPr>
          <w:lang w:val="de-AT"/>
        </w:rPr>
        <w:t xml:space="preserve"> </w:t>
      </w:r>
      <w:r>
        <w:rPr>
          <w:lang w:val="de-AT"/>
        </w:rPr>
        <w:t>f</w:t>
      </w:r>
      <w:r w:rsidRPr="007306B0">
        <w:rPr>
          <w:lang w:val="de-AT"/>
        </w:rPr>
        <w:t xml:space="preserve">ür Audio- und Videogeräte wie TV, Set-Top-Boxen, DVD-Playern für Multimedia-Inhalte (DVD, </w:t>
      </w:r>
      <w:proofErr w:type="spellStart"/>
      <w:r w:rsidRPr="007306B0">
        <w:rPr>
          <w:lang w:val="de-AT"/>
        </w:rPr>
        <w:t>BluRay</w:t>
      </w:r>
      <w:proofErr w:type="spellEnd"/>
      <w:r w:rsidRPr="007306B0">
        <w:rPr>
          <w:lang w:val="de-AT"/>
        </w:rPr>
        <w:t>), Spielekonsolen sowie Digitalkameras oder Home Data Storage.</w:t>
      </w:r>
    </w:p>
    <w:p w14:paraId="4FC0E940" w14:textId="519A863A" w:rsidR="007306B0" w:rsidRDefault="007306B0" w:rsidP="00F0097D">
      <w:pPr>
        <w:pBdr>
          <w:bottom w:val="single" w:sz="4" w:space="1" w:color="auto"/>
        </w:pBdr>
        <w:rPr>
          <w:lang w:val="de-AT"/>
        </w:rPr>
      </w:pPr>
    </w:p>
    <w:p w14:paraId="301C4367" w14:textId="77777777" w:rsidR="00F0097D" w:rsidRPr="00AB3841" w:rsidRDefault="00F0097D" w:rsidP="006C6AE6">
      <w:pPr>
        <w:rPr>
          <w:lang w:val="de-AT"/>
        </w:rPr>
      </w:pPr>
    </w:p>
    <w:p w14:paraId="7F5A29B9" w14:textId="37F338FC" w:rsidR="00EF0151" w:rsidRPr="00AB3841" w:rsidRDefault="00D01D77" w:rsidP="00EF0151">
      <w:pPr>
        <w:pStyle w:val="eTask"/>
        <w:ind w:left="360" w:hanging="360"/>
        <w:rPr>
          <w:lang w:val="de-AT"/>
        </w:rPr>
      </w:pPr>
      <w:r>
        <w:rPr>
          <w:lang w:val="de-AT"/>
        </w:rPr>
        <w:t>Notieren S</w:t>
      </w:r>
      <w:r w:rsidR="00F5203B">
        <w:rPr>
          <w:lang w:val="de-AT"/>
        </w:rPr>
        <w:t>ie</w:t>
      </w:r>
      <w:r w:rsidR="00F5203B" w:rsidRPr="00F5203B">
        <w:rPr>
          <w:lang w:val="de-AT"/>
        </w:rPr>
        <w:t xml:space="preserve"> vier Geräte, die zu den Sensoren gehören</w:t>
      </w:r>
      <w:r w:rsidR="00EF0151" w:rsidRPr="00AB3841">
        <w:rPr>
          <w:lang w:val="de-AT"/>
        </w:rPr>
        <w:t>.</w:t>
      </w:r>
    </w:p>
    <w:p w14:paraId="40FFA6CD" w14:textId="77777777" w:rsidR="00C85CAC" w:rsidRPr="00AB3841" w:rsidRDefault="00C85CAC" w:rsidP="00C85CAC">
      <w:pPr>
        <w:rPr>
          <w:lang w:val="de-AT"/>
        </w:rPr>
      </w:pPr>
    </w:p>
    <w:p w14:paraId="2AAEE569" w14:textId="71C323C4" w:rsidR="00EF0151" w:rsidRPr="00AB3841" w:rsidRDefault="00EF0151" w:rsidP="002170C1">
      <w:pPr>
        <w:spacing w:line="480" w:lineRule="auto"/>
        <w:ind w:left="357"/>
        <w:rPr>
          <w:b/>
          <w:lang w:val="de-AT"/>
        </w:rPr>
      </w:pPr>
      <w:r w:rsidRPr="00AB3841">
        <w:rPr>
          <w:lang w:val="de-AT"/>
        </w:rPr>
        <w:t xml:space="preserve">a) </w:t>
      </w:r>
      <w:r w:rsidR="00F5203B" w:rsidRPr="00F5203B">
        <w:rPr>
          <w:b/>
          <w:color w:val="FF0000"/>
          <w:lang w:val="de-AT"/>
        </w:rPr>
        <w:t>Drucktastenschalter</w:t>
      </w:r>
    </w:p>
    <w:p w14:paraId="12A3A5F1" w14:textId="62745D6E" w:rsidR="00EF0151" w:rsidRPr="00AB3841" w:rsidRDefault="00EF0151" w:rsidP="002170C1">
      <w:pPr>
        <w:spacing w:line="480" w:lineRule="auto"/>
        <w:ind w:left="357"/>
        <w:rPr>
          <w:b/>
          <w:lang w:val="de-AT"/>
        </w:rPr>
      </w:pPr>
      <w:r w:rsidRPr="00AB3841">
        <w:rPr>
          <w:lang w:val="de-AT"/>
        </w:rPr>
        <w:t xml:space="preserve">b) </w:t>
      </w:r>
      <w:r w:rsidR="00F5203B" w:rsidRPr="00F5203B">
        <w:rPr>
          <w:b/>
          <w:color w:val="FF0000"/>
          <w:lang w:val="de-AT"/>
        </w:rPr>
        <w:t>Thermostaten</w:t>
      </w:r>
    </w:p>
    <w:p w14:paraId="2B21DC41" w14:textId="24C69D20" w:rsidR="00EF0151" w:rsidRPr="00AB3841" w:rsidRDefault="00EF0151" w:rsidP="002170C1">
      <w:pPr>
        <w:spacing w:line="480" w:lineRule="auto"/>
        <w:ind w:left="357"/>
        <w:rPr>
          <w:b/>
          <w:lang w:val="de-AT"/>
        </w:rPr>
      </w:pPr>
      <w:r w:rsidRPr="00AB3841">
        <w:rPr>
          <w:lang w:val="de-AT"/>
        </w:rPr>
        <w:t xml:space="preserve">c) </w:t>
      </w:r>
      <w:r w:rsidR="00F5203B" w:rsidRPr="00F5203B">
        <w:rPr>
          <w:b/>
          <w:color w:val="FF0000"/>
          <w:lang w:val="de-AT"/>
        </w:rPr>
        <w:t>Bewegungsmelder</w:t>
      </w:r>
    </w:p>
    <w:p w14:paraId="4D0B6AF3" w14:textId="475B9338" w:rsidR="00EF0151" w:rsidRPr="00AB3841" w:rsidRDefault="00EF0151" w:rsidP="002170C1">
      <w:pPr>
        <w:spacing w:line="480" w:lineRule="auto"/>
        <w:ind w:left="357"/>
        <w:rPr>
          <w:b/>
          <w:lang w:val="de-AT"/>
        </w:rPr>
      </w:pPr>
      <w:r w:rsidRPr="00AB3841">
        <w:rPr>
          <w:lang w:val="de-AT"/>
        </w:rPr>
        <w:t xml:space="preserve">d) </w:t>
      </w:r>
      <w:r w:rsidR="00F5203B" w:rsidRPr="00F5203B">
        <w:rPr>
          <w:b/>
          <w:color w:val="FF0000"/>
          <w:lang w:val="de-AT"/>
        </w:rPr>
        <w:t>Digitaleingänge</w:t>
      </w:r>
    </w:p>
    <w:p w14:paraId="4A12D51A" w14:textId="77777777" w:rsidR="006C6AE6" w:rsidRPr="00AB3841" w:rsidRDefault="006C6AE6" w:rsidP="00142570">
      <w:pPr>
        <w:pStyle w:val="eLineBottom"/>
        <w:rPr>
          <w:lang w:val="de-AT"/>
        </w:rPr>
      </w:pPr>
    </w:p>
    <w:p w14:paraId="4F8624B4" w14:textId="77777777" w:rsidR="00142570" w:rsidRPr="00AB3841" w:rsidRDefault="00142570" w:rsidP="00142570">
      <w:pPr>
        <w:rPr>
          <w:lang w:val="de-AT"/>
        </w:rPr>
      </w:pPr>
    </w:p>
    <w:p w14:paraId="683AFA8F" w14:textId="2B1DB525" w:rsidR="00EF0151" w:rsidRPr="00B657FA" w:rsidRDefault="00B657FA" w:rsidP="00B657FA">
      <w:pPr>
        <w:pStyle w:val="eTask"/>
        <w:rPr>
          <w:lang w:val="de-AT"/>
        </w:rPr>
      </w:pPr>
      <w:r w:rsidRPr="008534E6">
        <w:rPr>
          <w:lang w:val="de-AT"/>
        </w:rPr>
        <w:t xml:space="preserve">Ändern Sie die folgenden Texte so, dass die </w:t>
      </w:r>
      <w:r>
        <w:rPr>
          <w:lang w:val="de-AT"/>
        </w:rPr>
        <w:t>Aussagen</w:t>
      </w:r>
      <w:r w:rsidRPr="008534E6">
        <w:rPr>
          <w:lang w:val="de-AT"/>
        </w:rPr>
        <w:t xml:space="preserve"> wahr sind</w:t>
      </w:r>
      <w:r w:rsidRPr="00AB3841">
        <w:rPr>
          <w:lang w:val="de-AT"/>
        </w:rPr>
        <w:t>.</w:t>
      </w:r>
    </w:p>
    <w:p w14:paraId="39AB32BD" w14:textId="77777777" w:rsidR="00EF0151" w:rsidRPr="00AB3841" w:rsidRDefault="00EF0151" w:rsidP="00C85CAC">
      <w:pPr>
        <w:rPr>
          <w:lang w:val="de-AT"/>
        </w:rPr>
      </w:pPr>
    </w:p>
    <w:p w14:paraId="77C660FC" w14:textId="609D6DA5" w:rsidR="00EF0151" w:rsidRPr="00AB3841" w:rsidRDefault="00554D2A" w:rsidP="00F0097D">
      <w:pPr>
        <w:spacing w:line="360" w:lineRule="auto"/>
        <w:rPr>
          <w:b/>
          <w:lang w:val="de-AT"/>
        </w:rPr>
      </w:pPr>
      <m:oMath>
        <m:d>
          <m:dPr>
            <m:ctrlPr>
              <w:rPr>
                <w:rFonts w:ascii="Cambria Math" w:hAnsi="Cambria Math"/>
                <w:i/>
                <w:lang w:val="de-AT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AT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AT"/>
                    </w:rPr>
                    <m:t>Sensoren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de-AT"/>
                    </w:rPr>
                    <m:t>Aktoren</m:t>
                  </m:r>
                </m:e>
              </m:mr>
            </m:m>
          </m:e>
        </m:d>
      </m:oMath>
      <w:r w:rsidR="00C85CAC" w:rsidRPr="00AB3841">
        <w:rPr>
          <w:lang w:val="de-AT"/>
        </w:rPr>
        <w:t xml:space="preserve"> </w:t>
      </w:r>
      <w:r w:rsidR="00E734C1" w:rsidRPr="00E734C1">
        <w:rPr>
          <w:lang w:val="de-AT"/>
        </w:rPr>
        <w:t>sorgen für die Durchführung bestimmter Operationen infolge von Änderungen im System.</w:t>
      </w:r>
    </w:p>
    <w:p w14:paraId="1083AC12" w14:textId="77777777" w:rsidR="00EF0151" w:rsidRPr="00AB3841" w:rsidRDefault="00EF0151" w:rsidP="00F0097D">
      <w:pPr>
        <w:spacing w:line="360" w:lineRule="auto"/>
        <w:rPr>
          <w:lang w:val="de-AT"/>
        </w:rPr>
      </w:pPr>
    </w:p>
    <w:p w14:paraId="266CE038" w14:textId="5126C239" w:rsidR="00EF0151" w:rsidRPr="00AB3841" w:rsidRDefault="004E009B" w:rsidP="00F0097D">
      <w:pPr>
        <w:spacing w:line="360" w:lineRule="auto"/>
        <w:rPr>
          <w:lang w:val="de-AT"/>
        </w:rPr>
      </w:pPr>
      <w:r w:rsidRPr="004E009B">
        <w:rPr>
          <w:lang w:val="de-AT"/>
        </w:rPr>
        <w:t>Einfluss der äußeren Bedingungen auf das Prozessmanagement bedeutet vor allem</w:t>
      </w:r>
      <w:r>
        <w:rPr>
          <w:lang w:val="de-AT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AT"/>
              </w:rPr>
            </m:ctrlPr>
          </m:dPr>
          <m:e>
            <m:r>
              <w:rPr>
                <w:rFonts w:ascii="Cambria Math" w:hAnsi="Cambria Math"/>
                <w:lang w:val="de-AT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AT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de-AT"/>
                    </w:rPr>
                    <m:t>Energiemanagement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AT"/>
                    </w:rPr>
                    <m:t>Kostenmanagement</m:t>
                  </m:r>
                </m:e>
              </m:mr>
            </m:m>
            <m:r>
              <w:rPr>
                <w:rFonts w:ascii="Cambria Math" w:hAnsi="Cambria Math"/>
                <w:lang w:val="de-AT"/>
              </w:rPr>
              <m:t xml:space="preserve"> </m:t>
            </m:r>
          </m:e>
        </m:d>
      </m:oMath>
      <w:r w:rsidR="00EF0151" w:rsidRPr="00AB3841">
        <w:rPr>
          <w:lang w:val="de-AT"/>
        </w:rPr>
        <w:t>.</w:t>
      </w:r>
      <w:r w:rsidR="006C6AE6" w:rsidRPr="00AB3841">
        <w:rPr>
          <w:lang w:val="de-AT"/>
        </w:rPr>
        <w:t xml:space="preserve"> </w:t>
      </w:r>
    </w:p>
    <w:p w14:paraId="39E2883B" w14:textId="77777777" w:rsidR="006C6AE6" w:rsidRPr="00AB3841" w:rsidRDefault="006C6AE6" w:rsidP="006C6AE6">
      <w:pPr>
        <w:pStyle w:val="eLineBottom"/>
        <w:rPr>
          <w:lang w:val="de-AT"/>
        </w:rPr>
      </w:pPr>
    </w:p>
    <w:p w14:paraId="429108A4" w14:textId="77777777" w:rsidR="00142570" w:rsidRPr="00AB3841" w:rsidRDefault="00142570" w:rsidP="00C85CAC">
      <w:pPr>
        <w:rPr>
          <w:lang w:val="de-AT"/>
        </w:rPr>
      </w:pPr>
    </w:p>
    <w:p w14:paraId="593ADC7E" w14:textId="77777777" w:rsidR="00F0097D" w:rsidRDefault="00F0097D">
      <w:pPr>
        <w:rPr>
          <w:b/>
          <w:lang w:val="de-AT"/>
        </w:rPr>
      </w:pPr>
      <w:r>
        <w:rPr>
          <w:lang w:val="de-AT"/>
        </w:rPr>
        <w:br w:type="page"/>
      </w:r>
    </w:p>
    <w:p w14:paraId="510540D0" w14:textId="46CDE09E" w:rsidR="00EF0151" w:rsidRPr="00AB3841" w:rsidRDefault="00D01D77" w:rsidP="00EF0151">
      <w:pPr>
        <w:pStyle w:val="eTask"/>
        <w:ind w:left="360" w:hanging="360"/>
        <w:rPr>
          <w:lang w:val="de-AT"/>
        </w:rPr>
      </w:pPr>
      <w:r>
        <w:rPr>
          <w:lang w:val="de-AT"/>
        </w:rPr>
        <w:lastRenderedPageBreak/>
        <w:t>Notieren S</w:t>
      </w:r>
      <w:r w:rsidR="00EA5B0D" w:rsidRPr="00EA5B0D">
        <w:rPr>
          <w:lang w:val="de-AT"/>
        </w:rPr>
        <w:t>ie vier Geräte, die zu den Systemkomponenten und Geräten gehören.</w:t>
      </w:r>
    </w:p>
    <w:p w14:paraId="51943F1B" w14:textId="77777777" w:rsidR="00EF0151" w:rsidRPr="00AB3841" w:rsidRDefault="00EF0151" w:rsidP="00C85CAC">
      <w:pPr>
        <w:rPr>
          <w:lang w:val="de-AT"/>
        </w:rPr>
      </w:pPr>
      <w:bookmarkStart w:id="0" w:name="_GoBack"/>
      <w:bookmarkEnd w:id="0"/>
    </w:p>
    <w:p w14:paraId="3F45DCF4" w14:textId="6405323C" w:rsidR="00EF0151" w:rsidRPr="00AB3841" w:rsidRDefault="00EF0151" w:rsidP="002170C1">
      <w:pPr>
        <w:spacing w:line="480" w:lineRule="auto"/>
        <w:ind w:left="357"/>
        <w:rPr>
          <w:b/>
          <w:lang w:val="de-AT"/>
        </w:rPr>
      </w:pPr>
      <w:r w:rsidRPr="00AB3841">
        <w:rPr>
          <w:lang w:val="de-AT"/>
        </w:rPr>
        <w:t xml:space="preserve">a) </w:t>
      </w:r>
      <w:r w:rsidR="00EA5B0D" w:rsidRPr="00EA5B0D">
        <w:rPr>
          <w:b/>
          <w:color w:val="FF0000"/>
          <w:lang w:val="de-AT"/>
        </w:rPr>
        <w:t>Stromquelle</w:t>
      </w:r>
    </w:p>
    <w:p w14:paraId="763A56ED" w14:textId="5BBA3ECC" w:rsidR="00EF0151" w:rsidRPr="00AB3841" w:rsidRDefault="00EF0151" w:rsidP="002170C1">
      <w:pPr>
        <w:spacing w:line="480" w:lineRule="auto"/>
        <w:ind w:left="357"/>
        <w:rPr>
          <w:b/>
          <w:lang w:val="de-AT"/>
        </w:rPr>
      </w:pPr>
      <w:r w:rsidRPr="00AB3841">
        <w:rPr>
          <w:lang w:val="de-AT"/>
        </w:rPr>
        <w:t xml:space="preserve">b) </w:t>
      </w:r>
      <w:r w:rsidR="00EA5B0D" w:rsidRPr="00EA5B0D">
        <w:rPr>
          <w:b/>
          <w:color w:val="FF0000"/>
          <w:lang w:val="de-AT"/>
        </w:rPr>
        <w:t>Repeater</w:t>
      </w:r>
    </w:p>
    <w:p w14:paraId="3725BD95" w14:textId="53D35B8C" w:rsidR="00EF0151" w:rsidRPr="00AB3841" w:rsidRDefault="00EF0151" w:rsidP="002170C1">
      <w:pPr>
        <w:spacing w:line="480" w:lineRule="auto"/>
        <w:ind w:left="357"/>
        <w:rPr>
          <w:b/>
          <w:lang w:val="de-AT"/>
        </w:rPr>
      </w:pPr>
      <w:r w:rsidRPr="00AB3841">
        <w:rPr>
          <w:lang w:val="de-AT"/>
        </w:rPr>
        <w:t xml:space="preserve">c) </w:t>
      </w:r>
      <w:r w:rsidR="00EA5B0D" w:rsidRPr="00EA5B0D">
        <w:rPr>
          <w:b/>
          <w:color w:val="FF0000"/>
          <w:lang w:val="de-AT"/>
        </w:rPr>
        <w:t>Regler</w:t>
      </w:r>
    </w:p>
    <w:p w14:paraId="3DE6BDCB" w14:textId="660A7BF1" w:rsidR="00EF0151" w:rsidRPr="00AB3841" w:rsidRDefault="00EF0151" w:rsidP="002170C1">
      <w:pPr>
        <w:spacing w:line="480" w:lineRule="auto"/>
        <w:ind w:left="357"/>
        <w:rPr>
          <w:b/>
          <w:lang w:val="de-AT"/>
        </w:rPr>
      </w:pPr>
      <w:r w:rsidRPr="00AB3841">
        <w:rPr>
          <w:lang w:val="de-AT"/>
        </w:rPr>
        <w:t xml:space="preserve">d) </w:t>
      </w:r>
      <w:r w:rsidR="00EA5B0D" w:rsidRPr="00EA5B0D">
        <w:rPr>
          <w:b/>
          <w:color w:val="FF0000"/>
          <w:lang w:val="de-AT"/>
        </w:rPr>
        <w:t>Schnittstellen zum Verbinden eines Computers oder Modems</w:t>
      </w:r>
    </w:p>
    <w:p w14:paraId="580BE538" w14:textId="77777777" w:rsidR="006C6AE6" w:rsidRPr="00AB3841" w:rsidRDefault="006C6AE6" w:rsidP="00142570">
      <w:pPr>
        <w:pStyle w:val="eLineBottom"/>
        <w:rPr>
          <w:lang w:val="de-AT"/>
        </w:rPr>
      </w:pPr>
    </w:p>
    <w:p w14:paraId="5B657254" w14:textId="77777777" w:rsidR="00142570" w:rsidRPr="00AB3841" w:rsidRDefault="00142570" w:rsidP="00C85CAC">
      <w:pPr>
        <w:rPr>
          <w:lang w:val="de-AT"/>
        </w:rPr>
      </w:pPr>
    </w:p>
    <w:p w14:paraId="5DDFEA50" w14:textId="77777777" w:rsidR="00142570" w:rsidRPr="00AB3841" w:rsidRDefault="00142570" w:rsidP="00C85CAC">
      <w:pPr>
        <w:rPr>
          <w:lang w:val="de-AT"/>
        </w:rPr>
      </w:pPr>
    </w:p>
    <w:sectPr w:rsidR="00142570" w:rsidRPr="00AB3841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972E4" w14:textId="77777777" w:rsidR="00554D2A" w:rsidRDefault="00554D2A" w:rsidP="00861A1A">
      <w:r>
        <w:separator/>
      </w:r>
    </w:p>
  </w:endnote>
  <w:endnote w:type="continuationSeparator" w:id="0">
    <w:p w14:paraId="6B96D69B" w14:textId="77777777" w:rsidR="00554D2A" w:rsidRDefault="00554D2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44D01128" w14:textId="77777777" w:rsidTr="00CA51B5">
      <w:tc>
        <w:tcPr>
          <w:tcW w:w="2518" w:type="dxa"/>
        </w:tcPr>
        <w:p w14:paraId="34FC77A5" w14:textId="77777777" w:rsidR="00BF5E09" w:rsidRDefault="004F75D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07BC455D" wp14:editId="5CBDA2A7">
                <wp:extent cx="1466850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EAFAEC1" w14:textId="6EF51EFF" w:rsidR="00BF5E09" w:rsidRPr="00CA51B5" w:rsidRDefault="00755F18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A620DB">
            <w:rPr>
              <w:sz w:val="16"/>
              <w:szCs w:val="16"/>
            </w:rPr>
            <w:t>Dieses</w:t>
          </w:r>
          <w:proofErr w:type="spellEnd"/>
          <w:r w:rsidRPr="00A620DB">
            <w:rPr>
              <w:sz w:val="16"/>
              <w:szCs w:val="16"/>
            </w:rPr>
            <w:t xml:space="preserve"> Projekt </w:t>
          </w:r>
          <w:proofErr w:type="spellStart"/>
          <w:r w:rsidRPr="00A620DB">
            <w:rPr>
              <w:sz w:val="16"/>
              <w:szCs w:val="16"/>
            </w:rPr>
            <w:t>wurde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mit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Unterstützung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Europäischen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Kommission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finanziert</w:t>
          </w:r>
          <w:proofErr w:type="spellEnd"/>
          <w:r w:rsidRPr="00A620DB">
            <w:rPr>
              <w:sz w:val="16"/>
              <w:szCs w:val="16"/>
            </w:rPr>
            <w:t xml:space="preserve">. Die </w:t>
          </w:r>
          <w:proofErr w:type="spellStart"/>
          <w:r w:rsidRPr="00A620DB">
            <w:rPr>
              <w:sz w:val="16"/>
              <w:szCs w:val="16"/>
            </w:rPr>
            <w:t>Verantwortung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für</w:t>
          </w:r>
          <w:proofErr w:type="spellEnd"/>
          <w:r w:rsidRPr="00A620DB">
            <w:rPr>
              <w:sz w:val="16"/>
              <w:szCs w:val="16"/>
            </w:rPr>
            <w:t xml:space="preserve"> den </w:t>
          </w:r>
          <w:proofErr w:type="spellStart"/>
          <w:r w:rsidRPr="00A620DB">
            <w:rPr>
              <w:sz w:val="16"/>
              <w:szCs w:val="16"/>
            </w:rPr>
            <w:t>Inhalt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dieser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Veröffentlichung</w:t>
          </w:r>
          <w:proofErr w:type="spellEnd"/>
          <w:r w:rsidRPr="00A620DB">
            <w:rPr>
              <w:sz w:val="16"/>
              <w:szCs w:val="16"/>
            </w:rPr>
            <w:t xml:space="preserve"> (</w:t>
          </w:r>
          <w:proofErr w:type="spellStart"/>
          <w:r w:rsidRPr="00A620DB">
            <w:rPr>
              <w:sz w:val="16"/>
              <w:szCs w:val="16"/>
            </w:rPr>
            <w:t>Mitteilung</w:t>
          </w:r>
          <w:proofErr w:type="spellEnd"/>
          <w:r w:rsidRPr="00A620DB">
            <w:rPr>
              <w:sz w:val="16"/>
              <w:szCs w:val="16"/>
            </w:rPr>
            <w:t xml:space="preserve">) </w:t>
          </w:r>
          <w:proofErr w:type="spellStart"/>
          <w:r w:rsidRPr="00A620DB">
            <w:rPr>
              <w:sz w:val="16"/>
              <w:szCs w:val="16"/>
            </w:rPr>
            <w:t>trägt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allein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Verfasser</w:t>
          </w:r>
          <w:proofErr w:type="spellEnd"/>
          <w:r w:rsidRPr="00A620DB">
            <w:rPr>
              <w:sz w:val="16"/>
              <w:szCs w:val="16"/>
            </w:rPr>
            <w:t xml:space="preserve">; </w:t>
          </w:r>
          <w:proofErr w:type="spellStart"/>
          <w:r w:rsidRPr="00A620DB">
            <w:rPr>
              <w:sz w:val="16"/>
              <w:szCs w:val="16"/>
            </w:rPr>
            <w:t>die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Kommission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haftet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nicht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für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die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weitere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Verwendung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darin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enthaltenen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Angaben</w:t>
          </w:r>
          <w:proofErr w:type="spellEnd"/>
          <w:r w:rsidRPr="00A620DB">
            <w:rPr>
              <w:sz w:val="16"/>
              <w:szCs w:val="16"/>
            </w:rPr>
            <w:t>.</w:t>
          </w:r>
        </w:p>
      </w:tc>
    </w:tr>
    <w:tr w:rsidR="00BF5E09" w14:paraId="6A8C70BF" w14:textId="77777777" w:rsidTr="00CA51B5">
      <w:tc>
        <w:tcPr>
          <w:tcW w:w="8472" w:type="dxa"/>
          <w:gridSpan w:val="2"/>
        </w:tcPr>
        <w:p w14:paraId="7D2F0CB6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14:paraId="11079283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28CE4254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84726" w14:textId="77777777" w:rsidR="00554D2A" w:rsidRDefault="00554D2A" w:rsidP="00861A1A">
      <w:r>
        <w:separator/>
      </w:r>
    </w:p>
  </w:footnote>
  <w:footnote w:type="continuationSeparator" w:id="0">
    <w:p w14:paraId="25D177D3" w14:textId="77777777" w:rsidR="00554D2A" w:rsidRDefault="00554D2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981D9" w14:textId="05D2685E" w:rsidR="00861A1A" w:rsidRPr="002B41A8" w:rsidRDefault="004F75D8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color w:val="0070C0"/>
        <w:sz w:val="32"/>
        <w:szCs w:val="32"/>
      </w:rPr>
      <w:drawing>
        <wp:anchor distT="0" distB="0" distL="114300" distR="114300" simplePos="0" relativeHeight="251657728" behindDoc="0" locked="0" layoutInCell="1" allowOverlap="1" wp14:anchorId="36144DA9" wp14:editId="43F421AA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7735B9">
      <w:rPr>
        <w:rFonts w:ascii="Calibri" w:hAnsi="Calibri"/>
        <w:b/>
        <w:bCs/>
        <w:smallCaps/>
        <w:noProof/>
        <w:lang w:val="de-DE"/>
      </w:rPr>
      <w:t>ARBEITSBLATT</w:t>
    </w:r>
  </w:p>
  <w:p w14:paraId="18236D47" w14:textId="77777777" w:rsidR="007735B9" w:rsidRPr="00F3369C" w:rsidRDefault="007735B9" w:rsidP="007735B9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620DB">
      <w:rPr>
        <w:rFonts w:ascii="Calibri" w:hAnsi="Calibri"/>
        <w:smallCaps/>
        <w:noProof/>
        <w:lang w:val="en-US"/>
      </w:rPr>
      <w:t xml:space="preserve">   </w:t>
    </w:r>
    <w:r w:rsidRPr="00F3369C">
      <w:rPr>
        <w:rFonts w:ascii="Calibri" w:hAnsi="Calibri"/>
        <w:smallCaps/>
        <w:noProof/>
        <w:sz w:val="20"/>
        <w:szCs w:val="20"/>
        <w:lang w:val="en-US"/>
      </w:rPr>
      <w:t>HAUSAUTOMATISIERUNG</w:t>
    </w:r>
  </w:p>
  <w:p w14:paraId="05C7122A" w14:textId="5D4E190A" w:rsidR="00C148FD" w:rsidRPr="00C148FD" w:rsidRDefault="00C148FD" w:rsidP="007735B9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319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26"/>
    <w:rsid w:val="0000673F"/>
    <w:rsid w:val="00016AD8"/>
    <w:rsid w:val="00017595"/>
    <w:rsid w:val="00021197"/>
    <w:rsid w:val="00030EDA"/>
    <w:rsid w:val="00040764"/>
    <w:rsid w:val="00045BEB"/>
    <w:rsid w:val="00073ADF"/>
    <w:rsid w:val="0007473C"/>
    <w:rsid w:val="000750C9"/>
    <w:rsid w:val="000818F9"/>
    <w:rsid w:val="00083535"/>
    <w:rsid w:val="00087EAC"/>
    <w:rsid w:val="00094A16"/>
    <w:rsid w:val="000A233F"/>
    <w:rsid w:val="000A55B3"/>
    <w:rsid w:val="000A753A"/>
    <w:rsid w:val="000C431F"/>
    <w:rsid w:val="000C6B3A"/>
    <w:rsid w:val="001003A1"/>
    <w:rsid w:val="00106F0F"/>
    <w:rsid w:val="00117535"/>
    <w:rsid w:val="001301D8"/>
    <w:rsid w:val="0013693D"/>
    <w:rsid w:val="00136968"/>
    <w:rsid w:val="00141F54"/>
    <w:rsid w:val="00142570"/>
    <w:rsid w:val="0014373A"/>
    <w:rsid w:val="00151ED1"/>
    <w:rsid w:val="00154968"/>
    <w:rsid w:val="00157697"/>
    <w:rsid w:val="00160E07"/>
    <w:rsid w:val="00164458"/>
    <w:rsid w:val="00165F85"/>
    <w:rsid w:val="001660D8"/>
    <w:rsid w:val="00170E72"/>
    <w:rsid w:val="0017377E"/>
    <w:rsid w:val="001840EA"/>
    <w:rsid w:val="00185BED"/>
    <w:rsid w:val="001922A0"/>
    <w:rsid w:val="00195A08"/>
    <w:rsid w:val="001A4A88"/>
    <w:rsid w:val="001B057D"/>
    <w:rsid w:val="001D00A1"/>
    <w:rsid w:val="001F6290"/>
    <w:rsid w:val="00213F2C"/>
    <w:rsid w:val="002170C1"/>
    <w:rsid w:val="00223478"/>
    <w:rsid w:val="00225015"/>
    <w:rsid w:val="00235720"/>
    <w:rsid w:val="00272012"/>
    <w:rsid w:val="00280260"/>
    <w:rsid w:val="002825A8"/>
    <w:rsid w:val="00283A7C"/>
    <w:rsid w:val="002850DE"/>
    <w:rsid w:val="00292860"/>
    <w:rsid w:val="002976A9"/>
    <w:rsid w:val="002B0278"/>
    <w:rsid w:val="002B0866"/>
    <w:rsid w:val="002B34B9"/>
    <w:rsid w:val="002B41A8"/>
    <w:rsid w:val="002C0697"/>
    <w:rsid w:val="002C7285"/>
    <w:rsid w:val="002E301D"/>
    <w:rsid w:val="002E6D8C"/>
    <w:rsid w:val="00304ADA"/>
    <w:rsid w:val="00306B9F"/>
    <w:rsid w:val="00307892"/>
    <w:rsid w:val="00313602"/>
    <w:rsid w:val="00314098"/>
    <w:rsid w:val="00315203"/>
    <w:rsid w:val="0031732B"/>
    <w:rsid w:val="00337851"/>
    <w:rsid w:val="00347E4D"/>
    <w:rsid w:val="00351AF3"/>
    <w:rsid w:val="00375D42"/>
    <w:rsid w:val="0039238A"/>
    <w:rsid w:val="003B1326"/>
    <w:rsid w:val="003C3C37"/>
    <w:rsid w:val="003C5B45"/>
    <w:rsid w:val="003D41BB"/>
    <w:rsid w:val="003E01BE"/>
    <w:rsid w:val="003F03EB"/>
    <w:rsid w:val="003F623C"/>
    <w:rsid w:val="003F7F87"/>
    <w:rsid w:val="00402B09"/>
    <w:rsid w:val="00414E23"/>
    <w:rsid w:val="00417ED2"/>
    <w:rsid w:val="00437141"/>
    <w:rsid w:val="00453F19"/>
    <w:rsid w:val="0046567F"/>
    <w:rsid w:val="00472203"/>
    <w:rsid w:val="00475954"/>
    <w:rsid w:val="00492966"/>
    <w:rsid w:val="004A01E5"/>
    <w:rsid w:val="004A24D6"/>
    <w:rsid w:val="004A7B44"/>
    <w:rsid w:val="004C0E36"/>
    <w:rsid w:val="004C562D"/>
    <w:rsid w:val="004E009B"/>
    <w:rsid w:val="004E5E95"/>
    <w:rsid w:val="004E70EA"/>
    <w:rsid w:val="004F5AFF"/>
    <w:rsid w:val="004F75D8"/>
    <w:rsid w:val="005132B0"/>
    <w:rsid w:val="00513381"/>
    <w:rsid w:val="00517E3A"/>
    <w:rsid w:val="0052284C"/>
    <w:rsid w:val="0053325B"/>
    <w:rsid w:val="005370B8"/>
    <w:rsid w:val="005452CC"/>
    <w:rsid w:val="00554D2A"/>
    <w:rsid w:val="00560C4F"/>
    <w:rsid w:val="00561B7B"/>
    <w:rsid w:val="00561C5A"/>
    <w:rsid w:val="00566FC8"/>
    <w:rsid w:val="005728B3"/>
    <w:rsid w:val="005738D5"/>
    <w:rsid w:val="0057504E"/>
    <w:rsid w:val="00576F1A"/>
    <w:rsid w:val="005832C4"/>
    <w:rsid w:val="00587966"/>
    <w:rsid w:val="005B2E55"/>
    <w:rsid w:val="005B37E2"/>
    <w:rsid w:val="005B460C"/>
    <w:rsid w:val="005C7E85"/>
    <w:rsid w:val="005D7525"/>
    <w:rsid w:val="005E1AB1"/>
    <w:rsid w:val="005E20B2"/>
    <w:rsid w:val="005E5A22"/>
    <w:rsid w:val="005F5FA1"/>
    <w:rsid w:val="00623B26"/>
    <w:rsid w:val="00625B5A"/>
    <w:rsid w:val="0063409C"/>
    <w:rsid w:val="0063686B"/>
    <w:rsid w:val="00642611"/>
    <w:rsid w:val="006435FE"/>
    <w:rsid w:val="0064494B"/>
    <w:rsid w:val="0066326F"/>
    <w:rsid w:val="0068067D"/>
    <w:rsid w:val="0068131D"/>
    <w:rsid w:val="00690FB1"/>
    <w:rsid w:val="006A24C7"/>
    <w:rsid w:val="006B4752"/>
    <w:rsid w:val="006B5D59"/>
    <w:rsid w:val="006C6AE6"/>
    <w:rsid w:val="006C6B1F"/>
    <w:rsid w:val="006D39B2"/>
    <w:rsid w:val="006D3F30"/>
    <w:rsid w:val="006D50FA"/>
    <w:rsid w:val="006F0D5B"/>
    <w:rsid w:val="006F787A"/>
    <w:rsid w:val="0070487F"/>
    <w:rsid w:val="00710301"/>
    <w:rsid w:val="007109B4"/>
    <w:rsid w:val="007306B0"/>
    <w:rsid w:val="0073574D"/>
    <w:rsid w:val="0074217D"/>
    <w:rsid w:val="00743C2E"/>
    <w:rsid w:val="007460F9"/>
    <w:rsid w:val="00755F18"/>
    <w:rsid w:val="0076745A"/>
    <w:rsid w:val="007735B9"/>
    <w:rsid w:val="007738BD"/>
    <w:rsid w:val="007837ED"/>
    <w:rsid w:val="00790D07"/>
    <w:rsid w:val="007B7E06"/>
    <w:rsid w:val="007C0FDD"/>
    <w:rsid w:val="007C308E"/>
    <w:rsid w:val="007C5B85"/>
    <w:rsid w:val="007D236A"/>
    <w:rsid w:val="007E16D1"/>
    <w:rsid w:val="007E6CED"/>
    <w:rsid w:val="00802588"/>
    <w:rsid w:val="00811437"/>
    <w:rsid w:val="00813612"/>
    <w:rsid w:val="0081479C"/>
    <w:rsid w:val="00825830"/>
    <w:rsid w:val="00826CB2"/>
    <w:rsid w:val="00830375"/>
    <w:rsid w:val="00831014"/>
    <w:rsid w:val="00832323"/>
    <w:rsid w:val="008534E6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E50C1"/>
    <w:rsid w:val="008F1B37"/>
    <w:rsid w:val="008F1BB0"/>
    <w:rsid w:val="008F5585"/>
    <w:rsid w:val="00912A69"/>
    <w:rsid w:val="00916DC9"/>
    <w:rsid w:val="00934848"/>
    <w:rsid w:val="0094072E"/>
    <w:rsid w:val="009445EC"/>
    <w:rsid w:val="00950649"/>
    <w:rsid w:val="0095346A"/>
    <w:rsid w:val="00955A25"/>
    <w:rsid w:val="00963F86"/>
    <w:rsid w:val="0097175A"/>
    <w:rsid w:val="00974B16"/>
    <w:rsid w:val="009776D1"/>
    <w:rsid w:val="009802AD"/>
    <w:rsid w:val="009A5F9E"/>
    <w:rsid w:val="009B638C"/>
    <w:rsid w:val="009C7B24"/>
    <w:rsid w:val="009E2A2A"/>
    <w:rsid w:val="009F6E5E"/>
    <w:rsid w:val="00A17111"/>
    <w:rsid w:val="00A26A28"/>
    <w:rsid w:val="00A32B85"/>
    <w:rsid w:val="00A41E41"/>
    <w:rsid w:val="00A50FFF"/>
    <w:rsid w:val="00A527AF"/>
    <w:rsid w:val="00A54992"/>
    <w:rsid w:val="00A5643B"/>
    <w:rsid w:val="00A62877"/>
    <w:rsid w:val="00A633E1"/>
    <w:rsid w:val="00A646DA"/>
    <w:rsid w:val="00A65E53"/>
    <w:rsid w:val="00A8234A"/>
    <w:rsid w:val="00A97C95"/>
    <w:rsid w:val="00AA0506"/>
    <w:rsid w:val="00AA5B23"/>
    <w:rsid w:val="00AB3841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57FA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782"/>
    <w:rsid w:val="00BD3D30"/>
    <w:rsid w:val="00BD7612"/>
    <w:rsid w:val="00BD781A"/>
    <w:rsid w:val="00BE6648"/>
    <w:rsid w:val="00BF5E09"/>
    <w:rsid w:val="00BF5F0C"/>
    <w:rsid w:val="00BF6970"/>
    <w:rsid w:val="00C07B28"/>
    <w:rsid w:val="00C145C6"/>
    <w:rsid w:val="00C148FD"/>
    <w:rsid w:val="00C2393A"/>
    <w:rsid w:val="00C5580D"/>
    <w:rsid w:val="00C57915"/>
    <w:rsid w:val="00C7264E"/>
    <w:rsid w:val="00C755CC"/>
    <w:rsid w:val="00C767C9"/>
    <w:rsid w:val="00C85CAC"/>
    <w:rsid w:val="00C878F0"/>
    <w:rsid w:val="00CA51B5"/>
    <w:rsid w:val="00CB07FD"/>
    <w:rsid w:val="00CB234F"/>
    <w:rsid w:val="00CC2293"/>
    <w:rsid w:val="00CC266E"/>
    <w:rsid w:val="00CE09BA"/>
    <w:rsid w:val="00CE2F73"/>
    <w:rsid w:val="00CF4DFA"/>
    <w:rsid w:val="00D01D77"/>
    <w:rsid w:val="00D060B3"/>
    <w:rsid w:val="00D0635B"/>
    <w:rsid w:val="00D06992"/>
    <w:rsid w:val="00D20A5C"/>
    <w:rsid w:val="00D2650E"/>
    <w:rsid w:val="00D33524"/>
    <w:rsid w:val="00D40F27"/>
    <w:rsid w:val="00D42067"/>
    <w:rsid w:val="00D573B0"/>
    <w:rsid w:val="00D635AC"/>
    <w:rsid w:val="00D6535B"/>
    <w:rsid w:val="00D71B81"/>
    <w:rsid w:val="00D773FA"/>
    <w:rsid w:val="00D83ED2"/>
    <w:rsid w:val="00DA18A6"/>
    <w:rsid w:val="00DA1F5C"/>
    <w:rsid w:val="00DA24E3"/>
    <w:rsid w:val="00DB2F24"/>
    <w:rsid w:val="00DB4295"/>
    <w:rsid w:val="00DB674B"/>
    <w:rsid w:val="00DC1DC7"/>
    <w:rsid w:val="00DC2D6E"/>
    <w:rsid w:val="00DD085D"/>
    <w:rsid w:val="00DD34CF"/>
    <w:rsid w:val="00DD6149"/>
    <w:rsid w:val="00DE3767"/>
    <w:rsid w:val="00E011A1"/>
    <w:rsid w:val="00E0343F"/>
    <w:rsid w:val="00E10571"/>
    <w:rsid w:val="00E106FB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0F99"/>
    <w:rsid w:val="00E65738"/>
    <w:rsid w:val="00E734C1"/>
    <w:rsid w:val="00E8518C"/>
    <w:rsid w:val="00E879F9"/>
    <w:rsid w:val="00E90BD9"/>
    <w:rsid w:val="00E97DB6"/>
    <w:rsid w:val="00EA1BDF"/>
    <w:rsid w:val="00EA5B0D"/>
    <w:rsid w:val="00EA79E1"/>
    <w:rsid w:val="00EB6B74"/>
    <w:rsid w:val="00EB6E4B"/>
    <w:rsid w:val="00EC77B0"/>
    <w:rsid w:val="00ED2956"/>
    <w:rsid w:val="00EE3197"/>
    <w:rsid w:val="00EF0151"/>
    <w:rsid w:val="00EF2951"/>
    <w:rsid w:val="00F0097D"/>
    <w:rsid w:val="00F168D6"/>
    <w:rsid w:val="00F226F0"/>
    <w:rsid w:val="00F24638"/>
    <w:rsid w:val="00F248A4"/>
    <w:rsid w:val="00F46B18"/>
    <w:rsid w:val="00F5203B"/>
    <w:rsid w:val="00F657AF"/>
    <w:rsid w:val="00F71B5A"/>
    <w:rsid w:val="00F748A6"/>
    <w:rsid w:val="00F82C59"/>
    <w:rsid w:val="00F84ADF"/>
    <w:rsid w:val="00F871C6"/>
    <w:rsid w:val="00F8749B"/>
    <w:rsid w:val="00F95100"/>
    <w:rsid w:val="00FA74D9"/>
    <w:rsid w:val="00FB201E"/>
    <w:rsid w:val="00FD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36582C"/>
  <w15:docId w15:val="{528D594A-6B9F-4485-B0F7-5FB3C989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Standardnpsmoodstavce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ln"/>
    <w:link w:val="eTextChar"/>
    <w:rsid w:val="00F226F0"/>
    <w:pPr>
      <w:spacing w:after="24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kola\projekty\Techpedia\M07_HomeAutomation\pracovne%20listy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05F03-47AA-42A5-A99F-6D498C780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3</Pages>
  <Words>335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Šušota</dc:creator>
  <cp:lastModifiedBy>Marek Nevosad</cp:lastModifiedBy>
  <cp:revision>7</cp:revision>
  <cp:lastPrinted>2013-05-24T15:00:00Z</cp:lastPrinted>
  <dcterms:created xsi:type="dcterms:W3CDTF">2017-04-11T14:40:00Z</dcterms:created>
  <dcterms:modified xsi:type="dcterms:W3CDTF">2017-08-04T14:20:00Z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