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99A" w:rsidRPr="00047A67" w:rsidRDefault="00860149" w:rsidP="00047A67">
      <w:pPr>
        <w:pStyle w:val="eTask"/>
      </w:pPr>
      <w:r>
        <w:t xml:space="preserve">Assign layer names (access, service, control, management, transport) to </w:t>
      </w:r>
      <w:bookmarkStart w:id="0" w:name="_GoBack"/>
      <w:bookmarkEnd w:id="0"/>
      <w:r>
        <w:t xml:space="preserve">corresponding definitions for conceptual model of </w:t>
      </w:r>
      <w:r w:rsidR="00E06B07" w:rsidRPr="00047A67">
        <w:t>NGN (</w:t>
      </w:r>
      <w:r w:rsidR="00E06B07" w:rsidRPr="00DB0A17">
        <w:rPr>
          <w:i/>
        </w:rPr>
        <w:t>Next Generation</w:t>
      </w:r>
      <w:r w:rsidR="00DB0A17">
        <w:rPr>
          <w:i/>
        </w:rPr>
        <w:t xml:space="preserve"> </w:t>
      </w:r>
      <w:r w:rsidR="00746A5F" w:rsidRPr="00DB0A17">
        <w:rPr>
          <w:i/>
        </w:rPr>
        <w:t>Networks</w:t>
      </w:r>
      <w:r w:rsidR="00746A5F" w:rsidRPr="00047A67">
        <w:t>)</w:t>
      </w:r>
      <w:r w:rsidR="00AB1D9B">
        <w:t>.</w:t>
      </w:r>
    </w:p>
    <w:p w:rsidR="00F57337" w:rsidRDefault="00F57337" w:rsidP="00047A67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820"/>
        <w:gridCol w:w="6958"/>
      </w:tblGrid>
      <w:tr w:rsidR="00403EA0" w:rsidRPr="00AB1D9B" w:rsidTr="00AB3D91">
        <w:trPr>
          <w:trHeight w:val="285"/>
        </w:trPr>
        <w:tc>
          <w:tcPr>
            <w:tcW w:w="1856" w:type="dxa"/>
            <w:tcBorders>
              <w:bottom w:val="single" w:sz="4" w:space="0" w:color="auto"/>
            </w:tcBorders>
          </w:tcPr>
          <w:p w:rsidR="00403EA0" w:rsidRPr="00047A67" w:rsidRDefault="000B3220" w:rsidP="00AB1D9B">
            <w:pPr>
              <w:jc w:val="center"/>
              <w:rPr>
                <w:b/>
              </w:rPr>
            </w:pPr>
            <w:r w:rsidRPr="00047A67">
              <w:rPr>
                <w:b/>
              </w:rPr>
              <w:t>N</w:t>
            </w:r>
            <w:r w:rsidR="00AB1D9B">
              <w:rPr>
                <w:b/>
              </w:rPr>
              <w:t>ame of layer</w:t>
            </w:r>
          </w:p>
        </w:tc>
        <w:tc>
          <w:tcPr>
            <w:tcW w:w="7148" w:type="dxa"/>
            <w:tcBorders>
              <w:bottom w:val="single" w:sz="4" w:space="0" w:color="auto"/>
            </w:tcBorders>
          </w:tcPr>
          <w:p w:rsidR="00403EA0" w:rsidRPr="00AB1D9B" w:rsidRDefault="00AB1D9B" w:rsidP="00AB1D9B">
            <w:pPr>
              <w:rPr>
                <w:b/>
              </w:rPr>
            </w:pPr>
            <w:r w:rsidRPr="00AB1D9B">
              <w:rPr>
                <w:b/>
              </w:rPr>
              <w:t>Layer characteristics for NGN network conceptual model</w:t>
            </w:r>
          </w:p>
        </w:tc>
      </w:tr>
      <w:tr w:rsidR="00403EA0" w:rsidTr="002E7BAD">
        <w:tc>
          <w:tcPr>
            <w:tcW w:w="1856" w:type="dxa"/>
            <w:tcBorders>
              <w:top w:val="single" w:sz="4" w:space="0" w:color="auto"/>
            </w:tcBorders>
            <w:vAlign w:val="center"/>
          </w:tcPr>
          <w:p w:rsidR="00403EA0" w:rsidRPr="00047A67" w:rsidRDefault="00403EA0" w:rsidP="00047A6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148" w:type="dxa"/>
            <w:tcBorders>
              <w:top w:val="single" w:sz="4" w:space="0" w:color="auto"/>
            </w:tcBorders>
          </w:tcPr>
          <w:p w:rsidR="00403EA0" w:rsidRPr="003764DB" w:rsidRDefault="00860149" w:rsidP="00450A85">
            <w:pPr>
              <w:spacing w:before="120" w:after="120"/>
              <w:rPr>
                <w:b/>
              </w:rPr>
            </w:pPr>
            <w:r w:rsidRPr="00860149">
              <w:t>This layer is responsible for set-up/establishing, control and canceling of the multimedia session.</w:t>
            </w:r>
          </w:p>
        </w:tc>
      </w:tr>
      <w:tr w:rsidR="00403EA0" w:rsidTr="00981DCC">
        <w:tc>
          <w:tcPr>
            <w:tcW w:w="1856" w:type="dxa"/>
            <w:vAlign w:val="center"/>
          </w:tcPr>
          <w:p w:rsidR="00403EA0" w:rsidRPr="00047A67" w:rsidRDefault="00403EA0" w:rsidP="00047A6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148" w:type="dxa"/>
          </w:tcPr>
          <w:p w:rsidR="00403EA0" w:rsidRPr="00E04C36" w:rsidRDefault="00860149" w:rsidP="00450A85">
            <w:pPr>
              <w:spacing w:before="120" w:after="120"/>
              <w:rPr>
                <w:b/>
              </w:rPr>
            </w:pPr>
            <w:r>
              <w:t xml:space="preserve">This layer </w:t>
            </w:r>
            <w:r w:rsidRPr="00860149">
              <w:t>provides the infrastructure, for example an access network between the end user and the transport network.</w:t>
            </w:r>
          </w:p>
        </w:tc>
      </w:tr>
      <w:tr w:rsidR="00403EA0" w:rsidTr="000710D9">
        <w:tc>
          <w:tcPr>
            <w:tcW w:w="1856" w:type="dxa"/>
            <w:vAlign w:val="center"/>
          </w:tcPr>
          <w:p w:rsidR="00403EA0" w:rsidRPr="00047A67" w:rsidRDefault="00403EA0" w:rsidP="00047A6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148" w:type="dxa"/>
          </w:tcPr>
          <w:p w:rsidR="00403EA0" w:rsidRPr="00EA07CA" w:rsidRDefault="00860149" w:rsidP="00450A85">
            <w:pPr>
              <w:spacing w:before="120" w:after="120"/>
              <w:rPr>
                <w:b/>
              </w:rPr>
            </w:pPr>
            <w:r>
              <w:t xml:space="preserve">It </w:t>
            </w:r>
            <w:r w:rsidRPr="00860149">
              <w:t>offers the basic service functions, which can be used to create more complex and sophisticated services and applications.</w:t>
            </w:r>
          </w:p>
        </w:tc>
      </w:tr>
      <w:tr w:rsidR="00403EA0" w:rsidTr="00872527">
        <w:tc>
          <w:tcPr>
            <w:tcW w:w="1856" w:type="dxa"/>
            <w:vAlign w:val="center"/>
          </w:tcPr>
          <w:p w:rsidR="00403EA0" w:rsidRPr="00047A67" w:rsidRDefault="00403EA0" w:rsidP="0086014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148" w:type="dxa"/>
          </w:tcPr>
          <w:p w:rsidR="00450A85" w:rsidRDefault="00860149" w:rsidP="00450A85">
            <w:pPr>
              <w:spacing w:before="120" w:after="120"/>
            </w:pPr>
            <w:r>
              <w:t xml:space="preserve">It </w:t>
            </w:r>
            <w:r w:rsidRPr="00860149">
              <w:t>ensures the transport between the individual nodes of the network.</w:t>
            </w:r>
            <w:r w:rsidR="00450A85">
              <w:br/>
            </w:r>
          </w:p>
        </w:tc>
      </w:tr>
      <w:tr w:rsidR="00EB079C" w:rsidTr="003F0443">
        <w:tc>
          <w:tcPr>
            <w:tcW w:w="1856" w:type="dxa"/>
            <w:vAlign w:val="center"/>
          </w:tcPr>
          <w:p w:rsidR="00EB079C" w:rsidRPr="00047A67" w:rsidRDefault="00EB079C" w:rsidP="0086014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148" w:type="dxa"/>
          </w:tcPr>
          <w:p w:rsidR="00EB079C" w:rsidRDefault="00860149" w:rsidP="00450A85">
            <w:pPr>
              <w:spacing w:before="120" w:after="120"/>
            </w:pPr>
            <w:r>
              <w:t>It manages resources (capacity, ports, and physical elements), QoS in access to the network and in the transport network, various media processing, encoding, data transfer (information flows).</w:t>
            </w:r>
          </w:p>
        </w:tc>
      </w:tr>
    </w:tbl>
    <w:p w:rsidR="00047A67" w:rsidRDefault="00047A67" w:rsidP="00047A67">
      <w:pPr>
        <w:pStyle w:val="eLineBottom"/>
      </w:pPr>
    </w:p>
    <w:p w:rsidR="00712DF2" w:rsidRDefault="00712DF2" w:rsidP="00047A67"/>
    <w:p w:rsidR="00C11B1C" w:rsidRDefault="00E71668" w:rsidP="00047A67">
      <w:pPr>
        <w:pStyle w:val="eTask"/>
      </w:pPr>
      <w:r>
        <w:t xml:space="preserve">Fill in names of planes and empty components to the picture for </w:t>
      </w:r>
      <w:r w:rsidR="00F24B37" w:rsidRPr="00047A67">
        <w:t>SDN (</w:t>
      </w:r>
      <w:r w:rsidR="005773B3" w:rsidRPr="00DB0A17">
        <w:rPr>
          <w:i/>
        </w:rPr>
        <w:t>Software Defined Networ</w:t>
      </w:r>
      <w:r w:rsidR="00C11B1C" w:rsidRPr="00DB0A17">
        <w:rPr>
          <w:i/>
        </w:rPr>
        <w:t>k</w:t>
      </w:r>
      <w:r w:rsidR="005773B3" w:rsidRPr="00DB0A17">
        <w:rPr>
          <w:i/>
        </w:rPr>
        <w:t>ing</w:t>
      </w:r>
      <w:r w:rsidR="00C11B1C" w:rsidRPr="00047A67">
        <w:t>)</w:t>
      </w:r>
      <w:r>
        <w:t xml:space="preserve"> architecture</w:t>
      </w:r>
      <w:r w:rsidR="00D64740">
        <w:t>.</w:t>
      </w:r>
    </w:p>
    <w:p w:rsidR="00F11D70" w:rsidRDefault="00F11D70" w:rsidP="00F11D70"/>
    <w:p w:rsidR="00047A67" w:rsidRPr="00047A67" w:rsidRDefault="002D39C9" w:rsidP="005D11BA">
      <w:pPr>
        <w:jc w:val="center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33C251" wp14:editId="3BB29490">
                <wp:simplePos x="0" y="0"/>
                <wp:positionH relativeFrom="column">
                  <wp:posOffset>363855</wp:posOffset>
                </wp:positionH>
                <wp:positionV relativeFrom="paragraph">
                  <wp:posOffset>229870</wp:posOffset>
                </wp:positionV>
                <wp:extent cx="914400" cy="657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D52" w:rsidRPr="002D39C9" w:rsidRDefault="002D39C9" w:rsidP="004C54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D39C9">
                              <w:rPr>
                                <w:b/>
                              </w:rPr>
                              <w:t>_______________</w:t>
                            </w:r>
                          </w:p>
                          <w:p w:rsidR="004C540E" w:rsidRPr="004C540E" w:rsidRDefault="00E34D52" w:rsidP="004C540E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33C25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8.65pt;margin-top:18.1pt;width:1in;height:51.75pt;z-index:2517084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" filled="f" stroked="f" strokeweight=".5pt">
                <v:textbox>
                  <w:txbxContent>
                    <w:p w:rsidR="00E34D52" w:rsidRPr="002D39C9" w:rsidRDefault="002D39C9" w:rsidP="004C540E">
                      <w:pPr>
                        <w:jc w:val="center"/>
                        <w:rPr>
                          <w:b/>
                        </w:rPr>
                      </w:pPr>
                      <w:r w:rsidRPr="002D39C9">
                        <w:rPr>
                          <w:b/>
                        </w:rPr>
                        <w:t>_______________</w:t>
                      </w:r>
                    </w:p>
                    <w:p w:rsidR="004C540E" w:rsidRPr="004C540E" w:rsidRDefault="00E34D52" w:rsidP="004C540E">
                      <w:pPr>
                        <w:jc w:val="center"/>
                      </w:pPr>
                      <w:r>
                        <w:rPr>
                          <w:b/>
                        </w:rPr>
                        <w:t>plane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4866B1" wp14:editId="179885BF">
                <wp:simplePos x="0" y="0"/>
                <wp:positionH relativeFrom="column">
                  <wp:posOffset>365760</wp:posOffset>
                </wp:positionH>
                <wp:positionV relativeFrom="paragraph">
                  <wp:posOffset>1292225</wp:posOffset>
                </wp:positionV>
                <wp:extent cx="1341755" cy="6572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D52" w:rsidRPr="00E34D52" w:rsidRDefault="002D39C9" w:rsidP="004C540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D39C9">
                              <w:rPr>
                                <w:b/>
                              </w:rPr>
                              <w:t>_______________</w:t>
                            </w:r>
                          </w:p>
                          <w:p w:rsidR="004C540E" w:rsidRPr="004C540E" w:rsidRDefault="00E34D52" w:rsidP="004C540E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866B1" id="Text Box 29" o:spid="_x0000_s1027" type="#_x0000_t202" style="position:absolute;left:0;text-align:left;margin-left:28.8pt;margin-top:101.75pt;width:105.65pt;height:5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" filled="f" stroked="f" strokeweight=".5pt">
                <v:textbox>
                  <w:txbxContent>
                    <w:p w:rsidR="00E34D52" w:rsidRPr="00E34D52" w:rsidRDefault="002D39C9" w:rsidP="004C540E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2D39C9">
                        <w:rPr>
                          <w:b/>
                        </w:rPr>
                        <w:t>_______________</w:t>
                      </w:r>
                    </w:p>
                    <w:p w:rsidR="004C540E" w:rsidRPr="004C540E" w:rsidRDefault="00E34D52" w:rsidP="004C540E">
                      <w:pPr>
                        <w:jc w:val="center"/>
                      </w:pPr>
                      <w:r>
                        <w:rPr>
                          <w:b/>
                        </w:rPr>
                        <w:t>plane</w:t>
                      </w:r>
                    </w:p>
                  </w:txbxContent>
                </v:textbox>
              </v:shape>
            </w:pict>
          </mc:Fallback>
        </mc:AlternateContent>
      </w:r>
      <w:r w:rsidR="00E34D52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14FA429" wp14:editId="7759A670">
                <wp:simplePos x="0" y="0"/>
                <wp:positionH relativeFrom="column">
                  <wp:posOffset>2613660</wp:posOffset>
                </wp:positionH>
                <wp:positionV relativeFrom="paragraph">
                  <wp:posOffset>275590</wp:posOffset>
                </wp:positionV>
                <wp:extent cx="914400" cy="155575"/>
                <wp:effectExtent l="0" t="0" r="1270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34D5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Routing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FA429" id="Text Box 25" o:spid="_x0000_s1028" type="#_x0000_t202" style="position:absolute;left:0;text-align:left;margin-left:205.8pt;margin-top:21.7pt;width:1in;height:12.25pt;z-index:2517217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" filled="f" stroked="f" strokeweight=".5pt">
                <v:textbox inset="0,0,0,0">
                  <w:txbxContent>
                    <w:p w:rsidR="00EB43F7" w:rsidRPr="00EB43F7" w:rsidRDefault="00E34D5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Routing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  <w:r w:rsidR="005D11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F2DE9A5" wp14:editId="1F695C99">
                <wp:simplePos x="0" y="0"/>
                <wp:positionH relativeFrom="column">
                  <wp:posOffset>4382135</wp:posOffset>
                </wp:positionH>
                <wp:positionV relativeFrom="paragraph">
                  <wp:posOffset>277495</wp:posOffset>
                </wp:positionV>
                <wp:extent cx="914400" cy="146050"/>
                <wp:effectExtent l="0" t="0" r="381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B43F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Mobilit</w:t>
                            </w:r>
                            <w:r w:rsidR="00E34D52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DE9A5" id="Text Box 26" o:spid="_x0000_s1029" type="#_x0000_t202" style="position:absolute;left:0;text-align:left;margin-left:345.05pt;margin-top:21.85pt;width:1in;height:11.5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" filled="f" stroked="f" strokeweight=".5pt">
                <v:textbox inset="0,0,0,0">
                  <w:txbxContent>
                    <w:p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Mobilit</w:t>
                      </w:r>
                      <w:r w:rsidR="00E34D52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y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  <w:r w:rsidR="005D11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122496" wp14:editId="5B126183">
                <wp:simplePos x="0" y="0"/>
                <wp:positionH relativeFrom="column">
                  <wp:posOffset>3613785</wp:posOffset>
                </wp:positionH>
                <wp:positionV relativeFrom="paragraph">
                  <wp:posOffset>277495</wp:posOffset>
                </wp:positionV>
                <wp:extent cx="914400" cy="146050"/>
                <wp:effectExtent l="0" t="0" r="14605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B43F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TE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22496" id="Text Box 27" o:spid="_x0000_s1030" type="#_x0000_t202" style="position:absolute;left:0;text-align:left;margin-left:284.55pt;margin-top:21.85pt;width:1in;height:11.5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" filled="f" stroked="f" strokeweight=".5pt">
                <v:textbox inset="0,0,0,0">
                  <w:txbxContent>
                    <w:p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TE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</w:p>
    <w:p w:rsidR="00AF352F" w:rsidRDefault="005D11BA" w:rsidP="00E86BE4">
      <w:r>
        <w:rPr>
          <w:noProof/>
          <w:lang w:val="cs-CZ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36C49B7" wp14:editId="0C54ADF3">
                <wp:simplePos x="0" y="0"/>
                <wp:positionH relativeFrom="column">
                  <wp:align>center</wp:align>
                </wp:positionH>
                <wp:positionV relativeFrom="paragraph">
                  <wp:posOffset>3598</wp:posOffset>
                </wp:positionV>
                <wp:extent cx="5130000" cy="2541600"/>
                <wp:effectExtent l="0" t="0" r="0" b="0"/>
                <wp:wrapTopAndBottom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000" cy="2541600"/>
                          <a:chOff x="0" y="0"/>
                          <a:chExt cx="5129530" cy="2542752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129530" cy="9817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062567"/>
                            <a:ext cx="5129192" cy="14801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3928533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18833" y="266700"/>
                            <a:ext cx="0" cy="18107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399367" y="266700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301067" y="262467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23156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44873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3412067" y="664633"/>
                            <a:ext cx="0" cy="4540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2717800" y="1473200"/>
                            <a:ext cx="276225" cy="16510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2717800" y="1938867"/>
                            <a:ext cx="276225" cy="16509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805767" y="1473200"/>
                            <a:ext cx="301625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3822700" y="1938867"/>
                            <a:ext cx="250825" cy="16446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1955800" y="444500"/>
                            <a:ext cx="2888056" cy="190122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840567" y="11176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1782233" y="15748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2865967" y="2027767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958167" y="1574800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2154767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3026833" y="80433"/>
                            <a:ext cx="719455" cy="18542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189F1E" id="Group 35" o:spid="_x0000_s1026" style="position:absolute;margin-left:0;margin-top:.3pt;width:403.95pt;height:200.15pt;z-index:251705344;mso-position-horizontal:center;mso-width-relative:margin;mso-height-relative:margin" coordsize="51295,2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">
                <v:rect id="Rectangle 4" o:spid="_x0000_s1027" style="position:absolute;width:51295;height:9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" fillcolor="#d8d8d8 [2732]" stroked="f" strokeweight="2pt"/>
                <v:rect id="Rectangle 5" o:spid="_x0000_s1028" style="position:absolute;top:10625;width:51291;height:14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" fillcolor="#a5a5a5 [2092]" stroked="f" strokeweight="2pt"/>
                <v:roundrect id="Rounded Rectangle 8" o:spid="_x0000_s1029" style="position:absolute;left:39285;top:804;width:7197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" fillcolor="#7f7f7f [1612]" stroked="f" strokeweight="2pt"/>
                <v:line id="Straight Connector 14" o:spid="_x0000_s1030" style="position:absolute;visibility:visible;mso-wrap-style:square" from="25188,2667" to="25188,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G7NwAAAANsAAAAPAAAAZHJzL2Rvd25yZXYueG1sRE/NasJA&#10;EL4X+g7LFHqrm4bS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yqRuzcAAAADbAAAADwAAAAAA&#10;AAAAAAAAAAAHAgAAZHJzL2Rvd25yZXYueG1sUEsFBgAAAAADAAMAtwAAAPQCAAAAAA==&#10;" strokecolor="black [3213]" strokeweight="3pt"/>
                <v:line id="Straight Connector 16" o:spid="_x0000_s1031" style="position:absolute;visibility:visible;mso-wrap-style:square" from="33993,2667" to="33993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color="black [3213]" strokeweight="3pt"/>
                <v:line id="Straight Connector 17" o:spid="_x0000_s1032" style="position:absolute;visibility:visible;mso-wrap-style:square" from="43010,2624" to="43010,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" strokecolor="black [3213]" strokeweight="3pt"/>
                <v:line id="Straight Connector 18" o:spid="_x0000_s1033" style="position:absolute;visibility:visible;mso-wrap-style:square" from="23156,6392" to="23156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" strokecolor="black [3213]" strokeweight="3pt">
                  <v:stroke dashstyle="1 1"/>
                </v:line>
                <v:line id="Straight Connector 19" o:spid="_x0000_s1034" style="position:absolute;visibility:visible;mso-wrap-style:square" from="44873,6392" to="44873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" strokecolor="black [3213]" strokeweight="3pt">
                  <v:stroke dashstyle="1 1"/>
                </v:line>
                <v:line id="Straight Connector 20" o:spid="_x0000_s1035" style="position:absolute;visibility:visible;mso-wrap-style:square" from="34120,6646" to="34120,1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" strokecolor="black [3213]" strokeweight="3pt">
                  <v:stroke dashstyle="1 1"/>
                </v:line>
                <v:line id="Straight Connector 21" o:spid="_x0000_s1036" style="position:absolute;flip:y;visibility:visible;mso-wrap-style:square" from="27178,14732" to="2994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" strokecolor="black [3213]" strokeweight="3pt">
                  <v:stroke dashstyle="1 1"/>
                </v:line>
                <v:line id="Straight Connector 22" o:spid="_x0000_s1037" style="position:absolute;visibility:visible;mso-wrap-style:square" from="27178,19388" to="29940,21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" strokecolor="black [3213]" strokeweight="3pt">
                  <v:stroke dashstyle="1 1"/>
                </v:line>
                <v:line id="Straight Connector 23" o:spid="_x0000_s1038" style="position:absolute;visibility:visible;mso-wrap-style:square" from="38057,14732" to="41073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" strokecolor="black [3213]" strokeweight="3pt">
                  <v:stroke dashstyle="1 1"/>
                </v:line>
                <v:line id="Straight Connector 24" o:spid="_x0000_s1039" style="position:absolute;flip:y;visibility:visible;mso-wrap-style:square" from="38227,19388" to="40735,2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" strokecolor="black [3213]" strokeweight="3pt">
                  <v:stroke dashstyle="1 1"/>
                </v:line>
                <v:roundrect id="Rounded Rectangle 9" o:spid="_x0000_s1040" style="position:absolute;left:19558;top:4445;width:28880;height:19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" fillcolor="white [3201]" strokecolor="black [3213]" strokeweight="2pt"/>
                <v:oval id="Oval 10" o:spid="_x0000_s1041" style="position:absolute;left:28405;top:11176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" fillcolor="white [3201]" strokecolor="black [3213]" strokeweight="2pt"/>
                <v:oval id="Oval 13" o:spid="_x0000_s1042" style="position:absolute;left:17822;top:15748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" fillcolor="white [3201]" strokecolor="black [3213]" strokeweight="2pt"/>
                <v:oval id="Oval 11" o:spid="_x0000_s1043" style="position:absolute;left:28659;top:20277;width:1085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" fillcolor="white [3201]" strokecolor="black [3213]" strokeweight="2pt"/>
                <v:oval id="Oval 12" o:spid="_x0000_s1044" style="position:absolute;left:39581;top:15748;width:10859;height:4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" fillcolor="white [3201]" strokecolor="black [3213]" strokeweight="2pt"/>
                <v:roundrect id="Rounded Rectangle 6" o:spid="_x0000_s1045" style="position:absolute;left:21547;top:804;width:7198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" fillcolor="#7f7f7f [1612]" stroked="f" strokeweight="2pt"/>
                <v:roundrect id="Rounded Rectangle 7" o:spid="_x0000_s1046" style="position:absolute;left:30268;top:804;width:7194;height:1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" fillcolor="#7f7f7f [1612]" stroked="f" strokeweight="2pt"/>
                <w10:wrap type="topAndBottom"/>
              </v:group>
            </w:pict>
          </mc:Fallback>
        </mc:AlternateContent>
      </w:r>
    </w:p>
    <w:p w:rsidR="009435B3" w:rsidRDefault="009435B3" w:rsidP="00047A67"/>
    <w:p w:rsidR="00E86BE4" w:rsidRDefault="00E86BE4" w:rsidP="00E86BE4">
      <w:pPr>
        <w:pStyle w:val="eLineBottom"/>
      </w:pPr>
    </w:p>
    <w:p w:rsidR="00450A85" w:rsidRDefault="00450A85">
      <w:pPr>
        <w:rPr>
          <w:b/>
        </w:rPr>
      </w:pPr>
      <w:r>
        <w:br w:type="page"/>
      </w:r>
    </w:p>
    <w:p w:rsidR="009435B3" w:rsidRDefault="00246F58" w:rsidP="00047A67">
      <w:pPr>
        <w:pStyle w:val="eTask"/>
      </w:pPr>
      <w:r>
        <w:lastRenderedPageBreak/>
        <w:t xml:space="preserve">Mark correct combination of network devices which are used by the </w:t>
      </w:r>
      <w:r w:rsidRPr="00047A67">
        <w:t>NFV (</w:t>
      </w:r>
      <w:r w:rsidRPr="00DB0A17">
        <w:rPr>
          <w:i/>
        </w:rPr>
        <w:t>Network Functions Virtualization</w:t>
      </w:r>
      <w:r w:rsidRPr="00047A67">
        <w:t>)</w:t>
      </w:r>
      <w:r>
        <w:t xml:space="preserve"> architecture.</w:t>
      </w:r>
      <w:r w:rsidR="00043380" w:rsidRPr="00047A67">
        <w:t xml:space="preserve"> </w:t>
      </w:r>
    </w:p>
    <w:p w:rsidR="00047A67" w:rsidRPr="00047A67" w:rsidRDefault="00047A67" w:rsidP="00450A85"/>
    <w:p w:rsidR="009435B3" w:rsidRDefault="009435B3" w:rsidP="00047A67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DB0A17">
        <w:rPr>
          <w:rStyle w:val="eCheckBoxSquareChar"/>
        </w:rPr>
        <w:tab/>
      </w:r>
      <w:r w:rsidR="004D5428">
        <w:t xml:space="preserve">PE </w:t>
      </w:r>
      <w:r w:rsidR="00246F58">
        <w:t>routers</w:t>
      </w:r>
      <w:r w:rsidR="004D5428">
        <w:t xml:space="preserve">, </w:t>
      </w:r>
      <w:r w:rsidR="006B126F">
        <w:t>BRAS</w:t>
      </w:r>
      <w:r w:rsidR="00246F58">
        <w:t xml:space="preserve"> servers</w:t>
      </w:r>
      <w:r w:rsidR="006B126F">
        <w:t xml:space="preserve">, </w:t>
      </w:r>
      <w:r w:rsidR="00D47DDD">
        <w:t>storages</w:t>
      </w:r>
    </w:p>
    <w:p w:rsidR="009435B3" w:rsidRPr="00407B20" w:rsidRDefault="009435B3" w:rsidP="00DB0A17">
      <w:pPr>
        <w:pStyle w:val="eCheckBoxText"/>
      </w:pPr>
      <w:r w:rsidRPr="00407B20">
        <w:rPr>
          <w:rStyle w:val="eCheckBoxSquareChar"/>
        </w:rPr>
        <w:t>□</w:t>
      </w:r>
      <w:r w:rsidR="00DB0A17" w:rsidRPr="00407B20">
        <w:tab/>
      </w:r>
      <w:r w:rsidR="00D47DDD" w:rsidRPr="00407B20">
        <w:t>E</w:t>
      </w:r>
      <w:r w:rsidR="00134E80" w:rsidRPr="00407B20">
        <w:t xml:space="preserve">thernet </w:t>
      </w:r>
      <w:r w:rsidR="00D47DDD" w:rsidRPr="00407B20">
        <w:t>switches</w:t>
      </w:r>
      <w:r w:rsidR="00024C2C" w:rsidRPr="00407B20">
        <w:t xml:space="preserve">, </w:t>
      </w:r>
      <w:r w:rsidR="00D47DDD" w:rsidRPr="00407B20">
        <w:t xml:space="preserve">high volume </w:t>
      </w:r>
      <w:r w:rsidR="00024C2C" w:rsidRPr="00407B20">
        <w:t>server</w:t>
      </w:r>
      <w:r w:rsidR="00D47DDD" w:rsidRPr="00407B20">
        <w:t>s and</w:t>
      </w:r>
      <w:r w:rsidR="00024C2C" w:rsidRPr="00407B20">
        <w:t xml:space="preserve"> </w:t>
      </w:r>
      <w:r w:rsidR="00D47DDD" w:rsidRPr="00407B20">
        <w:t>storages</w:t>
      </w:r>
    </w:p>
    <w:p w:rsidR="009435B3" w:rsidRDefault="009435B3" w:rsidP="00047A67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DB0A17">
        <w:rPr>
          <w:rStyle w:val="eCheckBoxSquareChar"/>
        </w:rPr>
        <w:tab/>
      </w:r>
      <w:r w:rsidR="00D47DDD">
        <w:t>Et</w:t>
      </w:r>
      <w:r w:rsidR="00964E1C">
        <w:t>hernet</w:t>
      </w:r>
      <w:r w:rsidR="00D47DDD">
        <w:t xml:space="preserve"> switches</w:t>
      </w:r>
      <w:r w:rsidR="00964E1C">
        <w:t xml:space="preserve">, </w:t>
      </w:r>
      <w:r w:rsidR="00D47DDD">
        <w:t xml:space="preserve">high volume </w:t>
      </w:r>
      <w:r w:rsidR="00964E1C">
        <w:t>server</w:t>
      </w:r>
      <w:r w:rsidR="00D47DDD">
        <w:t>s</w:t>
      </w:r>
      <w:r w:rsidR="00964E1C">
        <w:t xml:space="preserve">, </w:t>
      </w:r>
      <w:r w:rsidR="00D47DDD">
        <w:t>B</w:t>
      </w:r>
      <w:r w:rsidR="00964E1C">
        <w:t>RAS</w:t>
      </w:r>
      <w:r w:rsidR="00D47DDD">
        <w:t xml:space="preserve"> servers</w:t>
      </w:r>
    </w:p>
    <w:p w:rsidR="009435B3" w:rsidRPr="009D53B3" w:rsidRDefault="009435B3" w:rsidP="00047A67">
      <w:pPr>
        <w:pStyle w:val="eCheckBoxText"/>
      </w:pPr>
      <w:r w:rsidRPr="00F95100">
        <w:rPr>
          <w:rStyle w:val="eCheckBoxSquareChar"/>
        </w:rPr>
        <w:t>□</w:t>
      </w:r>
      <w:r w:rsidR="00DB0A17">
        <w:rPr>
          <w:rStyle w:val="eCheckBoxSquareChar"/>
        </w:rPr>
        <w:tab/>
      </w:r>
      <w:r w:rsidR="00D47DDD">
        <w:t>storages</w:t>
      </w:r>
      <w:r w:rsidR="001F34B1">
        <w:t xml:space="preserve">, </w:t>
      </w:r>
      <w:r w:rsidR="00FC4049">
        <w:t>PE s</w:t>
      </w:r>
      <w:r w:rsidR="00D47DDD">
        <w:t>witches</w:t>
      </w:r>
      <w:r w:rsidR="00FC4049">
        <w:t xml:space="preserve">, </w:t>
      </w:r>
      <w:r w:rsidR="00D47DDD">
        <w:t>E</w:t>
      </w:r>
      <w:r w:rsidR="00FC4049">
        <w:t>thernet</w:t>
      </w:r>
      <w:r w:rsidR="00D47DDD">
        <w:t xml:space="preserve"> switches</w:t>
      </w:r>
    </w:p>
    <w:p w:rsidR="009435B3" w:rsidRPr="009D53B3" w:rsidRDefault="009435B3" w:rsidP="00047A67">
      <w:pPr>
        <w:pStyle w:val="eLineBottom"/>
      </w:pPr>
    </w:p>
    <w:p w:rsidR="00450A85" w:rsidRDefault="00450A85" w:rsidP="00450A85"/>
    <w:p w:rsidR="00CA6FD5" w:rsidRDefault="00662BCF" w:rsidP="00CA6FD5">
      <w:pPr>
        <w:pStyle w:val="eTask"/>
      </w:pPr>
      <w:r>
        <w:t>Assign abbreviations/names in left column to corresponding statements.</w:t>
      </w:r>
    </w:p>
    <w:p w:rsidR="00CA6FD5" w:rsidRDefault="00CA6FD5" w:rsidP="00CA6FD5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323"/>
        <w:gridCol w:w="1176"/>
        <w:gridCol w:w="6789"/>
      </w:tblGrid>
      <w:tr w:rsidR="00F659BE" w:rsidTr="00F11D70">
        <w:trPr>
          <w:trHeight w:hRule="exact" w:val="851"/>
        </w:trPr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F659BE" w:rsidRDefault="0037516C" w:rsidP="00BF7EEB">
            <w:pPr>
              <w:jc w:val="center"/>
            </w:pPr>
            <w:r w:rsidRPr="0037516C"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bottom w:val="single" w:sz="4" w:space="0" w:color="auto"/>
            </w:tcBorders>
            <w:vAlign w:val="center"/>
          </w:tcPr>
          <w:p w:rsidR="00F659BE" w:rsidRDefault="00662BCF" w:rsidP="00F11D70">
            <w:r w:rsidRPr="00662BCF">
              <w:t>hardware based networking research solutions for line-rate processing of the traffic.</w:t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37516C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662BCF" w:rsidRDefault="00F11D70" w:rsidP="00F11D70"/>
        </w:tc>
      </w:tr>
      <w:tr w:rsidR="00F659BE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BF7EEB" w:rsidP="00BF7EEB">
            <w:pPr>
              <w:jc w:val="center"/>
            </w:pPr>
            <w:r w:rsidRPr="00BF7EEB"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</w:tcPr>
          <w:p w:rsidR="00F659BE" w:rsidRDefault="0037516C" w:rsidP="00851CBB">
            <w:r>
              <w:t>p</w:t>
            </w:r>
            <w:r w:rsidR="00F659BE">
              <w:t>roto</w:t>
            </w:r>
            <w:r w:rsidR="00851CBB">
              <w:t>c</w:t>
            </w:r>
            <w:r w:rsidR="00F659BE">
              <w:t xml:space="preserve">ol </w:t>
            </w:r>
            <w:r w:rsidR="00851CBB">
              <w:t xml:space="preserve">based on </w:t>
            </w:r>
            <w:r w:rsidR="00851CBB" w:rsidRPr="00851CBB">
              <w:t>Forwarding Element Model that enables description of new forwarding plane functionality without changing the protocol between control and forwarding planes.</w:t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BF7EEB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D70" w:rsidRDefault="00F11D70" w:rsidP="00851CBB"/>
        </w:tc>
      </w:tr>
      <w:tr w:rsidR="00F659BE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26066A">
              <w:t>OpenFlow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</w:tcPr>
          <w:p w:rsidR="00F659BE" w:rsidRDefault="00851CBB" w:rsidP="00CA6FD5">
            <w:r w:rsidRPr="00851CBB">
              <w:t>developed as a successor to SNMP and some of the CLI protocols for configuration of network elements</w:t>
            </w:r>
            <w:r>
              <w:t>.</w:t>
            </w:r>
            <w:r w:rsidR="00F11D70">
              <w:br/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26066A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D70" w:rsidRPr="00851CBB" w:rsidRDefault="00F11D70" w:rsidP="00CA6FD5"/>
        </w:tc>
      </w:tr>
      <w:tr w:rsidR="00F659BE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F659BE">
              <w:t>NetFPGA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851CBB" w:rsidP="00F11D70">
            <w:r>
              <w:t>technology</w:t>
            </w:r>
            <w:r w:rsidR="00BF7EEB">
              <w:t xml:space="preserve"> </w:t>
            </w:r>
            <w:r>
              <w:t>similar to</w:t>
            </w:r>
            <w:r w:rsidR="00BF7EEB" w:rsidRPr="00BF7EEB">
              <w:t xml:space="preserve"> SDN </w:t>
            </w:r>
            <w:r>
              <w:t xml:space="preserve">but with no </w:t>
            </w:r>
            <w:r w:rsidRPr="00851CBB">
              <w:t>centralized control plane</w:t>
            </w:r>
            <w:r>
              <w:t>.</w:t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F659BE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Default="00F11D70" w:rsidP="00F11D70"/>
        </w:tc>
      </w:tr>
      <w:tr w:rsidR="00F659BE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F659BE">
              <w:t>ForCES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851CBB" w:rsidP="00F11D70">
            <w:r w:rsidRPr="00851CBB">
              <w:t>an open standard developed by Open Network Foundation (ONF)</w:t>
            </w:r>
            <w:r>
              <w:t>.</w:t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F659BE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851CBB" w:rsidRDefault="00F11D70" w:rsidP="00F11D70"/>
        </w:tc>
      </w:tr>
      <w:tr w:rsidR="00F659BE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F659BE" w:rsidRDefault="00BF7EEB" w:rsidP="00BF7EEB">
            <w:pPr>
              <w:jc w:val="center"/>
            </w:pPr>
            <w:r w:rsidRPr="0026066A"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</w:tcBorders>
            <w:vAlign w:val="center"/>
          </w:tcPr>
          <w:p w:rsidR="00F659BE" w:rsidRDefault="00851CBB" w:rsidP="00F11D70">
            <w:r w:rsidRPr="00851CBB">
              <w:t>provid</w:t>
            </w:r>
            <w:r>
              <w:t>es</w:t>
            </w:r>
            <w:r w:rsidRPr="00851CBB">
              <w:t xml:space="preserve"> programmatic interface to directly control Cisco equipment</w:t>
            </w:r>
            <w:r>
              <w:t>.</w:t>
            </w:r>
          </w:p>
        </w:tc>
      </w:tr>
    </w:tbl>
    <w:p w:rsidR="00CA6FD5" w:rsidRDefault="00CA6FD5" w:rsidP="00CA6FD5">
      <w:pPr>
        <w:pStyle w:val="eLineBottom"/>
      </w:pPr>
    </w:p>
    <w:p w:rsidR="00F11D70" w:rsidRDefault="00F11D70" w:rsidP="00CA6FD5">
      <w:pPr>
        <w:pStyle w:val="eLineBottom"/>
      </w:pPr>
    </w:p>
    <w:p w:rsidR="00CA6FD5" w:rsidRDefault="00CA6FD5" w:rsidP="00CA6FD5"/>
    <w:p w:rsidR="00F11D70" w:rsidRDefault="00F11D70">
      <w:pPr>
        <w:rPr>
          <w:b/>
        </w:rPr>
      </w:pPr>
      <w:r>
        <w:br w:type="page"/>
      </w:r>
    </w:p>
    <w:p w:rsidR="00EF329B" w:rsidRDefault="007C6D5E" w:rsidP="00047A67">
      <w:pPr>
        <w:pStyle w:val="eTask"/>
      </w:pPr>
      <w:r>
        <w:lastRenderedPageBreak/>
        <w:t xml:space="preserve">Mark correct groups of components for </w:t>
      </w:r>
      <w:r w:rsidR="00EF329B" w:rsidRPr="007C6D5E">
        <w:t>Network Functions Virtualization</w:t>
      </w:r>
      <w:r w:rsidR="00222C9C" w:rsidRPr="007C6D5E">
        <w:t xml:space="preserve"> Infrastructure</w:t>
      </w:r>
      <w:r>
        <w:t xml:space="preserve"> (NFVI).</w:t>
      </w:r>
    </w:p>
    <w:p w:rsidR="00047A67" w:rsidRPr="00BF7EEB" w:rsidRDefault="00047A67" w:rsidP="00047A67">
      <w:pPr>
        <w:rPr>
          <w:sz w:val="20"/>
          <w:szCs w:val="20"/>
        </w:rPr>
      </w:pPr>
    </w:p>
    <w:p w:rsidR="00EF329B" w:rsidRPr="00407B20" w:rsidRDefault="00EF329B" w:rsidP="00DB0A17">
      <w:pPr>
        <w:pStyle w:val="eCheckBoxText"/>
      </w:pPr>
      <w:r w:rsidRPr="00407B20">
        <w:rPr>
          <w:rStyle w:val="eCheckBoxSquareChar"/>
        </w:rPr>
        <w:t>□</w:t>
      </w:r>
      <w:r w:rsidR="00DB0A17" w:rsidRPr="00407B20">
        <w:tab/>
      </w:r>
      <w:r w:rsidR="007C6D5E" w:rsidRPr="00407B20">
        <w:t>computing</w:t>
      </w:r>
      <w:r w:rsidR="00DA2A27" w:rsidRPr="00407B20">
        <w:t xml:space="preserve"> hard</w:t>
      </w:r>
      <w:r w:rsidR="007C6D5E" w:rsidRPr="00407B20">
        <w:t>ware</w:t>
      </w:r>
      <w:r w:rsidR="00DA2A27" w:rsidRPr="00407B20">
        <w:t xml:space="preserve">, </w:t>
      </w:r>
      <w:r w:rsidR="007C6D5E" w:rsidRPr="00407B20">
        <w:t>storage hardware</w:t>
      </w:r>
      <w:r w:rsidR="00DA2A27" w:rsidRPr="00407B20">
        <w:t xml:space="preserve">, </w:t>
      </w:r>
      <w:r w:rsidR="007C6D5E" w:rsidRPr="00407B20">
        <w:t xml:space="preserve">network </w:t>
      </w:r>
      <w:r w:rsidR="00DA2A27" w:rsidRPr="00407B20">
        <w:t>hard</w:t>
      </w:r>
      <w:r w:rsidR="007C6D5E" w:rsidRPr="00407B20">
        <w:t>ware</w:t>
      </w:r>
    </w:p>
    <w:p w:rsidR="00EF329B" w:rsidRPr="00407B20" w:rsidRDefault="00EF329B" w:rsidP="00047A6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DB0A17" w:rsidRPr="00407B20">
        <w:rPr>
          <w:rStyle w:val="eCheckBoxSquareChar"/>
        </w:rPr>
        <w:tab/>
      </w:r>
      <w:r w:rsidR="002F22FA" w:rsidRPr="00407B20">
        <w:t>element management system</w:t>
      </w:r>
      <w:r w:rsidR="009134AE" w:rsidRPr="00407B20">
        <w:t xml:space="preserve">, </w:t>
      </w:r>
      <w:r w:rsidR="00267909" w:rsidRPr="00407B20">
        <w:t>virtu</w:t>
      </w:r>
      <w:r w:rsidR="002F22FA" w:rsidRPr="00407B20">
        <w:t>a</w:t>
      </w:r>
      <w:r w:rsidR="00267909" w:rsidRPr="00407B20">
        <w:t xml:space="preserve">l </w:t>
      </w:r>
      <w:r w:rsidR="002F22FA" w:rsidRPr="00407B20">
        <w:t>storage</w:t>
      </w:r>
      <w:r w:rsidR="00267909" w:rsidRPr="00407B20">
        <w:t>, virtu</w:t>
      </w:r>
      <w:r w:rsidR="002F22FA" w:rsidRPr="00407B20">
        <w:t>a</w:t>
      </w:r>
      <w:r w:rsidR="00267909" w:rsidRPr="00407B20">
        <w:t xml:space="preserve">l </w:t>
      </w:r>
      <w:r w:rsidR="002F22FA" w:rsidRPr="00407B20">
        <w:t>network</w:t>
      </w:r>
    </w:p>
    <w:p w:rsidR="00EF329B" w:rsidRPr="00407B20" w:rsidRDefault="00EF329B" w:rsidP="00DB0A1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DB0A17" w:rsidRPr="00407B20">
        <w:rPr>
          <w:rStyle w:val="eCheckBoxSquareChar"/>
        </w:rPr>
        <w:tab/>
      </w:r>
      <w:r w:rsidR="002F22FA" w:rsidRPr="00407B20">
        <w:t>computing hardware, virtual storage, network hardware</w:t>
      </w:r>
    </w:p>
    <w:p w:rsidR="00EF329B" w:rsidRPr="00407B20" w:rsidRDefault="00EF329B" w:rsidP="00047A6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DB0A17" w:rsidRPr="00407B20">
        <w:rPr>
          <w:rStyle w:val="eCheckBoxSquareChar"/>
        </w:rPr>
        <w:tab/>
      </w:r>
      <w:r w:rsidR="002F22FA" w:rsidRPr="00407B20">
        <w:t>orchestrator</w:t>
      </w:r>
      <w:r w:rsidR="000C773D" w:rsidRPr="00407B20">
        <w:t xml:space="preserve">, </w:t>
      </w:r>
      <w:r w:rsidR="002F22FA" w:rsidRPr="00407B20">
        <w:t>element management system,</w:t>
      </w:r>
      <w:r w:rsidR="002F1E8E" w:rsidRPr="00407B20">
        <w:t xml:space="preserve"> </w:t>
      </w:r>
      <w:r w:rsidR="002F22FA" w:rsidRPr="00407B20">
        <w:t>network hardware</w:t>
      </w:r>
    </w:p>
    <w:p w:rsidR="00625960" w:rsidRDefault="00625960" w:rsidP="00DB0A17">
      <w:pPr>
        <w:pStyle w:val="eLineBottom"/>
      </w:pPr>
    </w:p>
    <w:p w:rsidR="00C049FD" w:rsidRDefault="00C049FD" w:rsidP="00C049FD"/>
    <w:p w:rsidR="00625960" w:rsidRDefault="004E1166" w:rsidP="00DB0A17">
      <w:pPr>
        <w:pStyle w:val="eTask"/>
      </w:pPr>
      <w:r>
        <w:t xml:space="preserve">Mark correct characteristics of </w:t>
      </w:r>
      <w:r w:rsidR="005B097B" w:rsidRPr="00DB0A17">
        <w:t>NFVI</w:t>
      </w:r>
      <w:r w:rsidR="00625960" w:rsidRPr="00DB0A17">
        <w:t xml:space="preserve"> (</w:t>
      </w:r>
      <w:r w:rsidR="00625960" w:rsidRPr="00DB0A17">
        <w:rPr>
          <w:i/>
        </w:rPr>
        <w:t>Network Functions Virtualization Infrastructure</w:t>
      </w:r>
      <w:r w:rsidR="00625960" w:rsidRPr="00DB0A17">
        <w:t>)</w:t>
      </w:r>
      <w:r>
        <w:t>.</w:t>
      </w:r>
    </w:p>
    <w:p w:rsidR="00DB0A17" w:rsidRPr="00BF7EEB" w:rsidRDefault="00DB0A17" w:rsidP="00DB0A17">
      <w:pPr>
        <w:rPr>
          <w:sz w:val="20"/>
          <w:szCs w:val="20"/>
        </w:rPr>
      </w:pPr>
    </w:p>
    <w:p w:rsidR="00625960" w:rsidRPr="00407B20" w:rsidRDefault="00625960" w:rsidP="00DB0A1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371D20" w:rsidRPr="00407B20">
        <w:rPr>
          <w:rStyle w:val="eCheckBoxSquareChar"/>
        </w:rPr>
        <w:tab/>
      </w:r>
      <w:r w:rsidR="006B4188" w:rsidRPr="00407B20">
        <w:t>NFVI</w:t>
      </w:r>
      <w:r w:rsidR="0009581D" w:rsidRPr="00407B20">
        <w:t xml:space="preserve"> </w:t>
      </w:r>
      <w:r w:rsidR="004E1166" w:rsidRPr="00407B20">
        <w:t>is divided into 4 domains and a Compute domain is one of them</w:t>
      </w:r>
    </w:p>
    <w:p w:rsidR="00625960" w:rsidRPr="00407B20" w:rsidRDefault="00625960" w:rsidP="00DB0A1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371D20" w:rsidRPr="00407B20">
        <w:rPr>
          <w:rStyle w:val="eCheckBoxSquareChar"/>
        </w:rPr>
        <w:tab/>
      </w:r>
      <w:r w:rsidR="00E86C2C" w:rsidRPr="00407B20">
        <w:t>NFVI</w:t>
      </w:r>
      <w:r w:rsidR="00266F4D" w:rsidRPr="00407B20">
        <w:t xml:space="preserve"> </w:t>
      </w:r>
      <w:r w:rsidR="004E1166" w:rsidRPr="00407B20">
        <w:t>is divided into</w:t>
      </w:r>
      <w:r w:rsidR="00266F4D" w:rsidRPr="00407B20">
        <w:t xml:space="preserve"> 3</w:t>
      </w:r>
      <w:r w:rsidR="00E86C2C" w:rsidRPr="00407B20">
        <w:t xml:space="preserve"> dom</w:t>
      </w:r>
      <w:r w:rsidR="004E1166" w:rsidRPr="00407B20">
        <w:t>ains</w:t>
      </w:r>
      <w:r w:rsidR="00E86C2C" w:rsidRPr="00407B20">
        <w:t xml:space="preserve"> a</w:t>
      </w:r>
      <w:r w:rsidR="004E1166" w:rsidRPr="00407B20">
        <w:t>nd a Hypervisor domain is one of them</w:t>
      </w:r>
    </w:p>
    <w:p w:rsidR="00625960" w:rsidRPr="00407B20" w:rsidRDefault="00625960" w:rsidP="00DB0A1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371D20" w:rsidRPr="00407B20">
        <w:rPr>
          <w:rStyle w:val="eCheckBoxSquareChar"/>
        </w:rPr>
        <w:tab/>
      </w:r>
      <w:r w:rsidR="00940A05" w:rsidRPr="00407B20">
        <w:t xml:space="preserve">NFVI </w:t>
      </w:r>
      <w:r w:rsidR="004E1166" w:rsidRPr="00407B20">
        <w:t>is divided into</w:t>
      </w:r>
      <w:r w:rsidR="00940A05" w:rsidRPr="00407B20">
        <w:t xml:space="preserve"> 4 dom</w:t>
      </w:r>
      <w:r w:rsidR="004E1166" w:rsidRPr="00407B20">
        <w:t>ains</w:t>
      </w:r>
      <w:r w:rsidR="00940A05" w:rsidRPr="00407B20">
        <w:t xml:space="preserve"> a</w:t>
      </w:r>
      <w:r w:rsidR="004E1166" w:rsidRPr="00407B20">
        <w:t>nd</w:t>
      </w:r>
      <w:r w:rsidR="00940A05" w:rsidRPr="00407B20">
        <w:t> </w:t>
      </w:r>
      <w:r w:rsidR="005854DF" w:rsidRPr="00407B20">
        <w:t>an Infrastructure networking domain is one of them</w:t>
      </w:r>
    </w:p>
    <w:p w:rsidR="00625960" w:rsidRPr="00407B20" w:rsidRDefault="00625960" w:rsidP="00DB0A1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371D20" w:rsidRPr="00407B20">
        <w:rPr>
          <w:rStyle w:val="eCheckBoxSquareChar"/>
        </w:rPr>
        <w:tab/>
      </w:r>
      <w:r w:rsidR="00733D2A" w:rsidRPr="00407B20">
        <w:t xml:space="preserve">NFVI </w:t>
      </w:r>
      <w:r w:rsidR="005854DF" w:rsidRPr="00407B20">
        <w:t xml:space="preserve">is divided into </w:t>
      </w:r>
      <w:r w:rsidR="00733D2A" w:rsidRPr="00407B20">
        <w:t>3 dom</w:t>
      </w:r>
      <w:r w:rsidR="005854DF" w:rsidRPr="00407B20">
        <w:t xml:space="preserve">ains </w:t>
      </w:r>
      <w:r w:rsidR="00733D2A" w:rsidRPr="00407B20">
        <w:t>a</w:t>
      </w:r>
      <w:r w:rsidR="005854DF" w:rsidRPr="00407B20">
        <w:t>nd a Compute domain is one of them</w:t>
      </w:r>
    </w:p>
    <w:p w:rsidR="003C49EE" w:rsidRDefault="003C49EE" w:rsidP="00DB0A17">
      <w:pPr>
        <w:pStyle w:val="eLineBottom"/>
      </w:pPr>
    </w:p>
    <w:p w:rsidR="00625960" w:rsidRPr="009D53B3" w:rsidRDefault="00625960" w:rsidP="00DB0A17"/>
    <w:p w:rsidR="003C0A29" w:rsidRDefault="004E6D03" w:rsidP="00371D20">
      <w:pPr>
        <w:pStyle w:val="eTask"/>
      </w:pPr>
      <w:r>
        <w:t xml:space="preserve">Sort devices </w:t>
      </w:r>
      <w:r w:rsidR="0042217B">
        <w:t>(</w:t>
      </w:r>
      <w:r>
        <w:t>on the right</w:t>
      </w:r>
      <w:r w:rsidR="0042217B">
        <w:t>) connected to the Internet in 2020 based on their quantity (start with the lowest quantity</w:t>
      </w:r>
      <w:r w:rsidR="004D3028" w:rsidRPr="00371D20">
        <w:t>)</w:t>
      </w:r>
      <w:r w:rsidR="0042217B">
        <w:t xml:space="preserve"> following forecasts.</w:t>
      </w:r>
    </w:p>
    <w:p w:rsidR="00F11D70" w:rsidRDefault="00F11D70" w:rsidP="00F11D70"/>
    <w:p w:rsidR="00F11D70" w:rsidRDefault="00F11D70" w:rsidP="00F11D70">
      <w:pPr>
        <w:pStyle w:val="Odstavecseseznamem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:rsidR="00F11D70" w:rsidRPr="00371D20" w:rsidRDefault="00F11D70" w:rsidP="00F11D70">
      <w:pPr>
        <w:pStyle w:val="Odstavecseseznamem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:rsidR="00F11D70" w:rsidRPr="00371D20" w:rsidRDefault="00F11D70" w:rsidP="00F11D70">
      <w:pPr>
        <w:pStyle w:val="Odstavecseseznamem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:rsidR="00F11D70" w:rsidRPr="00371D20" w:rsidRDefault="00F11D70" w:rsidP="00F11D70">
      <w:pPr>
        <w:pStyle w:val="Odstavecseseznamem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:rsidR="00F11D70" w:rsidRDefault="00F11D70" w:rsidP="00F11D70">
      <w:pPr>
        <w:pStyle w:val="Odstavecseseznamem"/>
      </w:pPr>
    </w:p>
    <w:p w:rsidR="00F11D70" w:rsidRPr="00F11D70" w:rsidRDefault="00F11D70" w:rsidP="00F11D70">
      <w:pPr>
        <w:rPr>
          <w:b/>
        </w:rPr>
      </w:pPr>
      <w:r w:rsidRPr="00F11D70">
        <w:rPr>
          <w:b/>
        </w:rPr>
        <w:t>tablets, smartphones, personal computers, smart TVs</w:t>
      </w:r>
    </w:p>
    <w:sectPr w:rsidR="00F11D70" w:rsidRPr="00F11D70" w:rsidSect="00F11D70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C47" w:rsidRDefault="00B46C47" w:rsidP="00861A1A">
      <w:r>
        <w:separator/>
      </w:r>
    </w:p>
  </w:endnote>
  <w:endnote w:type="continuationSeparator" w:id="0">
    <w:p w:rsidR="00B46C47" w:rsidRDefault="00B46C4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86BE4" w:rsidTr="004E75F8">
      <w:tc>
        <w:tcPr>
          <w:tcW w:w="2518" w:type="dxa"/>
        </w:tcPr>
        <w:p w:rsidR="00E86BE4" w:rsidRDefault="00E86BE4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0144E02A" wp14:editId="4A5867CD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E86BE4" w:rsidTr="004E75F8">
      <w:tc>
        <w:tcPr>
          <w:tcW w:w="8472" w:type="dxa"/>
          <w:gridSpan w:val="2"/>
        </w:tcPr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E86BE4" w:rsidRPr="00CA51B5" w:rsidRDefault="00E86BE4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86BE4" w:rsidRDefault="00E86B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C47" w:rsidRDefault="00B46C47" w:rsidP="00861A1A">
      <w:r>
        <w:separator/>
      </w:r>
    </w:p>
  </w:footnote>
  <w:footnote w:type="continuationSeparator" w:id="0">
    <w:p w:rsidR="00B46C47" w:rsidRDefault="00B46C4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BE4" w:rsidRPr="002B41A8" w:rsidRDefault="00E86BE4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264" behindDoc="0" locked="0" layoutInCell="1" allowOverlap="1" wp14:anchorId="7136A59F" wp14:editId="587CB8E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E86BE4" w:rsidRPr="00C148FD" w:rsidRDefault="003E6F6C" w:rsidP="00E86BE4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301EDC">
      <w:rPr>
        <w:rFonts w:ascii="Calibri" w:hAnsi="Calibri"/>
        <w:smallCaps/>
        <w:noProof/>
        <w:sz w:val="20"/>
        <w:szCs w:val="20"/>
      </w:rPr>
      <w:t xml:space="preserve">FUTURE NETWORKS </w:t>
    </w:r>
    <w:r>
      <w:rPr>
        <w:rFonts w:ascii="Calibri" w:hAnsi="Calibri"/>
        <w:smallCaps/>
        <w:noProof/>
        <w:sz w:val="20"/>
        <w:szCs w:val="20"/>
      </w:rPr>
      <w:t>–</w:t>
    </w:r>
    <w:r w:rsidRPr="00301EDC">
      <w:rPr>
        <w:rFonts w:ascii="Calibri" w:hAnsi="Calibri"/>
        <w:smallCaps/>
        <w:noProof/>
        <w:sz w:val="20"/>
        <w:szCs w:val="20"/>
      </w:rPr>
      <w:t xml:space="preserve"> SDN &amp; NFV</w:t>
    </w:r>
  </w:p>
  <w:p w:rsidR="00E86BE4" w:rsidRDefault="00E86B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3220"/>
    <w:rsid w:val="000C4026"/>
    <w:rsid w:val="000C6B3A"/>
    <w:rsid w:val="000C773D"/>
    <w:rsid w:val="000C78EC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71C6"/>
    <w:rsid w:val="00210091"/>
    <w:rsid w:val="00213F2C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1AB8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7851"/>
    <w:rsid w:val="00347E4D"/>
    <w:rsid w:val="00351AF3"/>
    <w:rsid w:val="00371D20"/>
    <w:rsid w:val="0037516C"/>
    <w:rsid w:val="00375AEF"/>
    <w:rsid w:val="003764DB"/>
    <w:rsid w:val="00383AC8"/>
    <w:rsid w:val="0039238A"/>
    <w:rsid w:val="003937B7"/>
    <w:rsid w:val="003A3A97"/>
    <w:rsid w:val="003B1326"/>
    <w:rsid w:val="003C0A29"/>
    <w:rsid w:val="003C49EE"/>
    <w:rsid w:val="003C5B45"/>
    <w:rsid w:val="003D41BB"/>
    <w:rsid w:val="003E01BE"/>
    <w:rsid w:val="003E6F6C"/>
    <w:rsid w:val="003F03EB"/>
    <w:rsid w:val="003F0443"/>
    <w:rsid w:val="003F623C"/>
    <w:rsid w:val="003F7741"/>
    <w:rsid w:val="003F7F87"/>
    <w:rsid w:val="00402B09"/>
    <w:rsid w:val="00403EA0"/>
    <w:rsid w:val="00407B20"/>
    <w:rsid w:val="00417ED2"/>
    <w:rsid w:val="004213D5"/>
    <w:rsid w:val="0042217B"/>
    <w:rsid w:val="00424D8E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2966"/>
    <w:rsid w:val="004A01E5"/>
    <w:rsid w:val="004A7B44"/>
    <w:rsid w:val="004B7C8C"/>
    <w:rsid w:val="004C0E36"/>
    <w:rsid w:val="004C18F2"/>
    <w:rsid w:val="004C540E"/>
    <w:rsid w:val="004D3028"/>
    <w:rsid w:val="004D5428"/>
    <w:rsid w:val="004E1166"/>
    <w:rsid w:val="004E5E95"/>
    <w:rsid w:val="004E6D03"/>
    <w:rsid w:val="004E70EA"/>
    <w:rsid w:val="004E78FE"/>
    <w:rsid w:val="004F1EB8"/>
    <w:rsid w:val="004F5AFF"/>
    <w:rsid w:val="005132B0"/>
    <w:rsid w:val="00517D43"/>
    <w:rsid w:val="00517E3A"/>
    <w:rsid w:val="0052284C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25960"/>
    <w:rsid w:val="00625B5A"/>
    <w:rsid w:val="0063686B"/>
    <w:rsid w:val="006435FE"/>
    <w:rsid w:val="0064494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EF0"/>
    <w:rsid w:val="00712DF2"/>
    <w:rsid w:val="00733D2A"/>
    <w:rsid w:val="0073574D"/>
    <w:rsid w:val="00737263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B692A"/>
    <w:rsid w:val="007B6AFC"/>
    <w:rsid w:val="007B7C99"/>
    <w:rsid w:val="007C0FDD"/>
    <w:rsid w:val="007C1FB9"/>
    <w:rsid w:val="007C308E"/>
    <w:rsid w:val="007C5B85"/>
    <w:rsid w:val="007C6D5E"/>
    <w:rsid w:val="007E16D1"/>
    <w:rsid w:val="007E6CED"/>
    <w:rsid w:val="00802588"/>
    <w:rsid w:val="008128CD"/>
    <w:rsid w:val="00813612"/>
    <w:rsid w:val="0081479C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73A2"/>
    <w:rsid w:val="00882BE0"/>
    <w:rsid w:val="008836CE"/>
    <w:rsid w:val="00891FF5"/>
    <w:rsid w:val="00893E89"/>
    <w:rsid w:val="008A3619"/>
    <w:rsid w:val="008B05F5"/>
    <w:rsid w:val="008B17B4"/>
    <w:rsid w:val="008B397A"/>
    <w:rsid w:val="008B6CCD"/>
    <w:rsid w:val="008C64E0"/>
    <w:rsid w:val="008D2816"/>
    <w:rsid w:val="008D38F1"/>
    <w:rsid w:val="008F1B37"/>
    <w:rsid w:val="008F396C"/>
    <w:rsid w:val="008F5585"/>
    <w:rsid w:val="00905C9E"/>
    <w:rsid w:val="00912A69"/>
    <w:rsid w:val="009134AE"/>
    <w:rsid w:val="00916DC9"/>
    <w:rsid w:val="00926CB2"/>
    <w:rsid w:val="0094072E"/>
    <w:rsid w:val="00940A05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5885"/>
    <w:rsid w:val="009A5F9E"/>
    <w:rsid w:val="009B638C"/>
    <w:rsid w:val="009C59FB"/>
    <w:rsid w:val="009C7B24"/>
    <w:rsid w:val="009C7D3C"/>
    <w:rsid w:val="009D53B3"/>
    <w:rsid w:val="009E2A2A"/>
    <w:rsid w:val="009F3EC6"/>
    <w:rsid w:val="009F6E5E"/>
    <w:rsid w:val="00A05871"/>
    <w:rsid w:val="00A1239D"/>
    <w:rsid w:val="00A17111"/>
    <w:rsid w:val="00A25713"/>
    <w:rsid w:val="00A26A28"/>
    <w:rsid w:val="00A35930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77D0"/>
    <w:rsid w:val="00B2529B"/>
    <w:rsid w:val="00B3151A"/>
    <w:rsid w:val="00B323F9"/>
    <w:rsid w:val="00B349CA"/>
    <w:rsid w:val="00B362E1"/>
    <w:rsid w:val="00B37307"/>
    <w:rsid w:val="00B46C4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612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46516"/>
    <w:rsid w:val="00C5580D"/>
    <w:rsid w:val="00C57915"/>
    <w:rsid w:val="00C6418C"/>
    <w:rsid w:val="00C7264E"/>
    <w:rsid w:val="00C767C9"/>
    <w:rsid w:val="00C878F0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6A60"/>
    <w:rsid w:val="00D20A5C"/>
    <w:rsid w:val="00D20E5C"/>
    <w:rsid w:val="00D22343"/>
    <w:rsid w:val="00D2650E"/>
    <w:rsid w:val="00D33524"/>
    <w:rsid w:val="00D45333"/>
    <w:rsid w:val="00D47DDD"/>
    <w:rsid w:val="00D573B0"/>
    <w:rsid w:val="00D64740"/>
    <w:rsid w:val="00D6535B"/>
    <w:rsid w:val="00D71B81"/>
    <w:rsid w:val="00D74577"/>
    <w:rsid w:val="00D773FA"/>
    <w:rsid w:val="00D85512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77B0"/>
    <w:rsid w:val="00ED1F3C"/>
    <w:rsid w:val="00ED2956"/>
    <w:rsid w:val="00ED5B10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75D757B-0BFD-4026-9E41-138A53E3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149"/>
    <w:rPr>
      <w:sz w:val="24"/>
      <w:szCs w:val="24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DotList1">
    <w:name w:val="eDotList1"/>
    <w:basedOn w:val="Seznamsodrkami"/>
    <w:uiPriority w:val="99"/>
    <w:rsid w:val="009726FC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9726FC"/>
    <w:pPr>
      <w:tabs>
        <w:tab w:val="num" w:pos="340"/>
      </w:tabs>
      <w:ind w:left="340" w:hanging="340"/>
      <w:contextualSpacing/>
    </w:pPr>
  </w:style>
  <w:style w:type="paragraph" w:styleId="Odstavecseseznamem">
    <w:name w:val="List Paragraph"/>
    <w:basedOn w:val="Normln"/>
    <w:uiPriority w:val="34"/>
    <w:qFormat/>
    <w:rsid w:val="00F11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436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3</cp:revision>
  <cp:lastPrinted>2013-05-24T15:00:00Z</cp:lastPrinted>
  <dcterms:created xsi:type="dcterms:W3CDTF">2016-02-08T15:49:00Z</dcterms:created>
  <dcterms:modified xsi:type="dcterms:W3CDTF">2017-09-27T07:10:00Z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